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88630F" w:rsidRPr="003520AB">
        <w:fldChar w:fldCharType="begin"/>
      </w:r>
      <w:r w:rsidR="0088630F" w:rsidRPr="003520AB">
        <w:instrText xml:space="preserve"> MACROBUTTON  AkcentČárka </w:instrText>
      </w:r>
      <w:r w:rsidR="0088630F" w:rsidRPr="003520AB">
        <w:fldChar w:fldCharType="end"/>
      </w:r>
      <w:r w:rsidR="00E2646E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E2646E" w:rsidRPr="003520AB">
        <w:fldChar w:fldCharType="separate"/>
      </w:r>
      <w:r w:rsidR="00EE5C55">
        <w:rPr>
          <w:noProof/>
        </w:rPr>
        <w:t xml:space="preserve">                         </w:t>
      </w:r>
      <w:r w:rsidR="00E2646E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2E4CB1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2E4CB1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2E4CB1" w:rsidRPr="003520AB">
        <w:fldChar w:fldCharType="end"/>
      </w:r>
      <w:bookmarkEnd w:id="1"/>
    </w:p>
    <w:p w:rsidR="004D4E7B" w:rsidRPr="003520AB" w:rsidRDefault="002E4CB1" w:rsidP="00CF26CB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EE5C55" w:rsidRPr="00EE5C55">
        <w:rPr>
          <w:b/>
          <w:noProof/>
        </w:rPr>
        <w:t>k Začlenění tématik „Ochrana člověka za mimořádných událostí, péče o zdraví a dopravní výchova“ do studijních programů pedagogických fakult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>
        <w:instrText xml:space="preserve"> FORMDROPDOWN </w:instrText>
      </w:r>
      <w:r>
        <w:fldChar w:fldCharType="end"/>
      </w:r>
      <w:bookmarkEnd w:id="3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EE5C55" w:rsidRPr="00EE5C55">
        <w:rPr>
          <w:spacing w:val="60"/>
        </w:rPr>
        <w:t xml:space="preserve">schvaluje </w:t>
      </w:r>
      <w:r w:rsidRPr="003520AB">
        <w:rPr>
          <w:spacing w:val="60"/>
        </w:rPr>
        <w:fldChar w:fldCharType="end"/>
      </w:r>
      <w:bookmarkEnd w:id="4"/>
      <w:r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Pr="003520AB">
        <w:instrText xml:space="preserve"> FORMTEXT </w:instrText>
      </w:r>
      <w:r w:rsidRPr="003520AB">
        <w:fldChar w:fldCharType="separate"/>
      </w:r>
      <w:r w:rsidR="00EE5C55" w:rsidRPr="00EE5C55">
        <w:rPr>
          <w:noProof/>
        </w:rPr>
        <w:t>materiál Začlenění tématik „Ochrana člověka za mimořádných událostí, péče o zdraví a dopravní výchova“ do studijních programů pedagogických fakult uvedený v části III. tohoto materiálu;</w:t>
      </w:r>
      <w:r w:rsidRPr="003520AB">
        <w:fldChar w:fldCharType="end"/>
      </w:r>
      <w:bookmarkEnd w:id="5"/>
    </w:p>
    <w:p w:rsidR="00F846C3" w:rsidRPr="003520AB" w:rsidRDefault="00F846C3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>
        <w:instrText xml:space="preserve"> FORMDROPDOWN </w:instrText>
      </w:r>
      <w:r>
        <w:fldChar w:fldCharType="end"/>
      </w:r>
      <w:bookmarkEnd w:id="6"/>
      <w:r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EE5C55" w:rsidRPr="00EE5C55">
        <w:rPr>
          <w:noProof/>
          <w:spacing w:val="50"/>
        </w:rPr>
        <w:t xml:space="preserve">pověřuje </w:t>
      </w:r>
      <w:r w:rsidRPr="003520AB">
        <w:rPr>
          <w:spacing w:val="50"/>
        </w:rPr>
        <w:fldChar w:fldCharType="end"/>
      </w:r>
      <w:bookmarkEnd w:id="7"/>
      <w:r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Pr="003520AB">
        <w:instrText xml:space="preserve"> FORMTEXT </w:instrText>
      </w:r>
      <w:r w:rsidRPr="003520AB">
        <w:fldChar w:fldCharType="separate"/>
      </w:r>
      <w:r w:rsidR="00EE5C55" w:rsidRPr="00EE5C55">
        <w:rPr>
          <w:noProof/>
        </w:rPr>
        <w:t>předsedu vlády, aby doporučil předsedkyni Akreditační komise zohledňovat jednotlivé studijní základy při posuzování studijních programů zaměřených na</w:t>
      </w:r>
      <w:r w:rsidR="007E569D">
        <w:rPr>
          <w:noProof/>
        </w:rPr>
        <w:t> </w:t>
      </w:r>
      <w:r w:rsidR="00EE5C55" w:rsidRPr="00EE5C55">
        <w:rPr>
          <w:noProof/>
        </w:rPr>
        <w:t>vzdělávání budoucích učitelů;</w:t>
      </w:r>
      <w:r w:rsidRPr="003520AB">
        <w:fldChar w:fldCharType="end"/>
      </w:r>
      <w:bookmarkEnd w:id="8"/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9" w:name="Rozevírací6"/>
      <w:r>
        <w:instrText xml:space="preserve"> FORMDROPDOWN </w:instrText>
      </w:r>
      <w:r>
        <w:fldChar w:fldCharType="end"/>
      </w:r>
      <w:bookmarkEnd w:id="9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EE5C55" w:rsidRPr="00EE5C55">
        <w:rPr>
          <w:noProof/>
          <w:spacing w:val="60"/>
        </w:rPr>
        <w:t xml:space="preserve">ukládá 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EE5C55" w:rsidRPr="00EE5C55">
        <w:rPr>
          <w:noProof/>
        </w:rPr>
        <w:t>ministrům vnitra, dopravy, zdravotnictví a školství, mládeže a</w:t>
      </w:r>
      <w:r w:rsidR="007E569D">
        <w:rPr>
          <w:noProof/>
        </w:rPr>
        <w:t> </w:t>
      </w:r>
      <w:bookmarkStart w:id="10" w:name="_GoBack"/>
      <w:bookmarkEnd w:id="10"/>
      <w:r w:rsidR="00EE5C55" w:rsidRPr="00EE5C55">
        <w:rPr>
          <w:noProof/>
        </w:rPr>
        <w:t>tělovýchovy zveřejnit materiál a studijní základy na internetových stránkách.</w:t>
      </w:r>
      <w:r w:rsidRPr="003520AB">
        <w:fldChar w:fldCharType="end"/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>
        <w:instrText xml:space="preserve"> FORMDROPDOWN </w:instrText>
      </w:r>
      <w:r>
        <w:fldChar w:fldCharType="end"/>
      </w:r>
      <w:bookmarkEnd w:id="11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>
        <w:instrText xml:space="preserve"> FORMDROPDOWN </w:instrText>
      </w:r>
      <w:r>
        <w:fldChar w:fldCharType="end"/>
      </w:r>
      <w:bookmarkEnd w:id="12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A3658C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>
        <w:instrText xml:space="preserve"> FORMDROPDOWN </w:instrText>
      </w:r>
      <w:r>
        <w:fldChar w:fldCharType="end"/>
      </w:r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865AC4">
        <w:trPr>
          <w:trHeight w:val="226"/>
        </w:trPr>
        <w:tc>
          <w:tcPr>
            <w:tcW w:w="6048" w:type="dxa"/>
          </w:tcPr>
          <w:p w:rsidR="0059051D" w:rsidRPr="00865AC4" w:rsidRDefault="007C336D" w:rsidP="00EF76F6">
            <w:pPr>
              <w:rPr>
                <w:u w:val="single"/>
              </w:rPr>
            </w:pPr>
            <w:r w:rsidRPr="00865AC4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Pr="00865AC4">
              <w:rPr>
                <w:u w:val="single"/>
              </w:rPr>
              <w:instrText xml:space="preserve"> FORMDROPDOWN </w:instrText>
            </w:r>
            <w:r w:rsidRPr="00865AC4">
              <w:rPr>
                <w:u w:val="single"/>
              </w:rPr>
            </w:r>
            <w:r w:rsidRPr="00865AC4">
              <w:rPr>
                <w:u w:val="single"/>
              </w:rPr>
              <w:fldChar w:fldCharType="end"/>
            </w:r>
            <w:bookmarkEnd w:id="13"/>
          </w:p>
          <w:p w:rsidR="00EE5C55" w:rsidRDefault="0059051D" w:rsidP="00EE5C55">
            <w:pPr>
              <w:rPr>
                <w:noProof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EE5C55">
              <w:rPr>
                <w:noProof/>
              </w:rPr>
              <w:t xml:space="preserve">předseda vlády, </w:t>
            </w:r>
          </w:p>
          <w:p w:rsidR="00EE5C55" w:rsidRDefault="00EE5C55" w:rsidP="00EE5C55">
            <w:pPr>
              <w:rPr>
                <w:noProof/>
              </w:rPr>
            </w:pPr>
            <w:r>
              <w:rPr>
                <w:noProof/>
              </w:rPr>
              <w:t xml:space="preserve">ministr vnitra, </w:t>
            </w:r>
          </w:p>
          <w:p w:rsidR="00EE5C55" w:rsidRDefault="00EE5C55" w:rsidP="00EE5C55">
            <w:pPr>
              <w:rPr>
                <w:noProof/>
              </w:rPr>
            </w:pPr>
            <w:r>
              <w:rPr>
                <w:noProof/>
              </w:rPr>
              <w:t xml:space="preserve">ministr zdravotnictví, </w:t>
            </w:r>
          </w:p>
          <w:p w:rsidR="00EE5C55" w:rsidRDefault="00EE5C55" w:rsidP="00EE5C55">
            <w:pPr>
              <w:rPr>
                <w:noProof/>
              </w:rPr>
            </w:pPr>
            <w:r>
              <w:rPr>
                <w:noProof/>
              </w:rPr>
              <w:t xml:space="preserve">ministr dopravy, </w:t>
            </w:r>
          </w:p>
          <w:p w:rsidR="00EE5C55" w:rsidRDefault="00EE5C55" w:rsidP="00EE5C55">
            <w:pPr>
              <w:rPr>
                <w:noProof/>
              </w:rPr>
            </w:pPr>
            <w:r>
              <w:rPr>
                <w:noProof/>
              </w:rPr>
              <w:t>ministr školství, mládeže a tělovýchovy.</w:t>
            </w:r>
          </w:p>
          <w:p w:rsidR="0059051D" w:rsidRDefault="0059051D" w:rsidP="00EE5C55">
            <w:r>
              <w:fldChar w:fldCharType="end"/>
            </w:r>
            <w:bookmarkEnd w:id="14"/>
          </w:p>
        </w:tc>
      </w:tr>
      <w:tr w:rsidR="0059051D" w:rsidTr="00865AC4">
        <w:trPr>
          <w:trHeight w:val="194"/>
        </w:trPr>
        <w:tc>
          <w:tcPr>
            <w:tcW w:w="6048" w:type="dxa"/>
          </w:tcPr>
          <w:p w:rsidR="0059051D" w:rsidRDefault="0059051D" w:rsidP="00865AC4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>
              <w:instrText xml:space="preserve"> FORMDROPDOWN </w:instrText>
            </w:r>
            <w:r>
              <w:fldChar w:fldCharType="end"/>
            </w:r>
            <w:bookmarkEnd w:id="15"/>
          </w:p>
          <w:p w:rsidR="0059051D" w:rsidRDefault="0059051D" w:rsidP="00EE5C55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Pr="003520AB">
              <w:instrText xml:space="preserve"> FORMTEXT </w:instrText>
            </w:r>
            <w:r w:rsidRPr="003520AB">
              <w:fldChar w:fldCharType="separate"/>
            </w:r>
            <w:r w:rsidR="00EE5C55" w:rsidRPr="00EE5C55">
              <w:rPr>
                <w:noProof/>
              </w:rPr>
              <w:t>rektoři vysokých škol.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TKA8i5DstXnL1jPvOgYuISGCPs=" w:salt="IxGUUAO+sCeNn6pwxiU/Z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55"/>
    <w:rsid w:val="00014AD3"/>
    <w:rsid w:val="0003669A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84A0F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3697"/>
    <w:rsid w:val="00513F9D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7101C1"/>
    <w:rsid w:val="0071252C"/>
    <w:rsid w:val="007410C7"/>
    <w:rsid w:val="007420DF"/>
    <w:rsid w:val="007572FF"/>
    <w:rsid w:val="007757B6"/>
    <w:rsid w:val="00792388"/>
    <w:rsid w:val="007C336D"/>
    <w:rsid w:val="007E569D"/>
    <w:rsid w:val="007F0298"/>
    <w:rsid w:val="007F608D"/>
    <w:rsid w:val="00833025"/>
    <w:rsid w:val="00837F4D"/>
    <w:rsid w:val="0085655D"/>
    <w:rsid w:val="00862995"/>
    <w:rsid w:val="00865AC4"/>
    <w:rsid w:val="00881305"/>
    <w:rsid w:val="0088630F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538FD"/>
    <w:rsid w:val="00C60267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AA9"/>
    <w:rsid w:val="00EB564D"/>
    <w:rsid w:val="00ED24A2"/>
    <w:rsid w:val="00ED5D01"/>
    <w:rsid w:val="00EE5C55"/>
    <w:rsid w:val="00EF76F6"/>
    <w:rsid w:val="00F24072"/>
    <w:rsid w:val="00F309D3"/>
    <w:rsid w:val="00F40A67"/>
    <w:rsid w:val="00F705DB"/>
    <w:rsid w:val="00F846C3"/>
    <w:rsid w:val="00F848AA"/>
    <w:rsid w:val="00F8605F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anjaromir\prace\2011\Bod_8_a_9\Studijn&#237;i_zaklady_predlozeni\navrh_usnes_v00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navrh_usnes_v006.dot</Template>
  <TotalTime>4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Jaromír Šiman</dc:creator>
  <cp:lastModifiedBy>Jaromír Šiman</cp:lastModifiedBy>
  <cp:revision>2</cp:revision>
  <cp:lastPrinted>1900-12-31T22:00:00Z</cp:lastPrinted>
  <dcterms:created xsi:type="dcterms:W3CDTF">2011-08-31T06:14:00Z</dcterms:created>
  <dcterms:modified xsi:type="dcterms:W3CDTF">2011-08-31T11:02:00Z</dcterms:modified>
</cp:coreProperties>
</file>