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4E2" w:rsidRPr="00417421" w:rsidRDefault="000824E2" w:rsidP="001773C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0824E2" w:rsidRPr="00417421" w:rsidRDefault="000824E2" w:rsidP="001773C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0824E2" w:rsidRPr="00417421" w:rsidRDefault="000824E2" w:rsidP="001773C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0824E2" w:rsidRPr="00417421" w:rsidRDefault="000824E2" w:rsidP="001773C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0824E2" w:rsidRPr="00417421" w:rsidRDefault="000824E2" w:rsidP="001773C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0824E2" w:rsidRPr="003757F5" w:rsidRDefault="000824E2" w:rsidP="001773CF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3757F5">
        <w:rPr>
          <w:rFonts w:ascii="Arial Narrow" w:hAnsi="Arial Narrow" w:cs="Arial"/>
          <w:b/>
          <w:sz w:val="32"/>
          <w:szCs w:val="32"/>
        </w:rPr>
        <w:t>Seznam příloh</w:t>
      </w:r>
    </w:p>
    <w:p w:rsidR="000824E2" w:rsidRPr="003757F5" w:rsidRDefault="000824E2" w:rsidP="001773CF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3757F5">
        <w:rPr>
          <w:rFonts w:ascii="Arial Narrow" w:hAnsi="Arial Narrow" w:cs="Arial"/>
          <w:b/>
          <w:sz w:val="32"/>
          <w:szCs w:val="32"/>
        </w:rPr>
        <w:t>zadávací dokumentace pro veřejnou zakázku malého rozsahu</w:t>
      </w:r>
    </w:p>
    <w:p w:rsidR="000824E2" w:rsidRPr="00156B11" w:rsidRDefault="000824E2" w:rsidP="00965FD7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156B11">
        <w:rPr>
          <w:rFonts w:ascii="Arial Narrow" w:hAnsi="Arial Narrow" w:cs="Arial"/>
          <w:b/>
          <w:sz w:val="32"/>
          <w:szCs w:val="32"/>
        </w:rPr>
        <w:t xml:space="preserve">Dodávka odborné literatury pro projekty OPVK  </w:t>
      </w:r>
    </w:p>
    <w:p w:rsidR="000824E2" w:rsidRPr="003757F5" w:rsidRDefault="000824E2" w:rsidP="001773CF">
      <w:pPr>
        <w:widowControl w:val="0"/>
        <w:spacing w:line="360" w:lineRule="auto"/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Pr="003757F5" w:rsidRDefault="000824E2" w:rsidP="001773CF">
      <w:pPr>
        <w:widowControl w:val="0"/>
        <w:spacing w:line="360" w:lineRule="auto"/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Pr="003757F5" w:rsidRDefault="000824E2" w:rsidP="001773CF">
      <w:pPr>
        <w:widowControl w:val="0"/>
        <w:spacing w:line="360" w:lineRule="auto"/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Pr="003757F5" w:rsidRDefault="000824E2" w:rsidP="001773CF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0824E2" w:rsidRDefault="000824E2" w:rsidP="001773CF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  <w:r w:rsidRPr="003757F5">
        <w:rPr>
          <w:rFonts w:ascii="Arial Narrow" w:hAnsi="Arial Narrow" w:cs="Arial"/>
          <w:sz w:val="22"/>
          <w:szCs w:val="22"/>
          <w:u w:val="single"/>
        </w:rPr>
        <w:t>příloha A</w:t>
      </w:r>
      <w:r w:rsidRPr="003757F5">
        <w:rPr>
          <w:rFonts w:ascii="Arial Narrow" w:hAnsi="Arial Narrow" w:cs="Arial"/>
          <w:sz w:val="22"/>
          <w:szCs w:val="22"/>
          <w:u w:val="single"/>
        </w:rPr>
        <w:tab/>
        <w:t xml:space="preserve">obchodní podmínky </w:t>
      </w:r>
    </w:p>
    <w:p w:rsidR="000824E2" w:rsidRPr="003757F5" w:rsidRDefault="000824E2" w:rsidP="001773CF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</w:p>
    <w:p w:rsidR="000824E2" w:rsidRPr="003757F5" w:rsidRDefault="000824E2" w:rsidP="005D7DD9">
      <w:pPr>
        <w:widowControl w:val="0"/>
        <w:numPr>
          <w:ilvl w:val="0"/>
          <w:numId w:val="10"/>
        </w:numPr>
        <w:spacing w:line="360" w:lineRule="auto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návrh kupní smlouvy</w:t>
      </w:r>
    </w:p>
    <w:p w:rsidR="000824E2" w:rsidRDefault="000824E2" w:rsidP="00967404">
      <w:pPr>
        <w:widowControl w:val="0"/>
        <w:numPr>
          <w:ilvl w:val="0"/>
          <w:numId w:val="10"/>
        </w:numPr>
        <w:spacing w:line="360" w:lineRule="auto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 xml:space="preserve"> krycí list nabídky</w:t>
      </w:r>
    </w:p>
    <w:p w:rsidR="000824E2" w:rsidRPr="003757F5" w:rsidRDefault="000824E2" w:rsidP="002E0419">
      <w:pPr>
        <w:widowControl w:val="0"/>
        <w:numPr>
          <w:ilvl w:val="0"/>
          <w:numId w:val="10"/>
        </w:numPr>
        <w:spacing w:line="360" w:lineRule="auto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příloha č. 1 návrhu kupní smlouvy</w:t>
      </w:r>
      <w:r>
        <w:rPr>
          <w:rFonts w:ascii="Arial Narrow" w:hAnsi="Arial Narrow" w:cs="Arial"/>
          <w:sz w:val="22"/>
          <w:szCs w:val="22"/>
        </w:rPr>
        <w:t xml:space="preserve"> pro všechny části veřejné zakázky</w:t>
      </w:r>
    </w:p>
    <w:p w:rsidR="000824E2" w:rsidRPr="003757F5" w:rsidRDefault="000824E2" w:rsidP="001773CF">
      <w:pPr>
        <w:widowControl w:val="0"/>
        <w:spacing w:line="360" w:lineRule="auto"/>
        <w:rPr>
          <w:rFonts w:ascii="Arial Narrow" w:hAnsi="Arial Narrow" w:cs="Arial"/>
          <w:sz w:val="22"/>
          <w:szCs w:val="22"/>
        </w:rPr>
      </w:pPr>
    </w:p>
    <w:p w:rsidR="000824E2" w:rsidRPr="003757F5" w:rsidRDefault="000824E2" w:rsidP="00A67718">
      <w:pPr>
        <w:widowControl w:val="0"/>
        <w:spacing w:line="360" w:lineRule="auto"/>
        <w:ind w:left="360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/>
        </w:rPr>
        <w:br w:type="page"/>
      </w:r>
    </w:p>
    <w:p w:rsidR="000824E2" w:rsidRPr="003757F5" w:rsidRDefault="000824E2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0824E2" w:rsidRPr="003757F5" w:rsidRDefault="000824E2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0824E2" w:rsidRPr="003757F5" w:rsidRDefault="000824E2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0824E2" w:rsidRPr="003757F5" w:rsidRDefault="000824E2" w:rsidP="00720237">
      <w:pPr>
        <w:jc w:val="center"/>
        <w:rPr>
          <w:rFonts w:ascii="Arial Narrow" w:hAnsi="Arial Narrow" w:cs="Arial"/>
          <w:b/>
          <w:sz w:val="28"/>
          <w:szCs w:val="28"/>
        </w:rPr>
      </w:pPr>
      <w:r w:rsidRPr="003757F5">
        <w:rPr>
          <w:rFonts w:ascii="Arial Narrow" w:hAnsi="Arial Narrow" w:cs="Arial"/>
          <w:b/>
          <w:sz w:val="28"/>
          <w:szCs w:val="28"/>
        </w:rPr>
        <w:t>příloha A</w:t>
      </w:r>
    </w:p>
    <w:p w:rsidR="000824E2" w:rsidRPr="003757F5" w:rsidRDefault="000824E2" w:rsidP="00720237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Pr="003757F5" w:rsidRDefault="000824E2" w:rsidP="00720237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 w:cs="Arial"/>
          <w:sz w:val="28"/>
          <w:szCs w:val="28"/>
        </w:rPr>
        <w:t xml:space="preserve">zadávací dokumentace </w:t>
      </w:r>
    </w:p>
    <w:p w:rsidR="000824E2" w:rsidRPr="003757F5" w:rsidRDefault="000824E2" w:rsidP="00720237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 w:cs="Arial"/>
          <w:sz w:val="28"/>
          <w:szCs w:val="28"/>
        </w:rPr>
        <w:t>veřejné zakázky malého rozsahu</w:t>
      </w:r>
    </w:p>
    <w:p w:rsidR="000824E2" w:rsidRPr="003757F5" w:rsidRDefault="000824E2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0824E2" w:rsidRPr="00965FD7" w:rsidRDefault="000824E2" w:rsidP="00965FD7">
      <w:pPr>
        <w:jc w:val="center"/>
        <w:rPr>
          <w:rFonts w:ascii="Arial Narrow" w:hAnsi="Arial Narrow" w:cs="Arial"/>
          <w:b/>
          <w:sz w:val="28"/>
          <w:szCs w:val="28"/>
        </w:rPr>
      </w:pPr>
      <w:r w:rsidRPr="00965FD7">
        <w:rPr>
          <w:rFonts w:ascii="Arial Narrow" w:hAnsi="Arial Narrow" w:cs="Arial"/>
          <w:b/>
          <w:sz w:val="28"/>
          <w:szCs w:val="28"/>
        </w:rPr>
        <w:t xml:space="preserve">Dodávka odborné literatury pro projekty OPVK  </w:t>
      </w:r>
    </w:p>
    <w:p w:rsidR="000824E2" w:rsidRPr="003757F5" w:rsidRDefault="000824E2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0824E2" w:rsidRPr="003757F5" w:rsidRDefault="000824E2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0824E2" w:rsidRPr="003757F5" w:rsidRDefault="000824E2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0824E2" w:rsidRPr="003757F5" w:rsidRDefault="000824E2" w:rsidP="00720237">
      <w:pPr>
        <w:jc w:val="center"/>
        <w:rPr>
          <w:rFonts w:ascii="Arial Narrow" w:hAnsi="Arial Narrow" w:cs="Arial"/>
          <w:b/>
          <w:sz w:val="28"/>
          <w:szCs w:val="28"/>
        </w:rPr>
      </w:pPr>
      <w:r w:rsidRPr="003757F5">
        <w:rPr>
          <w:rFonts w:ascii="Arial Narrow" w:hAnsi="Arial Narrow" w:cs="Arial"/>
          <w:b/>
          <w:sz w:val="28"/>
          <w:szCs w:val="28"/>
        </w:rPr>
        <w:t>OBCHODNÍ PODMÍNKY</w:t>
      </w:r>
    </w:p>
    <w:p w:rsidR="000824E2" w:rsidRPr="003757F5" w:rsidRDefault="000824E2" w:rsidP="00720237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Pr="003757F5" w:rsidRDefault="000824E2" w:rsidP="00967404">
      <w:pPr>
        <w:widowControl w:val="0"/>
        <w:numPr>
          <w:ilvl w:val="0"/>
          <w:numId w:val="11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návrh kupní smlouvy</w:t>
      </w:r>
    </w:p>
    <w:p w:rsidR="000824E2" w:rsidRPr="003757F5" w:rsidRDefault="000824E2" w:rsidP="00720237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Pr="003757F5" w:rsidRDefault="000824E2" w:rsidP="00720237">
      <w:pPr>
        <w:jc w:val="center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br w:type="page"/>
      </w:r>
    </w:p>
    <w:p w:rsidR="000824E2" w:rsidRPr="003757F5" w:rsidRDefault="000824E2" w:rsidP="005C6621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 w:cs="Arial"/>
          <w:sz w:val="28"/>
          <w:szCs w:val="28"/>
        </w:rPr>
        <w:t xml:space="preserve">zadávací dokumentace </w:t>
      </w:r>
    </w:p>
    <w:p w:rsidR="000824E2" w:rsidRPr="003757F5" w:rsidRDefault="000824E2" w:rsidP="005C6621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 w:cs="Arial"/>
          <w:sz w:val="28"/>
          <w:szCs w:val="28"/>
        </w:rPr>
        <w:t>veřejné zakázky malého rozsahu</w:t>
      </w:r>
    </w:p>
    <w:p w:rsidR="000824E2" w:rsidRPr="003757F5" w:rsidRDefault="000824E2" w:rsidP="00AD6E8C">
      <w:pPr>
        <w:jc w:val="center"/>
        <w:rPr>
          <w:rFonts w:ascii="Arial Narrow" w:hAnsi="Arial Narrow" w:cs="Arial"/>
          <w:sz w:val="28"/>
          <w:szCs w:val="28"/>
        </w:rPr>
      </w:pPr>
    </w:p>
    <w:p w:rsidR="000824E2" w:rsidRPr="00965FD7" w:rsidRDefault="000824E2" w:rsidP="00965FD7">
      <w:pPr>
        <w:jc w:val="center"/>
        <w:rPr>
          <w:rFonts w:ascii="Arial Narrow" w:hAnsi="Arial Narrow" w:cs="Arial"/>
          <w:b/>
          <w:sz w:val="28"/>
          <w:szCs w:val="32"/>
        </w:rPr>
      </w:pPr>
      <w:r w:rsidRPr="00965FD7">
        <w:rPr>
          <w:rFonts w:ascii="Arial Narrow" w:hAnsi="Arial Narrow" w:cs="Arial"/>
          <w:b/>
          <w:sz w:val="28"/>
          <w:szCs w:val="32"/>
        </w:rPr>
        <w:t>Dodávka odborné literatury pro projekty OPVK</w:t>
      </w:r>
    </w:p>
    <w:p w:rsidR="000824E2" w:rsidRPr="003757F5" w:rsidRDefault="000824E2" w:rsidP="00AD6E8C">
      <w:pPr>
        <w:jc w:val="both"/>
        <w:rPr>
          <w:rFonts w:ascii="Arial Narrow" w:hAnsi="Arial Narrow"/>
          <w:sz w:val="22"/>
          <w:szCs w:val="22"/>
        </w:rPr>
      </w:pPr>
    </w:p>
    <w:p w:rsidR="000824E2" w:rsidRPr="003757F5" w:rsidRDefault="000824E2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0824E2" w:rsidRPr="003757F5" w:rsidRDefault="000824E2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0824E2" w:rsidRPr="003757F5" w:rsidRDefault="000824E2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0824E2" w:rsidRPr="003757F5" w:rsidRDefault="000824E2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0824E2" w:rsidRPr="003757F5" w:rsidRDefault="000824E2" w:rsidP="002638EC">
      <w:pPr>
        <w:jc w:val="center"/>
        <w:rPr>
          <w:rFonts w:ascii="Arial Narrow" w:hAnsi="Arial Narrow" w:cs="Arial"/>
          <w:b/>
          <w:sz w:val="28"/>
          <w:szCs w:val="28"/>
        </w:rPr>
      </w:pPr>
      <w:r w:rsidRPr="003757F5">
        <w:rPr>
          <w:rFonts w:ascii="Arial Narrow" w:hAnsi="Arial Narrow" w:cs="Arial"/>
          <w:b/>
          <w:sz w:val="28"/>
          <w:szCs w:val="28"/>
        </w:rPr>
        <w:t>OBCHODNÍ PODMÍNKY</w:t>
      </w:r>
    </w:p>
    <w:p w:rsidR="000824E2" w:rsidRPr="003757F5" w:rsidRDefault="000824E2" w:rsidP="00720237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Pr="003757F5" w:rsidRDefault="000824E2" w:rsidP="00720237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 w:cs="Arial"/>
          <w:sz w:val="28"/>
          <w:szCs w:val="28"/>
        </w:rPr>
        <w:t>PREAMBULE</w:t>
      </w:r>
    </w:p>
    <w:p w:rsidR="000824E2" w:rsidRPr="003757F5" w:rsidRDefault="000824E2" w:rsidP="00720237">
      <w:pPr>
        <w:jc w:val="both"/>
        <w:rPr>
          <w:rFonts w:ascii="Arial Narrow" w:hAnsi="Arial Narrow"/>
          <w:sz w:val="22"/>
          <w:szCs w:val="22"/>
        </w:rPr>
      </w:pPr>
    </w:p>
    <w:p w:rsidR="000824E2" w:rsidRPr="003757F5" w:rsidRDefault="000824E2" w:rsidP="00720237">
      <w:pPr>
        <w:jc w:val="both"/>
        <w:rPr>
          <w:rFonts w:ascii="Arial Narrow" w:hAnsi="Arial Narrow" w:cs="Arial"/>
          <w:sz w:val="22"/>
          <w:szCs w:val="22"/>
        </w:rPr>
      </w:pPr>
    </w:p>
    <w:p w:rsidR="000824E2" w:rsidRPr="003757F5" w:rsidRDefault="000824E2" w:rsidP="006E4319">
      <w:pPr>
        <w:jc w:val="both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Obchodní podmínky pro plnění veřejné zakázky malého rozsahu stanovené zadávací dokumentací musí být uchazečem v nabídce respektovány. Obchodní podmínky jsou formulovány způsobem umožňujícím převzít jejich text do nabídky (návrhu kupní smlouvy).</w:t>
      </w:r>
    </w:p>
    <w:p w:rsidR="000824E2" w:rsidRPr="003757F5" w:rsidRDefault="000824E2" w:rsidP="006E4319">
      <w:pPr>
        <w:jc w:val="both"/>
        <w:rPr>
          <w:rFonts w:ascii="Arial Narrow" w:hAnsi="Arial Narrow" w:cs="Arial"/>
          <w:sz w:val="22"/>
          <w:szCs w:val="22"/>
        </w:rPr>
      </w:pPr>
    </w:p>
    <w:p w:rsidR="000824E2" w:rsidRPr="003757F5" w:rsidRDefault="000824E2" w:rsidP="006E4319">
      <w:pPr>
        <w:jc w:val="both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Obchodní podmínky jsou promítnuty do přiloženého návrhu smlouvy, který uchazeč použije pro zpracování nabídky, tj. návrh doplní o požadované údaje (identifikační údaje, cena plnění</w:t>
      </w:r>
      <w:r>
        <w:rPr>
          <w:rFonts w:ascii="Arial Narrow" w:hAnsi="Arial Narrow" w:cs="Arial"/>
          <w:sz w:val="22"/>
          <w:szCs w:val="22"/>
        </w:rPr>
        <w:t xml:space="preserve">), </w:t>
      </w:r>
      <w:r w:rsidRPr="00497D2F">
        <w:rPr>
          <w:rFonts w:ascii="Arial Narrow" w:hAnsi="Arial Narrow" w:cs="Arial"/>
          <w:sz w:val="22"/>
          <w:szCs w:val="22"/>
        </w:rPr>
        <w:t>označí ty části předmětu smlouvy, na které podává nabídku, přiloží k němu přílohu č. 1 kupní smlouvy „</w:t>
      </w:r>
      <w:r>
        <w:rPr>
          <w:rFonts w:ascii="Arial Narrow" w:hAnsi="Arial Narrow" w:cs="Arial"/>
          <w:sz w:val="22"/>
          <w:szCs w:val="22"/>
        </w:rPr>
        <w:t>S</w:t>
      </w:r>
      <w:r w:rsidRPr="00497D2F">
        <w:rPr>
          <w:rFonts w:ascii="Arial Narrow" w:hAnsi="Arial Narrow" w:cs="Arial"/>
          <w:sz w:val="22"/>
          <w:szCs w:val="22"/>
        </w:rPr>
        <w:t>pecifikace předmětu smlouvy“ a doplní Přílohu č. 2 „Položkový rozpočet“, parafuje všechny strany dokumentu (návrhu kupní smlouvy) včetně příloh a podepíše dokument způsobem stanoveným podle výpisu z obchodního rejstříku nebo jiné obdobné evidence, popř.</w:t>
      </w:r>
      <w:r w:rsidRPr="003757F5">
        <w:rPr>
          <w:rFonts w:ascii="Arial Narrow" w:hAnsi="Arial Narrow" w:cs="Arial"/>
          <w:sz w:val="22"/>
          <w:szCs w:val="22"/>
        </w:rPr>
        <w:t xml:space="preserve"> jej podepíše zástupce uchazeče. Pod podpisem oprávněné osoby bude uvedeno čitelně její jméno, příjmení a funkce.</w:t>
      </w:r>
    </w:p>
    <w:p w:rsidR="000824E2" w:rsidRPr="003757F5" w:rsidRDefault="000824E2" w:rsidP="005D7DD9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/>
          <w:sz w:val="22"/>
          <w:szCs w:val="22"/>
        </w:rPr>
        <w:br w:type="page"/>
      </w:r>
      <w:r w:rsidRPr="003757F5">
        <w:rPr>
          <w:rFonts w:ascii="Arial Narrow" w:hAnsi="Arial Narrow" w:cs="Arial"/>
          <w:sz w:val="28"/>
          <w:szCs w:val="28"/>
        </w:rPr>
        <w:t>veřejná zakázka malého rozsahu</w:t>
      </w:r>
    </w:p>
    <w:p w:rsidR="000824E2" w:rsidRPr="00965FD7" w:rsidRDefault="000824E2" w:rsidP="005D7DD9">
      <w:pPr>
        <w:widowControl w:val="0"/>
        <w:spacing w:line="360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965FD7">
        <w:rPr>
          <w:rFonts w:ascii="Arial Narrow" w:hAnsi="Arial Narrow" w:cs="Arial"/>
          <w:b/>
          <w:sz w:val="28"/>
          <w:szCs w:val="28"/>
        </w:rPr>
        <w:t xml:space="preserve">Dodávka odborné literatury pro projekty OPVK  </w:t>
      </w:r>
    </w:p>
    <w:p w:rsidR="000824E2" w:rsidRPr="003757F5" w:rsidRDefault="000824E2" w:rsidP="005D7DD9">
      <w:pPr>
        <w:jc w:val="center"/>
        <w:rPr>
          <w:rFonts w:ascii="Arial Narrow" w:hAnsi="Arial Narrow" w:cs="Arial"/>
          <w:sz w:val="22"/>
          <w:szCs w:val="22"/>
        </w:rPr>
      </w:pPr>
    </w:p>
    <w:p w:rsidR="000824E2" w:rsidRPr="003757F5" w:rsidRDefault="000824E2" w:rsidP="005D7DD9">
      <w:pPr>
        <w:jc w:val="center"/>
        <w:rPr>
          <w:rFonts w:ascii="Arial Narrow" w:hAnsi="Arial Narrow" w:cs="Arial"/>
          <w:sz w:val="22"/>
          <w:szCs w:val="22"/>
        </w:rPr>
      </w:pPr>
    </w:p>
    <w:p w:rsidR="000824E2" w:rsidRPr="003757F5" w:rsidRDefault="000824E2" w:rsidP="005D7DD9">
      <w:pPr>
        <w:jc w:val="center"/>
        <w:rPr>
          <w:rFonts w:ascii="Arial Narrow" w:hAnsi="Arial Narrow" w:cs="Arial"/>
          <w:sz w:val="22"/>
          <w:szCs w:val="22"/>
        </w:rPr>
      </w:pPr>
    </w:p>
    <w:p w:rsidR="000824E2" w:rsidRPr="003757F5" w:rsidRDefault="000824E2" w:rsidP="005D7DD9">
      <w:pPr>
        <w:jc w:val="center"/>
        <w:rPr>
          <w:rFonts w:ascii="Arial Narrow" w:hAnsi="Arial Narrow" w:cs="Arial"/>
          <w:sz w:val="22"/>
          <w:szCs w:val="22"/>
        </w:rPr>
      </w:pPr>
    </w:p>
    <w:p w:rsidR="000824E2" w:rsidRPr="003757F5" w:rsidRDefault="000824E2" w:rsidP="005D7DD9">
      <w:pPr>
        <w:jc w:val="center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 w:cs="Arial"/>
          <w:b/>
          <w:sz w:val="28"/>
          <w:szCs w:val="28"/>
        </w:rPr>
        <w:t>NABÍDKA</w:t>
      </w: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Zadavatel:</w:t>
      </w:r>
    </w:p>
    <w:p w:rsidR="000824E2" w:rsidRPr="003757F5" w:rsidRDefault="000824E2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Masarykova univerzita, Žerotínovo náměstí 9, 601 77 Brno</w:t>
      </w:r>
    </w:p>
    <w:p w:rsidR="000824E2" w:rsidRPr="003757F5" w:rsidRDefault="000824E2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IČ: 00216224</w:t>
      </w:r>
    </w:p>
    <w:p w:rsidR="000824E2" w:rsidRPr="003757F5" w:rsidRDefault="000824E2" w:rsidP="005D7DD9">
      <w:pPr>
        <w:rPr>
          <w:rFonts w:ascii="Arial Narrow" w:hAnsi="Arial Narrow" w:cs="Arial"/>
          <w:sz w:val="22"/>
          <w:szCs w:val="22"/>
        </w:rPr>
      </w:pPr>
    </w:p>
    <w:p w:rsidR="000824E2" w:rsidRPr="003757F5" w:rsidRDefault="000824E2" w:rsidP="005D7DD9">
      <w:pPr>
        <w:spacing w:before="120"/>
        <w:jc w:val="both"/>
        <w:rPr>
          <w:rFonts w:ascii="Arial Narrow" w:hAnsi="Arial Narrow" w:cs="Arial"/>
          <w:b/>
          <w:sz w:val="22"/>
          <w:szCs w:val="22"/>
        </w:rPr>
      </w:pPr>
    </w:p>
    <w:p w:rsidR="000824E2" w:rsidRPr="003757F5" w:rsidRDefault="000824E2" w:rsidP="005D7DD9">
      <w:pPr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Dodavatel: </w:t>
      </w:r>
    </w:p>
    <w:p w:rsidR="000824E2" w:rsidRPr="003757F5" w:rsidRDefault="000824E2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Obchodní firma dodavatele:</w:t>
      </w:r>
    </w:p>
    <w:p w:rsidR="000824E2" w:rsidRPr="003757F5" w:rsidRDefault="000824E2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IČ:</w:t>
      </w:r>
    </w:p>
    <w:p w:rsidR="000824E2" w:rsidRDefault="000824E2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Sídlo dodavatele:</w:t>
      </w:r>
    </w:p>
    <w:p w:rsidR="000824E2" w:rsidRPr="00417421" w:rsidRDefault="000824E2" w:rsidP="005D7DD9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Zapsán v OR:</w:t>
      </w:r>
    </w:p>
    <w:p w:rsidR="000824E2" w:rsidRDefault="000824E2" w:rsidP="00C4582C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Default="000824E2" w:rsidP="00C4582C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Pr="003757F5" w:rsidRDefault="000824E2" w:rsidP="00C4582C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  <w:r w:rsidRPr="003757F5">
        <w:rPr>
          <w:rFonts w:ascii="Arial Narrow" w:hAnsi="Arial Narrow"/>
          <w:b/>
          <w:caps/>
          <w:sz w:val="22"/>
          <w:szCs w:val="22"/>
        </w:rPr>
        <w:t xml:space="preserve"> KUPNÍ SMLOUVA</w:t>
      </w:r>
    </w:p>
    <w:p w:rsidR="000824E2" w:rsidRPr="003757F5" w:rsidRDefault="000824E2" w:rsidP="004A7564">
      <w:pPr>
        <w:tabs>
          <w:tab w:val="center" w:pos="4500"/>
        </w:tabs>
        <w:jc w:val="center"/>
        <w:rPr>
          <w:rFonts w:ascii="Arial Narrow" w:hAnsi="Arial Narrow"/>
          <w:b/>
          <w:caps/>
          <w:sz w:val="22"/>
          <w:szCs w:val="22"/>
        </w:rPr>
      </w:pPr>
    </w:p>
    <w:p w:rsidR="000824E2" w:rsidRPr="003757F5" w:rsidRDefault="000824E2" w:rsidP="00967404">
      <w:pPr>
        <w:jc w:val="center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dle § 409 zákona č. 513/1991 Sb., obchodní zákoník, ve znění pozdějších předpisů (dále jen obchodní zákoník)</w:t>
      </w:r>
    </w:p>
    <w:p w:rsidR="000824E2" w:rsidRPr="003757F5" w:rsidRDefault="000824E2" w:rsidP="004A7564">
      <w:pPr>
        <w:jc w:val="both"/>
        <w:rPr>
          <w:rFonts w:ascii="Arial Narrow" w:hAnsi="Arial Narrow"/>
          <w:sz w:val="22"/>
          <w:szCs w:val="22"/>
        </w:rPr>
      </w:pPr>
    </w:p>
    <w:p w:rsidR="000824E2" w:rsidRPr="003757F5" w:rsidRDefault="000824E2" w:rsidP="007D224D">
      <w:pPr>
        <w:jc w:val="center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I. Smluvní strany</w:t>
      </w:r>
    </w:p>
    <w:p w:rsidR="000824E2" w:rsidRPr="003757F5" w:rsidRDefault="000824E2" w:rsidP="004A7564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0824E2" w:rsidRPr="003757F5" w:rsidRDefault="000824E2" w:rsidP="004A7564">
      <w:pPr>
        <w:jc w:val="both"/>
        <w:rPr>
          <w:rFonts w:ascii="Arial Narrow" w:hAnsi="Arial Narrow"/>
          <w:b/>
          <w:sz w:val="22"/>
          <w:szCs w:val="22"/>
        </w:rPr>
      </w:pPr>
      <w:r w:rsidRPr="003757F5">
        <w:rPr>
          <w:rFonts w:ascii="Arial Narrow" w:hAnsi="Arial Narrow"/>
          <w:b/>
          <w:sz w:val="22"/>
          <w:szCs w:val="22"/>
        </w:rPr>
        <w:t>kupující:</w:t>
      </w:r>
    </w:p>
    <w:p w:rsidR="000824E2" w:rsidRPr="003757F5" w:rsidRDefault="000824E2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b/>
          <w:sz w:val="22"/>
          <w:szCs w:val="22"/>
        </w:rPr>
        <w:t>Masarykova univerzita</w:t>
      </w:r>
      <w:r w:rsidRPr="003757F5">
        <w:rPr>
          <w:rFonts w:ascii="Arial Narrow" w:hAnsi="Arial Narrow"/>
          <w:sz w:val="22"/>
          <w:szCs w:val="22"/>
        </w:rPr>
        <w:t>,</w:t>
      </w:r>
    </w:p>
    <w:p w:rsidR="000824E2" w:rsidRPr="003757F5" w:rsidRDefault="000824E2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se sídlem: Žerotínovo nám. 9, 601 77  Brno,</w:t>
      </w:r>
    </w:p>
    <w:p w:rsidR="000824E2" w:rsidRPr="003757F5" w:rsidRDefault="000824E2" w:rsidP="00C4582C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kontaktní adresa: Kamenice 5, 625 00 Brno</w:t>
      </w:r>
    </w:p>
    <w:p w:rsidR="000824E2" w:rsidRPr="003757F5" w:rsidRDefault="000824E2" w:rsidP="00C4582C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zastoupena: </w:t>
      </w:r>
      <w:r>
        <w:rPr>
          <w:rFonts w:ascii="Arial Narrow" w:hAnsi="Arial Narrow" w:cs="Arial"/>
          <w:sz w:val="22"/>
          <w:szCs w:val="22"/>
        </w:rPr>
        <w:t>Ing. Michalem Sellnerem</w:t>
      </w:r>
    </w:p>
    <w:p w:rsidR="000824E2" w:rsidRPr="003757F5" w:rsidRDefault="000824E2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IČ: 00216224</w:t>
      </w:r>
    </w:p>
    <w:p w:rsidR="000824E2" w:rsidRPr="003757F5" w:rsidRDefault="000824E2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DIČ: CZ00216224</w:t>
      </w:r>
    </w:p>
    <w:p w:rsidR="000824E2" w:rsidRPr="003757F5" w:rsidRDefault="000824E2" w:rsidP="004A7564">
      <w:pPr>
        <w:keepNext/>
        <w:jc w:val="both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bankovní spojení: 85636621/0100</w:t>
      </w:r>
    </w:p>
    <w:p w:rsidR="000824E2" w:rsidRPr="003757F5" w:rsidRDefault="000824E2" w:rsidP="00C4582C">
      <w:pPr>
        <w:jc w:val="both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kontaktní osoba: Roman Drga</w:t>
      </w:r>
      <w:r w:rsidRPr="003757F5">
        <w:rPr>
          <w:rFonts w:ascii="Arial Narrow" w:hAnsi="Arial Narrow"/>
          <w:sz w:val="22"/>
          <w:szCs w:val="22"/>
        </w:rPr>
        <w:t>, 549 49 2054, drga@fsps.muni.cz</w:t>
      </w:r>
    </w:p>
    <w:p w:rsidR="000824E2" w:rsidRPr="003757F5" w:rsidRDefault="000824E2" w:rsidP="004A7564">
      <w:pPr>
        <w:jc w:val="both"/>
        <w:rPr>
          <w:rFonts w:ascii="Arial Narrow" w:hAnsi="Arial Narrow" w:cs="Arial"/>
          <w:sz w:val="22"/>
          <w:szCs w:val="22"/>
        </w:rPr>
      </w:pPr>
    </w:p>
    <w:p w:rsidR="000824E2" w:rsidRPr="003757F5" w:rsidRDefault="000824E2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(dále jen </w:t>
      </w:r>
      <w:r w:rsidRPr="003757F5">
        <w:rPr>
          <w:rFonts w:ascii="Arial Narrow" w:hAnsi="Arial Narrow"/>
          <w:i/>
          <w:sz w:val="22"/>
          <w:szCs w:val="22"/>
        </w:rPr>
        <w:t>objednatel</w:t>
      </w:r>
      <w:r w:rsidRPr="003757F5">
        <w:rPr>
          <w:rFonts w:ascii="Arial Narrow" w:hAnsi="Arial Narrow"/>
          <w:sz w:val="22"/>
          <w:szCs w:val="22"/>
        </w:rPr>
        <w:t>)</w:t>
      </w:r>
    </w:p>
    <w:p w:rsidR="000824E2" w:rsidRPr="003757F5" w:rsidRDefault="000824E2" w:rsidP="004A7564">
      <w:pPr>
        <w:jc w:val="both"/>
        <w:rPr>
          <w:rFonts w:ascii="Arial Narrow" w:hAnsi="Arial Narrow"/>
          <w:sz w:val="22"/>
          <w:szCs w:val="22"/>
        </w:rPr>
      </w:pPr>
    </w:p>
    <w:p w:rsidR="000824E2" w:rsidRPr="003757F5" w:rsidRDefault="000824E2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a</w:t>
      </w:r>
    </w:p>
    <w:p w:rsidR="000824E2" w:rsidRPr="003757F5" w:rsidRDefault="000824E2" w:rsidP="004A7564">
      <w:pPr>
        <w:jc w:val="both"/>
        <w:rPr>
          <w:rFonts w:ascii="Arial Narrow" w:hAnsi="Arial Narrow"/>
          <w:sz w:val="22"/>
          <w:szCs w:val="22"/>
        </w:rPr>
      </w:pPr>
    </w:p>
    <w:p w:rsidR="000824E2" w:rsidRPr="003757F5" w:rsidRDefault="000824E2" w:rsidP="0018364A">
      <w:pPr>
        <w:keepNext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b/>
          <w:sz w:val="22"/>
          <w:szCs w:val="22"/>
        </w:rPr>
        <w:t>prodávající</w:t>
      </w:r>
      <w:r w:rsidRPr="003757F5">
        <w:rPr>
          <w:rFonts w:ascii="Arial Narrow" w:hAnsi="Arial Narrow"/>
          <w:b/>
          <w:sz w:val="22"/>
          <w:szCs w:val="22"/>
        </w:rPr>
        <w:tab/>
        <w:t>:  ……………………………………………………………………………………………………</w:t>
      </w:r>
    </w:p>
    <w:p w:rsidR="000824E2" w:rsidRPr="003757F5" w:rsidRDefault="000824E2" w:rsidP="0018364A">
      <w:pPr>
        <w:pStyle w:val="Footer"/>
        <w:keepNext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se sídlem</w:t>
      </w:r>
      <w:r w:rsidRPr="003757F5">
        <w:rPr>
          <w:rFonts w:ascii="Arial Narrow" w:hAnsi="Arial Narrow"/>
          <w:sz w:val="22"/>
          <w:szCs w:val="22"/>
        </w:rPr>
        <w:tab/>
        <w:t>:………………………………………………………………………………………………………</w:t>
      </w:r>
    </w:p>
    <w:p w:rsidR="000824E2" w:rsidRPr="003757F5" w:rsidRDefault="000824E2" w:rsidP="0018364A">
      <w:pPr>
        <w:pStyle w:val="Footer"/>
        <w:keepNext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zastoupený</w:t>
      </w:r>
      <w:r w:rsidRPr="003757F5">
        <w:rPr>
          <w:rFonts w:ascii="Arial Narrow" w:hAnsi="Arial Narrow"/>
          <w:sz w:val="22"/>
          <w:szCs w:val="22"/>
        </w:rPr>
        <w:tab/>
        <w:t>:………………………………………………………………………………………………………</w:t>
      </w:r>
    </w:p>
    <w:p w:rsidR="000824E2" w:rsidRPr="003757F5" w:rsidRDefault="000824E2" w:rsidP="0018364A">
      <w:pPr>
        <w:keepNext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IČ</w:t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  <w:t>:…………………………………………………………………………………………………….…</w:t>
      </w:r>
    </w:p>
    <w:p w:rsidR="000824E2" w:rsidRPr="003757F5" w:rsidRDefault="000824E2" w:rsidP="0018364A">
      <w:pPr>
        <w:keepNext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DIČ</w:t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  <w:t>:.............................................................................................................................................</w:t>
      </w:r>
    </w:p>
    <w:p w:rsidR="000824E2" w:rsidRPr="003757F5" w:rsidRDefault="000824E2" w:rsidP="0018364A">
      <w:pPr>
        <w:keepNext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zapsán v obchodním rejstříku:</w:t>
      </w:r>
      <w:r w:rsidRPr="003757F5">
        <w:rPr>
          <w:rFonts w:ascii="Arial Narrow" w:hAnsi="Arial Narrow"/>
          <w:sz w:val="22"/>
          <w:szCs w:val="22"/>
        </w:rPr>
        <w:t xml:space="preserve"> ………………………………………………………………………………………..</w:t>
      </w:r>
    </w:p>
    <w:p w:rsidR="000824E2" w:rsidRPr="003757F5" w:rsidRDefault="000824E2" w:rsidP="0018364A">
      <w:pPr>
        <w:pStyle w:val="Footer"/>
        <w:keepNext/>
        <w:tabs>
          <w:tab w:val="left" w:pos="1440"/>
        </w:tabs>
        <w:rPr>
          <w:rFonts w:ascii="Arial Narrow" w:hAnsi="Arial Narrow"/>
          <w:snapToGrid w:val="0"/>
          <w:sz w:val="22"/>
          <w:szCs w:val="22"/>
        </w:rPr>
      </w:pPr>
      <w:r w:rsidRPr="003757F5">
        <w:rPr>
          <w:rFonts w:ascii="Arial Narrow" w:hAnsi="Arial Narrow"/>
          <w:snapToGrid w:val="0"/>
          <w:sz w:val="22"/>
          <w:szCs w:val="22"/>
        </w:rPr>
        <w:t>Kontaktní osoba</w:t>
      </w:r>
      <w:r w:rsidRPr="003757F5">
        <w:rPr>
          <w:rFonts w:ascii="Arial Narrow" w:hAnsi="Arial Narrow"/>
          <w:snapToGrid w:val="0"/>
          <w:sz w:val="22"/>
          <w:szCs w:val="22"/>
        </w:rPr>
        <w:tab/>
        <w:t>:..............................................................................................................................................</w:t>
      </w:r>
    </w:p>
    <w:p w:rsidR="000824E2" w:rsidRPr="003757F5" w:rsidRDefault="000824E2" w:rsidP="0018364A">
      <w:pPr>
        <w:pStyle w:val="Footer"/>
        <w:keepNext/>
        <w:tabs>
          <w:tab w:val="left" w:pos="1440"/>
        </w:tabs>
        <w:rPr>
          <w:rFonts w:ascii="Arial Narrow" w:hAnsi="Arial Narrow"/>
          <w:snapToGrid w:val="0"/>
          <w:sz w:val="22"/>
          <w:szCs w:val="22"/>
        </w:rPr>
      </w:pPr>
      <w:r w:rsidRPr="003757F5">
        <w:rPr>
          <w:rFonts w:ascii="Arial Narrow" w:hAnsi="Arial Narrow"/>
          <w:snapToGrid w:val="0"/>
          <w:sz w:val="22"/>
          <w:szCs w:val="22"/>
        </w:rPr>
        <w:t>e-mail</w:t>
      </w:r>
      <w:r w:rsidRPr="003757F5">
        <w:rPr>
          <w:rFonts w:ascii="Arial Narrow" w:hAnsi="Arial Narrow"/>
          <w:snapToGrid w:val="0"/>
          <w:sz w:val="22"/>
          <w:szCs w:val="22"/>
        </w:rPr>
        <w:tab/>
        <w:t>: ..............................................................................................................................................</w:t>
      </w:r>
    </w:p>
    <w:p w:rsidR="000824E2" w:rsidRPr="003757F5" w:rsidRDefault="000824E2" w:rsidP="0018364A">
      <w:pPr>
        <w:pStyle w:val="Footer"/>
        <w:keepNext/>
        <w:tabs>
          <w:tab w:val="left" w:pos="1440"/>
        </w:tabs>
        <w:rPr>
          <w:rFonts w:ascii="Arial Narrow" w:hAnsi="Arial Narrow"/>
          <w:snapToGrid w:val="0"/>
          <w:sz w:val="22"/>
          <w:szCs w:val="22"/>
        </w:rPr>
      </w:pPr>
      <w:r w:rsidRPr="003757F5">
        <w:rPr>
          <w:rFonts w:ascii="Arial Narrow" w:hAnsi="Arial Narrow"/>
          <w:snapToGrid w:val="0"/>
          <w:sz w:val="22"/>
          <w:szCs w:val="22"/>
        </w:rPr>
        <w:t>tel.</w:t>
      </w:r>
      <w:r w:rsidRPr="003757F5">
        <w:rPr>
          <w:rFonts w:ascii="Arial Narrow" w:hAnsi="Arial Narrow"/>
          <w:snapToGrid w:val="0"/>
          <w:sz w:val="22"/>
          <w:szCs w:val="22"/>
        </w:rPr>
        <w:tab/>
        <w:t>: ..............................................................................................................................................</w:t>
      </w:r>
    </w:p>
    <w:p w:rsidR="000824E2" w:rsidRPr="003757F5" w:rsidRDefault="000824E2" w:rsidP="004A7564">
      <w:pPr>
        <w:jc w:val="both"/>
        <w:rPr>
          <w:rFonts w:ascii="Arial Narrow" w:hAnsi="Arial Narrow"/>
          <w:sz w:val="22"/>
          <w:szCs w:val="22"/>
        </w:rPr>
      </w:pPr>
    </w:p>
    <w:p w:rsidR="000824E2" w:rsidRPr="003757F5" w:rsidRDefault="000824E2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(dále jen </w:t>
      </w:r>
      <w:r w:rsidRPr="003757F5">
        <w:rPr>
          <w:rFonts w:ascii="Arial Narrow" w:hAnsi="Arial Narrow"/>
          <w:i/>
          <w:sz w:val="22"/>
          <w:szCs w:val="22"/>
        </w:rPr>
        <w:t>dodavatel</w:t>
      </w:r>
      <w:r w:rsidRPr="003757F5">
        <w:rPr>
          <w:rFonts w:ascii="Arial Narrow" w:hAnsi="Arial Narrow"/>
          <w:sz w:val="22"/>
          <w:szCs w:val="22"/>
        </w:rPr>
        <w:t>)</w:t>
      </w:r>
    </w:p>
    <w:p w:rsidR="000824E2" w:rsidRPr="003757F5" w:rsidRDefault="000824E2" w:rsidP="004A7564">
      <w:pPr>
        <w:jc w:val="both"/>
        <w:rPr>
          <w:rFonts w:ascii="Arial Narrow" w:hAnsi="Arial Narrow"/>
          <w:sz w:val="22"/>
          <w:szCs w:val="22"/>
        </w:rPr>
      </w:pPr>
    </w:p>
    <w:p w:rsidR="000824E2" w:rsidRDefault="000824E2" w:rsidP="00EB54FF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II. Předmět smlouvy</w:t>
      </w:r>
    </w:p>
    <w:p w:rsidR="000824E2" w:rsidRPr="003757F5" w:rsidRDefault="000824E2" w:rsidP="00EB54FF">
      <w:pPr>
        <w:jc w:val="both"/>
        <w:outlineLvl w:val="0"/>
        <w:rPr>
          <w:rFonts w:ascii="Arial Narrow" w:hAnsi="Arial Narrow"/>
          <w:sz w:val="22"/>
          <w:szCs w:val="22"/>
        </w:rPr>
      </w:pPr>
    </w:p>
    <w:p w:rsidR="000824E2" w:rsidRPr="003757F5" w:rsidRDefault="000824E2" w:rsidP="006E4319">
      <w:pPr>
        <w:ind w:left="360"/>
        <w:rPr>
          <w:rFonts w:ascii="Arial Narrow" w:hAnsi="Arial Narrow"/>
          <w:b/>
          <w:bCs/>
          <w:sz w:val="22"/>
          <w:szCs w:val="22"/>
        </w:rPr>
      </w:pPr>
      <w:r w:rsidRPr="003757F5">
        <w:rPr>
          <w:rFonts w:ascii="Arial Narrow" w:hAnsi="Arial Narrow"/>
          <w:b/>
          <w:bCs/>
          <w:sz w:val="22"/>
          <w:szCs w:val="22"/>
        </w:rPr>
        <w:t xml:space="preserve">1. část (ANO </w:t>
      </w:r>
      <w:bookmarkStart w:id="0" w:name="Zaškrtávací1"/>
      <w:r w:rsidRPr="003757F5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757F5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3757F5">
        <w:rPr>
          <w:rFonts w:ascii="Arial Narrow" w:hAnsi="Arial Narrow"/>
          <w:b/>
          <w:bCs/>
          <w:sz w:val="22"/>
          <w:szCs w:val="22"/>
        </w:rPr>
      </w:r>
      <w:r w:rsidRPr="003757F5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0"/>
      <w:r w:rsidRPr="003757F5">
        <w:rPr>
          <w:rFonts w:ascii="Arial Narrow" w:hAnsi="Arial Narrow"/>
          <w:b/>
          <w:bCs/>
          <w:sz w:val="22"/>
          <w:szCs w:val="22"/>
        </w:rPr>
        <w:t xml:space="preserve"> /  NE </w:t>
      </w:r>
      <w:bookmarkStart w:id="1" w:name="Zaškrtávací2"/>
      <w:r w:rsidRPr="003757F5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3757F5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3757F5">
        <w:rPr>
          <w:rFonts w:ascii="Arial Narrow" w:hAnsi="Arial Narrow"/>
          <w:b/>
          <w:bCs/>
          <w:sz w:val="22"/>
          <w:szCs w:val="22"/>
        </w:rPr>
      </w:r>
      <w:r w:rsidRPr="003757F5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1"/>
      <w:r w:rsidRPr="003757F5">
        <w:rPr>
          <w:rFonts w:ascii="Arial Narrow" w:hAnsi="Arial Narrow"/>
          <w:b/>
          <w:bCs/>
          <w:sz w:val="22"/>
          <w:szCs w:val="22"/>
        </w:rPr>
        <w:t>):</w:t>
      </w:r>
    </w:p>
    <w:p w:rsidR="000824E2" w:rsidRDefault="000824E2" w:rsidP="009F5897">
      <w:pPr>
        <w:ind w:left="360"/>
        <w:jc w:val="both"/>
        <w:rPr>
          <w:rFonts w:ascii="Arial Narrow" w:hAnsi="Arial Narrow"/>
        </w:rPr>
      </w:pPr>
      <w:r w:rsidRPr="00A12917">
        <w:rPr>
          <w:rFonts w:ascii="Arial Narrow" w:hAnsi="Arial Narrow"/>
          <w:sz w:val="22"/>
          <w:szCs w:val="22"/>
        </w:rPr>
        <w:t xml:space="preserve">Předmětem této smlouvy je prodej odborné literatury pro projekty OPVK reg. č. </w:t>
      </w:r>
      <w:r w:rsidRPr="00A12917">
        <w:rPr>
          <w:rFonts w:ascii="Arial Narrow" w:hAnsi="Arial Narrow"/>
        </w:rPr>
        <w:t>CZ.1.07/2.2.00/28.0221 s názvem „Inovace a modernizace studijních oborů FSpS“</w:t>
      </w:r>
      <w:r>
        <w:rPr>
          <w:rFonts w:ascii="Arial Narrow" w:hAnsi="Arial Narrow"/>
        </w:rPr>
        <w:t>,</w:t>
      </w:r>
      <w:r w:rsidRPr="00A12917">
        <w:rPr>
          <w:rFonts w:ascii="Arial Narrow" w:hAnsi="Arial Narrow"/>
        </w:rPr>
        <w:t xml:space="preserve"> reg. č. CZ.1.07/2.3.00/20.0044 s názvem „Vytvoření výzkumného týmu vedeného reintegrovaným českým vědcem za účelem zjišťování úrovně pohybové aktivity (inaktivity) u vybraných věkových skupin mužů a žen v ČR“</w:t>
      </w:r>
      <w:r>
        <w:rPr>
          <w:rFonts w:ascii="Arial Narrow" w:hAnsi="Arial Narrow"/>
        </w:rPr>
        <w:t xml:space="preserve"> a reg.č. </w:t>
      </w:r>
      <w:r w:rsidRPr="008C47ED">
        <w:rPr>
          <w:rFonts w:ascii="Arial Narrow" w:hAnsi="Arial Narrow"/>
        </w:rPr>
        <w:t>CZ.1.07/1.1.00/14.0048</w:t>
      </w:r>
      <w:r>
        <w:rPr>
          <w:rFonts w:ascii="Arial Narrow" w:hAnsi="Arial Narrow"/>
        </w:rPr>
        <w:t xml:space="preserve">  s názvem „</w:t>
      </w:r>
      <w:r w:rsidRPr="00DF5A16">
        <w:rPr>
          <w:rFonts w:ascii="Arial Narrow" w:hAnsi="Arial Narrow"/>
        </w:rPr>
        <w:t>Metodické materiály pro odstraňování jazykových bariér ve sportovním prostředí</w:t>
      </w:r>
      <w:r>
        <w:rPr>
          <w:rFonts w:ascii="Arial Narrow" w:hAnsi="Arial Narrow"/>
        </w:rPr>
        <w:t>“.</w:t>
      </w:r>
    </w:p>
    <w:p w:rsidR="000824E2" w:rsidRPr="003757F5" w:rsidRDefault="000824E2" w:rsidP="009F5897">
      <w:pPr>
        <w:ind w:left="360"/>
        <w:jc w:val="both"/>
        <w:rPr>
          <w:rFonts w:ascii="Arial Narrow" w:hAnsi="Arial Narrow"/>
          <w:sz w:val="22"/>
          <w:szCs w:val="22"/>
        </w:rPr>
      </w:pPr>
      <w:r w:rsidRPr="00A12917">
        <w:rPr>
          <w:rFonts w:ascii="Arial Narrow" w:hAnsi="Arial Narrow"/>
          <w:sz w:val="22"/>
          <w:szCs w:val="22"/>
        </w:rPr>
        <w:t xml:space="preserve"> Specifikace požadavků jsou uvedeny v příloze č. 1 této smlouvy „Specifikace předmětu plnění – 1. část,“ která je nedílnou součástí této smlouvy</w:t>
      </w:r>
      <w:r w:rsidRPr="003757F5">
        <w:rPr>
          <w:rFonts w:ascii="Arial Narrow" w:hAnsi="Arial Narrow"/>
          <w:sz w:val="22"/>
          <w:szCs w:val="22"/>
        </w:rPr>
        <w:t>.</w:t>
      </w:r>
    </w:p>
    <w:p w:rsidR="000824E2" w:rsidRDefault="000824E2" w:rsidP="006E4319">
      <w:pPr>
        <w:ind w:left="360"/>
        <w:jc w:val="both"/>
        <w:rPr>
          <w:rFonts w:ascii="Arial Narrow" w:hAnsi="Arial Narrow"/>
          <w:b/>
          <w:bCs/>
          <w:sz w:val="22"/>
          <w:szCs w:val="22"/>
        </w:rPr>
      </w:pPr>
    </w:p>
    <w:p w:rsidR="000824E2" w:rsidRPr="003757F5" w:rsidRDefault="000824E2" w:rsidP="006E4319">
      <w:pPr>
        <w:ind w:left="360"/>
        <w:jc w:val="both"/>
        <w:rPr>
          <w:rFonts w:ascii="Arial Narrow" w:hAnsi="Arial Narrow"/>
          <w:b/>
          <w:bCs/>
          <w:sz w:val="22"/>
          <w:szCs w:val="22"/>
        </w:rPr>
      </w:pPr>
      <w:r w:rsidRPr="003757F5">
        <w:rPr>
          <w:rFonts w:ascii="Arial Narrow" w:hAnsi="Arial Narrow"/>
          <w:b/>
          <w:bCs/>
          <w:sz w:val="22"/>
          <w:szCs w:val="22"/>
        </w:rPr>
        <w:t xml:space="preserve">2. část (ANO </w:t>
      </w:r>
      <w:r w:rsidRPr="003757F5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757F5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3757F5">
        <w:rPr>
          <w:rFonts w:ascii="Arial Narrow" w:hAnsi="Arial Narrow"/>
          <w:b/>
          <w:bCs/>
          <w:sz w:val="22"/>
          <w:szCs w:val="22"/>
        </w:rPr>
      </w:r>
      <w:r w:rsidRPr="003757F5">
        <w:rPr>
          <w:rFonts w:ascii="Arial Narrow" w:hAnsi="Arial Narrow"/>
          <w:b/>
          <w:bCs/>
          <w:sz w:val="22"/>
          <w:szCs w:val="22"/>
        </w:rPr>
        <w:fldChar w:fldCharType="end"/>
      </w:r>
      <w:r w:rsidRPr="003757F5">
        <w:rPr>
          <w:rFonts w:ascii="Arial Narrow" w:hAnsi="Arial Narrow"/>
          <w:b/>
          <w:bCs/>
          <w:sz w:val="22"/>
          <w:szCs w:val="22"/>
        </w:rPr>
        <w:t xml:space="preserve"> /  NE </w:t>
      </w:r>
      <w:r w:rsidRPr="003757F5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3757F5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3757F5">
        <w:rPr>
          <w:rFonts w:ascii="Arial Narrow" w:hAnsi="Arial Narrow"/>
          <w:b/>
          <w:bCs/>
          <w:sz w:val="22"/>
          <w:szCs w:val="22"/>
        </w:rPr>
      </w:r>
      <w:r w:rsidRPr="003757F5">
        <w:rPr>
          <w:rFonts w:ascii="Arial Narrow" w:hAnsi="Arial Narrow"/>
          <w:b/>
          <w:bCs/>
          <w:sz w:val="22"/>
          <w:szCs w:val="22"/>
        </w:rPr>
        <w:fldChar w:fldCharType="end"/>
      </w:r>
      <w:r w:rsidRPr="003757F5">
        <w:rPr>
          <w:rFonts w:ascii="Arial Narrow" w:hAnsi="Arial Narrow"/>
          <w:b/>
          <w:bCs/>
          <w:sz w:val="22"/>
          <w:szCs w:val="22"/>
        </w:rPr>
        <w:t>):</w:t>
      </w:r>
    </w:p>
    <w:p w:rsidR="000824E2" w:rsidRPr="008C47ED" w:rsidRDefault="000824E2" w:rsidP="008C47ED">
      <w:pPr>
        <w:ind w:left="360"/>
        <w:jc w:val="both"/>
        <w:rPr>
          <w:rFonts w:ascii="Arial Narrow" w:hAnsi="Arial Narrow"/>
          <w:sz w:val="22"/>
          <w:szCs w:val="22"/>
        </w:rPr>
      </w:pPr>
      <w:r w:rsidRPr="008C47ED">
        <w:rPr>
          <w:rFonts w:ascii="Arial Narrow" w:hAnsi="Arial Narrow"/>
          <w:sz w:val="22"/>
          <w:szCs w:val="22"/>
        </w:rPr>
        <w:t>Předmětem této smlouvy je prodej odborné literatury pro projekty OPVK reg. č. CZ.1.07/2.2.00/28.0221 s názvem „Inovace a modernizace studijních oborů FSpS“, reg. č. CZ.1.07/2.3.00/20.0044 s názvem „Vytvoření výzkumného týmu vedeného reintegrovaným českým vědcem za účelem zjišťování úrovně pohybové aktivity (inaktivity) u vybraných věkových skupin mužů a žen v ČR“ a reg.č. CZ.1.07/1.1.00/14.0048  s názvem „Metodické materiály pro odstraňování jazykových bariér ve sportovním prostředí“.</w:t>
      </w:r>
    </w:p>
    <w:p w:rsidR="000824E2" w:rsidRDefault="000824E2" w:rsidP="00965FD7">
      <w:pPr>
        <w:ind w:left="360"/>
        <w:jc w:val="both"/>
        <w:rPr>
          <w:rFonts w:ascii="Arial Narrow" w:hAnsi="Arial Narrow"/>
          <w:sz w:val="22"/>
          <w:szCs w:val="22"/>
        </w:rPr>
      </w:pPr>
      <w:r w:rsidRPr="00A12917">
        <w:rPr>
          <w:rFonts w:ascii="Arial Narrow" w:hAnsi="Arial Narrow"/>
          <w:sz w:val="22"/>
          <w:szCs w:val="22"/>
        </w:rPr>
        <w:t xml:space="preserve">Specifikace požadavků jsou uvedeny v příloze č. 1 této smlouvy „Specifikace předmětu plnění – </w:t>
      </w:r>
      <w:r>
        <w:rPr>
          <w:rFonts w:ascii="Arial Narrow" w:hAnsi="Arial Narrow"/>
          <w:sz w:val="22"/>
          <w:szCs w:val="22"/>
        </w:rPr>
        <w:t>2</w:t>
      </w:r>
      <w:r w:rsidRPr="00A12917">
        <w:rPr>
          <w:rFonts w:ascii="Arial Narrow" w:hAnsi="Arial Narrow"/>
          <w:sz w:val="22"/>
          <w:szCs w:val="22"/>
        </w:rPr>
        <w:t>. část,“ která je nedílnou součástí této smlouvy</w:t>
      </w:r>
      <w:r w:rsidRPr="003757F5">
        <w:rPr>
          <w:rFonts w:ascii="Arial Narrow" w:hAnsi="Arial Narrow"/>
          <w:sz w:val="22"/>
          <w:szCs w:val="22"/>
        </w:rPr>
        <w:t>.</w:t>
      </w:r>
    </w:p>
    <w:p w:rsidR="000824E2" w:rsidRDefault="000824E2" w:rsidP="00965FD7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0824E2" w:rsidRPr="003757F5" w:rsidRDefault="000824E2" w:rsidP="00965FD7">
      <w:pPr>
        <w:ind w:left="360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</w:t>
      </w:r>
      <w:r w:rsidRPr="003757F5">
        <w:rPr>
          <w:rFonts w:ascii="Arial Narrow" w:hAnsi="Arial Narrow"/>
          <w:b/>
          <w:bCs/>
          <w:sz w:val="22"/>
          <w:szCs w:val="22"/>
        </w:rPr>
        <w:t xml:space="preserve">. část (ANO </w:t>
      </w:r>
      <w:r w:rsidRPr="003757F5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757F5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3757F5">
        <w:rPr>
          <w:rFonts w:ascii="Arial Narrow" w:hAnsi="Arial Narrow"/>
          <w:b/>
          <w:bCs/>
          <w:sz w:val="22"/>
          <w:szCs w:val="22"/>
        </w:rPr>
      </w:r>
      <w:r w:rsidRPr="003757F5">
        <w:rPr>
          <w:rFonts w:ascii="Arial Narrow" w:hAnsi="Arial Narrow"/>
          <w:b/>
          <w:bCs/>
          <w:sz w:val="22"/>
          <w:szCs w:val="22"/>
        </w:rPr>
        <w:fldChar w:fldCharType="end"/>
      </w:r>
      <w:r w:rsidRPr="003757F5">
        <w:rPr>
          <w:rFonts w:ascii="Arial Narrow" w:hAnsi="Arial Narrow"/>
          <w:b/>
          <w:bCs/>
          <w:sz w:val="22"/>
          <w:szCs w:val="22"/>
        </w:rPr>
        <w:t xml:space="preserve"> /  NE </w:t>
      </w:r>
      <w:r w:rsidRPr="003757F5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3757F5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3757F5">
        <w:rPr>
          <w:rFonts w:ascii="Arial Narrow" w:hAnsi="Arial Narrow"/>
          <w:b/>
          <w:bCs/>
          <w:sz w:val="22"/>
          <w:szCs w:val="22"/>
        </w:rPr>
      </w:r>
      <w:r w:rsidRPr="003757F5">
        <w:rPr>
          <w:rFonts w:ascii="Arial Narrow" w:hAnsi="Arial Narrow"/>
          <w:b/>
          <w:bCs/>
          <w:sz w:val="22"/>
          <w:szCs w:val="22"/>
        </w:rPr>
        <w:fldChar w:fldCharType="end"/>
      </w:r>
      <w:r w:rsidRPr="003757F5">
        <w:rPr>
          <w:rFonts w:ascii="Arial Narrow" w:hAnsi="Arial Narrow"/>
          <w:b/>
          <w:bCs/>
          <w:sz w:val="22"/>
          <w:szCs w:val="22"/>
        </w:rPr>
        <w:t>):</w:t>
      </w:r>
    </w:p>
    <w:p w:rsidR="000824E2" w:rsidRPr="008C47ED" w:rsidRDefault="000824E2" w:rsidP="008C47ED">
      <w:pPr>
        <w:ind w:left="360"/>
        <w:jc w:val="both"/>
        <w:rPr>
          <w:rFonts w:ascii="Arial Narrow" w:hAnsi="Arial Narrow"/>
          <w:sz w:val="22"/>
          <w:szCs w:val="22"/>
        </w:rPr>
      </w:pPr>
      <w:r w:rsidRPr="008C47ED">
        <w:rPr>
          <w:rFonts w:ascii="Arial Narrow" w:hAnsi="Arial Narrow"/>
          <w:sz w:val="22"/>
          <w:szCs w:val="22"/>
        </w:rPr>
        <w:t>Předmětem této smlouvy je prodej odborné literatury pro projekty OPVK reg. č. CZ.1.07/2.2.00/28.0221 s názvem „Inovace a modernizace studijních oborů FSpS“, reg. č. CZ.1.07/2.3.00/20.0044 s názvem „Vytvoření výzkumného týmu vedeného reintegrovaným českým vědcem za účelem zjišťování úrovně pohybové aktivity (inaktivity) u vybraných věkových skupin mužů a žen v ČR“ a reg.č. CZ.1.07/1.1.00/14.0048  s názvem „Metodické materiály pro odstraňování jazykových bariér ve sportovním prostředí“.</w:t>
      </w:r>
    </w:p>
    <w:p w:rsidR="000824E2" w:rsidRPr="003757F5" w:rsidRDefault="000824E2" w:rsidP="006E4319">
      <w:pPr>
        <w:ind w:left="360"/>
        <w:jc w:val="both"/>
        <w:rPr>
          <w:rFonts w:ascii="Arial Narrow" w:hAnsi="Arial Narrow"/>
          <w:sz w:val="22"/>
          <w:szCs w:val="22"/>
        </w:rPr>
      </w:pPr>
      <w:r w:rsidRPr="00A12917">
        <w:rPr>
          <w:rFonts w:ascii="Arial Narrow" w:hAnsi="Arial Narrow"/>
          <w:sz w:val="22"/>
          <w:szCs w:val="22"/>
        </w:rPr>
        <w:t xml:space="preserve">Specifikace požadavků jsou uvedeny v příloze č. 1 této smlouvy „Specifikace předmětu plnění – </w:t>
      </w:r>
      <w:r>
        <w:rPr>
          <w:rFonts w:ascii="Arial Narrow" w:hAnsi="Arial Narrow"/>
          <w:sz w:val="22"/>
          <w:szCs w:val="22"/>
        </w:rPr>
        <w:t>3</w:t>
      </w:r>
      <w:r w:rsidRPr="00A12917">
        <w:rPr>
          <w:rFonts w:ascii="Arial Narrow" w:hAnsi="Arial Narrow"/>
          <w:sz w:val="22"/>
          <w:szCs w:val="22"/>
        </w:rPr>
        <w:t>. část,“ která je nedílnou součástí této smlouvy.</w:t>
      </w:r>
    </w:p>
    <w:p w:rsidR="000824E2" w:rsidRDefault="000824E2" w:rsidP="00EB54FF">
      <w:pPr>
        <w:jc w:val="both"/>
        <w:outlineLvl w:val="0"/>
        <w:rPr>
          <w:rFonts w:ascii="Arial Narrow" w:hAnsi="Arial Narrow"/>
          <w:sz w:val="22"/>
          <w:szCs w:val="22"/>
        </w:rPr>
      </w:pPr>
    </w:p>
    <w:p w:rsidR="000824E2" w:rsidRPr="003757F5" w:rsidRDefault="000824E2" w:rsidP="00EB54FF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III. Čas a místo plnění a jeho předání </w:t>
      </w:r>
    </w:p>
    <w:p w:rsidR="000824E2" w:rsidRPr="003757F5" w:rsidRDefault="000824E2" w:rsidP="004A7564">
      <w:pPr>
        <w:jc w:val="both"/>
        <w:rPr>
          <w:rFonts w:ascii="Arial Narrow" w:hAnsi="Arial Narrow"/>
          <w:sz w:val="22"/>
          <w:szCs w:val="22"/>
        </w:rPr>
      </w:pPr>
    </w:p>
    <w:p w:rsidR="000824E2" w:rsidRPr="003757F5" w:rsidRDefault="000824E2" w:rsidP="00A12917">
      <w:pPr>
        <w:numPr>
          <w:ilvl w:val="0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Plnění zakázky bude zahájeno dnem podpisu smlouvy s předpokladem dodání zakázky co nejdříve, nejpozději do </w:t>
      </w:r>
      <w:r>
        <w:rPr>
          <w:rFonts w:ascii="Arial Narrow" w:hAnsi="Arial Narrow"/>
          <w:sz w:val="22"/>
          <w:szCs w:val="22"/>
        </w:rPr>
        <w:t>60 dnů po podpisu kupní smlouvy</w:t>
      </w:r>
      <w:r w:rsidRPr="003757F5">
        <w:rPr>
          <w:rFonts w:ascii="Arial Narrow" w:hAnsi="Arial Narrow"/>
          <w:sz w:val="22"/>
          <w:szCs w:val="22"/>
        </w:rPr>
        <w:t>.</w:t>
      </w:r>
    </w:p>
    <w:p w:rsidR="000824E2" w:rsidRPr="003757F5" w:rsidRDefault="000824E2" w:rsidP="00A12917">
      <w:pPr>
        <w:numPr>
          <w:ilvl w:val="0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O předání plnění bude sepsán a oběma smluvními stranami podepsán předávací protokol.</w:t>
      </w:r>
    </w:p>
    <w:p w:rsidR="000824E2" w:rsidRPr="003757F5" w:rsidRDefault="000824E2" w:rsidP="00A12917">
      <w:pPr>
        <w:numPr>
          <w:ilvl w:val="0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Nebude-li předávané plnění prosto vad či nedodělků, objednatel uvede zjištěné vady či nedodělky do předávacího protokolu, příp. je písemně oznámí dodavateli do doby splatnosti faktury a zároveň stanoví dodavateli lhůtu k jejich odstranění. Předání plnění s vadami či nedodělky není splněním dodavatelova závazku, pokud objednatel v protokolu neuvede, že plnění s vytknutými vadami a nedodělky přebírá.</w:t>
      </w:r>
    </w:p>
    <w:p w:rsidR="000824E2" w:rsidRPr="009F5897" w:rsidRDefault="000824E2" w:rsidP="00A12917">
      <w:pPr>
        <w:numPr>
          <w:ilvl w:val="0"/>
          <w:numId w:val="8"/>
        </w:numPr>
        <w:jc w:val="both"/>
        <w:rPr>
          <w:rFonts w:ascii="Arial Narrow" w:hAnsi="Arial Narrow"/>
          <w:b/>
          <w:bCs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Místem plnění objednávky je</w:t>
      </w:r>
      <w:r>
        <w:rPr>
          <w:rFonts w:ascii="Arial Narrow" w:hAnsi="Arial Narrow"/>
          <w:sz w:val="22"/>
          <w:szCs w:val="22"/>
        </w:rPr>
        <w:t xml:space="preserve"> Knihovna univerzitního kampusu, </w:t>
      </w:r>
      <w:r w:rsidRPr="009F5897">
        <w:rPr>
          <w:rFonts w:ascii="Arial Narrow" w:hAnsi="Arial Narrow"/>
          <w:sz w:val="22"/>
          <w:szCs w:val="22"/>
        </w:rPr>
        <w:t>bud. A9/210</w:t>
      </w:r>
      <w:r>
        <w:rPr>
          <w:rFonts w:ascii="Arial Narrow" w:hAnsi="Arial Narrow"/>
          <w:sz w:val="22"/>
          <w:szCs w:val="22"/>
        </w:rPr>
        <w:t>,</w:t>
      </w:r>
      <w:r w:rsidRPr="009F5897">
        <w:rPr>
          <w:rFonts w:ascii="Arial Narrow" w:hAnsi="Arial Narrow"/>
          <w:sz w:val="22"/>
          <w:szCs w:val="22"/>
        </w:rPr>
        <w:t> </w:t>
      </w:r>
      <w:hyperlink r:id="rId7" w:history="1">
        <w:r w:rsidRPr="009F5897">
          <w:rPr>
            <w:rStyle w:val="Hyperlink"/>
            <w:rFonts w:ascii="Arial Narrow" w:hAnsi="Arial Narrow"/>
            <w:color w:val="auto"/>
            <w:sz w:val="22"/>
            <w:szCs w:val="22"/>
            <w:u w:val="none"/>
          </w:rPr>
          <w:t>Kamenice 753/5, Bohunice, Brno</w:t>
        </w:r>
      </w:hyperlink>
      <w:r>
        <w:rPr>
          <w:rFonts w:ascii="Arial Narrow" w:hAnsi="Arial Narrow"/>
          <w:sz w:val="22"/>
          <w:szCs w:val="22"/>
        </w:rPr>
        <w:t xml:space="preserve">. Kontaktní osoba pro dodání: </w:t>
      </w:r>
      <w:r w:rsidRPr="009F5897">
        <w:rPr>
          <w:rFonts w:ascii="Arial Narrow" w:hAnsi="Arial Narrow"/>
          <w:bCs/>
          <w:sz w:val="22"/>
          <w:szCs w:val="22"/>
        </w:rPr>
        <w:t>Martina Stodůlková</w:t>
      </w:r>
      <w:r>
        <w:rPr>
          <w:rFonts w:ascii="Arial Narrow" w:hAnsi="Arial Narrow"/>
          <w:bCs/>
          <w:sz w:val="22"/>
          <w:szCs w:val="22"/>
        </w:rPr>
        <w:t xml:space="preserve">, tel.: </w:t>
      </w:r>
      <w:r w:rsidRPr="009F5897">
        <w:rPr>
          <w:rFonts w:ascii="Arial Narrow" w:hAnsi="Arial Narrow"/>
          <w:bCs/>
          <w:sz w:val="22"/>
          <w:szCs w:val="22"/>
        </w:rPr>
        <w:t>549 49 4910</w:t>
      </w:r>
      <w:r>
        <w:rPr>
          <w:rFonts w:ascii="Arial Narrow" w:hAnsi="Arial Narrow"/>
          <w:bCs/>
          <w:sz w:val="22"/>
          <w:szCs w:val="22"/>
        </w:rPr>
        <w:t xml:space="preserve">, email: </w:t>
      </w:r>
      <w:hyperlink r:id="rId8" w:history="1">
        <w:r w:rsidRPr="009F5897">
          <w:rPr>
            <w:rStyle w:val="Hyperlink"/>
            <w:rFonts w:ascii="Arial Narrow" w:hAnsi="Arial Narrow"/>
            <w:bCs/>
            <w:color w:val="auto"/>
            <w:sz w:val="22"/>
            <w:szCs w:val="22"/>
            <w:u w:val="none"/>
          </w:rPr>
          <w:t>mstodul@ukb.muni.cz</w:t>
        </w:r>
      </w:hyperlink>
    </w:p>
    <w:p w:rsidR="000824E2" w:rsidRPr="003757F5" w:rsidRDefault="000824E2" w:rsidP="00A12917">
      <w:pPr>
        <w:numPr>
          <w:ilvl w:val="0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Předáním plnění se rozumí jeho osobní odevzdání </w:t>
      </w:r>
      <w:r>
        <w:rPr>
          <w:rFonts w:ascii="Arial Narrow" w:hAnsi="Arial Narrow"/>
          <w:sz w:val="22"/>
          <w:szCs w:val="22"/>
        </w:rPr>
        <w:t xml:space="preserve">objednateli </w:t>
      </w:r>
      <w:r w:rsidRPr="003757F5">
        <w:rPr>
          <w:rFonts w:ascii="Arial Narrow" w:hAnsi="Arial Narrow"/>
          <w:sz w:val="22"/>
          <w:szCs w:val="22"/>
        </w:rPr>
        <w:t>.</w:t>
      </w:r>
    </w:p>
    <w:p w:rsidR="000824E2" w:rsidRPr="003757F5" w:rsidRDefault="000824E2" w:rsidP="004A7564">
      <w:pPr>
        <w:pStyle w:val="Import1"/>
        <w:spacing w:after="80" w:line="240" w:lineRule="auto"/>
        <w:ind w:left="708" w:hanging="348"/>
        <w:jc w:val="both"/>
        <w:rPr>
          <w:rFonts w:ascii="Arial Narrow" w:hAnsi="Arial Narrow"/>
          <w:sz w:val="22"/>
          <w:szCs w:val="22"/>
        </w:rPr>
      </w:pPr>
    </w:p>
    <w:p w:rsidR="000824E2" w:rsidRPr="003757F5" w:rsidRDefault="000824E2" w:rsidP="00F27B73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IV. Cena</w:t>
      </w:r>
    </w:p>
    <w:p w:rsidR="000824E2" w:rsidRPr="003757F5" w:rsidRDefault="000824E2" w:rsidP="00F27B73">
      <w:pPr>
        <w:jc w:val="both"/>
        <w:rPr>
          <w:rFonts w:ascii="Arial Narrow" w:hAnsi="Arial Narrow"/>
          <w:sz w:val="22"/>
          <w:szCs w:val="22"/>
        </w:rPr>
      </w:pPr>
    </w:p>
    <w:p w:rsidR="000824E2" w:rsidRPr="003B318E" w:rsidRDefault="000824E2" w:rsidP="00F27B73">
      <w:pPr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3B318E">
        <w:rPr>
          <w:rFonts w:ascii="Arial Narrow" w:hAnsi="Arial Narrow"/>
          <w:sz w:val="22"/>
          <w:szCs w:val="22"/>
        </w:rPr>
        <w:t>Objednatel se zavazuje zaplatit dodavateli  vzájemně  dohodnutou  kupní  cenu ve výši:</w:t>
      </w:r>
    </w:p>
    <w:p w:rsidR="000824E2" w:rsidRPr="003B318E" w:rsidRDefault="000824E2" w:rsidP="000C3681">
      <w:pPr>
        <w:numPr>
          <w:ilvl w:val="1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3B318E">
        <w:rPr>
          <w:rFonts w:ascii="Arial Narrow" w:hAnsi="Arial Narrow"/>
          <w:sz w:val="22"/>
          <w:szCs w:val="22"/>
        </w:rPr>
        <w:t>1. část:  ……..bez  DPH,  ………..      DPH   …………..    s DPH</w:t>
      </w:r>
    </w:p>
    <w:p w:rsidR="000824E2" w:rsidRDefault="000824E2" w:rsidP="000C3681">
      <w:pPr>
        <w:numPr>
          <w:ilvl w:val="1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3B318E">
        <w:rPr>
          <w:rFonts w:ascii="Arial Narrow" w:hAnsi="Arial Narrow"/>
          <w:sz w:val="22"/>
          <w:szCs w:val="22"/>
        </w:rPr>
        <w:t>2. část: ……..bez  DPH,  ………..      DPH   …………..    s</w:t>
      </w:r>
      <w:r>
        <w:rPr>
          <w:rFonts w:ascii="Arial Narrow" w:hAnsi="Arial Narrow"/>
          <w:sz w:val="22"/>
          <w:szCs w:val="22"/>
        </w:rPr>
        <w:t> </w:t>
      </w:r>
      <w:r w:rsidRPr="003B318E">
        <w:rPr>
          <w:rFonts w:ascii="Arial Narrow" w:hAnsi="Arial Narrow"/>
          <w:sz w:val="22"/>
          <w:szCs w:val="22"/>
        </w:rPr>
        <w:t>DPH</w:t>
      </w:r>
    </w:p>
    <w:p w:rsidR="000824E2" w:rsidRPr="003B318E" w:rsidRDefault="000824E2" w:rsidP="009F5897">
      <w:pPr>
        <w:numPr>
          <w:ilvl w:val="1"/>
          <w:numId w:val="4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3</w:t>
      </w:r>
      <w:r w:rsidRPr="003B318E">
        <w:rPr>
          <w:rFonts w:ascii="Arial Narrow" w:hAnsi="Arial Narrow"/>
          <w:sz w:val="22"/>
          <w:szCs w:val="22"/>
        </w:rPr>
        <w:t>. část: ……..bez  DPH,  ………..      DPH   …………..    s DPH</w:t>
      </w:r>
    </w:p>
    <w:p w:rsidR="000824E2" w:rsidRPr="003B318E" w:rsidRDefault="000824E2" w:rsidP="000C3681">
      <w:pPr>
        <w:numPr>
          <w:ilvl w:val="1"/>
          <w:numId w:val="4"/>
        </w:numPr>
        <w:jc w:val="both"/>
        <w:rPr>
          <w:rFonts w:ascii="Arial Narrow" w:hAnsi="Arial Narrow"/>
          <w:sz w:val="22"/>
          <w:szCs w:val="22"/>
        </w:rPr>
      </w:pPr>
    </w:p>
    <w:p w:rsidR="000824E2" w:rsidRDefault="000824E2" w:rsidP="000C3681">
      <w:pPr>
        <w:ind w:left="708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Celkem: .............</w:t>
      </w:r>
      <w:r w:rsidRPr="003B318E">
        <w:rPr>
          <w:rFonts w:ascii="Arial Narrow" w:hAnsi="Arial Narrow"/>
          <w:b/>
          <w:sz w:val="22"/>
          <w:szCs w:val="22"/>
        </w:rPr>
        <w:t xml:space="preserve"> ……..bez  DPH,  ………..      DPH   …………..    s</w:t>
      </w:r>
      <w:r>
        <w:rPr>
          <w:rFonts w:ascii="Arial Narrow" w:hAnsi="Arial Narrow"/>
          <w:b/>
          <w:sz w:val="22"/>
          <w:szCs w:val="22"/>
        </w:rPr>
        <w:t> </w:t>
      </w:r>
      <w:r w:rsidRPr="003B318E">
        <w:rPr>
          <w:rFonts w:ascii="Arial Narrow" w:hAnsi="Arial Narrow"/>
          <w:b/>
          <w:sz w:val="22"/>
          <w:szCs w:val="22"/>
        </w:rPr>
        <w:t>DPH</w:t>
      </w:r>
    </w:p>
    <w:p w:rsidR="000824E2" w:rsidRDefault="000824E2" w:rsidP="000C3681">
      <w:pPr>
        <w:ind w:left="708"/>
        <w:jc w:val="both"/>
        <w:rPr>
          <w:rFonts w:ascii="Arial Narrow" w:hAnsi="Arial Narrow"/>
          <w:b/>
          <w:sz w:val="22"/>
          <w:szCs w:val="22"/>
        </w:rPr>
      </w:pPr>
    </w:p>
    <w:p w:rsidR="000824E2" w:rsidRPr="007D0989" w:rsidRDefault="000824E2" w:rsidP="000C3681">
      <w:pPr>
        <w:ind w:left="708"/>
        <w:jc w:val="both"/>
        <w:rPr>
          <w:rFonts w:ascii="Arial Narrow" w:hAnsi="Arial Narrow"/>
          <w:sz w:val="22"/>
          <w:szCs w:val="22"/>
        </w:rPr>
      </w:pPr>
    </w:p>
    <w:p w:rsidR="000824E2" w:rsidRPr="003B318E" w:rsidRDefault="000824E2" w:rsidP="00F27B73">
      <w:pPr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3B318E">
        <w:rPr>
          <w:rFonts w:ascii="Arial Narrow" w:hAnsi="Arial Narrow"/>
          <w:sz w:val="22"/>
          <w:szCs w:val="22"/>
        </w:rPr>
        <w:t>Kupní cena je po položkách specifikována v příloze č. 2 této smlouvy „Položkový rozpočet</w:t>
      </w:r>
      <w:r>
        <w:rPr>
          <w:rFonts w:ascii="Arial Narrow" w:hAnsi="Arial Narrow"/>
          <w:sz w:val="22"/>
          <w:szCs w:val="22"/>
        </w:rPr>
        <w:t>,</w:t>
      </w:r>
      <w:r w:rsidRPr="003B318E">
        <w:rPr>
          <w:rFonts w:ascii="Arial Narrow" w:hAnsi="Arial Narrow"/>
          <w:sz w:val="22"/>
          <w:szCs w:val="22"/>
        </w:rPr>
        <w:t>“</w:t>
      </w:r>
      <w:r>
        <w:rPr>
          <w:rFonts w:ascii="Arial Narrow" w:hAnsi="Arial Narrow"/>
          <w:sz w:val="22"/>
          <w:szCs w:val="22"/>
        </w:rPr>
        <w:t xml:space="preserve"> která je nedílnou součástí této smlouvy.</w:t>
      </w:r>
    </w:p>
    <w:p w:rsidR="000824E2" w:rsidRPr="003757F5" w:rsidRDefault="000824E2" w:rsidP="00F27B73">
      <w:pPr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Daň z přidané hodnoty bude účtována ve výši určené podle právních předpisů platných ke dni uskutečnění zdanitelného plnění.</w:t>
      </w:r>
    </w:p>
    <w:p w:rsidR="000824E2" w:rsidRPr="003757F5" w:rsidRDefault="000824E2" w:rsidP="00F27B73">
      <w:pPr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Celková cena obsahuje veškeré náklady nutné pro činnosti spojené s dodáním a předáním zboží. Dopravu zboží do místa plnění je také zahrnuta v ceně zboží a zajistí ji na své nebezpečí dodavatel.</w:t>
      </w:r>
    </w:p>
    <w:p w:rsidR="000824E2" w:rsidRPr="003757F5" w:rsidRDefault="000824E2" w:rsidP="00F27B73">
      <w:pPr>
        <w:jc w:val="both"/>
        <w:rPr>
          <w:rFonts w:ascii="Arial Narrow" w:hAnsi="Arial Narrow"/>
          <w:sz w:val="22"/>
          <w:szCs w:val="22"/>
        </w:rPr>
      </w:pPr>
    </w:p>
    <w:p w:rsidR="000824E2" w:rsidRPr="003757F5" w:rsidRDefault="000824E2" w:rsidP="00F27B73">
      <w:pPr>
        <w:jc w:val="both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</w:t>
      </w:r>
      <w:r w:rsidRPr="003757F5">
        <w:rPr>
          <w:rFonts w:ascii="Arial Narrow" w:hAnsi="Arial Narrow"/>
          <w:sz w:val="22"/>
          <w:szCs w:val="22"/>
        </w:rPr>
        <w:t>. Platební podmínky</w:t>
      </w:r>
    </w:p>
    <w:p w:rsidR="000824E2" w:rsidRPr="003757F5" w:rsidRDefault="000824E2" w:rsidP="00F27B73">
      <w:pPr>
        <w:jc w:val="both"/>
        <w:rPr>
          <w:rFonts w:ascii="Arial Narrow" w:hAnsi="Arial Narrow"/>
          <w:sz w:val="22"/>
          <w:szCs w:val="22"/>
        </w:rPr>
      </w:pPr>
    </w:p>
    <w:p w:rsidR="000824E2" w:rsidRPr="003757F5" w:rsidRDefault="000824E2" w:rsidP="00FF4B13">
      <w:pPr>
        <w:numPr>
          <w:ilvl w:val="0"/>
          <w:numId w:val="6"/>
        </w:numPr>
        <w:tabs>
          <w:tab w:val="clear" w:pos="108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Objednatel nebude poskytovat dodavateli zálohy.</w:t>
      </w:r>
    </w:p>
    <w:p w:rsidR="000824E2" w:rsidRPr="003757F5" w:rsidRDefault="000824E2" w:rsidP="00FF4B13">
      <w:pPr>
        <w:pStyle w:val="BodyTextIndent3"/>
        <w:numPr>
          <w:ilvl w:val="0"/>
          <w:numId w:val="6"/>
        </w:numPr>
        <w:tabs>
          <w:tab w:val="clear" w:pos="1080"/>
          <w:tab w:val="num" w:pos="720"/>
        </w:tabs>
        <w:spacing w:after="0"/>
        <w:ind w:left="72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Dodavateli vzniká právo účtovat cenu dnem předání a převzetí plnění prostého vad a nedodělků.</w:t>
      </w:r>
    </w:p>
    <w:p w:rsidR="000824E2" w:rsidRPr="003757F5" w:rsidRDefault="000824E2" w:rsidP="00FF4B13">
      <w:pPr>
        <w:numPr>
          <w:ilvl w:val="0"/>
          <w:numId w:val="6"/>
        </w:numPr>
        <w:tabs>
          <w:tab w:val="clear" w:pos="108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Faktura bude vystavena na základě předávacího protokolu podepsaného oběma smluvními stranami. Dnem zdanitelného plnění je den podepsání předávacího protokolu oběma smluvními stranami.</w:t>
      </w:r>
    </w:p>
    <w:p w:rsidR="000824E2" w:rsidRPr="003757F5" w:rsidRDefault="000824E2" w:rsidP="00FF4B13">
      <w:pPr>
        <w:numPr>
          <w:ilvl w:val="0"/>
          <w:numId w:val="6"/>
        </w:numPr>
        <w:tabs>
          <w:tab w:val="clear" w:pos="108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Faktura bude mít náležitosti daňového dokladu dle zákona 235/2004 Sb., o dani z přidané hodnoty, v platném znění, zákona č. 563/ 1991 Sb., o účetnictví, v platném znění, a náležitosti obchodní listiny dle § 13a obchodního zákoníku. Nebude-li faktura obsahovat některou náležitost je objednatel oprávněn fakturu před uplynutím lhůty splatnosti vrátit dodavateli k provedení opravy. V takovém případě nelze uplatnit zákonné příslušenství (úrok z prodlení). Lhůta splatnosti počíná běžet opět ode dne doručení opravené faktury.</w:t>
      </w:r>
    </w:p>
    <w:p w:rsidR="000824E2" w:rsidRPr="003757F5" w:rsidRDefault="000824E2" w:rsidP="00FF4B13">
      <w:pPr>
        <w:numPr>
          <w:ilvl w:val="0"/>
          <w:numId w:val="6"/>
        </w:numPr>
        <w:tabs>
          <w:tab w:val="clear" w:pos="108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Splatnost faktury se sjednává v délce 30 dnů od jejich obdržení objednatelem. </w:t>
      </w:r>
    </w:p>
    <w:p w:rsidR="000824E2" w:rsidRPr="003757F5" w:rsidRDefault="000824E2" w:rsidP="00F27B73">
      <w:pPr>
        <w:jc w:val="both"/>
        <w:rPr>
          <w:rFonts w:ascii="Arial Narrow" w:hAnsi="Arial Narrow"/>
          <w:sz w:val="22"/>
          <w:szCs w:val="22"/>
        </w:rPr>
      </w:pPr>
    </w:p>
    <w:p w:rsidR="000824E2" w:rsidRPr="003757F5" w:rsidRDefault="000824E2" w:rsidP="00F27B73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V</w:t>
      </w:r>
      <w:r>
        <w:rPr>
          <w:rFonts w:ascii="Arial Narrow" w:hAnsi="Arial Narrow"/>
          <w:sz w:val="22"/>
          <w:szCs w:val="22"/>
        </w:rPr>
        <w:t>I</w:t>
      </w:r>
      <w:r w:rsidRPr="003757F5">
        <w:rPr>
          <w:rFonts w:ascii="Arial Narrow" w:hAnsi="Arial Narrow"/>
          <w:sz w:val="22"/>
          <w:szCs w:val="22"/>
        </w:rPr>
        <w:t>. Smluvní pokuty</w:t>
      </w:r>
    </w:p>
    <w:p w:rsidR="000824E2" w:rsidRPr="003757F5" w:rsidRDefault="000824E2" w:rsidP="00F27B73">
      <w:pPr>
        <w:ind w:left="454" w:hanging="634"/>
        <w:jc w:val="both"/>
        <w:rPr>
          <w:rFonts w:ascii="Arial Narrow" w:hAnsi="Arial Narrow"/>
          <w:sz w:val="22"/>
          <w:szCs w:val="22"/>
        </w:rPr>
      </w:pPr>
    </w:p>
    <w:p w:rsidR="000824E2" w:rsidRPr="003757F5" w:rsidRDefault="000824E2" w:rsidP="00F27B73">
      <w:pPr>
        <w:ind w:left="720" w:hanging="36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1.</w:t>
      </w:r>
      <w:r w:rsidRPr="003757F5">
        <w:rPr>
          <w:rFonts w:ascii="Arial Narrow" w:hAnsi="Arial Narrow"/>
          <w:sz w:val="22"/>
          <w:szCs w:val="22"/>
        </w:rPr>
        <w:tab/>
        <w:t xml:space="preserve">V případě prodlení dodavatele s termínem plnění je objednatel oprávněn účtovat smluvní pokutu ve výši 0,1 % z ceny za každý i započatý den prodlení. </w:t>
      </w:r>
    </w:p>
    <w:p w:rsidR="000824E2" w:rsidRPr="003757F5" w:rsidRDefault="000824E2" w:rsidP="00F27B73">
      <w:pPr>
        <w:ind w:left="720" w:hanging="36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2.</w:t>
      </w:r>
      <w:r w:rsidRPr="003757F5">
        <w:rPr>
          <w:rFonts w:ascii="Arial Narrow" w:hAnsi="Arial Narrow"/>
          <w:sz w:val="22"/>
          <w:szCs w:val="22"/>
        </w:rPr>
        <w:tab/>
        <w:t>V případě prodlení objednatele s úhradou ceny za poskytnuté plnění, je dodavatel oprávněn účtovat objednateli smluvní pokutu ve výši 0,05 % z dlužné částky za každý den prodlení.</w:t>
      </w:r>
    </w:p>
    <w:p w:rsidR="000824E2" w:rsidRPr="003757F5" w:rsidRDefault="000824E2" w:rsidP="00F27B73">
      <w:pPr>
        <w:ind w:left="720" w:hanging="36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3.</w:t>
      </w:r>
      <w:r w:rsidRPr="003757F5">
        <w:rPr>
          <w:rFonts w:ascii="Arial Narrow" w:hAnsi="Arial Narrow"/>
          <w:sz w:val="22"/>
          <w:szCs w:val="22"/>
        </w:rPr>
        <w:tab/>
        <w:t xml:space="preserve">Jestliže dodavatel neodstraní vady či nedodělky předmětu plnění ve sjednaném termínu uvedeném v předávacím protokolu, zaplatí smluvní pokutu ve výši 1.000,- Kč (slovy jedentisíc korun českých) za každý i započatý den prodlení a reklamovanou vadu či nedodělek. </w:t>
      </w:r>
    </w:p>
    <w:p w:rsidR="000824E2" w:rsidRPr="003757F5" w:rsidRDefault="000824E2" w:rsidP="00F27B73">
      <w:pPr>
        <w:ind w:left="720" w:hanging="36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4.</w:t>
      </w:r>
      <w:r w:rsidRPr="003757F5">
        <w:rPr>
          <w:rFonts w:ascii="Arial Narrow" w:hAnsi="Arial Narrow"/>
          <w:sz w:val="22"/>
          <w:szCs w:val="22"/>
        </w:rPr>
        <w:tab/>
        <w:t>V případě, že nebude dodavatelem plnění poskytnuto vůbec, v důsledku čehož dojde k odstoupení od smlouvy ze strany objednatele a nedojde ani k zahájení plnění konkrétní objednávky, je objednatel oprávněn dodavateli účtovat smluvní pokutu ve výši 10 000,- Kč (slovy desettisíc korun českých).</w:t>
      </w:r>
    </w:p>
    <w:p w:rsidR="000824E2" w:rsidRPr="003757F5" w:rsidRDefault="000824E2" w:rsidP="00F27B73">
      <w:pPr>
        <w:ind w:left="720" w:hanging="36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5. </w:t>
      </w:r>
      <w:r w:rsidRPr="003757F5">
        <w:rPr>
          <w:rFonts w:ascii="Arial Narrow" w:hAnsi="Arial Narrow"/>
          <w:sz w:val="22"/>
          <w:szCs w:val="22"/>
        </w:rPr>
        <w:tab/>
        <w:t>Smluvní pokuta se platí nezávisle na tom, zda a v jaké výši vznikne škoda, kterou lze vymáhat samostatně.</w:t>
      </w:r>
    </w:p>
    <w:p w:rsidR="000824E2" w:rsidRPr="003757F5" w:rsidRDefault="000824E2" w:rsidP="00F27B73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0824E2" w:rsidRPr="003757F5" w:rsidRDefault="000824E2" w:rsidP="00F27B73">
      <w:pPr>
        <w:jc w:val="both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VI</w:t>
      </w:r>
      <w:r w:rsidRPr="003757F5">
        <w:rPr>
          <w:rFonts w:ascii="Arial Narrow" w:hAnsi="Arial Narrow"/>
          <w:sz w:val="22"/>
          <w:szCs w:val="22"/>
        </w:rPr>
        <w:t>I. Záruka a odpovědnost</w:t>
      </w:r>
    </w:p>
    <w:p w:rsidR="000824E2" w:rsidRPr="003757F5" w:rsidRDefault="000824E2" w:rsidP="00F27B73">
      <w:pPr>
        <w:jc w:val="both"/>
        <w:rPr>
          <w:rFonts w:ascii="Arial Narrow" w:hAnsi="Arial Narrow"/>
          <w:b/>
          <w:sz w:val="22"/>
          <w:szCs w:val="22"/>
        </w:rPr>
      </w:pPr>
    </w:p>
    <w:p w:rsidR="000824E2" w:rsidRPr="003757F5" w:rsidRDefault="000824E2" w:rsidP="00F27B7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Dodavatel poskytuje objednateli záruku na zboží v délce 24 měsíců ode dne dodání plnění bez vad a nedodělků (dále také záruční lhůta).</w:t>
      </w:r>
    </w:p>
    <w:p w:rsidR="000824E2" w:rsidRPr="003757F5" w:rsidRDefault="000824E2" w:rsidP="00F27B7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Reklamace množstevních vad musí uplatnit objednatel při převzetí plnění. V případě jejího uznání musí dodavatel dodat objednateli odpovídající množství reklamovaného plnění v požadované kvalitě nebo vystavit dobropis, a to do 14 dnů od uznání reklamace.</w:t>
      </w:r>
    </w:p>
    <w:p w:rsidR="000824E2" w:rsidRPr="003757F5" w:rsidRDefault="000824E2" w:rsidP="00F27B7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Jakoukoliv reklamaci ohledně kvality zboží musí objednatel uplatnit nejpozději poslední den záruční lhůty.</w:t>
      </w:r>
    </w:p>
    <w:p w:rsidR="000824E2" w:rsidRPr="003757F5" w:rsidRDefault="000824E2" w:rsidP="00F27B7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Každá reklamace musí být uplatněna písemně, e-mailem nebo faxem a musí obsahovat tyto údaje:</w:t>
      </w:r>
    </w:p>
    <w:p w:rsidR="000824E2" w:rsidRPr="003757F5" w:rsidRDefault="000824E2" w:rsidP="00F27B73">
      <w:pPr>
        <w:numPr>
          <w:ilvl w:val="1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druh a množství reklamovaných zboží</w:t>
      </w:r>
    </w:p>
    <w:p w:rsidR="000824E2" w:rsidRPr="003757F5" w:rsidRDefault="000824E2" w:rsidP="00F27B73">
      <w:pPr>
        <w:numPr>
          <w:ilvl w:val="1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úplný a přesný popis závady</w:t>
      </w:r>
    </w:p>
    <w:p w:rsidR="000824E2" w:rsidRPr="003757F5" w:rsidRDefault="000824E2" w:rsidP="00F27B73">
      <w:pPr>
        <w:numPr>
          <w:ilvl w:val="1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datum dodání zboží</w:t>
      </w:r>
    </w:p>
    <w:p w:rsidR="000824E2" w:rsidRPr="003757F5" w:rsidRDefault="000824E2" w:rsidP="00F27B7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iCs/>
          <w:sz w:val="22"/>
          <w:szCs w:val="22"/>
        </w:rPr>
        <w:t>Pro případ vady zboží má objednatel právo požadovat a dodavatel povinnost poskytnout bezplatné odstranění vady bez zbytečného odkladu do 14 dnů po obdržení reklamace od objednatele.</w:t>
      </w:r>
    </w:p>
    <w:p w:rsidR="000824E2" w:rsidRPr="003757F5" w:rsidRDefault="000824E2" w:rsidP="00F27B73">
      <w:pPr>
        <w:ind w:left="705" w:hanging="345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6. </w:t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iCs/>
          <w:sz w:val="22"/>
          <w:szCs w:val="22"/>
        </w:rPr>
        <w:t>Vznikne-li porušením povinností ze strany dodavatele objednateli škoda, postupuje se podle příslušných ustanovení obchodního zákoníku.</w:t>
      </w:r>
    </w:p>
    <w:p w:rsidR="000824E2" w:rsidRPr="003757F5" w:rsidRDefault="000824E2" w:rsidP="00F27B73">
      <w:pPr>
        <w:jc w:val="both"/>
        <w:rPr>
          <w:rFonts w:ascii="Arial Narrow" w:hAnsi="Arial Narrow"/>
          <w:sz w:val="22"/>
          <w:szCs w:val="22"/>
        </w:rPr>
      </w:pPr>
    </w:p>
    <w:p w:rsidR="000824E2" w:rsidRPr="003757F5" w:rsidRDefault="000824E2" w:rsidP="00F27B73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VIII. Ostatní ujednání</w:t>
      </w:r>
    </w:p>
    <w:p w:rsidR="000824E2" w:rsidRPr="003757F5" w:rsidRDefault="000824E2" w:rsidP="00F27B73">
      <w:pPr>
        <w:jc w:val="both"/>
        <w:rPr>
          <w:rFonts w:ascii="Arial Narrow" w:hAnsi="Arial Narrow"/>
          <w:sz w:val="22"/>
          <w:szCs w:val="22"/>
        </w:rPr>
      </w:pPr>
    </w:p>
    <w:p w:rsidR="000824E2" w:rsidRPr="003757F5" w:rsidRDefault="000824E2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Dnem předání a převzetí zboží bez vad a nedodělků se objednatel stává jeho vlastníkem. </w:t>
      </w:r>
    </w:p>
    <w:p w:rsidR="000824E2" w:rsidRPr="003757F5" w:rsidRDefault="000824E2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Kterákoli ze smluvních stran může od této smlouvy odstoupit pouze z důvodů vyplývajících ze zákona nebo při podstatném porušení této smlouvy.</w:t>
      </w:r>
    </w:p>
    <w:p w:rsidR="000824E2" w:rsidRPr="003757F5" w:rsidRDefault="000824E2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Za  podstatné porušení této smlouvy se považuje zejm.: </w:t>
      </w:r>
    </w:p>
    <w:p w:rsidR="000824E2" w:rsidRPr="003757F5" w:rsidRDefault="000824E2" w:rsidP="00F27B73">
      <w:pPr>
        <w:ind w:left="708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- překročení sjednaného termínu pro předání plnění o 14 dnů nebo </w:t>
      </w:r>
    </w:p>
    <w:p w:rsidR="000824E2" w:rsidRPr="003757F5" w:rsidRDefault="000824E2" w:rsidP="00F27B73">
      <w:pPr>
        <w:ind w:left="708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- plnění provedené s vadami bránícími jeho řádnému užívání, případně s vadami neodstranitelnými nebo plnění není splněno vůbec či nedojde ani k zahájení plnění nebo</w:t>
      </w:r>
    </w:p>
    <w:p w:rsidR="000824E2" w:rsidRPr="003757F5" w:rsidRDefault="000824E2" w:rsidP="00F27B73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- překročení ceny.</w:t>
      </w:r>
    </w:p>
    <w:p w:rsidR="000824E2" w:rsidRPr="003757F5" w:rsidRDefault="000824E2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Dodavatel se zavazuje umožnit všem subjektům oprávněným k výkonu kontroly projektu, z jehož prostředků je dodávka hrazena, provést kontrolu dokladů souvisejících s této plněním zakázky, a to podobu danou právními předpisy ČR k jejich archivaci (zákon č. 563/1991 Sb., o účetnictví, a zákon č. 235/2004 Sb., o dani z přidané hodnoty), nejméně však do roku </w:t>
      </w:r>
      <w:smartTag w:uri="urn:schemas-microsoft-com:office:smarttags" w:element="metricconverter">
        <w:smartTagPr>
          <w:attr w:name="ProductID" w:val="2025 a"/>
        </w:smartTagPr>
        <w:r w:rsidRPr="003757F5">
          <w:rPr>
            <w:rFonts w:ascii="Arial Narrow" w:hAnsi="Arial Narrow"/>
            <w:sz w:val="22"/>
            <w:szCs w:val="22"/>
          </w:rPr>
          <w:t>2025 a</w:t>
        </w:r>
      </w:smartTag>
      <w:r w:rsidRPr="003757F5">
        <w:rPr>
          <w:rFonts w:ascii="Arial Narrow" w:hAnsi="Arial Narrow"/>
          <w:sz w:val="22"/>
          <w:szCs w:val="22"/>
        </w:rPr>
        <w:t xml:space="preserve"> po tuto dobu doklady související s plněním této zakázky archivovat.</w:t>
      </w:r>
    </w:p>
    <w:p w:rsidR="000824E2" w:rsidRPr="003757F5" w:rsidRDefault="000824E2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Tuto smlouvu lze měnit nebo doplňovat pouze písemnou formou a jakákoliv změna či doplnění smlouvy musí být výslovně nazvána dodatek ke smlouvě, pořadově očíslovaný a potvrzený oprávněnými osobami smluvních stran.</w:t>
      </w:r>
    </w:p>
    <w:p w:rsidR="000824E2" w:rsidRPr="003757F5" w:rsidRDefault="000824E2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Tato smlouva je vyhotovena ve čtyřech stejnopisech, z nichž dva obdrží objednatel a dva dodavatel.</w:t>
      </w:r>
    </w:p>
    <w:p w:rsidR="000824E2" w:rsidRPr="003757F5" w:rsidRDefault="000824E2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Smluvní strany se podle § 262 obchodního zákoníku dohodly, že právní vztahy založené touto smlouvou se řídí ustanoveními obchodního zákoníku. </w:t>
      </w:r>
    </w:p>
    <w:p w:rsidR="000824E2" w:rsidRPr="003757F5" w:rsidRDefault="000824E2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Smlouva nabývá platnosti a účinnosti dnem podpisu oprávněnými osobami smluvních stran.</w:t>
      </w:r>
    </w:p>
    <w:p w:rsidR="000824E2" w:rsidRDefault="000824E2" w:rsidP="00B84E8F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0824E2" w:rsidRDefault="000824E2" w:rsidP="00B84E8F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0824E2" w:rsidRPr="003757F5" w:rsidRDefault="000824E2" w:rsidP="00B84E8F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0824E2" w:rsidRPr="003757F5" w:rsidRDefault="000824E2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V Brně dne …………</w:t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  <w:t>V …………………….……... dne …………….….</w:t>
      </w:r>
    </w:p>
    <w:p w:rsidR="000824E2" w:rsidRPr="003757F5" w:rsidRDefault="000824E2" w:rsidP="004A7564">
      <w:pPr>
        <w:jc w:val="both"/>
        <w:rPr>
          <w:rFonts w:ascii="Arial Narrow" w:hAnsi="Arial Narrow"/>
          <w:sz w:val="22"/>
          <w:szCs w:val="22"/>
        </w:rPr>
      </w:pPr>
    </w:p>
    <w:p w:rsidR="000824E2" w:rsidRPr="003757F5" w:rsidRDefault="000824E2" w:rsidP="00616EEE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objednatel:</w:t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  <w:t>dodavatel:</w:t>
      </w:r>
    </w:p>
    <w:p w:rsidR="000824E2" w:rsidRDefault="000824E2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  <w:sectPr w:rsidR="000824E2" w:rsidSect="00A67718">
          <w:headerReference w:type="default" r:id="rId9"/>
          <w:footerReference w:type="default" r:id="rId10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0824E2" w:rsidRDefault="000824E2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Pr="003757F5" w:rsidRDefault="000824E2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  <w:r w:rsidRPr="003757F5">
        <w:rPr>
          <w:rFonts w:ascii="Arial Narrow" w:hAnsi="Arial Narrow"/>
          <w:b/>
          <w:sz w:val="22"/>
          <w:szCs w:val="22"/>
        </w:rPr>
        <w:t xml:space="preserve">PŘÍLOHA Č. 1 KUPNÍ SMLOUVY – </w:t>
      </w:r>
      <w:r w:rsidRPr="003757F5">
        <w:rPr>
          <w:rFonts w:ascii="Arial Narrow" w:hAnsi="Arial Narrow"/>
          <w:b/>
          <w:caps/>
          <w:sz w:val="22"/>
          <w:szCs w:val="22"/>
        </w:rPr>
        <w:t>sPECIFIKACE</w:t>
      </w:r>
      <w:r>
        <w:rPr>
          <w:rFonts w:ascii="Arial Narrow" w:hAnsi="Arial Narrow"/>
          <w:b/>
          <w:caps/>
          <w:sz w:val="22"/>
          <w:szCs w:val="22"/>
        </w:rPr>
        <w:t xml:space="preserve"> PŘEDMĚTU PLNĚNÍ – 1</w:t>
      </w:r>
      <w:r w:rsidRPr="003757F5">
        <w:rPr>
          <w:rFonts w:ascii="Arial Narrow" w:hAnsi="Arial Narrow"/>
          <w:b/>
          <w:caps/>
          <w:sz w:val="22"/>
          <w:szCs w:val="22"/>
        </w:rPr>
        <w:t>. část</w:t>
      </w:r>
    </w:p>
    <w:tbl>
      <w:tblPr>
        <w:tblW w:w="1481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235"/>
        <w:gridCol w:w="3612"/>
        <w:gridCol w:w="1608"/>
        <w:gridCol w:w="1880"/>
        <w:gridCol w:w="1260"/>
        <w:gridCol w:w="1220"/>
      </w:tblGrid>
      <w:tr w:rsidR="000824E2" w:rsidTr="00A67718">
        <w:trPr>
          <w:trHeight w:val="600"/>
        </w:trPr>
        <w:tc>
          <w:tcPr>
            <w:tcW w:w="5235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Titul 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Autor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nakladatelství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ISBN/ISSN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rok vydání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kusů</w:t>
            </w:r>
          </w:p>
        </w:tc>
      </w:tr>
      <w:tr w:rsidR="000824E2" w:rsidTr="00A67718">
        <w:trPr>
          <w:trHeight w:val="600"/>
        </w:trPr>
        <w:tc>
          <w:tcPr>
            <w:tcW w:w="5235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824E2" w:rsidRDefault="000824E2">
            <w:pPr>
              <w:rPr>
                <w:rFonts w:ascii="Arial" w:hAnsi="Arial" w:cs="Arial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4E2" w:rsidRDefault="000824E2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vAlign w:val="center"/>
          </w:tcPr>
          <w:p w:rsidR="000824E2" w:rsidRDefault="000824E2">
            <w:pPr>
              <w:rPr>
                <w:rFonts w:ascii="Arial" w:hAnsi="Arial" w:cs="Arial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824E2" w:rsidRDefault="000824E2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824E2" w:rsidRDefault="000824E2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824E2" w:rsidRDefault="000824E2">
            <w:pPr>
              <w:rPr>
                <w:rFonts w:ascii="Arial" w:hAnsi="Arial" w:cs="Arial"/>
              </w:rPr>
            </w:pPr>
          </w:p>
        </w:tc>
      </w:tr>
      <w:tr w:rsidR="000824E2" w:rsidTr="00A67718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Velký česko anglický a anglicko český slovník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Josef Fronek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E2" w:rsidRDefault="000824E2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LEDA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80-7335-071-8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5D7DD9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Metabolický syndrom</w:t>
            </w:r>
            <w:r>
              <w:rPr>
                <w:rFonts w:ascii="Arial" w:hAnsi="Arial" w:cs="Arial"/>
                <w:sz w:val="20"/>
                <w:szCs w:val="20"/>
              </w:rPr>
              <w:br/>
              <w:t>Třetí, rozšířené a přepracované vydání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Štěpán Svačina a kol.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Triton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80-7254-782-8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5D7DD9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Akutní intoxikace a léková poškození v intenzivní medicíně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Kamil Ševela, Pavel Ševčík a kol.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978-80-247-3146-9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5D7DD9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Tabulky pro medicínu prvního kontaktu</w:t>
            </w:r>
            <w:r>
              <w:rPr>
                <w:rFonts w:ascii="Arial" w:hAnsi="Arial" w:cs="Arial"/>
                <w:sz w:val="20"/>
                <w:szCs w:val="20"/>
              </w:rPr>
              <w:br/>
              <w:t>Záchranná služba, praktický lékař, lékařská služba první pomoci, urgentní příjem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Jan Bydžovský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Triton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978-80-7387-351-6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5D7DD9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Metodologie předklinického a klinického výzkumu v metabolismu, výživě, imunologii a farmakologii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Zdeněk Zadák, Jaroslav Květina, et al.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Galén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9788072627486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5D7DD9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Intenzivní péče v pediatrii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Ivan Novák et al.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Galén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9788072625123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5D7DD9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Sportovní geny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Grasgruber, P, Cacek J.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Cpress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978-80-251-1873-3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A67718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Rozvoj a diagnostika koordinačních schopností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Havel Z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UJEP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978-80-8083-950-5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A67718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Rozvoj a diagnostika rychlostních schopností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Havel Z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UJEP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978-80-7414-323-6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A67718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Prognózování vývoje výkonnosti ve stportu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Tilinger 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Karolinum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8024607662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5D7DD9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Speciální kineziologie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Ivan Dylevský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978-80-247-1648-0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824E2" w:rsidTr="005D7DD9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Fyziologie a klinické aspekty pohybové aktivity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 Máček, J. Radvanský a kol.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Galén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978-80-7262-695-3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824E2" w:rsidTr="005D7DD9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Dítě, sport a zdraví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 Kučera, P. Kolář, I. Dylevský et 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Galén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9,78807E+12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824E2" w:rsidTr="005D7DD9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Aktuální témata didaktiky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Fialová, Ludmila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Karolinum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978-80-246-1854-8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5D7DD9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Školávci v pohybu: tělesná výchova v praxi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Dvořáková Hana,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978-80-247-3733-1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5D7DD9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Aktuální témata didaktiky: školní tělesná výchova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FIALOVÁ, Ludmila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Karolinum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978-80-246-1854-8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824E2" w:rsidTr="005D7DD9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Školáci v pohybu: tělesná výchova v praxi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DVOŘÁKOVÁ, Hana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978-80-247-3733-1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824E2" w:rsidTr="005D7DD9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 na šikanu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ŘÍČAN, Pavel a Pavlína JANOŠOVÁ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978-80-247-2991-6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824E2" w:rsidTr="00A67718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Výukové metody i s praktickými ukázkami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ZORMANOVÁ, Lucie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978-80-247-4100-0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824E2" w:rsidTr="00A67718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Poblémové chování dětí a mládeže: Jak mu předcházet, jak ho eliminovat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NAVRÁTIL, Stanislav a Jan MATTIOLI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Grada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978-80-247-3672-3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824E2" w:rsidTr="00A67718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Učitel. Příprava na profesi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DYTRTOVÁ, Radmila a Marie KRHUTOVÁ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Grada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978-80-247-2863-6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824E2" w:rsidTr="005D7DD9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První kroky učitele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PODLAHOVÁ, Libuše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Triton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80-7254-474-8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824E2" w:rsidTr="005D7DD9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Tvorba vzdělávacího programu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PRÁŠILOVÁ, Michaela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Triton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80-7254-712-7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824E2" w:rsidTr="005D7DD9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Nápady pro rozvoj a hodnocení klíčových kompetencí žáků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HANSEN ČECHOVÁ, Barbara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Portál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978-80-7367-388-8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824E2" w:rsidTr="005D7DD9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Hodnocení žáků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KOLÁŘ, Zdeněk a Renata ŠIKULOVÁ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80-247-0885-X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824E2" w:rsidTr="005D7DD9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Klíčové dovednosti učitele: Cesty k lepšímu vyučování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KYRIACOU, Chris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Portál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80-7178-965-8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5D7DD9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Anatómia pre športovcov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Binovský A.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Univerzita Komenského v Bratislave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9788022325943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5D7DD9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Funkčná anatómia pohbového systému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Binovský A.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Univerzita Komenského v Bratislave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8022313807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5D7DD9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Tělovýchovné lékařství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Pastucha D.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Univerzita Palackého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978-80-244-2861-1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824E2" w:rsidTr="00A67718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 psychologický slovník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Hartl, Pavel; Hartlová, Helena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Portál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978-80-7367-686-5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824E2" w:rsidTr="00A67718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Bezpečnost a ochrana zdraví při práci prakticky a přehledně podle normy OHSAS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Zdeněk Šenk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ANAG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978-80-7263-737-9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A67718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1309 testových otázek BOZP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Zdeněk Šenk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ANAG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978-80-7263-647-1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5D7DD9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Zákoník práce, prováděcí nařízení vlády a další související předpisy s komentářem k 1. 1. 2012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kolektiv autorů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ANAG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978-80-7263-713-3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0824E2" w:rsidRPr="003757F5" w:rsidRDefault="000824E2" w:rsidP="009D4371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Pr="000A2E54" w:rsidRDefault="000824E2" w:rsidP="00F27B73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  <w:r w:rsidRPr="000A2E54">
        <w:rPr>
          <w:rFonts w:ascii="Arial Narrow" w:hAnsi="Arial Narrow"/>
          <w:b/>
          <w:sz w:val="22"/>
          <w:szCs w:val="22"/>
        </w:rPr>
        <w:t xml:space="preserve">PŘÍLOHA Č. 1 KUPNÍ SMLOUVY – </w:t>
      </w:r>
      <w:r w:rsidRPr="000A2E54">
        <w:rPr>
          <w:rFonts w:ascii="Arial Narrow" w:hAnsi="Arial Narrow"/>
          <w:b/>
          <w:caps/>
          <w:sz w:val="22"/>
          <w:szCs w:val="22"/>
        </w:rPr>
        <w:t>sPECIFIKACE PŘEDMĚTU PLNĚNÍ – 2. část</w:t>
      </w:r>
    </w:p>
    <w:tbl>
      <w:tblPr>
        <w:tblW w:w="1469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6315"/>
        <w:gridCol w:w="1582"/>
        <w:gridCol w:w="2624"/>
        <w:gridCol w:w="2094"/>
        <w:gridCol w:w="1120"/>
        <w:gridCol w:w="960"/>
      </w:tblGrid>
      <w:tr w:rsidR="000824E2" w:rsidRPr="00A67718" w:rsidTr="00A67718">
        <w:trPr>
          <w:trHeight w:val="600"/>
        </w:trPr>
        <w:tc>
          <w:tcPr>
            <w:tcW w:w="6315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000000"/>
            </w:tcBorders>
            <w:shd w:val="clear" w:color="auto" w:fill="FFFF99"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</w:rPr>
            </w:pPr>
            <w:r w:rsidRPr="00A67718">
              <w:rPr>
                <w:rFonts w:ascii="Arial" w:hAnsi="Arial" w:cs="Arial"/>
              </w:rPr>
              <w:t xml:space="preserve">Titul 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</w:rPr>
            </w:pPr>
            <w:r w:rsidRPr="00A67718">
              <w:rPr>
                <w:rFonts w:ascii="Arial" w:hAnsi="Arial" w:cs="Arial"/>
              </w:rPr>
              <w:t>Autor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</w:rPr>
            </w:pPr>
            <w:r w:rsidRPr="00A67718">
              <w:rPr>
                <w:rFonts w:ascii="Arial" w:hAnsi="Arial" w:cs="Arial"/>
              </w:rPr>
              <w:t>nakladatelství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</w:rPr>
            </w:pPr>
            <w:r w:rsidRPr="00A67718">
              <w:rPr>
                <w:rFonts w:ascii="Arial" w:hAnsi="Arial" w:cs="Arial"/>
              </w:rPr>
              <w:t>ISBN/ISSN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</w:rPr>
            </w:pPr>
            <w:r w:rsidRPr="00A67718">
              <w:rPr>
                <w:rFonts w:ascii="Arial" w:hAnsi="Arial" w:cs="Arial"/>
              </w:rPr>
              <w:t>rok vydání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</w:rPr>
            </w:pPr>
            <w:r w:rsidRPr="00A67718">
              <w:rPr>
                <w:rFonts w:ascii="Arial" w:hAnsi="Arial" w:cs="Arial"/>
                <w:sz w:val="22"/>
                <w:szCs w:val="22"/>
              </w:rPr>
              <w:t>kusů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000000"/>
            </w:tcBorders>
            <w:vAlign w:val="center"/>
          </w:tcPr>
          <w:p w:rsidR="000824E2" w:rsidRPr="00A67718" w:rsidRDefault="000824E2" w:rsidP="00A67718">
            <w:pPr>
              <w:rPr>
                <w:rFonts w:ascii="Arial" w:hAnsi="Arial" w:cs="Arial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824E2" w:rsidRPr="00A67718" w:rsidRDefault="000824E2" w:rsidP="00A67718">
            <w:pPr>
              <w:rPr>
                <w:rFonts w:ascii="Arial" w:hAnsi="Arial" w:cs="Arial"/>
              </w:rPr>
            </w:pPr>
          </w:p>
        </w:tc>
        <w:tc>
          <w:tcPr>
            <w:tcW w:w="2624" w:type="dxa"/>
            <w:vMerge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vAlign w:val="center"/>
          </w:tcPr>
          <w:p w:rsidR="000824E2" w:rsidRPr="00A67718" w:rsidRDefault="000824E2" w:rsidP="00A67718">
            <w:pPr>
              <w:rPr>
                <w:rFonts w:ascii="Arial" w:hAnsi="Arial" w:cs="Arial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824E2" w:rsidRPr="00A67718" w:rsidRDefault="000824E2" w:rsidP="00A67718">
            <w:pPr>
              <w:rPr>
                <w:rFonts w:ascii="Arial" w:hAnsi="Arial" w:cs="Arial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824E2" w:rsidRPr="00A67718" w:rsidRDefault="000824E2" w:rsidP="00A67718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824E2" w:rsidRPr="00A67718" w:rsidRDefault="000824E2" w:rsidP="00A67718">
            <w:pPr>
              <w:rPr>
                <w:rFonts w:ascii="Arial" w:hAnsi="Arial" w:cs="Arial"/>
              </w:rPr>
            </w:pP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Bipedal Robots: Modeling,Design and Walking Synthesis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Chevallereau Ch.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Wiley &amp; son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9781848210769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Gait analysis in the science of rehabilitation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Joel A. DeLisa, USA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Diane publishing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0756700213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Clinical Gait Analysis: Theory and Practice,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Christopher Kirtley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Churchill  Livingstone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978-0-443-10009-3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Clinical Care of the Diabetic Foot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D. Armstrong, L. Lavery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American Diabetes 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978-1-58040-344-4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Biomechanical Basis of Human Movement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Joseph Hamill, Kathleen M.Knutzen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Lippincott Williams 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9781451109016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Biomechanics and Motor Control of Human Movement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David A.Winter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Wiley &amp; son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978-0-470-39818-0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Biomechanics and Motor Control of Human Gait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David A. Winter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Waterloo Biomechanics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0-88898-105-8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walking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J. Rose RPT, MA J. G.Gamble MD,PhD.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Lippincott Williams 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9780781759540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NSCA´s guide to Tests &amp; Assessments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Todd Miller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Kinetics, UK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978-0-7360-8368-3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NSCA´s guide to Program Design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Jay R.Hoffman</w:t>
            </w:r>
          </w:p>
        </w:tc>
        <w:tc>
          <w:tcPr>
            <w:tcW w:w="262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Kinetics, UK</w:t>
            </w:r>
          </w:p>
        </w:tc>
        <w:tc>
          <w:tcPr>
            <w:tcW w:w="20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978-0-7360-8402-4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Biomechanics of Skeletal Muscles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V. M.Zatsiorsky, B. I.Prilutsky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Kinetics, UK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978-0-7360-8020-0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Advanced Analysis of Motor Development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K. M. Haywood et al.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Kinetics, UK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978-0-7360-7393-6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Physical Activity Health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C. Bouchard,S. N. Blair, W. L.Haskell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Kinetics, UK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978-0-7360-9541-9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Foundations of Physical Activity Public Health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H. W. (Bill) Kohl III, T. D.Murray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Kinetics, UK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978-0-7360-8710-0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Volleyball Fundamentals (Sports Fundamentals) 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Joel Dearing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Kinetics, UK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978-0736045087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Tennis Strokes and Tactics: Improve Your Game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Franklin Gothic Medium" w:hAnsi="Franklin Gothic Medium" w:cs="Arial"/>
                <w:sz w:val="20"/>
                <w:szCs w:val="20"/>
              </w:rPr>
            </w:pPr>
            <w:r w:rsidRPr="00A67718">
              <w:rPr>
                <w:rFonts w:ascii="Franklin Gothic Medium" w:hAnsi="Franklin Gothic Medium" w:cs="Arial"/>
                <w:sz w:val="20"/>
                <w:szCs w:val="20"/>
              </w:rPr>
              <w:t xml:space="preserve">John Littleford, Andrew Magrath </w:t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Franklin Gothic Medium" w:hAnsi="Franklin Gothic Medium" w:cs="Arial"/>
                <w:sz w:val="20"/>
                <w:szCs w:val="20"/>
              </w:rPr>
            </w:pPr>
            <w:r w:rsidRPr="00A67718">
              <w:rPr>
                <w:rFonts w:ascii="Franklin Gothic Medium" w:hAnsi="Franklin Gothic Medium" w:cs="Arial"/>
                <w:sz w:val="20"/>
                <w:szCs w:val="20"/>
              </w:rPr>
              <w:t xml:space="preserve">Firefly Books 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978-1554074655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The New Guide to Skiing: A Step-by-Step Guide in Color, Revised Edition [Paperback]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Martin Heckelman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Franklin Gothic Medium" w:hAnsi="Franklin Gothic Medium" w:cs="Arial"/>
                <w:sz w:val="20"/>
                <w:szCs w:val="20"/>
              </w:rPr>
            </w:pPr>
            <w:r w:rsidRPr="00A67718">
              <w:rPr>
                <w:rFonts w:ascii="Franklin Gothic Medium" w:hAnsi="Franklin Gothic Medium" w:cs="Arial"/>
                <w:sz w:val="20"/>
                <w:szCs w:val="20"/>
              </w:rPr>
              <w:t>W. W. Norton &amp; Company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978-0393319668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Training Cross-Country Skiing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Katrin Barth , Hubert Bruhl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Meyer &amp; Meyer 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978-1841261966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Basketball Skills &amp; Drills - 3rd Edition [Paperback]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J. Krause, D. Meyer, J. Meyer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978-0736067072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Football: Skills &amp; Drills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Thomas Bass 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978-0736054560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Kodokan Judo: The Essential Guide to Judo by Its Founder Jigoro Kano 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Jigoro Kano</w:t>
            </w:r>
          </w:p>
        </w:tc>
        <w:tc>
          <w:tcPr>
            <w:tcW w:w="2624" w:type="dxa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Franklin Gothic Medium" w:hAnsi="Franklin Gothic Medium" w:cs="Arial"/>
                <w:sz w:val="20"/>
                <w:szCs w:val="20"/>
              </w:rPr>
            </w:pPr>
            <w:r w:rsidRPr="00A67718">
              <w:rPr>
                <w:rFonts w:ascii="Franklin Gothic Medium" w:hAnsi="Franklin Gothic Medium" w:cs="Arial"/>
                <w:sz w:val="20"/>
                <w:szCs w:val="20"/>
              </w:rPr>
              <w:t xml:space="preserve">Kodansha USA 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978-4770017994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Mastering Swimming (The Masters Athlete Series) 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Jim Montgomery, Mo Chambers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978-0736074537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Fundamental Handball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Bernath E. Phillips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CreateSpace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978-1438286952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Athletics (Starting Sport)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Rebecca Hunter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Franklin Watts 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978-0749689438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Oxford handbook of Anaesthesia third edition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Keith G. Allman a I.H. Wilson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Oxford Medical Handbooks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978-0-19-958404-8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Oxford handbook of Critical care third edition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Mervyn Singer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Oxford Medical Handbooks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978-0199235339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Oxford handbook of Emergenci medicine third edition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J.P. Wyantt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Oxford Medical Handbooks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978-0199206070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 Periferní nervové blokády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Daniel Nalos Dušan Mach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Grada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978-80-247-3280-0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Hemodynamic Monitoring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Joachym Boldt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Uni-Med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9783837410631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Cecil Textbook of Medicine -- 2-Volume Set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Lee Goldman, Dennis Ausiello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Saunders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978-0721645636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Atlas of Ultrasound- and Nerve Stimulation-Guided Regional Anesthesia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Ban C.H. Tsui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Springer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978-0387681580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Miller's Anesthesia 2 volume set, 7th Edition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Ronald D. Miller MD, et al.</w:t>
            </w:r>
          </w:p>
        </w:tc>
        <w:tc>
          <w:tcPr>
            <w:tcW w:w="262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Churchill Livingstone</w:t>
            </w:r>
          </w:p>
        </w:tc>
        <w:tc>
          <w:tcPr>
            <w:tcW w:w="20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978-0-443-06959-8 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EPLS: European Pediatric Life Support </w:t>
            </w:r>
            <w:r w:rsidRPr="00A67718">
              <w:rPr>
                <w:rFonts w:ascii="Arial" w:hAnsi="Arial" w:cs="Arial"/>
                <w:sz w:val="18"/>
                <w:szCs w:val="18"/>
              </w:rPr>
              <w:t>ERC manual for health care workers dealing with paediatric resuscitation, Edition 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18"/>
                <w:szCs w:val="18"/>
              </w:rPr>
            </w:pPr>
            <w:r w:rsidRPr="00A67718">
              <w:rPr>
                <w:rFonts w:ascii="Arial" w:hAnsi="Arial" w:cs="Arial"/>
                <w:sz w:val="18"/>
                <w:szCs w:val="18"/>
              </w:rPr>
              <w:t>European Resuscitation Council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9789079157358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Adventure Education   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Berry 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Routledge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9780415571852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Careers in Sport, Fitness, and Exercise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American Kinesiology Association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9780736095662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A. Oxford Dictionary of Sports Studies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Tomlinson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Oxford University Press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9780199213818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Research Methods in Physical Education </w:t>
            </w:r>
            <w:r w:rsidRPr="00A67718">
              <w:rPr>
                <w:rFonts w:ascii="Arial" w:hAnsi="Arial" w:cs="Arial"/>
                <w:sz w:val="20"/>
                <w:szCs w:val="20"/>
              </w:rPr>
              <w:br/>
              <w:t xml:space="preserve">     and Youth Sport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Armour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Routledge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9780415618854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Sport Education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Hastie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Routledge  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9780415781602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Sport Pedagogy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Armour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Prentice Hall 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9780273732587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Sports Coaching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Duffy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Churchill Livingstone 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9780702030543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Teaching Movement Education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Bridges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9780736074568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The Coaching Process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Routledge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Routledge  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9780415570541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The Sociology of Sports Coaching 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Jones</w:t>
            </w:r>
          </w:p>
        </w:tc>
        <w:tc>
          <w:tcPr>
            <w:tcW w:w="262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Routledge  </w:t>
            </w:r>
          </w:p>
        </w:tc>
        <w:tc>
          <w:tcPr>
            <w:tcW w:w="20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9780415560856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Electrotherapy: evidence-based practice, 12e;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Watson, T.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Churchill Liingstone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978-0443101793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Therapeutic Modalities: The Art and Science With Clinical Activities Manual ;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Knight, K.L. - Draper, D.O.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Lippincott Willliams Wilkins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978-0781757447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Therapeutic Electrophysical Agents: Evidence Behind Practice;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Belanger, A.Y.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Lippincott Willliams Wilkins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978-0781770019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Climatotherapy and Balneotherapy; The Climates and Mineral Water Health Resorts (Spas) of Europe and North Africa, Including the General;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Weber, H.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978-1149956182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Balneotherapy;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Alphascript Publishing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978-6132724922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Anatomy Trains: Myofascial Meridians for Manual and Movement Therapists, 2e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Thomas W. Myers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Churchill Liingstone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978-0443063510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The Anatomy Trains Posters, 2e;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Thomas W. Myers LMT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Churchill Liingstone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978-0443074844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Anatomy Trains: Myofascial Meridians for Manual and Movement Therapists, 2e;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Thomas W. Myers LMT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Churchill Liingstone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978-0443063510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3D Human Anatomy, Regional Edition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Multiple authors - DVD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9781907061080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Advanced Analysis of Motor Development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K. Haywood, M. Roberton, N. Getchell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9780736073936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Fundamentals of Motor Behavior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Jeffrey T Fairbrother</w:t>
            </w:r>
          </w:p>
        </w:tc>
        <w:tc>
          <w:tcPr>
            <w:tcW w:w="262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20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9780736077149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Qualitative Research in Physical Activity and the Health Professions eBook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William Pitney, Jenny Parker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9780736085441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Structure and Function of the Musculoskeletal System Image Bank-2nd Edition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James Watkins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9780736083850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Motor Learning and Development Image Bank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P. Haibach, G. Reid, D. Collier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9781450401791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Measurement and Evaluation in Human Performance Presentation Package/Image Bank-4th Edition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J. Morrow Jr., A. Jackson, J. Disch, D. Mood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9780736096010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Atlas of Ultrasound Measurements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Barry B. Goldberg MD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Mosby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978-0323032292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Handbook on Applications of Ultrasound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Dong Chen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Taylor &amp; Francis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ISBN: 9781439842065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Biomechanical Analysis of Fundamental Human Movements eBook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Arthur Chapman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978-0736064026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Research Methods in Physical Activity Presentation Package plus Image Bank-6th Edition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J. Thomas, J. Nelson, S. Silverman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9780736094696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Biomechanics and Exercise Physiology: Quantitative Modeling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Arthur T Johnson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Taylor &amp; Francis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ISBN: 9781574449068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A History And Philosophy of Sport and Physical Education: From Ancient Civilizations to the Modern World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Robert A Mechikoff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McGraw-Hill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ISBN: 0073376493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Practical phylosophy of Sport and Physical Activity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R. Scott Kretchmar</w:t>
            </w:r>
          </w:p>
        </w:tc>
        <w:tc>
          <w:tcPr>
            <w:tcW w:w="262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20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9780736001410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Theology, Ethics and Trensendence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Jim Parry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Taylor &amp; Francis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978-0415878517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Physiology of Sport and Excercise With Web Study Guide-5th edition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W. L. Kenney, J. Wilmore, D. Costill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9780736094092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Social Research Methods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Bryman, A.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Oxford UP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978-0199264469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Foundations of Mixed Methods Research: Integrating Quantitative and Qualitative Approaches in the Social and Behavioral Sciences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Tashakkori, A. and Teddlie, C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Sage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978-0761930129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Educational research : planning, conducting, and evaluating quantitative and qualitative research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Creswell, John W.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Pearson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978-0132613941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Doing your Research Project in Sport: A Student Guide (Active Learning in Sport)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Chris Lynch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Sage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ISBN-13: 978-1844451647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Science of Sports Training: How to Plan and Control Training for Peak Performance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Kurz Thomas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Stadion Publishing Co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9780940149106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Training for Sports Speed and Agility: An Evidence-Based Approach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Gamble Paul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Routledge 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978-0415591263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Understanding Sports Coaching: The Social, Cultural and Pedagogical Foundations of Coaching Practice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Cassidy Tania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Routledge 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978-0415307406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101 performance evaluation tests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Mackenzie Brian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Electric Word plc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978-1905096183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ADVANCED FITNESS TRAINING FOR ELITE SPORTS PERFORMANCE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Hamilton Andrew</w:t>
            </w:r>
          </w:p>
        </w:tc>
        <w:tc>
          <w:tcPr>
            <w:tcW w:w="262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P2P PUBLISHING LTD.</w:t>
            </w:r>
          </w:p>
        </w:tc>
        <w:tc>
          <w:tcPr>
            <w:tcW w:w="20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978-1905096770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The Complete Guide to Circuit Training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Lawrence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A &amp; C Black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978-0713658637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The World Sports Science Training Workbook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Mackenzie Brian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Peak Performance Publishing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978-1905096008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Athlete's Clock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Rowland Thomas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978-0736082747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Tapering and Peaking for Optimal Performance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Mujika Inigo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978-0736085458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ACSM Advanced Exercise Physiology, 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Farell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Lippincott Williams &amp; Wilkins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978-0781797801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Biochemistry for Sport and Exercise Metabolism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Maclaren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Wiley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 978-0470091845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Doping in Sports: Biochemical Principles, Effects and…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Thieme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Springer</w:t>
            </w:r>
          </w:p>
        </w:tc>
        <w:tc>
          <w:tcPr>
            <w:tcW w:w="209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978-3-540-79087-7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Exercise Physiology: An Integrated QApproach, 2013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Raven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Wadsworth</w:t>
            </w:r>
          </w:p>
        </w:tc>
        <w:tc>
          <w:tcPr>
            <w:tcW w:w="209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Pr="00A67718">
                <w:rPr>
                  <w:rFonts w:ascii="Arial" w:hAnsi="Arial" w:cs="Arial"/>
                  <w:sz w:val="20"/>
                </w:rPr>
                <w:t>978-0495110248</w:t>
              </w:r>
            </w:hyperlink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Exercise Physiology, 2012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William Kraemer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Lippincott Williams &amp; Wilkins</w:t>
            </w:r>
          </w:p>
        </w:tc>
        <w:tc>
          <w:tcPr>
            <w:tcW w:w="2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978-0781783514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General Medical Conditions in the Athlete, 2011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Cuppett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Mosby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978-0323059213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K Taping An Illustrated Guide, 2012 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Kumbrink</w:t>
            </w:r>
          </w:p>
        </w:tc>
        <w:tc>
          <w:tcPr>
            <w:tcW w:w="2624" w:type="dxa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Springer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978-3642129315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Sport Psychology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Tod, D., Thatcher, J, Rahman, R. 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Great Britain: Palgrave MacMillan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978-0-230-24987-5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Electrotherapy Explained: Principles and Practice, 4e;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Robertson, V. - Ward, A. - Low, J. - Reed, A.</w:t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Butterworth-Heinemann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978-0750688437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Advanced Analysis of Motor Development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Haywood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978-0736073936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An Introduction to Motor Learning and Motor Control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Edwards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Wadsworth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978-0840053589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Functional Anatomy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Cael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Lippincott Williams &amp; Wilkins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978-1451127911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Functional Movement Development 3e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Cech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Elsevier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978-1416049784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Motor Development 8e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Payne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McGraw- Hill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978-0071086707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Imaging Atlas of Human Anatomy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Weir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Mosby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978-0723434573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Introduction to Kinesiology: A Biophysical Perspective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Klavora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Kinesiology Books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978-0920905272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Kinesiology: Scientific Basis of Human Motion 12e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Hamilton 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McGraw- Hill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978-0071086431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2369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Muscle and Sensory Testing 3e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Reese</w:t>
            </w:r>
          </w:p>
        </w:tc>
        <w:tc>
          <w:tcPr>
            <w:tcW w:w="262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Elsevier</w:t>
            </w:r>
          </w:p>
        </w:tc>
        <w:tc>
          <w:tcPr>
            <w:tcW w:w="20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978-1437716115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Postural Assessment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Johnson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978-1450400961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Sports Biomechanics 2e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Barlett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Routledge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978-0415558389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Sports Rehabilitation and Injury Prevention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Comfort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Wiley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978-0470985632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Strap Taping for Sports and Rehabilitation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Keil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Human Kinetics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978-0736095273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RPr="00A67718" w:rsidTr="00A67718">
        <w:trPr>
          <w:trHeight w:val="600"/>
        </w:trPr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Differential Diagnosis for Physical Therapists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Goodman, Snyder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Elsevier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A67718" w:rsidRDefault="000824E2" w:rsidP="00A67718">
            <w:pPr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 xml:space="preserve">978-7-4377-2543-8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2007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A67718" w:rsidRDefault="000824E2" w:rsidP="00A67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7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0824E2" w:rsidRPr="000A2E54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Default="000824E2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Default="000824E2" w:rsidP="009F5897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Default="000824E2" w:rsidP="009F5897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Default="000824E2" w:rsidP="009F5897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  <w:r w:rsidRPr="000A2E54">
        <w:rPr>
          <w:rFonts w:ascii="Arial Narrow" w:hAnsi="Arial Narrow"/>
          <w:b/>
          <w:sz w:val="22"/>
          <w:szCs w:val="22"/>
        </w:rPr>
        <w:t xml:space="preserve">PŘÍLOHA Č. 1 KUPNÍ SMLOUVY – </w:t>
      </w:r>
      <w:r w:rsidRPr="000A2E54">
        <w:rPr>
          <w:rFonts w:ascii="Arial Narrow" w:hAnsi="Arial Narrow"/>
          <w:b/>
          <w:caps/>
          <w:sz w:val="22"/>
          <w:szCs w:val="22"/>
        </w:rPr>
        <w:t xml:space="preserve">sPECIFIKACE PŘEDMĚTU PLNĚNÍ – </w:t>
      </w:r>
      <w:r>
        <w:rPr>
          <w:rFonts w:ascii="Arial Narrow" w:hAnsi="Arial Narrow"/>
          <w:b/>
          <w:caps/>
          <w:sz w:val="22"/>
          <w:szCs w:val="22"/>
        </w:rPr>
        <w:t>3</w:t>
      </w:r>
      <w:r w:rsidRPr="000A2E54">
        <w:rPr>
          <w:rFonts w:ascii="Arial Narrow" w:hAnsi="Arial Narrow"/>
          <w:b/>
          <w:caps/>
          <w:sz w:val="22"/>
          <w:szCs w:val="22"/>
        </w:rPr>
        <w:t>. část</w:t>
      </w:r>
    </w:p>
    <w:tbl>
      <w:tblPr>
        <w:tblW w:w="1441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6208"/>
        <w:gridCol w:w="1882"/>
        <w:gridCol w:w="2460"/>
        <w:gridCol w:w="2065"/>
        <w:gridCol w:w="1080"/>
        <w:gridCol w:w="720"/>
      </w:tblGrid>
      <w:tr w:rsidR="000824E2" w:rsidTr="007467D6">
        <w:trPr>
          <w:trHeight w:val="600"/>
        </w:trPr>
        <w:tc>
          <w:tcPr>
            <w:tcW w:w="6208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000000"/>
            </w:tcBorders>
            <w:shd w:val="clear" w:color="auto" w:fill="FFFF99"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Titul </w:t>
            </w:r>
          </w:p>
        </w:tc>
        <w:tc>
          <w:tcPr>
            <w:tcW w:w="18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Autor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nakladatelství</w:t>
            </w:r>
          </w:p>
        </w:tc>
        <w:tc>
          <w:tcPr>
            <w:tcW w:w="2065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ISBN/ISSN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rok vydání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kusů</w:t>
            </w:r>
          </w:p>
        </w:tc>
      </w:tr>
      <w:tr w:rsidR="000824E2" w:rsidTr="007467D6">
        <w:trPr>
          <w:trHeight w:val="600"/>
        </w:trPr>
        <w:tc>
          <w:tcPr>
            <w:tcW w:w="6208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000000"/>
            </w:tcBorders>
            <w:vAlign w:val="center"/>
          </w:tcPr>
          <w:p w:rsidR="000824E2" w:rsidRDefault="000824E2">
            <w:pPr>
              <w:rPr>
                <w:rFonts w:ascii="Arial" w:hAnsi="Arial" w:cs="Arial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824E2" w:rsidRDefault="000824E2">
            <w:pPr>
              <w:rPr>
                <w:rFonts w:ascii="Arial" w:hAnsi="Arial" w:cs="Arial"/>
              </w:rPr>
            </w:pPr>
          </w:p>
        </w:tc>
        <w:tc>
          <w:tcPr>
            <w:tcW w:w="2460" w:type="dxa"/>
            <w:vMerge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vAlign w:val="center"/>
          </w:tcPr>
          <w:p w:rsidR="000824E2" w:rsidRDefault="000824E2">
            <w:pPr>
              <w:rPr>
                <w:rFonts w:ascii="Arial" w:hAnsi="Arial" w:cs="Arial"/>
              </w:rPr>
            </w:pPr>
          </w:p>
        </w:tc>
        <w:tc>
          <w:tcPr>
            <w:tcW w:w="2065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824E2" w:rsidRDefault="000824E2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824E2" w:rsidRDefault="000824E2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824E2" w:rsidRDefault="000824E2">
            <w:pPr>
              <w:rPr>
                <w:rFonts w:ascii="Arial" w:hAnsi="Arial" w:cs="Arial"/>
              </w:rPr>
            </w:pPr>
          </w:p>
        </w:tc>
      </w:tr>
      <w:tr w:rsidR="000824E2" w:rsidTr="007467D6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Langenscheidt Grosswörterbuch Deutsch als Fremdsprache Neu + CD-ROM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LANGENSCHEIDT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9783468490415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7467D6">
        <w:trPr>
          <w:trHeight w:val="735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Der Brockhaus Sport: Sportarten und Regeln, Wettkämpfe und Athleten, Training und Fitness. 3500 Stichwörter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Wissenmedia Gmbh 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978-3765329760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7467D6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Der Volleyballtrainer. Lehrpraxis für Übungsleiter und Trainer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Franklin Gothic Medium" w:hAnsi="Franklin Gothic Medium" w:cs="Arial"/>
                <w:sz w:val="20"/>
                <w:szCs w:val="20"/>
              </w:rPr>
            </w:pPr>
            <w:r>
              <w:rPr>
                <w:rFonts w:ascii="Franklin Gothic Medium" w:hAnsi="Franklin Gothic Medium" w:cs="Arial"/>
                <w:sz w:val="20"/>
                <w:szCs w:val="20"/>
              </w:rPr>
              <w:t>P. Meyndt, H. Peters, A. Schulz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Vsd Volleyball Service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978-3405133771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7467D6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Fußballtraining mit System: Handbuch für Fußballtrainer aller Alters- und Leistungsklassen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Franklin Gothic Medium" w:hAnsi="Franklin Gothic Medium" w:cs="Arial"/>
                <w:sz w:val="20"/>
                <w:szCs w:val="20"/>
              </w:rPr>
            </w:pPr>
            <w:r>
              <w:rPr>
                <w:rFonts w:ascii="Franklin Gothic Medium" w:hAnsi="Franklin Gothic Medium" w:cs="Arial"/>
                <w:sz w:val="20"/>
                <w:szCs w:val="20"/>
              </w:rPr>
              <w:t>M. Seno, Ch. Bourrel, K. Schuster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Onli Verlag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978-3937049212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7467D6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Tennis - Perfekte Technik, kluge Taktik: Mit Rundum-Analyse aller Schlagphasen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Franklin Gothic Medium" w:hAnsi="Franklin Gothic Medium" w:cs="Arial"/>
                <w:sz w:val="20"/>
                <w:szCs w:val="20"/>
              </w:rPr>
            </w:pPr>
            <w:r>
              <w:rPr>
                <w:rFonts w:ascii="Franklin Gothic Medium" w:hAnsi="Franklin Gothic Medium" w:cs="Arial"/>
                <w:sz w:val="20"/>
                <w:szCs w:val="20"/>
              </w:rPr>
              <w:t>John Littleford, Andrew Magrath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E2" w:rsidRDefault="000824E2">
            <w:pPr>
              <w:rPr>
                <w:rFonts w:ascii="Franklin Gothic Medium" w:hAnsi="Franklin Gothic Medium" w:cs="Arial"/>
                <w:sz w:val="20"/>
                <w:szCs w:val="20"/>
              </w:rPr>
            </w:pPr>
            <w:r>
              <w:rPr>
                <w:rFonts w:ascii="Franklin Gothic Medium" w:hAnsi="Franklin Gothic Medium" w:cs="Arial"/>
                <w:sz w:val="20"/>
                <w:szCs w:val="20"/>
              </w:rPr>
              <w:t>Copress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978-3767909823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7467D6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Tennis - Perfekte Technik, kluge Taktik: Mit Rundum-Analyse aller Schlagphasen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Franklin Gothic Medium" w:hAnsi="Franklin Gothic Medium" w:cs="Arial"/>
                <w:sz w:val="20"/>
                <w:szCs w:val="20"/>
              </w:rPr>
            </w:pPr>
            <w:r>
              <w:rPr>
                <w:rFonts w:ascii="Franklin Gothic Medium" w:hAnsi="Franklin Gothic Medium" w:cs="Arial"/>
                <w:sz w:val="20"/>
                <w:szCs w:val="20"/>
              </w:rPr>
              <w:t>A.Zeuner, S. Hofmann, F. Lehmann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Franklin Gothic Medium" w:hAnsi="Franklin Gothic Medium" w:cs="Arial"/>
                <w:sz w:val="20"/>
                <w:szCs w:val="20"/>
              </w:rPr>
            </w:pPr>
            <w:r>
              <w:rPr>
                <w:rFonts w:ascii="Franklin Gothic Medium" w:hAnsi="Franklin Gothic Medium" w:cs="Arial"/>
                <w:sz w:val="20"/>
                <w:szCs w:val="20"/>
              </w:rPr>
              <w:t>Klett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978-3120315223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7467D6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Judo, Technik, Methodik, Geist: Ein Handbuch für Lernende und Lehrer 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Franklin Gothic Medium" w:hAnsi="Franklin Gothic Medium" w:cs="Arial"/>
                <w:sz w:val="20"/>
                <w:szCs w:val="20"/>
              </w:rPr>
            </w:pPr>
            <w:r>
              <w:rPr>
                <w:rFonts w:ascii="Franklin Gothic Medium" w:hAnsi="Franklin Gothic Medium" w:cs="Arial"/>
                <w:sz w:val="20"/>
                <w:szCs w:val="20"/>
              </w:rPr>
              <w:t xml:space="preserve">Hans Hartmann, Walter Graf 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E2" w:rsidRDefault="000824E2">
            <w:pPr>
              <w:rPr>
                <w:rFonts w:ascii="Franklin Gothic Medium" w:hAnsi="Franklin Gothic Medium" w:cs="Arial"/>
                <w:sz w:val="20"/>
                <w:szCs w:val="20"/>
              </w:rPr>
            </w:pPr>
            <w:r>
              <w:rPr>
                <w:rFonts w:ascii="Franklin Gothic Medium" w:hAnsi="Franklin Gothic Medium" w:cs="Arial"/>
                <w:sz w:val="20"/>
                <w:szCs w:val="20"/>
              </w:rPr>
              <w:t>Hofmann Gmbh &amp; Co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978-3778030424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7467D6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Schwimmen: Lernen-Üben-Trainieren, 7. vydání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Kurt Wilke, Klaus Daniel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Limpert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978-3785316566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A23698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Basketball: Alles über Technik, Taktik, Training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 Schrittwieser, E. Theiner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824E2" w:rsidRDefault="000824E2">
            <w:pPr>
              <w:rPr>
                <w:rFonts w:ascii="Franklin Gothic Medium" w:hAnsi="Franklin Gothic Medium" w:cs="Arial"/>
                <w:sz w:val="20"/>
                <w:szCs w:val="20"/>
              </w:rPr>
            </w:pPr>
            <w:r>
              <w:rPr>
                <w:rFonts w:ascii="Franklin Gothic Medium" w:hAnsi="Franklin Gothic Medium" w:cs="Arial"/>
                <w:sz w:val="20"/>
                <w:szCs w:val="20"/>
              </w:rPr>
              <w:t>Blv Buchverlag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978-3405167271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A23698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Skilanglauf. Methodik und Technik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Wolfgang Fritsch, Tobias Willmann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Meyer &amp; Meyer Sport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978-3898990684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A23698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Biathlon. Leistung - Training - Wettkampf: Ein Lehrbuch für Trainer, Übungsleiter und Aktive </w:t>
            </w:r>
          </w:p>
        </w:tc>
        <w:tc>
          <w:tcPr>
            <w:tcW w:w="18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Klaus Nitzsche </w:t>
            </w:r>
          </w:p>
        </w:tc>
        <w:tc>
          <w:tcPr>
            <w:tcW w:w="24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Franklin Gothic Medium" w:hAnsi="Franklin Gothic Medium" w:cs="Arial"/>
                <w:sz w:val="20"/>
                <w:szCs w:val="20"/>
              </w:rPr>
            </w:pPr>
            <w:r>
              <w:rPr>
                <w:rFonts w:ascii="Franklin Gothic Medium" w:hAnsi="Franklin Gothic Medium" w:cs="Arial"/>
                <w:sz w:val="20"/>
                <w:szCs w:val="20"/>
              </w:rPr>
              <w:t>Limpert</w:t>
            </w:r>
          </w:p>
        </w:tc>
        <w:tc>
          <w:tcPr>
            <w:tcW w:w="206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978-3785315965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7467D6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Schneesportunterricht mit Kindern und Jugendlichen - Lehrplan: Deutscher Verband für das Skilehrwesen e.V. / Interski Deutschland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E2" w:rsidRDefault="000824E2">
            <w:pPr>
              <w:rPr>
                <w:rFonts w:ascii="Franklin Gothic Medium" w:hAnsi="Franklin Gothic Medium" w:cs="Arial"/>
                <w:sz w:val="20"/>
                <w:szCs w:val="20"/>
              </w:rPr>
            </w:pPr>
            <w:r>
              <w:rPr>
                <w:rFonts w:ascii="Franklin Gothic Medium" w:hAnsi="Franklin Gothic Medium" w:cs="Arial"/>
                <w:sz w:val="20"/>
                <w:szCs w:val="20"/>
              </w:rPr>
              <w:t>pietsch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978-3613506404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7467D6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Unihockey - Volltreffer in die kleinsten Tore der Welt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J. Roschinsky, M. Gatzke, M. Vordank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Meyer &amp; Meyer Verlag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978-3898993401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7467D6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Handballtraining. Trainieren - Spielen - Gewinnen (Broschiert: 288 Seiten)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Werner Grage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Meyer &amp; Meyer Verlag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978-3891248348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7467D6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Sportpadagogik als Erfahrungswissenschaft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Gröben, V. Kastrup, A, Müller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Feldhaus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978-3-88020-567-3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7467D6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Handbuch Schulsport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Fessler, N., Hummel, A. &amp; Stibbe, G.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Hofmann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978-3-7780-4760-6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7467D6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Mehrperspektivischer Sportunterricht Band 2 Didaktische Anregungen und praktische Beispiele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Peter Neumann, Eckart Balz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Hofmann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978-3-7780-4790-3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7467D6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Handbuch Evaluation im Sport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Woll, Alexander; Mess, Filip; Haag, Herbert;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Hofmann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978-3-7780-4770-5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4E2" w:rsidTr="007467D6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Sportdidaktik: Grundlagen - Vermittlungsformen - Bewegungsfelder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Volker Scheid 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Limpert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 w:rsidP="007467D6">
            <w:pPr>
              <w:ind w:left="-345" w:firstLine="3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978-3785318546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0824E2" w:rsidRPr="007467D6" w:rsidRDefault="000824E2" w:rsidP="009F5897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  <w:lang w:val="de-DE"/>
        </w:rPr>
      </w:pPr>
    </w:p>
    <w:p w:rsidR="000824E2" w:rsidRPr="000A2E54" w:rsidRDefault="000824E2" w:rsidP="009F5897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Pr="000A2E54" w:rsidRDefault="000824E2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Pr="000A2E54" w:rsidRDefault="000824E2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Pr="000A2E54" w:rsidRDefault="000824E2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Pr="000A2E54" w:rsidRDefault="000824E2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Pr="000A2E54" w:rsidRDefault="000824E2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Pr="000A2E54" w:rsidRDefault="000824E2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Pr="000A2E54" w:rsidRDefault="000824E2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Pr="000A2E54" w:rsidRDefault="000824E2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Pr="000A2E54" w:rsidRDefault="000824E2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Pr="000A2E54" w:rsidRDefault="000824E2" w:rsidP="00532D73">
      <w:pPr>
        <w:tabs>
          <w:tab w:val="center" w:pos="4500"/>
        </w:tabs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Pr="000A2E54" w:rsidRDefault="000824E2" w:rsidP="00532D73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  <w:r w:rsidRPr="000A2E54">
        <w:rPr>
          <w:rFonts w:ascii="Arial Narrow" w:hAnsi="Arial Narrow"/>
          <w:b/>
          <w:sz w:val="22"/>
          <w:szCs w:val="22"/>
        </w:rPr>
        <w:t xml:space="preserve">PŘÍLOHA Č. 2 KUPNÍ SMLOUVY – </w:t>
      </w:r>
      <w:r w:rsidRPr="000A2E54">
        <w:rPr>
          <w:rFonts w:ascii="Arial Narrow" w:hAnsi="Arial Narrow"/>
          <w:b/>
          <w:caps/>
          <w:sz w:val="22"/>
          <w:szCs w:val="22"/>
        </w:rPr>
        <w:t>položkový rozpočet – 1.část</w:t>
      </w:r>
    </w:p>
    <w:p w:rsidR="000824E2" w:rsidRPr="000A2E54" w:rsidRDefault="000824E2" w:rsidP="00F0532E">
      <w:pPr>
        <w:tabs>
          <w:tab w:val="left" w:pos="3360"/>
        </w:tabs>
        <w:rPr>
          <w:rFonts w:ascii="Arial Narrow" w:hAnsi="Arial Narrow" w:cs="Arial"/>
          <w:b/>
          <w:sz w:val="28"/>
          <w:szCs w:val="28"/>
        </w:rPr>
      </w:pPr>
      <w:r w:rsidRPr="000A2E54">
        <w:rPr>
          <w:rFonts w:ascii="Arial Narrow" w:hAnsi="Arial Narrow" w:cs="Arial"/>
          <w:b/>
          <w:sz w:val="28"/>
          <w:szCs w:val="28"/>
        </w:rPr>
        <w:tab/>
      </w:r>
    </w:p>
    <w:tbl>
      <w:tblPr>
        <w:tblW w:w="1319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7520"/>
        <w:gridCol w:w="1675"/>
        <w:gridCol w:w="2120"/>
        <w:gridCol w:w="1880"/>
      </w:tblGrid>
      <w:tr w:rsidR="000824E2" w:rsidTr="007467D6">
        <w:trPr>
          <w:trHeight w:val="600"/>
        </w:trPr>
        <w:tc>
          <w:tcPr>
            <w:tcW w:w="752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000000"/>
            </w:tcBorders>
            <w:shd w:val="clear" w:color="auto" w:fill="FFFF99"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Titul </w:t>
            </w:r>
          </w:p>
        </w:tc>
        <w:tc>
          <w:tcPr>
            <w:tcW w:w="167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kusů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vč. DPH/kus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celkem vč. DPH</w:t>
            </w:r>
          </w:p>
        </w:tc>
      </w:tr>
      <w:tr w:rsidR="000824E2" w:rsidTr="007467D6">
        <w:trPr>
          <w:trHeight w:val="600"/>
        </w:trPr>
        <w:tc>
          <w:tcPr>
            <w:tcW w:w="752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000000"/>
            </w:tcBorders>
            <w:vAlign w:val="center"/>
          </w:tcPr>
          <w:p w:rsidR="000824E2" w:rsidRDefault="000824E2">
            <w:pPr>
              <w:rPr>
                <w:rFonts w:ascii="Arial" w:hAnsi="Arial" w:cs="Arial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824E2" w:rsidRDefault="000824E2">
            <w:pPr>
              <w:rPr>
                <w:rFonts w:ascii="Arial" w:hAnsi="Arial" w:cs="Arial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vAlign w:val="center"/>
          </w:tcPr>
          <w:p w:rsidR="000824E2" w:rsidRDefault="000824E2">
            <w:pPr>
              <w:rPr>
                <w:rFonts w:ascii="Arial" w:hAnsi="Arial" w:cs="Arial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824E2" w:rsidRDefault="000824E2">
            <w:pPr>
              <w:rPr>
                <w:rFonts w:ascii="Arial" w:hAnsi="Arial" w:cs="Arial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Velký česko anglický a anglicko český slovník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E2" w:rsidRDefault="000824E2">
            <w:pPr>
              <w:rPr>
                <w:rFonts w:ascii="Calibri" w:hAnsi="Calibri" w:cs="Arial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Metabolický syndrom</w:t>
            </w:r>
            <w:r>
              <w:rPr>
                <w:rFonts w:ascii="Arial" w:hAnsi="Arial" w:cs="Arial"/>
                <w:sz w:val="20"/>
                <w:szCs w:val="20"/>
              </w:rPr>
              <w:br/>
              <w:t>Třetí, rozšířené a přepracované vydání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Akutní intoxikace a léková poškození v intenzivní medicíně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Tabulky pro medicínu prvního kontaktu</w:t>
            </w:r>
            <w:r>
              <w:rPr>
                <w:rFonts w:ascii="Arial" w:hAnsi="Arial" w:cs="Arial"/>
                <w:sz w:val="20"/>
                <w:szCs w:val="20"/>
              </w:rPr>
              <w:br/>
              <w:t>Záchranná služba, praktický lékař, lékařská služba první pomoci, urgentní příjem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Metodologie předklinického a klinického výzkumu v metabolismu, výživě, imunologii a farmakologii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Intenzivní péče v pediatrii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Sportovní geny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Rozvoj a diagnostika koordinačních schopností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Rozvoj a diagnostika rychlostních schopností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Prognózování vývoje výkonnosti ve stportu 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Speciální kineziologie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Fyziologie a klinické aspekty pohybové aktivity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Dítě, sport a zdraví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Aktuální témata didaktiky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Školávci v pohybu: tělesná výchova v praxi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Aktuální témata didaktiky: školní tělesná výchova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Školáci v pohybu: tělesná výchova v praxi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 na šikanu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Výukové metody i s praktickými ukázkami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Poblémové chování dětí a mládeže: Jak mu předcházet, jak ho eliminovat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Učitel. Příprava na profesi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První kroky učitele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Tvorba vzdělávacího programu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Nápady pro rozvoj a hodnocení klíčových kompetencí žáků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Hodnocení žáků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Klíčové dovednosti učitele: Cesty k lepšímu vyučování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Anatómia pre športovcov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Funkčná anatómia pohbového systému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Tělovýchovné lékařství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 psychologický slovník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Bezpečnost a ochrana zdraví při práci prakticky a přehledně podle normy OHSAS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1309 testových otázek BOZP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7467D6">
        <w:trPr>
          <w:trHeight w:val="60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Zákoník práce, prováděcí nařízení vlády a další související předpisy s komentářem k 1. 1. 2012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824E2" w:rsidRPr="000A2E54" w:rsidRDefault="000824E2" w:rsidP="00F0532E">
      <w:pPr>
        <w:tabs>
          <w:tab w:val="left" w:pos="3360"/>
        </w:tabs>
        <w:rPr>
          <w:rFonts w:ascii="Arial Narrow" w:hAnsi="Arial Narrow" w:cs="Arial"/>
          <w:b/>
          <w:sz w:val="28"/>
          <w:szCs w:val="28"/>
        </w:rPr>
      </w:pPr>
    </w:p>
    <w:p w:rsidR="000824E2" w:rsidRPr="000A2E54" w:rsidRDefault="000824E2" w:rsidP="009F5897">
      <w:pPr>
        <w:jc w:val="center"/>
        <w:rPr>
          <w:rFonts w:ascii="Arial Narrow" w:hAnsi="Arial Narrow" w:cs="Arial"/>
          <w:b/>
          <w:sz w:val="28"/>
          <w:szCs w:val="28"/>
        </w:rPr>
      </w:pPr>
      <w:r w:rsidRPr="000A2E54">
        <w:rPr>
          <w:rFonts w:ascii="Arial Narrow" w:hAnsi="Arial Narrow"/>
          <w:b/>
          <w:bCs/>
          <w:color w:val="000000"/>
          <w:sz w:val="20"/>
          <w:szCs w:val="20"/>
        </w:rPr>
        <w:t>cena celkem bez DPH                                         s DPH</w:t>
      </w:r>
    </w:p>
    <w:p w:rsidR="000824E2" w:rsidRPr="000A2E54" w:rsidRDefault="000824E2" w:rsidP="00F0532E">
      <w:pPr>
        <w:tabs>
          <w:tab w:val="left" w:pos="3360"/>
        </w:tabs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F0532E">
      <w:pPr>
        <w:tabs>
          <w:tab w:val="left" w:pos="3360"/>
        </w:tabs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F0532E">
      <w:pPr>
        <w:tabs>
          <w:tab w:val="left" w:pos="3360"/>
        </w:tabs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F0532E">
      <w:pPr>
        <w:tabs>
          <w:tab w:val="left" w:pos="3360"/>
        </w:tabs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F0532E">
      <w:pPr>
        <w:tabs>
          <w:tab w:val="left" w:pos="3360"/>
        </w:tabs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F0532E">
      <w:pPr>
        <w:tabs>
          <w:tab w:val="left" w:pos="3360"/>
        </w:tabs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F0532E">
      <w:pPr>
        <w:tabs>
          <w:tab w:val="left" w:pos="3360"/>
        </w:tabs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F0532E">
      <w:pPr>
        <w:tabs>
          <w:tab w:val="left" w:pos="3360"/>
        </w:tabs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F0532E">
      <w:pPr>
        <w:tabs>
          <w:tab w:val="left" w:pos="3360"/>
        </w:tabs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F0532E">
      <w:pPr>
        <w:tabs>
          <w:tab w:val="left" w:pos="3360"/>
        </w:tabs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F0532E">
      <w:pPr>
        <w:tabs>
          <w:tab w:val="left" w:pos="3360"/>
        </w:tabs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F0532E">
      <w:pPr>
        <w:tabs>
          <w:tab w:val="left" w:pos="3360"/>
        </w:tabs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F0532E">
      <w:pPr>
        <w:tabs>
          <w:tab w:val="left" w:pos="3360"/>
        </w:tabs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F0532E">
      <w:pPr>
        <w:tabs>
          <w:tab w:val="left" w:pos="3360"/>
        </w:tabs>
        <w:rPr>
          <w:rFonts w:ascii="Arial Narrow" w:hAnsi="Arial Narrow" w:cs="Arial"/>
          <w:b/>
          <w:sz w:val="28"/>
          <w:szCs w:val="28"/>
        </w:rPr>
      </w:pPr>
    </w:p>
    <w:p w:rsidR="000824E2" w:rsidRPr="000A2E54" w:rsidRDefault="000824E2" w:rsidP="00F0532E">
      <w:pPr>
        <w:tabs>
          <w:tab w:val="left" w:pos="3360"/>
        </w:tabs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7C350C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7C350C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7C350C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7C350C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7C350C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7C350C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7C350C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7C350C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7C350C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0824E2" w:rsidRDefault="000824E2" w:rsidP="007C350C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  <w:r w:rsidRPr="000A2E54">
        <w:rPr>
          <w:rFonts w:ascii="Arial Narrow" w:hAnsi="Arial Narrow"/>
          <w:b/>
          <w:sz w:val="22"/>
          <w:szCs w:val="22"/>
        </w:rPr>
        <w:t xml:space="preserve">PŘÍLOHA Č. 2 KUPNÍ SMLOUVY – </w:t>
      </w:r>
      <w:r w:rsidRPr="000A2E54">
        <w:rPr>
          <w:rFonts w:ascii="Arial Narrow" w:hAnsi="Arial Narrow"/>
          <w:b/>
          <w:caps/>
          <w:sz w:val="22"/>
          <w:szCs w:val="22"/>
        </w:rPr>
        <w:t>položkový rozpočet – 2.část</w:t>
      </w:r>
    </w:p>
    <w:tbl>
      <w:tblPr>
        <w:tblW w:w="1388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6789"/>
        <w:gridCol w:w="1582"/>
        <w:gridCol w:w="3009"/>
        <w:gridCol w:w="2500"/>
      </w:tblGrid>
      <w:tr w:rsidR="000824E2" w:rsidRPr="007467D6" w:rsidTr="007467D6">
        <w:trPr>
          <w:trHeight w:val="600"/>
        </w:trPr>
        <w:tc>
          <w:tcPr>
            <w:tcW w:w="6789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000000"/>
            </w:tcBorders>
            <w:shd w:val="clear" w:color="auto" w:fill="FFFF99"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</w:rPr>
            </w:pPr>
            <w:r w:rsidRPr="007467D6">
              <w:rPr>
                <w:rFonts w:ascii="Arial" w:hAnsi="Arial" w:cs="Arial"/>
              </w:rPr>
              <w:t xml:space="preserve">Titul 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kusů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vč. DPH / kus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celkem vč. DPH</w:t>
            </w: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000000"/>
            </w:tcBorders>
            <w:vAlign w:val="center"/>
          </w:tcPr>
          <w:p w:rsidR="000824E2" w:rsidRPr="007467D6" w:rsidRDefault="000824E2" w:rsidP="007467D6">
            <w:pPr>
              <w:rPr>
                <w:rFonts w:ascii="Arial" w:hAnsi="Arial" w:cs="Arial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824E2" w:rsidRPr="007467D6" w:rsidRDefault="000824E2" w:rsidP="007467D6">
            <w:pPr>
              <w:rPr>
                <w:rFonts w:ascii="Arial" w:hAnsi="Arial" w:cs="Arial"/>
              </w:rPr>
            </w:pPr>
          </w:p>
        </w:tc>
        <w:tc>
          <w:tcPr>
            <w:tcW w:w="3009" w:type="dxa"/>
            <w:vMerge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vAlign w:val="center"/>
          </w:tcPr>
          <w:p w:rsidR="000824E2" w:rsidRPr="007467D6" w:rsidRDefault="000824E2" w:rsidP="007467D6">
            <w:pPr>
              <w:rPr>
                <w:rFonts w:ascii="Arial" w:hAnsi="Arial" w:cs="Arial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824E2" w:rsidRPr="007467D6" w:rsidRDefault="000824E2" w:rsidP="007467D6">
            <w:pPr>
              <w:rPr>
                <w:rFonts w:ascii="Arial" w:hAnsi="Arial" w:cs="Arial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Bipedal Robots: Modeling,Design and Walking Synthesis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Gait analysis in the science of rehabilitation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Clinical Gait Analysis: Theory and Practice,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Clinical Care of the Diabetic Foot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Biomechanical Basis of Human Movement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Biomechanics and Motor Control of Human Movement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Biomechanics and Motor Control of Human Gait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Human walking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NSCA´s guide to Tests &amp; Assessments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NSCA´s guide to Program Design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Biomechanics of Skeletal Muscles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Advanced Analysis of Motor Development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Physical Activity Health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Foundations of Physical Activity Public Health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Volleyball Fundamentals (Sports Fundamentals) 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Tennis Strokes and Tactics: Improve Your Game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Franklin Gothic Medium" w:hAnsi="Franklin Gothic Medium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The New Guide to Skiing: A Step-by-Step Guide in Color, Revised Edition [Paperback]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Franklin Gothic Medium" w:hAnsi="Franklin Gothic Medium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Training Cross-Country Skiing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Basketball Skills &amp; Drills - 3rd Edition [Paperback]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Football: Skills &amp; Drills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Kodokan Judo: The Essential Guide to Judo by Its Founder Jigoro Kano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Franklin Gothic Medium" w:hAnsi="Franklin Gothic Medium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Mastering Swimming (The Masters Athlete Series)  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Fundamental Handball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Athletics (Starting Sport)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Oxford handbook of Anaesthesia third edition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Oxford handbook of Critical care third edition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Oxford handbook of Emergenci medicine third edition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 Periferní nervové blokády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Hemodynamic Monitoring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Cecil Textbook of Medicine -- 2-Volume Set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Atlas of Ultrasound- and Nerve Stimulation-Guided Regional Anesthesia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Miller's Anesthesia 2 volume set, 7th Edition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EPLS: European Pediatric Life Support </w:t>
            </w:r>
            <w:r w:rsidRPr="007467D6">
              <w:rPr>
                <w:rFonts w:ascii="Arial" w:hAnsi="Arial" w:cs="Arial"/>
                <w:sz w:val="18"/>
                <w:szCs w:val="18"/>
              </w:rPr>
              <w:t>ERC manual for health care workers dealing with paediatric resuscitation, Edition 4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Adventure Education   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Careers in Sport, Fitness, and Exercise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A. Oxford Dictionary of Sports Studies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Research Methods in Physical Education </w:t>
            </w:r>
            <w:r w:rsidRPr="007467D6">
              <w:rPr>
                <w:rFonts w:ascii="Arial" w:hAnsi="Arial" w:cs="Arial"/>
                <w:sz w:val="20"/>
                <w:szCs w:val="20"/>
              </w:rPr>
              <w:br/>
              <w:t xml:space="preserve">     and Youth Sport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Sport Education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Sport Pedagogy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Sports Coaching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Teaching Movement Education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The Coaching Process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The Sociology of Sports Coaching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Electrotherapy: evidence-based practice, 12e; 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Therapeutic Modalities: The Art and Science With Clinical Activities Manual ;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Therapeutic Electrophysical Agents: Evidence Behind Practice;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Climatotherapy and Balneotherapy; The Climates and Mineral Water Health Resorts (Spas) of Europe and North Africa, Including the General;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Balneotherapy;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Anatomy Trains: Myofascial Meridians for Manual and Movement Therapists, 2e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The Anatomy Trains Posters, 2e;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Anatomy Trains: Myofascial Meridians for Manual and Movement Therapists, 2e;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3D Human Anatomy, Regional Edition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Advanced Analysis of Motor Development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Fundamentals of Motor Behavior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Qualitative Research in Physical Activity and the Health Professions eBook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Structure and Function of the Musculoskeletal System Image Bank-2nd Edition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Motor Learning and Development Image Bank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Measurement and Evaluation in Human Performance Presentation Package/Image Bank-4th Edition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Atlas of Ultrasound Measurements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Handbook on Applications of Ultrasound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Biomechanical Analysis of Fundamental Human Movements eBook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Research Methods in Physical Activity Presentation Package plus Image Bank-6th Edition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Biomechanics and Exercise Physiology: Quantitative Modeling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A History And Philosophy of Sport and Physical Education: From Ancient Civilizations to the Modern World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Practical phylosophy of Sport and Physical Activity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Theology, Ethics and Trensendence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Physiology of Sport and Excercise With Web Study Guide-5th edition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Social Research Methods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Foundations of Mixed Methods Research: Integrating Quantitative and Qualitative Approaches in the Social and Behavioral Sciences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Educational research : planning, conducting, and evaluating quantitative and qualitative research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Doing your Research Project in Sport: A Student Guide (Active Learning in Sport)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Science of Sports Training: How to Plan and Control Training for Peak Performance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Training for Sports Speed and Agility: An Evidence-Based Approach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Understanding Sports Coaching: The Social, Cultural and Pedagogical Foundations of Coaching Practice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101 performance evaluation tests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ADVANCED FITNESS TRAINING FOR ELITE SPORTS PERFORMANCE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The Complete Guide to Circuit Training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The World Sports Science Training Workbook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Athlete's Clock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Tapering and Peaking for Optimal Performance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ACSM Advanced Exercise Physiology, 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Biochemistry for Sport and Exercise Metabolism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Doping in Sports: Biochemical Principles, Effects and…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Exercise Physiology: An Integrated QApproach, 2013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Exercise Physiology, 2012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General Medical Conditions in the Athlete, 2011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K Taping An Illustrated Guide, 2012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A23698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Sport Psychology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Electrotherapy Explained: Principles and Practice, 4e;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Advanced Analysis of Motor Development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An Introduction to Motor Learning and Motor Control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Functional Anatomy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Functional Movement Development 3e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Human Motor Development 8e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Imaging Atlas of Human Anatomy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Introduction to Kinesiology: A Biophysical Perspective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Kinesiology: Scientific Basis of Human Motion 12e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Muscle and Sensory Testing 3e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 xml:space="preserve">Postural Assessment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Sports Biomechanics 2e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Sports Rehabilitation and Injury Prevention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Strap Taping for Sports and Rehabilitation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RPr="007467D6" w:rsidTr="007467D6">
        <w:trPr>
          <w:trHeight w:val="600"/>
        </w:trPr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7D6">
              <w:rPr>
                <w:rFonts w:ascii="Arial" w:hAnsi="Arial" w:cs="Arial"/>
                <w:sz w:val="20"/>
                <w:szCs w:val="20"/>
              </w:rPr>
              <w:t>Differential Diagnosis for Physical Therapists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24E2" w:rsidRPr="007467D6" w:rsidRDefault="000824E2" w:rsidP="00746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824E2" w:rsidRPr="000A2E54" w:rsidRDefault="000824E2" w:rsidP="007C350C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Pr="000A2E54" w:rsidRDefault="000824E2" w:rsidP="007C350C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0824E2" w:rsidRPr="000A2E54" w:rsidRDefault="000824E2" w:rsidP="004E2FD3">
      <w:pPr>
        <w:jc w:val="center"/>
        <w:rPr>
          <w:rFonts w:ascii="Arial Narrow" w:hAnsi="Arial Narrow" w:cs="Arial"/>
          <w:b/>
          <w:sz w:val="28"/>
          <w:szCs w:val="28"/>
        </w:rPr>
      </w:pPr>
      <w:r w:rsidRPr="000A2E54">
        <w:rPr>
          <w:rFonts w:ascii="Arial Narrow" w:hAnsi="Arial Narrow"/>
          <w:b/>
          <w:bCs/>
          <w:color w:val="000000"/>
          <w:sz w:val="20"/>
          <w:szCs w:val="20"/>
        </w:rPr>
        <w:t>cena celkem bez DPH                                         s DPH</w:t>
      </w:r>
    </w:p>
    <w:p w:rsidR="000824E2" w:rsidRDefault="000824E2" w:rsidP="00D47E13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D47E13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D47E13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D47E13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D47E13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D47E13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D47E13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D47E13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D47E13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D47E13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D47E13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D47E13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D47E13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D47E13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D47E13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D47E13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Pr="000A2E54" w:rsidRDefault="000824E2" w:rsidP="009F5897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  <w:r w:rsidRPr="000A2E54">
        <w:rPr>
          <w:rFonts w:ascii="Arial Narrow" w:hAnsi="Arial Narrow"/>
          <w:b/>
          <w:sz w:val="22"/>
          <w:szCs w:val="22"/>
        </w:rPr>
        <w:t xml:space="preserve">PŘÍLOHA Č. 2 KUPNÍ SMLOUVY – </w:t>
      </w:r>
      <w:r w:rsidRPr="000A2E54">
        <w:rPr>
          <w:rFonts w:ascii="Arial Narrow" w:hAnsi="Arial Narrow"/>
          <w:b/>
          <w:caps/>
          <w:sz w:val="22"/>
          <w:szCs w:val="22"/>
        </w:rPr>
        <w:t xml:space="preserve">položkový rozpočet – </w:t>
      </w:r>
      <w:r>
        <w:rPr>
          <w:rFonts w:ascii="Arial Narrow" w:hAnsi="Arial Narrow"/>
          <w:b/>
          <w:caps/>
          <w:sz w:val="22"/>
          <w:szCs w:val="22"/>
        </w:rPr>
        <w:t>3</w:t>
      </w:r>
      <w:r w:rsidRPr="000A2E54">
        <w:rPr>
          <w:rFonts w:ascii="Arial Narrow" w:hAnsi="Arial Narrow"/>
          <w:b/>
          <w:caps/>
          <w:sz w:val="22"/>
          <w:szCs w:val="22"/>
        </w:rPr>
        <w:t>.část</w:t>
      </w:r>
    </w:p>
    <w:tbl>
      <w:tblPr>
        <w:tblW w:w="1050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6208"/>
        <w:gridCol w:w="1882"/>
        <w:gridCol w:w="2410"/>
      </w:tblGrid>
      <w:tr w:rsidR="000824E2" w:rsidTr="00A23698">
        <w:trPr>
          <w:trHeight w:val="600"/>
        </w:trPr>
        <w:tc>
          <w:tcPr>
            <w:tcW w:w="6208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000000"/>
            </w:tcBorders>
            <w:shd w:val="clear" w:color="auto" w:fill="FFFF99"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Titul </w:t>
            </w:r>
          </w:p>
        </w:tc>
        <w:tc>
          <w:tcPr>
            <w:tcW w:w="18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vAlign w:val="bottom"/>
          </w:tcPr>
          <w:p w:rsidR="000824E2" w:rsidRDefault="000824E2" w:rsidP="007948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kusů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824E2" w:rsidRDefault="000824E2" w:rsidP="007948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celkem vč. DPH</w:t>
            </w:r>
          </w:p>
        </w:tc>
      </w:tr>
      <w:tr w:rsidR="000824E2" w:rsidTr="00A23698">
        <w:trPr>
          <w:trHeight w:val="600"/>
        </w:trPr>
        <w:tc>
          <w:tcPr>
            <w:tcW w:w="6208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000000"/>
            </w:tcBorders>
            <w:vAlign w:val="center"/>
          </w:tcPr>
          <w:p w:rsidR="000824E2" w:rsidRDefault="000824E2">
            <w:pPr>
              <w:rPr>
                <w:rFonts w:ascii="Arial" w:hAnsi="Arial" w:cs="Arial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824E2" w:rsidRDefault="000824E2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824E2" w:rsidRDefault="000824E2">
            <w:pPr>
              <w:rPr>
                <w:rFonts w:ascii="Arial" w:hAnsi="Arial" w:cs="Arial"/>
              </w:rPr>
            </w:pPr>
          </w:p>
        </w:tc>
      </w:tr>
      <w:tr w:rsidR="000824E2" w:rsidTr="00A23698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Langenscheidt Grosswörterbuch Deutsch als Fremdsprache Neu + CD-ROM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735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Der Brockhaus Sport: Sportarten und Regeln, Wettkämpfe und Athleten, Training und Fitness. 3500 Stichwörter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Der Volleyballtrainer. Lehrpraxis für Übungsleiter und Trainer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Fußballtraining mit System: Handbuch für Fußballtrainer aller Alters- und Leistungsklassen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Tennis - Perfekte Technik, kluge Taktik: Mit Rundum-Analyse aller Schlagphasen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Tennis - Perfekte Technik, kluge Taktik: Mit Rundum-Analyse aller Schlagphasen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Judo, Technik, Methodik, Geist: Ein Handbuch für Lernende und Lehrer 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Schwimmen: Lernen-Üben-Trainieren, 7. vydání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Basketball: Alles über Technik, Taktik, Training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Skilanglauf. Methodik und Technik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Biathlon. Leistung - Training - Wettkampf: Ein Lehrbuch für Trainer, Übungsleiter und Aktive </w:t>
            </w:r>
          </w:p>
        </w:tc>
        <w:tc>
          <w:tcPr>
            <w:tcW w:w="18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Schneesportunterricht mit Kindern und Jugendlichen - Lehrplan: Deutscher Verband für das Skilehrwesen e.V. / Interski Deutschland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Unihockey - Volltreffer in die kleinsten Tore der Welt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Handballtraining. Trainieren - Spielen - Gewinnen (Broschiert: 288 Seiten)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Sportpadagogik als Erfahrungswissenschaft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Handbuch Schulsport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Mehrperspektivischer Sportunterricht Band 2 Didaktische Anregungen und praktische Beispiele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Handbuch Evaluation im Sport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4E2" w:rsidTr="00A23698">
        <w:trPr>
          <w:trHeight w:val="600"/>
        </w:trPr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Sportdidaktik: Grundlagen - Vermittlungsformen - Bewegungsfelder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4E2" w:rsidRDefault="00082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E2" w:rsidRDefault="000824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824E2" w:rsidRDefault="000824E2" w:rsidP="00D47E13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D47E13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0824E2" w:rsidRDefault="000824E2" w:rsidP="00D47E13">
      <w:pPr>
        <w:jc w:val="center"/>
        <w:rPr>
          <w:rFonts w:ascii="Arial Narrow" w:hAnsi="Arial Narrow" w:cs="Arial"/>
          <w:b/>
          <w:sz w:val="28"/>
          <w:szCs w:val="28"/>
        </w:rPr>
      </w:pPr>
      <w:r w:rsidRPr="000A2E54">
        <w:rPr>
          <w:rFonts w:ascii="Arial Narrow" w:hAnsi="Arial Narrow"/>
          <w:b/>
          <w:bCs/>
          <w:color w:val="000000"/>
          <w:sz w:val="20"/>
          <w:szCs w:val="20"/>
        </w:rPr>
        <w:t>cena celkem bez DPH                                         s DPH</w:t>
      </w:r>
    </w:p>
    <w:sectPr w:rsidR="000824E2" w:rsidSect="00A67718">
      <w:type w:val="continuous"/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4E2" w:rsidRDefault="000824E2">
      <w:r>
        <w:separator/>
      </w:r>
    </w:p>
  </w:endnote>
  <w:endnote w:type="continuationSeparator" w:id="0">
    <w:p w:rsidR="000824E2" w:rsidRDefault="00082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sablan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4E2" w:rsidRPr="00DB536D" w:rsidRDefault="000824E2" w:rsidP="00DB536D">
    <w:pPr>
      <w:jc w:val="center"/>
      <w:rPr>
        <w:rFonts w:ascii="Arial Narrow" w:hAnsi="Arial Narrow"/>
        <w:b/>
        <w:sz w:val="18"/>
        <w:szCs w:val="18"/>
      </w:rPr>
    </w:pPr>
    <w:r w:rsidRPr="00967404">
      <w:rPr>
        <w:rFonts w:ascii="Arial Narrow" w:hAnsi="Arial Narrow" w:cs="Arial"/>
        <w:sz w:val="18"/>
        <w:szCs w:val="18"/>
      </w:rPr>
      <w:t xml:space="preserve">zadávací dokumentace VZMR </w:t>
    </w:r>
    <w:r w:rsidRPr="00965FD7">
      <w:rPr>
        <w:rFonts w:ascii="Arial Narrow" w:hAnsi="Arial Narrow"/>
        <w:b/>
        <w:i/>
        <w:sz w:val="18"/>
        <w:szCs w:val="18"/>
      </w:rPr>
      <w:t>Dodávka odborné literatury pro projekty OPV</w:t>
    </w:r>
    <w:r>
      <w:rPr>
        <w:rFonts w:ascii="Arial Narrow" w:hAnsi="Arial Narrow"/>
        <w:b/>
        <w:i/>
        <w:sz w:val="18"/>
        <w:szCs w:val="18"/>
      </w:rPr>
      <w:t>K</w:t>
    </w:r>
    <w:r w:rsidRPr="00965FD7">
      <w:rPr>
        <w:rFonts w:ascii="Arial Narrow" w:hAnsi="Arial Narrow"/>
        <w:b/>
        <w:i/>
        <w:sz w:val="18"/>
        <w:szCs w:val="18"/>
      </w:rPr>
      <w:t xml:space="preserve"> </w:t>
    </w:r>
    <w:r w:rsidRPr="00967404">
      <w:rPr>
        <w:rFonts w:ascii="Arial Narrow" w:hAnsi="Arial Narrow"/>
        <w:b/>
        <w:sz w:val="18"/>
        <w:szCs w:val="18"/>
      </w:rPr>
      <w:t xml:space="preserve">, </w:t>
    </w:r>
    <w:r w:rsidRPr="00967404">
      <w:rPr>
        <w:rFonts w:ascii="Arial Narrow" w:hAnsi="Arial Narrow" w:cs="Arial"/>
        <w:sz w:val="18"/>
        <w:szCs w:val="18"/>
      </w:rPr>
      <w:t>Fakulta sportovních studií Masarykovy univerzity</w:t>
    </w:r>
  </w:p>
  <w:p w:rsidR="000824E2" w:rsidRPr="00417421" w:rsidRDefault="000824E2">
    <w:pPr>
      <w:pStyle w:val="Footer"/>
      <w:rPr>
        <w:rFonts w:ascii="Arial Narrow" w:hAnsi="Arial Narro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4E2" w:rsidRDefault="000824E2">
      <w:r>
        <w:separator/>
      </w:r>
    </w:p>
  </w:footnote>
  <w:footnote w:type="continuationSeparator" w:id="0">
    <w:p w:rsidR="000824E2" w:rsidRDefault="000824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4E2" w:rsidRPr="0051235D" w:rsidRDefault="000824E2" w:rsidP="001773C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3.25pt;width:478.95pt;height:117.05pt;z-index:251658240;mso-wrap-distance-left:0;mso-wrap-distance-right:0;mso-position-horizontal-relative:margin" filled="t">
          <v:fill color2="black"/>
          <v:imagedata r:id="rId1" o:title=""/>
          <w10:wrap type="square" side="largest" anchorx="margin"/>
        </v:shape>
      </w:pict>
    </w:r>
    <w:r>
      <w:rPr>
        <w:noProof/>
      </w:rPr>
      <w:pict>
        <v:shape id="_x0000_s2050" type="#_x0000_t75" style="position:absolute;margin-left:14.15pt;margin-top:17.4pt;width:478.95pt;height:117.05pt;z-index:251657216;mso-wrap-distance-left:0;mso-wrap-distance-right:0;mso-position-horizontal-relative:margin" filled="t">
          <v:fill color2="black"/>
          <v:imagedata r:id="rId1" o:title=""/>
          <w10:wrap type="square" side="largest" anchorx="margin"/>
        </v:shape>
      </w:pict>
    </w:r>
  </w:p>
  <w:p w:rsidR="000824E2" w:rsidRDefault="000824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CB7"/>
    <w:multiLevelType w:val="hybridMultilevel"/>
    <w:tmpl w:val="9976ADC8"/>
    <w:lvl w:ilvl="0" w:tplc="001A2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6F8B5F6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B11174"/>
    <w:multiLevelType w:val="hybridMultilevel"/>
    <w:tmpl w:val="415496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4B49A2"/>
    <w:multiLevelType w:val="hybridMultilevel"/>
    <w:tmpl w:val="1AEC4F0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6162D2B"/>
    <w:multiLevelType w:val="hybridMultilevel"/>
    <w:tmpl w:val="12E2E1D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ABD298A"/>
    <w:multiLevelType w:val="hybridMultilevel"/>
    <w:tmpl w:val="68E80D3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D0C4539"/>
    <w:multiLevelType w:val="hybridMultilevel"/>
    <w:tmpl w:val="DD62B074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0F141729"/>
    <w:multiLevelType w:val="hybridMultilevel"/>
    <w:tmpl w:val="329C0E32"/>
    <w:lvl w:ilvl="0" w:tplc="DA06C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0291973"/>
    <w:multiLevelType w:val="hybridMultilevel"/>
    <w:tmpl w:val="0D6E9B66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2FB535A"/>
    <w:multiLevelType w:val="hybridMultilevel"/>
    <w:tmpl w:val="DAFED446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49838F5"/>
    <w:multiLevelType w:val="hybridMultilevel"/>
    <w:tmpl w:val="B240F0D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D307C0F"/>
    <w:multiLevelType w:val="hybridMultilevel"/>
    <w:tmpl w:val="D28841D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1340F81"/>
    <w:multiLevelType w:val="hybridMultilevel"/>
    <w:tmpl w:val="D22A4C4C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7F46D36"/>
    <w:multiLevelType w:val="hybridMultilevel"/>
    <w:tmpl w:val="19EE470A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8656180"/>
    <w:multiLevelType w:val="hybridMultilevel"/>
    <w:tmpl w:val="7E448E30"/>
    <w:lvl w:ilvl="0" w:tplc="36F837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CA5C83"/>
    <w:multiLevelType w:val="hybridMultilevel"/>
    <w:tmpl w:val="899218D8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EFD60DC"/>
    <w:multiLevelType w:val="hybridMultilevel"/>
    <w:tmpl w:val="4664FD60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FDE04B9"/>
    <w:multiLevelType w:val="hybridMultilevel"/>
    <w:tmpl w:val="C922C45C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04054BF"/>
    <w:multiLevelType w:val="hybridMultilevel"/>
    <w:tmpl w:val="F0662CA0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191551C"/>
    <w:multiLevelType w:val="hybridMultilevel"/>
    <w:tmpl w:val="44F24AC0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FA6A89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B834A4D"/>
    <w:multiLevelType w:val="hybridMultilevel"/>
    <w:tmpl w:val="4626A3A8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E4D2551"/>
    <w:multiLevelType w:val="hybridMultilevel"/>
    <w:tmpl w:val="BA56FF7C"/>
    <w:lvl w:ilvl="0" w:tplc="DE3E864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2">
    <w:nsid w:val="503D712A"/>
    <w:multiLevelType w:val="hybridMultilevel"/>
    <w:tmpl w:val="58BA395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5F0D72"/>
    <w:multiLevelType w:val="hybridMultilevel"/>
    <w:tmpl w:val="4660215E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F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1323020"/>
    <w:multiLevelType w:val="hybridMultilevel"/>
    <w:tmpl w:val="03E85198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1A44826"/>
    <w:multiLevelType w:val="hybridMultilevel"/>
    <w:tmpl w:val="231E9E14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3A52E43"/>
    <w:multiLevelType w:val="hybridMultilevel"/>
    <w:tmpl w:val="1C240A3A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73C6868"/>
    <w:multiLevelType w:val="hybridMultilevel"/>
    <w:tmpl w:val="38B86248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8045BD3"/>
    <w:multiLevelType w:val="hybridMultilevel"/>
    <w:tmpl w:val="CCD8FD4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989249A"/>
    <w:multiLevelType w:val="hybridMultilevel"/>
    <w:tmpl w:val="D38E890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5BA51867"/>
    <w:multiLevelType w:val="hybridMultilevel"/>
    <w:tmpl w:val="C6BE1634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5C796B0A"/>
    <w:multiLevelType w:val="hybridMultilevel"/>
    <w:tmpl w:val="6EA8AEA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CE92943"/>
    <w:multiLevelType w:val="hybridMultilevel"/>
    <w:tmpl w:val="5E28AB7A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5D890B11"/>
    <w:multiLevelType w:val="hybridMultilevel"/>
    <w:tmpl w:val="F4B2FC2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2AB04FE"/>
    <w:multiLevelType w:val="hybridMultilevel"/>
    <w:tmpl w:val="5A44774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4CD5A8D"/>
    <w:multiLevelType w:val="hybridMultilevel"/>
    <w:tmpl w:val="567E77D8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66C56E48"/>
    <w:multiLevelType w:val="hybridMultilevel"/>
    <w:tmpl w:val="318643A4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68D20A29"/>
    <w:multiLevelType w:val="hybridMultilevel"/>
    <w:tmpl w:val="DE2CF9B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6B626B0A"/>
    <w:multiLevelType w:val="hybridMultilevel"/>
    <w:tmpl w:val="579215BA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6EA21EF1"/>
    <w:multiLevelType w:val="multilevel"/>
    <w:tmpl w:val="45DEBB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2"/>
      <w:suff w:val="space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pPr>
        <w:ind w:left="737" w:hanging="737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0">
    <w:nsid w:val="731A78D1"/>
    <w:multiLevelType w:val="hybridMultilevel"/>
    <w:tmpl w:val="90522050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58E089C"/>
    <w:multiLevelType w:val="hybridMultilevel"/>
    <w:tmpl w:val="D250E2A6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7F983187"/>
    <w:multiLevelType w:val="hybridMultilevel"/>
    <w:tmpl w:val="80688774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28"/>
  </w:num>
  <w:num w:numId="7">
    <w:abstractNumId w:val="1"/>
  </w:num>
  <w:num w:numId="8">
    <w:abstractNumId w:val="21"/>
  </w:num>
  <w:num w:numId="9">
    <w:abstractNumId w:val="33"/>
  </w:num>
  <w:num w:numId="10">
    <w:abstractNumId w:val="34"/>
  </w:num>
  <w:num w:numId="11">
    <w:abstractNumId w:val="22"/>
  </w:num>
  <w:num w:numId="12">
    <w:abstractNumId w:val="31"/>
  </w:num>
  <w:num w:numId="13">
    <w:abstractNumId w:val="8"/>
  </w:num>
  <w:num w:numId="14">
    <w:abstractNumId w:val="30"/>
  </w:num>
  <w:num w:numId="15">
    <w:abstractNumId w:val="24"/>
  </w:num>
  <w:num w:numId="16">
    <w:abstractNumId w:val="9"/>
  </w:num>
  <w:num w:numId="17">
    <w:abstractNumId w:val="15"/>
  </w:num>
  <w:num w:numId="18">
    <w:abstractNumId w:val="5"/>
  </w:num>
  <w:num w:numId="19">
    <w:abstractNumId w:val="27"/>
  </w:num>
  <w:num w:numId="20">
    <w:abstractNumId w:val="32"/>
  </w:num>
  <w:num w:numId="21">
    <w:abstractNumId w:val="36"/>
  </w:num>
  <w:num w:numId="22">
    <w:abstractNumId w:val="40"/>
  </w:num>
  <w:num w:numId="23">
    <w:abstractNumId w:val="2"/>
  </w:num>
  <w:num w:numId="24">
    <w:abstractNumId w:val="19"/>
  </w:num>
  <w:num w:numId="25">
    <w:abstractNumId w:val="25"/>
  </w:num>
  <w:num w:numId="26">
    <w:abstractNumId w:val="17"/>
  </w:num>
  <w:num w:numId="27">
    <w:abstractNumId w:val="29"/>
  </w:num>
  <w:num w:numId="28">
    <w:abstractNumId w:val="18"/>
  </w:num>
  <w:num w:numId="29">
    <w:abstractNumId w:val="26"/>
  </w:num>
  <w:num w:numId="30">
    <w:abstractNumId w:val="42"/>
  </w:num>
  <w:num w:numId="31">
    <w:abstractNumId w:val="3"/>
  </w:num>
  <w:num w:numId="32">
    <w:abstractNumId w:val="12"/>
  </w:num>
  <w:num w:numId="33">
    <w:abstractNumId w:val="41"/>
  </w:num>
  <w:num w:numId="34">
    <w:abstractNumId w:val="10"/>
  </w:num>
  <w:num w:numId="35">
    <w:abstractNumId w:val="20"/>
  </w:num>
  <w:num w:numId="36">
    <w:abstractNumId w:val="6"/>
  </w:num>
  <w:num w:numId="37">
    <w:abstractNumId w:val="16"/>
  </w:num>
  <w:num w:numId="38">
    <w:abstractNumId w:val="14"/>
  </w:num>
  <w:num w:numId="39">
    <w:abstractNumId w:val="38"/>
  </w:num>
  <w:num w:numId="40">
    <w:abstractNumId w:val="37"/>
  </w:num>
  <w:num w:numId="41">
    <w:abstractNumId w:val="35"/>
  </w:num>
  <w:num w:numId="42">
    <w:abstractNumId w:val="13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7564"/>
    <w:rsid w:val="00005B83"/>
    <w:rsid w:val="0001648B"/>
    <w:rsid w:val="00017D58"/>
    <w:rsid w:val="00017E6B"/>
    <w:rsid w:val="0002423A"/>
    <w:rsid w:val="00042A49"/>
    <w:rsid w:val="00045AA3"/>
    <w:rsid w:val="00045C5C"/>
    <w:rsid w:val="00047209"/>
    <w:rsid w:val="00047CBA"/>
    <w:rsid w:val="000500EE"/>
    <w:rsid w:val="00062B36"/>
    <w:rsid w:val="000656AB"/>
    <w:rsid w:val="00071AC9"/>
    <w:rsid w:val="0007283F"/>
    <w:rsid w:val="000731AF"/>
    <w:rsid w:val="0007342E"/>
    <w:rsid w:val="0007604D"/>
    <w:rsid w:val="000800E2"/>
    <w:rsid w:val="000811A2"/>
    <w:rsid w:val="000824E2"/>
    <w:rsid w:val="00083772"/>
    <w:rsid w:val="000843B5"/>
    <w:rsid w:val="000855E8"/>
    <w:rsid w:val="00092E16"/>
    <w:rsid w:val="000A25AE"/>
    <w:rsid w:val="000A2E54"/>
    <w:rsid w:val="000B23C1"/>
    <w:rsid w:val="000B3297"/>
    <w:rsid w:val="000C0C4D"/>
    <w:rsid w:val="000C3681"/>
    <w:rsid w:val="000C64BA"/>
    <w:rsid w:val="000C73C9"/>
    <w:rsid w:val="000D0DB3"/>
    <w:rsid w:val="000D11E6"/>
    <w:rsid w:val="000D7068"/>
    <w:rsid w:val="000D79E9"/>
    <w:rsid w:val="000E3283"/>
    <w:rsid w:val="000E373E"/>
    <w:rsid w:val="000E3F24"/>
    <w:rsid w:val="000E691F"/>
    <w:rsid w:val="000F0A02"/>
    <w:rsid w:val="00105FB2"/>
    <w:rsid w:val="00112EA5"/>
    <w:rsid w:val="00116463"/>
    <w:rsid w:val="001178F1"/>
    <w:rsid w:val="00121493"/>
    <w:rsid w:val="001242D8"/>
    <w:rsid w:val="001345EF"/>
    <w:rsid w:val="00134DEA"/>
    <w:rsid w:val="00141595"/>
    <w:rsid w:val="00142F2E"/>
    <w:rsid w:val="00144AAC"/>
    <w:rsid w:val="00147C72"/>
    <w:rsid w:val="00156B11"/>
    <w:rsid w:val="00161A6A"/>
    <w:rsid w:val="00163852"/>
    <w:rsid w:val="0017185C"/>
    <w:rsid w:val="00172D3C"/>
    <w:rsid w:val="001773CF"/>
    <w:rsid w:val="0018364A"/>
    <w:rsid w:val="00192871"/>
    <w:rsid w:val="00195ECA"/>
    <w:rsid w:val="001B762F"/>
    <w:rsid w:val="001C6099"/>
    <w:rsid w:val="001D6527"/>
    <w:rsid w:val="001E022D"/>
    <w:rsid w:val="001E264C"/>
    <w:rsid w:val="001E359A"/>
    <w:rsid w:val="001E52F4"/>
    <w:rsid w:val="001E5D60"/>
    <w:rsid w:val="001F1B39"/>
    <w:rsid w:val="001F469C"/>
    <w:rsid w:val="001F6216"/>
    <w:rsid w:val="001F79FA"/>
    <w:rsid w:val="00204804"/>
    <w:rsid w:val="002079EB"/>
    <w:rsid w:val="00207B9F"/>
    <w:rsid w:val="0021156C"/>
    <w:rsid w:val="0021419D"/>
    <w:rsid w:val="00214839"/>
    <w:rsid w:val="00222BCF"/>
    <w:rsid w:val="002275A1"/>
    <w:rsid w:val="00237A24"/>
    <w:rsid w:val="002638EC"/>
    <w:rsid w:val="00266797"/>
    <w:rsid w:val="0026684C"/>
    <w:rsid w:val="00266A97"/>
    <w:rsid w:val="002823DD"/>
    <w:rsid w:val="002914C6"/>
    <w:rsid w:val="00291CE7"/>
    <w:rsid w:val="002A480D"/>
    <w:rsid w:val="002A5D26"/>
    <w:rsid w:val="002B0C70"/>
    <w:rsid w:val="002B1B65"/>
    <w:rsid w:val="002B6174"/>
    <w:rsid w:val="002B66A2"/>
    <w:rsid w:val="002C1DC1"/>
    <w:rsid w:val="002C5B26"/>
    <w:rsid w:val="002D6F6C"/>
    <w:rsid w:val="002E0419"/>
    <w:rsid w:val="002E1DC3"/>
    <w:rsid w:val="002E37DF"/>
    <w:rsid w:val="002E415C"/>
    <w:rsid w:val="002E5B30"/>
    <w:rsid w:val="003163C4"/>
    <w:rsid w:val="0031673D"/>
    <w:rsid w:val="00322FFB"/>
    <w:rsid w:val="00330DBD"/>
    <w:rsid w:val="00332121"/>
    <w:rsid w:val="00340433"/>
    <w:rsid w:val="00342921"/>
    <w:rsid w:val="003620E8"/>
    <w:rsid w:val="00362A68"/>
    <w:rsid w:val="00363039"/>
    <w:rsid w:val="00372DEA"/>
    <w:rsid w:val="00372EED"/>
    <w:rsid w:val="003757F5"/>
    <w:rsid w:val="0037655F"/>
    <w:rsid w:val="00390DD5"/>
    <w:rsid w:val="00391878"/>
    <w:rsid w:val="00392486"/>
    <w:rsid w:val="00392D53"/>
    <w:rsid w:val="00394BE4"/>
    <w:rsid w:val="003968C5"/>
    <w:rsid w:val="00396F92"/>
    <w:rsid w:val="003A36D5"/>
    <w:rsid w:val="003A4706"/>
    <w:rsid w:val="003A5E4D"/>
    <w:rsid w:val="003B318E"/>
    <w:rsid w:val="003B3738"/>
    <w:rsid w:val="003C2443"/>
    <w:rsid w:val="003C3EA3"/>
    <w:rsid w:val="003D185D"/>
    <w:rsid w:val="003D471A"/>
    <w:rsid w:val="003D5D8E"/>
    <w:rsid w:val="003E5809"/>
    <w:rsid w:val="003E712C"/>
    <w:rsid w:val="004006FC"/>
    <w:rsid w:val="00406179"/>
    <w:rsid w:val="00407633"/>
    <w:rsid w:val="00412885"/>
    <w:rsid w:val="0041406A"/>
    <w:rsid w:val="00414FCE"/>
    <w:rsid w:val="00417020"/>
    <w:rsid w:val="00417421"/>
    <w:rsid w:val="0042089B"/>
    <w:rsid w:val="0042640D"/>
    <w:rsid w:val="00435FCB"/>
    <w:rsid w:val="00444744"/>
    <w:rsid w:val="004541F1"/>
    <w:rsid w:val="0045519C"/>
    <w:rsid w:val="004560D1"/>
    <w:rsid w:val="00457109"/>
    <w:rsid w:val="0045781E"/>
    <w:rsid w:val="004644D2"/>
    <w:rsid w:val="00464557"/>
    <w:rsid w:val="004726ED"/>
    <w:rsid w:val="0047287D"/>
    <w:rsid w:val="00476EC7"/>
    <w:rsid w:val="00480532"/>
    <w:rsid w:val="004856F4"/>
    <w:rsid w:val="00490839"/>
    <w:rsid w:val="00495548"/>
    <w:rsid w:val="00496714"/>
    <w:rsid w:val="00497D2F"/>
    <w:rsid w:val="004A0774"/>
    <w:rsid w:val="004A07C0"/>
    <w:rsid w:val="004A2B2A"/>
    <w:rsid w:val="004A6449"/>
    <w:rsid w:val="004A7564"/>
    <w:rsid w:val="004B2807"/>
    <w:rsid w:val="004C16A6"/>
    <w:rsid w:val="004C2EEF"/>
    <w:rsid w:val="004C6FA8"/>
    <w:rsid w:val="004D56B7"/>
    <w:rsid w:val="004D70FB"/>
    <w:rsid w:val="004E2FD3"/>
    <w:rsid w:val="004F61C2"/>
    <w:rsid w:val="004F74DB"/>
    <w:rsid w:val="00500E04"/>
    <w:rsid w:val="00511FE6"/>
    <w:rsid w:val="0051235D"/>
    <w:rsid w:val="0051622E"/>
    <w:rsid w:val="00517963"/>
    <w:rsid w:val="00527452"/>
    <w:rsid w:val="00527B7D"/>
    <w:rsid w:val="00527ED0"/>
    <w:rsid w:val="00532D73"/>
    <w:rsid w:val="005341B8"/>
    <w:rsid w:val="00536DAF"/>
    <w:rsid w:val="00537A97"/>
    <w:rsid w:val="00541C3A"/>
    <w:rsid w:val="0054276F"/>
    <w:rsid w:val="005435DA"/>
    <w:rsid w:val="00550EA9"/>
    <w:rsid w:val="005522A7"/>
    <w:rsid w:val="0055425E"/>
    <w:rsid w:val="00563872"/>
    <w:rsid w:val="00563ADA"/>
    <w:rsid w:val="00565CD2"/>
    <w:rsid w:val="00570333"/>
    <w:rsid w:val="00573358"/>
    <w:rsid w:val="00576F9B"/>
    <w:rsid w:val="00583DB5"/>
    <w:rsid w:val="00591E18"/>
    <w:rsid w:val="00593576"/>
    <w:rsid w:val="0059660C"/>
    <w:rsid w:val="005A09AD"/>
    <w:rsid w:val="005A606E"/>
    <w:rsid w:val="005B115E"/>
    <w:rsid w:val="005B4701"/>
    <w:rsid w:val="005B6CDB"/>
    <w:rsid w:val="005C0346"/>
    <w:rsid w:val="005C2DAD"/>
    <w:rsid w:val="005C387A"/>
    <w:rsid w:val="005C59EB"/>
    <w:rsid w:val="005C6621"/>
    <w:rsid w:val="005C79F4"/>
    <w:rsid w:val="005D7DD9"/>
    <w:rsid w:val="005E0541"/>
    <w:rsid w:val="005E1A32"/>
    <w:rsid w:val="005E30DE"/>
    <w:rsid w:val="005F1950"/>
    <w:rsid w:val="005F2AFA"/>
    <w:rsid w:val="00602DD3"/>
    <w:rsid w:val="006064D1"/>
    <w:rsid w:val="00614539"/>
    <w:rsid w:val="006152B1"/>
    <w:rsid w:val="00616EEE"/>
    <w:rsid w:val="00617037"/>
    <w:rsid w:val="00617F8F"/>
    <w:rsid w:val="0063747D"/>
    <w:rsid w:val="00640A3E"/>
    <w:rsid w:val="006436B5"/>
    <w:rsid w:val="00652D36"/>
    <w:rsid w:val="00653BE1"/>
    <w:rsid w:val="0066141A"/>
    <w:rsid w:val="00661FB1"/>
    <w:rsid w:val="00665D44"/>
    <w:rsid w:val="006668A6"/>
    <w:rsid w:val="00675C04"/>
    <w:rsid w:val="00692773"/>
    <w:rsid w:val="0069355D"/>
    <w:rsid w:val="0069401C"/>
    <w:rsid w:val="006A075A"/>
    <w:rsid w:val="006A748C"/>
    <w:rsid w:val="006A7521"/>
    <w:rsid w:val="006B4ED5"/>
    <w:rsid w:val="006C2EE3"/>
    <w:rsid w:val="006C449F"/>
    <w:rsid w:val="006C5090"/>
    <w:rsid w:val="006D5195"/>
    <w:rsid w:val="006E10FD"/>
    <w:rsid w:val="006E2136"/>
    <w:rsid w:val="006E4319"/>
    <w:rsid w:val="006E7C77"/>
    <w:rsid w:val="006F1316"/>
    <w:rsid w:val="006F2188"/>
    <w:rsid w:val="006F4A69"/>
    <w:rsid w:val="007009F7"/>
    <w:rsid w:val="00700C43"/>
    <w:rsid w:val="00701CB1"/>
    <w:rsid w:val="00704572"/>
    <w:rsid w:val="007127FE"/>
    <w:rsid w:val="007141D8"/>
    <w:rsid w:val="00720237"/>
    <w:rsid w:val="00722538"/>
    <w:rsid w:val="00722EE3"/>
    <w:rsid w:val="0072796F"/>
    <w:rsid w:val="00731761"/>
    <w:rsid w:val="0073602C"/>
    <w:rsid w:val="00736A66"/>
    <w:rsid w:val="00745C33"/>
    <w:rsid w:val="00745F7A"/>
    <w:rsid w:val="007467D6"/>
    <w:rsid w:val="00747459"/>
    <w:rsid w:val="00754DB8"/>
    <w:rsid w:val="00766F60"/>
    <w:rsid w:val="007672FE"/>
    <w:rsid w:val="00767FAF"/>
    <w:rsid w:val="00772B06"/>
    <w:rsid w:val="0077485B"/>
    <w:rsid w:val="00775562"/>
    <w:rsid w:val="0077785B"/>
    <w:rsid w:val="00781D60"/>
    <w:rsid w:val="0078244A"/>
    <w:rsid w:val="00786865"/>
    <w:rsid w:val="00787F09"/>
    <w:rsid w:val="00791BA2"/>
    <w:rsid w:val="00794897"/>
    <w:rsid w:val="007A002E"/>
    <w:rsid w:val="007A0CEC"/>
    <w:rsid w:val="007A3D56"/>
    <w:rsid w:val="007A6674"/>
    <w:rsid w:val="007B1405"/>
    <w:rsid w:val="007B4196"/>
    <w:rsid w:val="007B5AC5"/>
    <w:rsid w:val="007B615E"/>
    <w:rsid w:val="007C0073"/>
    <w:rsid w:val="007C02C6"/>
    <w:rsid w:val="007C21E3"/>
    <w:rsid w:val="007C350C"/>
    <w:rsid w:val="007D0989"/>
    <w:rsid w:val="007D224D"/>
    <w:rsid w:val="007D2E57"/>
    <w:rsid w:val="007D78B8"/>
    <w:rsid w:val="007E091A"/>
    <w:rsid w:val="007E4235"/>
    <w:rsid w:val="007F1C8F"/>
    <w:rsid w:val="00807B4B"/>
    <w:rsid w:val="0082240A"/>
    <w:rsid w:val="00822C3B"/>
    <w:rsid w:val="00824983"/>
    <w:rsid w:val="008518A7"/>
    <w:rsid w:val="008525A9"/>
    <w:rsid w:val="008658F0"/>
    <w:rsid w:val="00867717"/>
    <w:rsid w:val="008717E4"/>
    <w:rsid w:val="00872883"/>
    <w:rsid w:val="00880720"/>
    <w:rsid w:val="00880AF0"/>
    <w:rsid w:val="00881C4E"/>
    <w:rsid w:val="00882AC7"/>
    <w:rsid w:val="008A06EE"/>
    <w:rsid w:val="008A15DA"/>
    <w:rsid w:val="008A45EC"/>
    <w:rsid w:val="008A6165"/>
    <w:rsid w:val="008A6715"/>
    <w:rsid w:val="008B6696"/>
    <w:rsid w:val="008C47ED"/>
    <w:rsid w:val="008C66C2"/>
    <w:rsid w:val="008C6C98"/>
    <w:rsid w:val="008D1F49"/>
    <w:rsid w:val="008D27B1"/>
    <w:rsid w:val="008E7A73"/>
    <w:rsid w:val="008E7E5F"/>
    <w:rsid w:val="0091168D"/>
    <w:rsid w:val="009143B9"/>
    <w:rsid w:val="009205BC"/>
    <w:rsid w:val="00922A79"/>
    <w:rsid w:val="00923E5B"/>
    <w:rsid w:val="009249AF"/>
    <w:rsid w:val="0093102F"/>
    <w:rsid w:val="0093797E"/>
    <w:rsid w:val="00942418"/>
    <w:rsid w:val="00945F9E"/>
    <w:rsid w:val="00952578"/>
    <w:rsid w:val="00955F26"/>
    <w:rsid w:val="00965FD7"/>
    <w:rsid w:val="00967404"/>
    <w:rsid w:val="00970989"/>
    <w:rsid w:val="00972B8D"/>
    <w:rsid w:val="0098040A"/>
    <w:rsid w:val="0098132F"/>
    <w:rsid w:val="00983EBE"/>
    <w:rsid w:val="00986115"/>
    <w:rsid w:val="00987922"/>
    <w:rsid w:val="0099086F"/>
    <w:rsid w:val="00991B51"/>
    <w:rsid w:val="00991E2C"/>
    <w:rsid w:val="0099414F"/>
    <w:rsid w:val="009A0857"/>
    <w:rsid w:val="009A0A08"/>
    <w:rsid w:val="009A1193"/>
    <w:rsid w:val="009A401F"/>
    <w:rsid w:val="009B038B"/>
    <w:rsid w:val="009B0C84"/>
    <w:rsid w:val="009B760A"/>
    <w:rsid w:val="009C6874"/>
    <w:rsid w:val="009D10D0"/>
    <w:rsid w:val="009D4371"/>
    <w:rsid w:val="009D457B"/>
    <w:rsid w:val="009D4E78"/>
    <w:rsid w:val="009D679F"/>
    <w:rsid w:val="009E2FDC"/>
    <w:rsid w:val="009E3B1C"/>
    <w:rsid w:val="009F378E"/>
    <w:rsid w:val="009F4771"/>
    <w:rsid w:val="009F491B"/>
    <w:rsid w:val="009F5897"/>
    <w:rsid w:val="00A00F04"/>
    <w:rsid w:val="00A03475"/>
    <w:rsid w:val="00A03FC0"/>
    <w:rsid w:val="00A12917"/>
    <w:rsid w:val="00A205B6"/>
    <w:rsid w:val="00A23698"/>
    <w:rsid w:val="00A2654A"/>
    <w:rsid w:val="00A30643"/>
    <w:rsid w:val="00A3362E"/>
    <w:rsid w:val="00A352C7"/>
    <w:rsid w:val="00A3602D"/>
    <w:rsid w:val="00A370E2"/>
    <w:rsid w:val="00A409A3"/>
    <w:rsid w:val="00A41464"/>
    <w:rsid w:val="00A42576"/>
    <w:rsid w:val="00A4417A"/>
    <w:rsid w:val="00A452C6"/>
    <w:rsid w:val="00A453E7"/>
    <w:rsid w:val="00A5429A"/>
    <w:rsid w:val="00A553B2"/>
    <w:rsid w:val="00A55765"/>
    <w:rsid w:val="00A604FA"/>
    <w:rsid w:val="00A61E6E"/>
    <w:rsid w:val="00A67718"/>
    <w:rsid w:val="00A73FED"/>
    <w:rsid w:val="00A825B9"/>
    <w:rsid w:val="00A87261"/>
    <w:rsid w:val="00A96102"/>
    <w:rsid w:val="00A96C03"/>
    <w:rsid w:val="00A976D3"/>
    <w:rsid w:val="00AA61F8"/>
    <w:rsid w:val="00AA6800"/>
    <w:rsid w:val="00AB4F37"/>
    <w:rsid w:val="00AB5FD1"/>
    <w:rsid w:val="00AC0A09"/>
    <w:rsid w:val="00AC0A6C"/>
    <w:rsid w:val="00AC2DE9"/>
    <w:rsid w:val="00AD3B0C"/>
    <w:rsid w:val="00AD6E8C"/>
    <w:rsid w:val="00AE0D5B"/>
    <w:rsid w:val="00AE0F21"/>
    <w:rsid w:val="00AE49AB"/>
    <w:rsid w:val="00AE776D"/>
    <w:rsid w:val="00AF2488"/>
    <w:rsid w:val="00AF45DC"/>
    <w:rsid w:val="00AF61C2"/>
    <w:rsid w:val="00B07542"/>
    <w:rsid w:val="00B12BC8"/>
    <w:rsid w:val="00B25710"/>
    <w:rsid w:val="00B3535E"/>
    <w:rsid w:val="00B3695E"/>
    <w:rsid w:val="00B4086E"/>
    <w:rsid w:val="00B42E20"/>
    <w:rsid w:val="00B46957"/>
    <w:rsid w:val="00B4705B"/>
    <w:rsid w:val="00B5419A"/>
    <w:rsid w:val="00B54E7E"/>
    <w:rsid w:val="00B6268A"/>
    <w:rsid w:val="00B6581E"/>
    <w:rsid w:val="00B72B0F"/>
    <w:rsid w:val="00B736F1"/>
    <w:rsid w:val="00B8195D"/>
    <w:rsid w:val="00B828FA"/>
    <w:rsid w:val="00B82E52"/>
    <w:rsid w:val="00B84E8F"/>
    <w:rsid w:val="00B87ECF"/>
    <w:rsid w:val="00B87EDD"/>
    <w:rsid w:val="00B9093D"/>
    <w:rsid w:val="00BA3702"/>
    <w:rsid w:val="00BA5544"/>
    <w:rsid w:val="00BB4BAC"/>
    <w:rsid w:val="00BB5EE1"/>
    <w:rsid w:val="00BD1775"/>
    <w:rsid w:val="00BD28CD"/>
    <w:rsid w:val="00BD2A92"/>
    <w:rsid w:val="00BD6B9A"/>
    <w:rsid w:val="00BE0202"/>
    <w:rsid w:val="00BE4E21"/>
    <w:rsid w:val="00BE6C93"/>
    <w:rsid w:val="00BF0CBB"/>
    <w:rsid w:val="00BF191F"/>
    <w:rsid w:val="00BF4444"/>
    <w:rsid w:val="00C00009"/>
    <w:rsid w:val="00C015D2"/>
    <w:rsid w:val="00C13D91"/>
    <w:rsid w:val="00C178A1"/>
    <w:rsid w:val="00C1792A"/>
    <w:rsid w:val="00C365E1"/>
    <w:rsid w:val="00C37BC0"/>
    <w:rsid w:val="00C44A0C"/>
    <w:rsid w:val="00C4582C"/>
    <w:rsid w:val="00C509D6"/>
    <w:rsid w:val="00C50D8E"/>
    <w:rsid w:val="00C52716"/>
    <w:rsid w:val="00C55859"/>
    <w:rsid w:val="00C632A3"/>
    <w:rsid w:val="00C654FF"/>
    <w:rsid w:val="00C7018B"/>
    <w:rsid w:val="00C74216"/>
    <w:rsid w:val="00C80494"/>
    <w:rsid w:val="00C815E7"/>
    <w:rsid w:val="00C83721"/>
    <w:rsid w:val="00C8534C"/>
    <w:rsid w:val="00C87579"/>
    <w:rsid w:val="00C87933"/>
    <w:rsid w:val="00C92081"/>
    <w:rsid w:val="00C92FF1"/>
    <w:rsid w:val="00C967D0"/>
    <w:rsid w:val="00CA01EF"/>
    <w:rsid w:val="00CA59C8"/>
    <w:rsid w:val="00CB3D6F"/>
    <w:rsid w:val="00CC351D"/>
    <w:rsid w:val="00CD1483"/>
    <w:rsid w:val="00CD45E0"/>
    <w:rsid w:val="00CD567D"/>
    <w:rsid w:val="00CD6423"/>
    <w:rsid w:val="00CE1090"/>
    <w:rsid w:val="00CE2861"/>
    <w:rsid w:val="00CE3B43"/>
    <w:rsid w:val="00CE4F2D"/>
    <w:rsid w:val="00CE6458"/>
    <w:rsid w:val="00CE6695"/>
    <w:rsid w:val="00CF52F1"/>
    <w:rsid w:val="00CF5DC7"/>
    <w:rsid w:val="00D02BA1"/>
    <w:rsid w:val="00D03EC6"/>
    <w:rsid w:val="00D10CA8"/>
    <w:rsid w:val="00D11D73"/>
    <w:rsid w:val="00D14878"/>
    <w:rsid w:val="00D16C9E"/>
    <w:rsid w:val="00D20B29"/>
    <w:rsid w:val="00D21C1B"/>
    <w:rsid w:val="00D224FA"/>
    <w:rsid w:val="00D225EC"/>
    <w:rsid w:val="00D24F95"/>
    <w:rsid w:val="00D2525C"/>
    <w:rsid w:val="00D26E8A"/>
    <w:rsid w:val="00D33831"/>
    <w:rsid w:val="00D47E13"/>
    <w:rsid w:val="00D52380"/>
    <w:rsid w:val="00D545F6"/>
    <w:rsid w:val="00D55B99"/>
    <w:rsid w:val="00D57B6B"/>
    <w:rsid w:val="00D646E5"/>
    <w:rsid w:val="00D731CF"/>
    <w:rsid w:val="00D75D5A"/>
    <w:rsid w:val="00D904DE"/>
    <w:rsid w:val="00D91672"/>
    <w:rsid w:val="00D95047"/>
    <w:rsid w:val="00D965E5"/>
    <w:rsid w:val="00D97965"/>
    <w:rsid w:val="00D97F3F"/>
    <w:rsid w:val="00DA1620"/>
    <w:rsid w:val="00DA25E2"/>
    <w:rsid w:val="00DA45DF"/>
    <w:rsid w:val="00DB536D"/>
    <w:rsid w:val="00DB61FB"/>
    <w:rsid w:val="00DB62B9"/>
    <w:rsid w:val="00DC1286"/>
    <w:rsid w:val="00DC252D"/>
    <w:rsid w:val="00DC48CA"/>
    <w:rsid w:val="00DD75BD"/>
    <w:rsid w:val="00DE6AD3"/>
    <w:rsid w:val="00DE6D1B"/>
    <w:rsid w:val="00DE6D57"/>
    <w:rsid w:val="00DF3851"/>
    <w:rsid w:val="00DF5A16"/>
    <w:rsid w:val="00DF6828"/>
    <w:rsid w:val="00E01CA0"/>
    <w:rsid w:val="00E0333A"/>
    <w:rsid w:val="00E10DE4"/>
    <w:rsid w:val="00E10E2C"/>
    <w:rsid w:val="00E127A4"/>
    <w:rsid w:val="00E26BD3"/>
    <w:rsid w:val="00E27406"/>
    <w:rsid w:val="00E3295C"/>
    <w:rsid w:val="00E34828"/>
    <w:rsid w:val="00E348FA"/>
    <w:rsid w:val="00E534DD"/>
    <w:rsid w:val="00E606A8"/>
    <w:rsid w:val="00E608D1"/>
    <w:rsid w:val="00E6177B"/>
    <w:rsid w:val="00E62563"/>
    <w:rsid w:val="00E64461"/>
    <w:rsid w:val="00E67A17"/>
    <w:rsid w:val="00E7287C"/>
    <w:rsid w:val="00E7527E"/>
    <w:rsid w:val="00E75343"/>
    <w:rsid w:val="00E77EA7"/>
    <w:rsid w:val="00E8706C"/>
    <w:rsid w:val="00E929F1"/>
    <w:rsid w:val="00E97BD2"/>
    <w:rsid w:val="00EA3557"/>
    <w:rsid w:val="00EA41F4"/>
    <w:rsid w:val="00EA4950"/>
    <w:rsid w:val="00EA4CB7"/>
    <w:rsid w:val="00EA5732"/>
    <w:rsid w:val="00EB1BF8"/>
    <w:rsid w:val="00EB54FF"/>
    <w:rsid w:val="00EC19F6"/>
    <w:rsid w:val="00EC55BC"/>
    <w:rsid w:val="00EC6655"/>
    <w:rsid w:val="00EC717D"/>
    <w:rsid w:val="00ED0C53"/>
    <w:rsid w:val="00EE18DD"/>
    <w:rsid w:val="00EE43D6"/>
    <w:rsid w:val="00EF044A"/>
    <w:rsid w:val="00EF08A5"/>
    <w:rsid w:val="00EF2731"/>
    <w:rsid w:val="00EF3BE4"/>
    <w:rsid w:val="00EF4B27"/>
    <w:rsid w:val="00EF7701"/>
    <w:rsid w:val="00F00693"/>
    <w:rsid w:val="00F0532E"/>
    <w:rsid w:val="00F0558D"/>
    <w:rsid w:val="00F05F2E"/>
    <w:rsid w:val="00F121D2"/>
    <w:rsid w:val="00F147DF"/>
    <w:rsid w:val="00F149D7"/>
    <w:rsid w:val="00F15C09"/>
    <w:rsid w:val="00F1615F"/>
    <w:rsid w:val="00F16FA5"/>
    <w:rsid w:val="00F202B3"/>
    <w:rsid w:val="00F22A6F"/>
    <w:rsid w:val="00F251A2"/>
    <w:rsid w:val="00F27A9E"/>
    <w:rsid w:val="00F27B73"/>
    <w:rsid w:val="00F27DD6"/>
    <w:rsid w:val="00F33AD3"/>
    <w:rsid w:val="00F33C0A"/>
    <w:rsid w:val="00F33E37"/>
    <w:rsid w:val="00F356DA"/>
    <w:rsid w:val="00F45F7C"/>
    <w:rsid w:val="00F5360E"/>
    <w:rsid w:val="00F54D99"/>
    <w:rsid w:val="00F57CDA"/>
    <w:rsid w:val="00F72476"/>
    <w:rsid w:val="00F83263"/>
    <w:rsid w:val="00F8446A"/>
    <w:rsid w:val="00F87A58"/>
    <w:rsid w:val="00F906AA"/>
    <w:rsid w:val="00F918A0"/>
    <w:rsid w:val="00F91D00"/>
    <w:rsid w:val="00F94093"/>
    <w:rsid w:val="00FA2019"/>
    <w:rsid w:val="00FA2C3B"/>
    <w:rsid w:val="00FB142F"/>
    <w:rsid w:val="00FB3434"/>
    <w:rsid w:val="00FB5E5E"/>
    <w:rsid w:val="00FB778F"/>
    <w:rsid w:val="00FC195C"/>
    <w:rsid w:val="00FC3E80"/>
    <w:rsid w:val="00FD19F7"/>
    <w:rsid w:val="00FD550A"/>
    <w:rsid w:val="00FD7D44"/>
    <w:rsid w:val="00FE085C"/>
    <w:rsid w:val="00FE33F7"/>
    <w:rsid w:val="00FF4B13"/>
    <w:rsid w:val="00FF5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F918A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75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75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A75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4A7564"/>
    <w:pPr>
      <w:keepNext/>
      <w:tabs>
        <w:tab w:val="num" w:pos="2282"/>
      </w:tabs>
      <w:spacing w:before="120"/>
      <w:ind w:left="2282" w:hanging="864"/>
      <w:outlineLvl w:val="3"/>
    </w:pPr>
    <w:rPr>
      <w:rFonts w:ascii="Arial" w:hAnsi="Arial"/>
      <w:i/>
      <w:color w:val="333399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A75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75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A7564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4A756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75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244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C244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C244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C244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C244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C2443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C2443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C2443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C2443"/>
    <w:rPr>
      <w:rFonts w:ascii="Cambria" w:hAnsi="Cambria" w:cs="Times New Roman"/>
    </w:rPr>
  </w:style>
  <w:style w:type="character" w:styleId="Hyperlink">
    <w:name w:val="Hyperlink"/>
    <w:basedOn w:val="DefaultParagraphFont"/>
    <w:uiPriority w:val="99"/>
    <w:rsid w:val="004A7564"/>
    <w:rPr>
      <w:rFonts w:cs="Times New Roman"/>
      <w:color w:val="0000FF"/>
      <w:u w:val="single"/>
    </w:rPr>
  </w:style>
  <w:style w:type="paragraph" w:customStyle="1" w:styleId="N1">
    <w:name w:val="N1"/>
    <w:basedOn w:val="Normal"/>
    <w:uiPriority w:val="99"/>
    <w:rsid w:val="004A7564"/>
    <w:pPr>
      <w:numPr>
        <w:numId w:val="1"/>
      </w:numPr>
    </w:pPr>
  </w:style>
  <w:style w:type="paragraph" w:customStyle="1" w:styleId="N2">
    <w:name w:val="N2"/>
    <w:basedOn w:val="Normal"/>
    <w:uiPriority w:val="99"/>
    <w:rsid w:val="004A7564"/>
    <w:pPr>
      <w:numPr>
        <w:ilvl w:val="1"/>
        <w:numId w:val="1"/>
      </w:numPr>
    </w:pPr>
  </w:style>
  <w:style w:type="paragraph" w:styleId="BodyTextIndent2">
    <w:name w:val="Body Text Indent 2"/>
    <w:basedOn w:val="Normal"/>
    <w:link w:val="BodyTextIndent2Char"/>
    <w:uiPriority w:val="99"/>
    <w:rsid w:val="004A7564"/>
    <w:pPr>
      <w:ind w:left="720"/>
    </w:pPr>
    <w:rPr>
      <w:rFonts w:ascii="Arial" w:hAnsi="Arial" w:cs="Arial"/>
      <w:b/>
      <w:b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C2443"/>
    <w:rPr>
      <w:rFonts w:cs="Times New Roman"/>
      <w:sz w:val="24"/>
      <w:szCs w:val="24"/>
    </w:rPr>
  </w:style>
  <w:style w:type="paragraph" w:customStyle="1" w:styleId="Normln">
    <w:name w:val="Normální~"/>
    <w:basedOn w:val="Normal"/>
    <w:uiPriority w:val="99"/>
    <w:rsid w:val="004A7564"/>
    <w:pPr>
      <w:widowControl w:val="0"/>
    </w:pPr>
    <w:rPr>
      <w:noProof/>
      <w:szCs w:val="20"/>
    </w:rPr>
  </w:style>
  <w:style w:type="paragraph" w:styleId="Header">
    <w:name w:val="header"/>
    <w:basedOn w:val="Normal"/>
    <w:link w:val="HeaderChar"/>
    <w:uiPriority w:val="99"/>
    <w:rsid w:val="004A756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C2443"/>
    <w:rPr>
      <w:rFonts w:cs="Times New Roman"/>
      <w:sz w:val="24"/>
      <w:szCs w:val="24"/>
    </w:rPr>
  </w:style>
  <w:style w:type="paragraph" w:customStyle="1" w:styleId="Nadpiskapitol">
    <w:name w:val="Nadpis kapitol"/>
    <w:basedOn w:val="Heading2"/>
    <w:next w:val="Normal"/>
    <w:uiPriority w:val="99"/>
    <w:rsid w:val="004A7564"/>
    <w:pPr>
      <w:spacing w:before="360" w:after="240"/>
      <w:jc w:val="center"/>
      <w:outlineLvl w:val="0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article-perex">
    <w:name w:val="article-perex"/>
    <w:basedOn w:val="Normal"/>
    <w:uiPriority w:val="99"/>
    <w:rsid w:val="004A7564"/>
    <w:pPr>
      <w:spacing w:before="100" w:beforeAutospacing="1" w:after="100" w:afterAutospacing="1"/>
    </w:pPr>
  </w:style>
  <w:style w:type="character" w:customStyle="1" w:styleId="cleaner">
    <w:name w:val="cleaner"/>
    <w:basedOn w:val="DefaultParagraphFont"/>
    <w:uiPriority w:val="99"/>
    <w:rsid w:val="004A7564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4A7564"/>
    <w:rPr>
      <w:rFonts w:cs="Times New Roman"/>
      <w:i/>
      <w:iCs/>
    </w:rPr>
  </w:style>
  <w:style w:type="paragraph" w:styleId="Footer">
    <w:name w:val="footer"/>
    <w:basedOn w:val="Normal"/>
    <w:link w:val="FooterChar"/>
    <w:uiPriority w:val="99"/>
    <w:rsid w:val="004A756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C2443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4A756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C2443"/>
    <w:rPr>
      <w:rFonts w:cs="Times New Roman"/>
      <w:sz w:val="24"/>
      <w:szCs w:val="24"/>
    </w:rPr>
  </w:style>
  <w:style w:type="paragraph" w:customStyle="1" w:styleId="ClanekC">
    <w:name w:val="ClanekC"/>
    <w:uiPriority w:val="99"/>
    <w:rsid w:val="004A7564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/>
      <w:jc w:val="both"/>
    </w:pPr>
    <w:rPr>
      <w:rFonts w:ascii="Arial" w:hAnsi="Arial"/>
      <w:b/>
      <w:spacing w:val="8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4A756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C2443"/>
    <w:rPr>
      <w:rFonts w:cs="Times New Roman"/>
      <w:sz w:val="16"/>
      <w:szCs w:val="16"/>
    </w:rPr>
  </w:style>
  <w:style w:type="paragraph" w:customStyle="1" w:styleId="Import1">
    <w:name w:val="Import 1"/>
    <w:basedOn w:val="Normal"/>
    <w:uiPriority w:val="99"/>
    <w:rsid w:val="004A756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asablanca" w:hAnsi="Casablanca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B54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3C2443"/>
    <w:rPr>
      <w:rFonts w:cs="Times New Roman"/>
      <w:sz w:val="2"/>
    </w:rPr>
  </w:style>
  <w:style w:type="paragraph" w:styleId="BalloonText">
    <w:name w:val="Balloon Text"/>
    <w:basedOn w:val="Normal"/>
    <w:link w:val="BalloonTextChar"/>
    <w:uiPriority w:val="99"/>
    <w:semiHidden/>
    <w:rsid w:val="00147C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2443"/>
    <w:rPr>
      <w:rFonts w:cs="Times New Roman"/>
      <w:sz w:val="2"/>
    </w:rPr>
  </w:style>
  <w:style w:type="paragraph" w:styleId="CommentText">
    <w:name w:val="annotation text"/>
    <w:basedOn w:val="Normal"/>
    <w:link w:val="CommentTextChar"/>
    <w:uiPriority w:val="99"/>
    <w:semiHidden/>
    <w:rsid w:val="00147C72"/>
    <w:pPr>
      <w:spacing w:before="120"/>
    </w:pPr>
    <w:rPr>
      <w:i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C2443"/>
    <w:rPr>
      <w:rFonts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147C72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6458"/>
    <w:pPr>
      <w:spacing w:before="0"/>
    </w:pPr>
    <w:rPr>
      <w:b/>
      <w:bCs/>
      <w:i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C2443"/>
    <w:rPr>
      <w:b/>
      <w:bCs/>
    </w:rPr>
  </w:style>
  <w:style w:type="character" w:customStyle="1" w:styleId="apple-style-span">
    <w:name w:val="apple-style-span"/>
    <w:basedOn w:val="DefaultParagraphFont"/>
    <w:uiPriority w:val="99"/>
    <w:rsid w:val="0099086F"/>
    <w:rPr>
      <w:rFonts w:cs="Times New Roman"/>
    </w:rPr>
  </w:style>
  <w:style w:type="table" w:styleId="TableGrid">
    <w:name w:val="Table Grid"/>
    <w:basedOn w:val="TableNormal"/>
    <w:uiPriority w:val="99"/>
    <w:rsid w:val="0041742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AE776D"/>
    <w:rPr>
      <w:rFonts w:cs="Times New Roman"/>
    </w:rPr>
  </w:style>
  <w:style w:type="paragraph" w:styleId="ListParagraph">
    <w:name w:val="List Paragraph"/>
    <w:basedOn w:val="Normal"/>
    <w:uiPriority w:val="99"/>
    <w:qFormat/>
    <w:rsid w:val="001E52F4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ar-SA"/>
    </w:rPr>
  </w:style>
  <w:style w:type="paragraph" w:styleId="HTMLPreformatted">
    <w:name w:val="HTML Preformatted"/>
    <w:basedOn w:val="Normal"/>
    <w:link w:val="HTMLPreformattedChar"/>
    <w:uiPriority w:val="99"/>
    <w:rsid w:val="009B7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B760A"/>
    <w:rPr>
      <w:rFonts w:ascii="Courier New" w:hAnsi="Courier New" w:cs="Courier New"/>
      <w:lang w:val="cs-CZ" w:eastAsia="cs-CZ" w:bidi="ar-SA"/>
    </w:rPr>
  </w:style>
  <w:style w:type="paragraph" w:customStyle="1" w:styleId="ListParagraph1">
    <w:name w:val="List Paragraph1"/>
    <w:basedOn w:val="Normal"/>
    <w:uiPriority w:val="99"/>
    <w:rsid w:val="009B760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82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stodul@ukb.muni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uni.cz/fsps/general/mu_quarters/maps/16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bebooks.com/servlet/SearchResults?isbn=9780495110248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</TotalTime>
  <Pages>40</Pages>
  <Words>5490</Words>
  <Characters>-32766</Characters>
  <Application>Microsoft Office Outlook</Application>
  <DocSecurity>0</DocSecurity>
  <Lines>0</Lines>
  <Paragraphs>0</Paragraphs>
  <ScaleCrop>false</ScaleCrop>
  <Company>RMU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</dc:title>
  <dc:subject/>
  <dc:creator>Gnida</dc:creator>
  <cp:keywords/>
  <dc:description/>
  <cp:lastModifiedBy>Roman Drga</cp:lastModifiedBy>
  <cp:revision>10</cp:revision>
  <cp:lastPrinted>2012-04-02T12:36:00Z</cp:lastPrinted>
  <dcterms:created xsi:type="dcterms:W3CDTF">2012-04-04T21:23:00Z</dcterms:created>
  <dcterms:modified xsi:type="dcterms:W3CDTF">2012-04-19T12:27:00Z</dcterms:modified>
</cp:coreProperties>
</file>