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16" w:rsidRPr="00417421" w:rsidRDefault="00803716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803716" w:rsidRPr="00417421" w:rsidRDefault="00803716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803716" w:rsidRPr="00417421" w:rsidRDefault="00803716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803716" w:rsidRPr="00417421" w:rsidRDefault="00803716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803716" w:rsidRPr="00417421" w:rsidRDefault="00803716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803716" w:rsidRPr="003757F5" w:rsidRDefault="00803716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3757F5">
        <w:rPr>
          <w:rFonts w:ascii="Arial Narrow" w:hAnsi="Arial Narrow" w:cs="Arial"/>
          <w:b/>
          <w:sz w:val="32"/>
          <w:szCs w:val="32"/>
        </w:rPr>
        <w:t>Seznam příloh</w:t>
      </w:r>
    </w:p>
    <w:p w:rsidR="00803716" w:rsidRPr="003757F5" w:rsidRDefault="00803716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3757F5">
        <w:rPr>
          <w:rFonts w:ascii="Arial Narrow" w:hAnsi="Arial Narrow" w:cs="Arial"/>
          <w:b/>
          <w:sz w:val="32"/>
          <w:szCs w:val="32"/>
        </w:rPr>
        <w:t>zadávací dokumentace pro veřejnou zakázku malého rozsahu</w:t>
      </w:r>
    </w:p>
    <w:p w:rsidR="00803716" w:rsidRPr="00CF37DB" w:rsidRDefault="00803716" w:rsidP="00CF37DB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CF37DB">
        <w:rPr>
          <w:rFonts w:ascii="Arial Narrow" w:hAnsi="Arial Narrow" w:cs="Arial"/>
          <w:b/>
          <w:sz w:val="32"/>
          <w:szCs w:val="32"/>
        </w:rPr>
        <w:t xml:space="preserve">Dodávka české i zahraniční odborné literatury pro projekty OPVK  </w:t>
      </w:r>
    </w:p>
    <w:p w:rsidR="00803716" w:rsidRPr="003757F5" w:rsidRDefault="00803716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:rsidR="00803716" w:rsidRPr="003757F5" w:rsidRDefault="00803716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:rsidR="00803716" w:rsidRPr="003757F5" w:rsidRDefault="00803716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:rsidR="00803716" w:rsidRPr="003757F5" w:rsidRDefault="00803716" w:rsidP="001773CF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803716" w:rsidRDefault="00803716" w:rsidP="001773CF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 w:rsidRPr="003757F5">
        <w:rPr>
          <w:rFonts w:ascii="Arial Narrow" w:hAnsi="Arial Narrow" w:cs="Arial"/>
          <w:sz w:val="22"/>
          <w:szCs w:val="22"/>
          <w:u w:val="single"/>
        </w:rPr>
        <w:t>příloha A</w:t>
      </w:r>
      <w:r w:rsidRPr="003757F5">
        <w:rPr>
          <w:rFonts w:ascii="Arial Narrow" w:hAnsi="Arial Narrow" w:cs="Arial"/>
          <w:sz w:val="22"/>
          <w:szCs w:val="22"/>
          <w:u w:val="single"/>
        </w:rPr>
        <w:tab/>
        <w:t xml:space="preserve">obchodní podmínky </w:t>
      </w:r>
    </w:p>
    <w:p w:rsidR="00803716" w:rsidRPr="003757F5" w:rsidRDefault="00803716" w:rsidP="001773CF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</w:p>
    <w:p w:rsidR="00803716" w:rsidRPr="003757F5" w:rsidRDefault="00803716" w:rsidP="005D7DD9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návrh kupní smlouvy</w:t>
      </w:r>
    </w:p>
    <w:p w:rsidR="00803716" w:rsidRDefault="00803716" w:rsidP="00967404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 xml:space="preserve"> krycí list nabídky</w:t>
      </w:r>
    </w:p>
    <w:p w:rsidR="00803716" w:rsidRDefault="00803716" w:rsidP="002E0419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příloha č. 1 návrhu kupní smlouvy</w:t>
      </w:r>
      <w:r>
        <w:rPr>
          <w:rFonts w:ascii="Arial Narrow" w:hAnsi="Arial Narrow" w:cs="Arial"/>
          <w:sz w:val="22"/>
          <w:szCs w:val="22"/>
        </w:rPr>
        <w:t xml:space="preserve"> pro všechny části veřejné zakázky</w:t>
      </w:r>
    </w:p>
    <w:p w:rsidR="00803716" w:rsidRPr="003757F5" w:rsidRDefault="00803716" w:rsidP="001773CF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803716" w:rsidRPr="003757F5" w:rsidRDefault="00803716" w:rsidP="00A67718">
      <w:pPr>
        <w:widowControl w:val="0"/>
        <w:spacing w:line="360" w:lineRule="auto"/>
        <w:ind w:left="360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/>
        </w:rPr>
        <w:br w:type="page"/>
      </w:r>
    </w:p>
    <w:p w:rsidR="00803716" w:rsidRPr="003757F5" w:rsidRDefault="00803716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803716" w:rsidRPr="003757F5" w:rsidRDefault="00803716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803716" w:rsidRPr="003757F5" w:rsidRDefault="00803716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803716" w:rsidRPr="003757F5" w:rsidRDefault="00803716" w:rsidP="00720237">
      <w:pPr>
        <w:jc w:val="center"/>
        <w:rPr>
          <w:rFonts w:ascii="Arial Narrow" w:hAnsi="Arial Narrow" w:cs="Arial"/>
          <w:b/>
          <w:sz w:val="28"/>
          <w:szCs w:val="28"/>
        </w:rPr>
      </w:pPr>
      <w:r w:rsidRPr="003757F5">
        <w:rPr>
          <w:rFonts w:ascii="Arial Narrow" w:hAnsi="Arial Narrow" w:cs="Arial"/>
          <w:b/>
          <w:sz w:val="28"/>
          <w:szCs w:val="28"/>
        </w:rPr>
        <w:t>příloha A</w:t>
      </w:r>
    </w:p>
    <w:p w:rsidR="00803716" w:rsidRPr="003757F5" w:rsidRDefault="00803716" w:rsidP="0072023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803716" w:rsidRPr="003757F5" w:rsidRDefault="00803716" w:rsidP="00720237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803716" w:rsidRPr="003757F5" w:rsidRDefault="00803716" w:rsidP="00720237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>veřejné zakázky malého rozsahu</w:t>
      </w:r>
    </w:p>
    <w:p w:rsidR="00803716" w:rsidRPr="003757F5" w:rsidRDefault="00803716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803716" w:rsidRPr="00CF37DB" w:rsidRDefault="00803716" w:rsidP="00CF37DB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CF37DB">
        <w:rPr>
          <w:rFonts w:ascii="Arial Narrow" w:hAnsi="Arial Narrow" w:cs="Arial"/>
          <w:b/>
          <w:sz w:val="32"/>
          <w:szCs w:val="32"/>
        </w:rPr>
        <w:t xml:space="preserve">Dodávka české i zahraniční odborné literatury pro projekty OPVK  </w:t>
      </w:r>
    </w:p>
    <w:p w:rsidR="00803716" w:rsidRPr="00965FD7" w:rsidRDefault="00803716" w:rsidP="00965FD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803716" w:rsidRPr="003757F5" w:rsidRDefault="00803716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803716" w:rsidRPr="003757F5" w:rsidRDefault="00803716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803716" w:rsidRPr="003757F5" w:rsidRDefault="00803716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803716" w:rsidRPr="003757F5" w:rsidRDefault="00803716" w:rsidP="00720237">
      <w:pPr>
        <w:jc w:val="center"/>
        <w:rPr>
          <w:rFonts w:ascii="Arial Narrow" w:hAnsi="Arial Narrow" w:cs="Arial"/>
          <w:b/>
          <w:sz w:val="28"/>
          <w:szCs w:val="28"/>
        </w:rPr>
      </w:pPr>
      <w:r w:rsidRPr="003757F5">
        <w:rPr>
          <w:rFonts w:ascii="Arial Narrow" w:hAnsi="Arial Narrow" w:cs="Arial"/>
          <w:b/>
          <w:sz w:val="28"/>
          <w:szCs w:val="28"/>
        </w:rPr>
        <w:t>OBCHODNÍ PODMÍNKY</w:t>
      </w:r>
    </w:p>
    <w:p w:rsidR="00803716" w:rsidRPr="003757F5" w:rsidRDefault="00803716" w:rsidP="0072023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803716" w:rsidRPr="003757F5" w:rsidRDefault="00803716" w:rsidP="00967404">
      <w:pPr>
        <w:widowControl w:val="0"/>
        <w:numPr>
          <w:ilvl w:val="0"/>
          <w:numId w:val="11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návrh kupní smlouvy</w:t>
      </w:r>
    </w:p>
    <w:p w:rsidR="00803716" w:rsidRPr="003757F5" w:rsidRDefault="00803716" w:rsidP="0072023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803716" w:rsidRPr="003757F5" w:rsidRDefault="00803716" w:rsidP="00720237">
      <w:pPr>
        <w:jc w:val="center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br w:type="page"/>
      </w:r>
    </w:p>
    <w:p w:rsidR="00803716" w:rsidRPr="003757F5" w:rsidRDefault="00803716" w:rsidP="005C6621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803716" w:rsidRPr="003757F5" w:rsidRDefault="00803716" w:rsidP="005C6621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>veřejné zakázky malého rozsahu</w:t>
      </w:r>
    </w:p>
    <w:p w:rsidR="00803716" w:rsidRPr="003757F5" w:rsidRDefault="00803716" w:rsidP="00AD6E8C">
      <w:pPr>
        <w:jc w:val="center"/>
        <w:rPr>
          <w:rFonts w:ascii="Arial Narrow" w:hAnsi="Arial Narrow" w:cs="Arial"/>
          <w:sz w:val="28"/>
          <w:szCs w:val="28"/>
        </w:rPr>
      </w:pPr>
    </w:p>
    <w:p w:rsidR="00803716" w:rsidRPr="00CF37DB" w:rsidRDefault="00803716" w:rsidP="00CF37DB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CF37DB">
        <w:rPr>
          <w:rFonts w:ascii="Arial Narrow" w:hAnsi="Arial Narrow" w:cs="Arial"/>
          <w:b/>
          <w:sz w:val="32"/>
          <w:szCs w:val="32"/>
        </w:rPr>
        <w:t xml:space="preserve">Dodávka české i zahraniční odborné literatury pro projekty OPVK  </w:t>
      </w:r>
    </w:p>
    <w:p w:rsidR="00803716" w:rsidRPr="003757F5" w:rsidRDefault="00803716" w:rsidP="00AD6E8C">
      <w:pPr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803716" w:rsidRPr="003757F5" w:rsidRDefault="00803716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803716" w:rsidRPr="003757F5" w:rsidRDefault="00803716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803716" w:rsidRPr="003757F5" w:rsidRDefault="00803716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803716" w:rsidRPr="003757F5" w:rsidRDefault="00803716" w:rsidP="002638EC">
      <w:pPr>
        <w:jc w:val="center"/>
        <w:rPr>
          <w:rFonts w:ascii="Arial Narrow" w:hAnsi="Arial Narrow" w:cs="Arial"/>
          <w:b/>
          <w:sz w:val="28"/>
          <w:szCs w:val="28"/>
        </w:rPr>
      </w:pPr>
      <w:r w:rsidRPr="003757F5">
        <w:rPr>
          <w:rFonts w:ascii="Arial Narrow" w:hAnsi="Arial Narrow" w:cs="Arial"/>
          <w:b/>
          <w:sz w:val="28"/>
          <w:szCs w:val="28"/>
        </w:rPr>
        <w:t>OBCHODNÍ PODMÍNKY</w:t>
      </w:r>
    </w:p>
    <w:p w:rsidR="00803716" w:rsidRPr="003757F5" w:rsidRDefault="00803716" w:rsidP="0072023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803716" w:rsidRPr="003757F5" w:rsidRDefault="00803716" w:rsidP="00720237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>PREAMBULE</w:t>
      </w:r>
    </w:p>
    <w:p w:rsidR="00803716" w:rsidRPr="003757F5" w:rsidRDefault="00803716" w:rsidP="00720237">
      <w:pPr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720237">
      <w:pPr>
        <w:jc w:val="both"/>
        <w:rPr>
          <w:rFonts w:ascii="Arial Narrow" w:hAnsi="Arial Narrow" w:cs="Arial"/>
          <w:sz w:val="22"/>
          <w:szCs w:val="22"/>
        </w:rPr>
      </w:pPr>
    </w:p>
    <w:p w:rsidR="00803716" w:rsidRPr="003757F5" w:rsidRDefault="00803716" w:rsidP="006E4319">
      <w:pPr>
        <w:jc w:val="both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Obchodní podmínky pro plnění veřejné zakázky malého rozsahu stanovené zadávací dokumentací musí být uchazečem v nabídce respektovány. Obchodní podmínky jsou formulovány způsobem umožňujícím převzít jejich text do nabídky (návrhu kupní smlouvy).</w:t>
      </w:r>
    </w:p>
    <w:p w:rsidR="00803716" w:rsidRPr="003757F5" w:rsidRDefault="00803716" w:rsidP="006E4319">
      <w:pPr>
        <w:jc w:val="both"/>
        <w:rPr>
          <w:rFonts w:ascii="Arial Narrow" w:hAnsi="Arial Narrow" w:cs="Arial"/>
          <w:sz w:val="22"/>
          <w:szCs w:val="22"/>
        </w:rPr>
      </w:pPr>
    </w:p>
    <w:p w:rsidR="00803716" w:rsidRPr="003757F5" w:rsidRDefault="00803716" w:rsidP="006E4319">
      <w:pPr>
        <w:jc w:val="both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Obchodní podmínky jsou promítnuty do přiloženého návrhu smlouvy, který uchazeč použije pro zpracování nabídky, tj. návrh doplní o požadované údaje (identifikační údaje, cena plnění</w:t>
      </w:r>
      <w:r>
        <w:rPr>
          <w:rFonts w:ascii="Arial Narrow" w:hAnsi="Arial Narrow" w:cs="Arial"/>
          <w:sz w:val="22"/>
          <w:szCs w:val="22"/>
        </w:rPr>
        <w:t xml:space="preserve">), </w:t>
      </w:r>
      <w:r w:rsidRPr="00497D2F">
        <w:rPr>
          <w:rFonts w:ascii="Arial Narrow" w:hAnsi="Arial Narrow" w:cs="Arial"/>
          <w:sz w:val="22"/>
          <w:szCs w:val="22"/>
        </w:rPr>
        <w:t>označí ty části předmětu smlouvy, na které podává nabídku, přiloží k němu přílohu č. 1 kupní smlouvy „</w:t>
      </w:r>
      <w:r>
        <w:rPr>
          <w:rFonts w:ascii="Arial Narrow" w:hAnsi="Arial Narrow" w:cs="Arial"/>
          <w:sz w:val="22"/>
          <w:szCs w:val="22"/>
        </w:rPr>
        <w:t>S</w:t>
      </w:r>
      <w:r w:rsidRPr="00497D2F">
        <w:rPr>
          <w:rFonts w:ascii="Arial Narrow" w:hAnsi="Arial Narrow" w:cs="Arial"/>
          <w:sz w:val="22"/>
          <w:szCs w:val="22"/>
        </w:rPr>
        <w:t>pecifikace předmětu smlouvy</w:t>
      </w:r>
      <w:r>
        <w:rPr>
          <w:rFonts w:ascii="Arial Narrow" w:hAnsi="Arial Narrow" w:cs="Arial"/>
          <w:sz w:val="22"/>
          <w:szCs w:val="22"/>
        </w:rPr>
        <w:t xml:space="preserve"> včetně ceny</w:t>
      </w:r>
      <w:r w:rsidRPr="00497D2F">
        <w:rPr>
          <w:rFonts w:ascii="Arial Narrow" w:hAnsi="Arial Narrow" w:cs="Arial"/>
          <w:sz w:val="22"/>
          <w:szCs w:val="22"/>
        </w:rPr>
        <w:t xml:space="preserve">“ a doplní </w:t>
      </w:r>
      <w:r>
        <w:rPr>
          <w:rFonts w:ascii="Arial Narrow" w:hAnsi="Arial Narrow" w:cs="Arial"/>
          <w:sz w:val="22"/>
          <w:szCs w:val="22"/>
        </w:rPr>
        <w:t>cenu plnění</w:t>
      </w:r>
      <w:r w:rsidRPr="00497D2F">
        <w:rPr>
          <w:rFonts w:ascii="Arial Narrow" w:hAnsi="Arial Narrow" w:cs="Arial"/>
          <w:sz w:val="22"/>
          <w:szCs w:val="22"/>
        </w:rPr>
        <w:t>“, parafuje všechny strany dokumentu (návrhu kupní smlouvy) včetně příloh a podepíše dokument způsobem stanoveným podle výpisu z obchodního rejstříku nebo jiné obdobné evidence, popř.</w:t>
      </w:r>
      <w:r w:rsidRPr="003757F5">
        <w:rPr>
          <w:rFonts w:ascii="Arial Narrow" w:hAnsi="Arial Narrow" w:cs="Arial"/>
          <w:sz w:val="22"/>
          <w:szCs w:val="22"/>
        </w:rPr>
        <w:t xml:space="preserve"> jej podepíše zástupce uchazeče. Pod podpisem oprávněné osoby bude uvedeno čitelně její jméno, příjmení a funkce.</w:t>
      </w:r>
    </w:p>
    <w:p w:rsidR="00803716" w:rsidRPr="003757F5" w:rsidRDefault="00803716" w:rsidP="005D7DD9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/>
          <w:sz w:val="22"/>
          <w:szCs w:val="22"/>
        </w:rPr>
        <w:br w:type="page"/>
      </w:r>
      <w:r w:rsidRPr="003757F5">
        <w:rPr>
          <w:rFonts w:ascii="Arial Narrow" w:hAnsi="Arial Narrow" w:cs="Arial"/>
          <w:sz w:val="28"/>
          <w:szCs w:val="28"/>
        </w:rPr>
        <w:t>veřejná zakázka malého rozsahu</w:t>
      </w:r>
    </w:p>
    <w:p w:rsidR="00803716" w:rsidRPr="00965FD7" w:rsidRDefault="00803716" w:rsidP="005D7DD9">
      <w:pPr>
        <w:widowControl w:val="0"/>
        <w:spacing w:line="36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965FD7">
        <w:rPr>
          <w:rFonts w:ascii="Arial Narrow" w:hAnsi="Arial Narrow" w:cs="Arial"/>
          <w:b/>
          <w:sz w:val="28"/>
          <w:szCs w:val="28"/>
        </w:rPr>
        <w:t xml:space="preserve">Dodávka odborné literatury pro projekty OPVK  </w:t>
      </w:r>
    </w:p>
    <w:p w:rsidR="00803716" w:rsidRPr="003757F5" w:rsidRDefault="00803716" w:rsidP="005D7DD9">
      <w:pPr>
        <w:jc w:val="center"/>
        <w:rPr>
          <w:rFonts w:ascii="Arial Narrow" w:hAnsi="Arial Narrow" w:cs="Arial"/>
          <w:sz w:val="22"/>
          <w:szCs w:val="22"/>
        </w:rPr>
      </w:pPr>
    </w:p>
    <w:p w:rsidR="00803716" w:rsidRPr="003757F5" w:rsidRDefault="00803716" w:rsidP="005D7DD9">
      <w:pPr>
        <w:jc w:val="center"/>
        <w:rPr>
          <w:rFonts w:ascii="Arial Narrow" w:hAnsi="Arial Narrow" w:cs="Arial"/>
          <w:sz w:val="22"/>
          <w:szCs w:val="22"/>
        </w:rPr>
      </w:pPr>
    </w:p>
    <w:p w:rsidR="00803716" w:rsidRPr="003757F5" w:rsidRDefault="00803716" w:rsidP="005D7DD9">
      <w:pPr>
        <w:jc w:val="center"/>
        <w:rPr>
          <w:rFonts w:ascii="Arial Narrow" w:hAnsi="Arial Narrow" w:cs="Arial"/>
          <w:sz w:val="22"/>
          <w:szCs w:val="22"/>
        </w:rPr>
      </w:pPr>
    </w:p>
    <w:p w:rsidR="00803716" w:rsidRPr="003757F5" w:rsidRDefault="00803716" w:rsidP="005D7DD9">
      <w:pPr>
        <w:jc w:val="center"/>
        <w:rPr>
          <w:rFonts w:ascii="Arial Narrow" w:hAnsi="Arial Narrow" w:cs="Arial"/>
          <w:sz w:val="22"/>
          <w:szCs w:val="22"/>
        </w:rPr>
      </w:pPr>
    </w:p>
    <w:p w:rsidR="00803716" w:rsidRPr="003757F5" w:rsidRDefault="00803716" w:rsidP="005D7DD9">
      <w:pPr>
        <w:jc w:val="center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 w:cs="Arial"/>
          <w:b/>
          <w:sz w:val="28"/>
          <w:szCs w:val="28"/>
        </w:rPr>
        <w:t>NABÍDKA</w:t>
      </w: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Zadavatel:</w:t>
      </w:r>
    </w:p>
    <w:p w:rsidR="00803716" w:rsidRPr="003757F5" w:rsidRDefault="00803716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Masarykova univerzita, Žerotínovo náměstí 9, 601 77 Brno</w:t>
      </w:r>
    </w:p>
    <w:p w:rsidR="00803716" w:rsidRPr="003757F5" w:rsidRDefault="00803716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IČ: 00216224</w:t>
      </w:r>
    </w:p>
    <w:p w:rsidR="00803716" w:rsidRPr="003757F5" w:rsidRDefault="00803716" w:rsidP="005D7DD9">
      <w:pPr>
        <w:rPr>
          <w:rFonts w:ascii="Arial Narrow" w:hAnsi="Arial Narrow" w:cs="Arial"/>
          <w:sz w:val="22"/>
          <w:szCs w:val="22"/>
        </w:rPr>
      </w:pPr>
    </w:p>
    <w:p w:rsidR="00803716" w:rsidRPr="003757F5" w:rsidRDefault="00803716" w:rsidP="005D7DD9">
      <w:pPr>
        <w:spacing w:before="120"/>
        <w:jc w:val="both"/>
        <w:rPr>
          <w:rFonts w:ascii="Arial Narrow" w:hAnsi="Arial Narrow" w:cs="Arial"/>
          <w:b/>
          <w:sz w:val="22"/>
          <w:szCs w:val="22"/>
        </w:rPr>
      </w:pPr>
    </w:p>
    <w:p w:rsidR="00803716" w:rsidRPr="003757F5" w:rsidRDefault="00803716" w:rsidP="005D7DD9">
      <w:pPr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Dodavatel: </w:t>
      </w:r>
    </w:p>
    <w:p w:rsidR="00803716" w:rsidRPr="003757F5" w:rsidRDefault="00803716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Obchodní firma dodavatele:</w:t>
      </w:r>
    </w:p>
    <w:p w:rsidR="00803716" w:rsidRPr="003757F5" w:rsidRDefault="00803716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IČ:</w:t>
      </w:r>
    </w:p>
    <w:p w:rsidR="00803716" w:rsidRDefault="00803716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Sídlo dodavatele:</w:t>
      </w:r>
    </w:p>
    <w:p w:rsidR="00803716" w:rsidRPr="00417421" w:rsidRDefault="00803716" w:rsidP="005D7DD9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Zapsán v OR:</w:t>
      </w:r>
    </w:p>
    <w:p w:rsidR="00803716" w:rsidRDefault="00803716" w:rsidP="00C4582C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C4582C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Pr="003757F5" w:rsidRDefault="00803716" w:rsidP="00C4582C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 w:rsidRPr="003757F5">
        <w:rPr>
          <w:rFonts w:ascii="Arial Narrow" w:hAnsi="Arial Narrow"/>
          <w:b/>
          <w:caps/>
          <w:sz w:val="22"/>
          <w:szCs w:val="22"/>
        </w:rPr>
        <w:t xml:space="preserve"> KUPNÍ SMLOUVA</w:t>
      </w:r>
    </w:p>
    <w:p w:rsidR="00803716" w:rsidRPr="003757F5" w:rsidRDefault="00803716" w:rsidP="004A7564">
      <w:pPr>
        <w:tabs>
          <w:tab w:val="center" w:pos="4500"/>
        </w:tabs>
        <w:jc w:val="center"/>
        <w:rPr>
          <w:rFonts w:ascii="Arial Narrow" w:hAnsi="Arial Narrow"/>
          <w:b/>
          <w:caps/>
          <w:sz w:val="22"/>
          <w:szCs w:val="22"/>
        </w:rPr>
      </w:pPr>
    </w:p>
    <w:p w:rsidR="00803716" w:rsidRPr="003757F5" w:rsidRDefault="00803716" w:rsidP="00967404">
      <w:pPr>
        <w:jc w:val="center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dle § 409 zákona č. 513/1991 Sb., obchodní zákoník, ve znění pozdějších předpisů (dále jen obchodní zákoník)</w:t>
      </w:r>
    </w:p>
    <w:p w:rsidR="00803716" w:rsidRPr="003757F5" w:rsidRDefault="00803716" w:rsidP="004A7564">
      <w:pPr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7D224D">
      <w:pPr>
        <w:jc w:val="center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I. Smluvní strany</w:t>
      </w:r>
    </w:p>
    <w:p w:rsidR="00803716" w:rsidRPr="003757F5" w:rsidRDefault="00803716" w:rsidP="004A7564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4A7564">
      <w:pPr>
        <w:jc w:val="both"/>
        <w:rPr>
          <w:rFonts w:ascii="Arial Narrow" w:hAnsi="Arial Narrow"/>
          <w:b/>
          <w:sz w:val="22"/>
          <w:szCs w:val="22"/>
        </w:rPr>
      </w:pPr>
      <w:r w:rsidRPr="003757F5">
        <w:rPr>
          <w:rFonts w:ascii="Arial Narrow" w:hAnsi="Arial Narrow"/>
          <w:b/>
          <w:sz w:val="22"/>
          <w:szCs w:val="22"/>
        </w:rPr>
        <w:t>kupující:</w:t>
      </w:r>
    </w:p>
    <w:p w:rsidR="00803716" w:rsidRPr="003757F5" w:rsidRDefault="00803716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b/>
          <w:sz w:val="22"/>
          <w:szCs w:val="22"/>
        </w:rPr>
        <w:t>Masarykova univerzita</w:t>
      </w:r>
      <w:r w:rsidRPr="003757F5">
        <w:rPr>
          <w:rFonts w:ascii="Arial Narrow" w:hAnsi="Arial Narrow"/>
          <w:sz w:val="22"/>
          <w:szCs w:val="22"/>
        </w:rPr>
        <w:t>,</w:t>
      </w:r>
    </w:p>
    <w:p w:rsidR="00803716" w:rsidRPr="003757F5" w:rsidRDefault="00803716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se sídlem: Žerotínovo nám. 9, 601 77  Brno,</w:t>
      </w:r>
    </w:p>
    <w:p w:rsidR="00803716" w:rsidRPr="003757F5" w:rsidRDefault="00803716" w:rsidP="00C4582C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kontaktní adresa: Kamenice 5, 625 00 Brno</w:t>
      </w:r>
    </w:p>
    <w:p w:rsidR="00803716" w:rsidRPr="003757F5" w:rsidRDefault="00803716" w:rsidP="00C4582C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zastoupena: </w:t>
      </w:r>
      <w:r>
        <w:rPr>
          <w:rFonts w:ascii="Arial Narrow" w:hAnsi="Arial Narrow" w:cs="Arial"/>
          <w:sz w:val="22"/>
          <w:szCs w:val="22"/>
        </w:rPr>
        <w:t>Ing. Michalem Sellnerem</w:t>
      </w:r>
    </w:p>
    <w:p w:rsidR="00803716" w:rsidRPr="003757F5" w:rsidRDefault="00803716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IČ: 00216224</w:t>
      </w:r>
    </w:p>
    <w:p w:rsidR="00803716" w:rsidRPr="003757F5" w:rsidRDefault="00803716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DIČ: CZ00216224</w:t>
      </w:r>
    </w:p>
    <w:p w:rsidR="00803716" w:rsidRPr="003757F5" w:rsidRDefault="00803716" w:rsidP="004A7564">
      <w:pPr>
        <w:keepNext/>
        <w:jc w:val="both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bankovní spojení: 85636621/0100</w:t>
      </w:r>
    </w:p>
    <w:p w:rsidR="00803716" w:rsidRPr="003757F5" w:rsidRDefault="00803716" w:rsidP="00C4582C">
      <w:pPr>
        <w:jc w:val="both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kontaktní osoba: Roman Drga</w:t>
      </w:r>
      <w:r w:rsidRPr="003757F5">
        <w:rPr>
          <w:rFonts w:ascii="Arial Narrow" w:hAnsi="Arial Narrow"/>
          <w:sz w:val="22"/>
          <w:szCs w:val="22"/>
        </w:rPr>
        <w:t>, 549 49 2054, drga@fsps.muni.cz</w:t>
      </w:r>
    </w:p>
    <w:p w:rsidR="00803716" w:rsidRPr="003757F5" w:rsidRDefault="00803716" w:rsidP="004A7564">
      <w:pPr>
        <w:jc w:val="both"/>
        <w:rPr>
          <w:rFonts w:ascii="Arial Narrow" w:hAnsi="Arial Narrow" w:cs="Arial"/>
          <w:sz w:val="22"/>
          <w:szCs w:val="22"/>
        </w:rPr>
      </w:pPr>
    </w:p>
    <w:p w:rsidR="00803716" w:rsidRPr="003757F5" w:rsidRDefault="00803716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(dále jen </w:t>
      </w:r>
      <w:r w:rsidRPr="003757F5">
        <w:rPr>
          <w:rFonts w:ascii="Arial Narrow" w:hAnsi="Arial Narrow"/>
          <w:i/>
          <w:sz w:val="22"/>
          <w:szCs w:val="22"/>
        </w:rPr>
        <w:t>objednatel</w:t>
      </w:r>
      <w:r w:rsidRPr="003757F5">
        <w:rPr>
          <w:rFonts w:ascii="Arial Narrow" w:hAnsi="Arial Narrow"/>
          <w:sz w:val="22"/>
          <w:szCs w:val="22"/>
        </w:rPr>
        <w:t>)</w:t>
      </w:r>
    </w:p>
    <w:p w:rsidR="00803716" w:rsidRPr="003757F5" w:rsidRDefault="00803716" w:rsidP="004A7564">
      <w:pPr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a</w:t>
      </w:r>
    </w:p>
    <w:p w:rsidR="00803716" w:rsidRPr="003757F5" w:rsidRDefault="00803716" w:rsidP="004A7564">
      <w:pPr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18364A">
      <w:pPr>
        <w:keepNext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b/>
          <w:sz w:val="22"/>
          <w:szCs w:val="22"/>
        </w:rPr>
        <w:t>prodávající</w:t>
      </w:r>
      <w:r w:rsidRPr="003757F5">
        <w:rPr>
          <w:rFonts w:ascii="Arial Narrow" w:hAnsi="Arial Narrow"/>
          <w:b/>
          <w:sz w:val="22"/>
          <w:szCs w:val="22"/>
        </w:rPr>
        <w:tab/>
        <w:t>:  ……………………………………………………………………………………………………</w:t>
      </w:r>
    </w:p>
    <w:p w:rsidR="00803716" w:rsidRPr="003757F5" w:rsidRDefault="00803716" w:rsidP="0018364A">
      <w:pPr>
        <w:pStyle w:val="Footer"/>
        <w:keepNext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se sídlem</w:t>
      </w:r>
      <w:r w:rsidRPr="003757F5">
        <w:rPr>
          <w:rFonts w:ascii="Arial Narrow" w:hAnsi="Arial Narrow"/>
          <w:sz w:val="22"/>
          <w:szCs w:val="22"/>
        </w:rPr>
        <w:tab/>
        <w:t>:………………………………………………………………………………………………………</w:t>
      </w:r>
    </w:p>
    <w:p w:rsidR="00803716" w:rsidRPr="003757F5" w:rsidRDefault="00803716" w:rsidP="0018364A">
      <w:pPr>
        <w:pStyle w:val="Footer"/>
        <w:keepNext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zastoupený</w:t>
      </w:r>
      <w:r w:rsidRPr="003757F5">
        <w:rPr>
          <w:rFonts w:ascii="Arial Narrow" w:hAnsi="Arial Narrow"/>
          <w:sz w:val="22"/>
          <w:szCs w:val="22"/>
        </w:rPr>
        <w:tab/>
        <w:t>:………………………………………………………………………………………………………</w:t>
      </w:r>
    </w:p>
    <w:p w:rsidR="00803716" w:rsidRPr="003757F5" w:rsidRDefault="00803716" w:rsidP="0018364A">
      <w:pPr>
        <w:keepNext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IČ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  <w:t>:…………………………………………………………………………………………………….…</w:t>
      </w:r>
    </w:p>
    <w:p w:rsidR="00803716" w:rsidRPr="003757F5" w:rsidRDefault="00803716" w:rsidP="0018364A">
      <w:pPr>
        <w:keepNext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DIČ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  <w:t>:.............................................................................................................................................</w:t>
      </w:r>
    </w:p>
    <w:p w:rsidR="00803716" w:rsidRPr="003757F5" w:rsidRDefault="00803716" w:rsidP="0018364A">
      <w:pPr>
        <w:keepNext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zapsán v obchodním rejstříku:</w:t>
      </w:r>
      <w:r w:rsidRPr="003757F5">
        <w:rPr>
          <w:rFonts w:ascii="Arial Narrow" w:hAnsi="Arial Narrow"/>
          <w:sz w:val="22"/>
          <w:szCs w:val="22"/>
        </w:rPr>
        <w:t xml:space="preserve"> ………………………………………………………………………………………..</w:t>
      </w:r>
    </w:p>
    <w:p w:rsidR="00803716" w:rsidRPr="003757F5" w:rsidRDefault="00803716" w:rsidP="0018364A">
      <w:pPr>
        <w:pStyle w:val="Footer"/>
        <w:keepNext/>
        <w:tabs>
          <w:tab w:val="left" w:pos="1440"/>
        </w:tabs>
        <w:rPr>
          <w:rFonts w:ascii="Arial Narrow" w:hAnsi="Arial Narrow"/>
          <w:snapToGrid w:val="0"/>
          <w:sz w:val="22"/>
          <w:szCs w:val="22"/>
        </w:rPr>
      </w:pPr>
      <w:r w:rsidRPr="003757F5">
        <w:rPr>
          <w:rFonts w:ascii="Arial Narrow" w:hAnsi="Arial Narrow"/>
          <w:snapToGrid w:val="0"/>
          <w:sz w:val="22"/>
          <w:szCs w:val="22"/>
        </w:rPr>
        <w:t>Kontaktní osoba</w:t>
      </w:r>
      <w:r w:rsidRPr="003757F5">
        <w:rPr>
          <w:rFonts w:ascii="Arial Narrow" w:hAnsi="Arial Narrow"/>
          <w:snapToGrid w:val="0"/>
          <w:sz w:val="22"/>
          <w:szCs w:val="22"/>
        </w:rPr>
        <w:tab/>
        <w:t>:..............................................................................................................................................</w:t>
      </w:r>
    </w:p>
    <w:p w:rsidR="00803716" w:rsidRPr="003757F5" w:rsidRDefault="00803716" w:rsidP="0018364A">
      <w:pPr>
        <w:pStyle w:val="Footer"/>
        <w:keepNext/>
        <w:tabs>
          <w:tab w:val="left" w:pos="1440"/>
        </w:tabs>
        <w:rPr>
          <w:rFonts w:ascii="Arial Narrow" w:hAnsi="Arial Narrow"/>
          <w:snapToGrid w:val="0"/>
          <w:sz w:val="22"/>
          <w:szCs w:val="22"/>
        </w:rPr>
      </w:pPr>
      <w:r w:rsidRPr="003757F5">
        <w:rPr>
          <w:rFonts w:ascii="Arial Narrow" w:hAnsi="Arial Narrow"/>
          <w:snapToGrid w:val="0"/>
          <w:sz w:val="22"/>
          <w:szCs w:val="22"/>
        </w:rPr>
        <w:t>e-mail</w:t>
      </w:r>
      <w:r w:rsidRPr="003757F5">
        <w:rPr>
          <w:rFonts w:ascii="Arial Narrow" w:hAnsi="Arial Narrow"/>
          <w:snapToGrid w:val="0"/>
          <w:sz w:val="22"/>
          <w:szCs w:val="22"/>
        </w:rPr>
        <w:tab/>
        <w:t>: ..............................................................................................................................................</w:t>
      </w:r>
    </w:p>
    <w:p w:rsidR="00803716" w:rsidRPr="003757F5" w:rsidRDefault="00803716" w:rsidP="0018364A">
      <w:pPr>
        <w:pStyle w:val="Footer"/>
        <w:keepNext/>
        <w:tabs>
          <w:tab w:val="left" w:pos="1440"/>
        </w:tabs>
        <w:rPr>
          <w:rFonts w:ascii="Arial Narrow" w:hAnsi="Arial Narrow"/>
          <w:snapToGrid w:val="0"/>
          <w:sz w:val="22"/>
          <w:szCs w:val="22"/>
        </w:rPr>
      </w:pPr>
      <w:r w:rsidRPr="003757F5">
        <w:rPr>
          <w:rFonts w:ascii="Arial Narrow" w:hAnsi="Arial Narrow"/>
          <w:snapToGrid w:val="0"/>
          <w:sz w:val="22"/>
          <w:szCs w:val="22"/>
        </w:rPr>
        <w:t>tel.</w:t>
      </w:r>
      <w:r w:rsidRPr="003757F5">
        <w:rPr>
          <w:rFonts w:ascii="Arial Narrow" w:hAnsi="Arial Narrow"/>
          <w:snapToGrid w:val="0"/>
          <w:sz w:val="22"/>
          <w:szCs w:val="22"/>
        </w:rPr>
        <w:tab/>
        <w:t>: ..............................................................................................................................................</w:t>
      </w:r>
    </w:p>
    <w:p w:rsidR="00803716" w:rsidRPr="003757F5" w:rsidRDefault="00803716" w:rsidP="004A7564">
      <w:pPr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(dále jen </w:t>
      </w:r>
      <w:r w:rsidRPr="003757F5">
        <w:rPr>
          <w:rFonts w:ascii="Arial Narrow" w:hAnsi="Arial Narrow"/>
          <w:i/>
          <w:sz w:val="22"/>
          <w:szCs w:val="22"/>
        </w:rPr>
        <w:t>dodavatel</w:t>
      </w:r>
      <w:r w:rsidRPr="003757F5">
        <w:rPr>
          <w:rFonts w:ascii="Arial Narrow" w:hAnsi="Arial Narrow"/>
          <w:sz w:val="22"/>
          <w:szCs w:val="22"/>
        </w:rPr>
        <w:t>)</w:t>
      </w:r>
    </w:p>
    <w:p w:rsidR="00803716" w:rsidRPr="003757F5" w:rsidRDefault="00803716" w:rsidP="004A7564">
      <w:pPr>
        <w:jc w:val="both"/>
        <w:rPr>
          <w:rFonts w:ascii="Arial Narrow" w:hAnsi="Arial Narrow"/>
          <w:sz w:val="22"/>
          <w:szCs w:val="22"/>
        </w:rPr>
      </w:pPr>
    </w:p>
    <w:p w:rsidR="00803716" w:rsidRDefault="00803716" w:rsidP="00EB54FF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II. Předmět smlouvy</w:t>
      </w:r>
    </w:p>
    <w:p w:rsidR="00803716" w:rsidRPr="003757F5" w:rsidRDefault="00803716" w:rsidP="00EB54FF">
      <w:pPr>
        <w:jc w:val="both"/>
        <w:outlineLvl w:val="0"/>
        <w:rPr>
          <w:rFonts w:ascii="Arial Narrow" w:hAnsi="Arial Narrow"/>
          <w:sz w:val="22"/>
          <w:szCs w:val="22"/>
        </w:rPr>
      </w:pPr>
    </w:p>
    <w:p w:rsidR="00803716" w:rsidRPr="003757F5" w:rsidRDefault="00803716" w:rsidP="006E4319">
      <w:pPr>
        <w:ind w:left="360"/>
        <w:rPr>
          <w:rFonts w:ascii="Arial Narrow" w:hAnsi="Arial Narrow"/>
          <w:b/>
          <w:bCs/>
          <w:sz w:val="22"/>
          <w:szCs w:val="22"/>
        </w:rPr>
      </w:pPr>
      <w:r w:rsidRPr="003757F5">
        <w:rPr>
          <w:rFonts w:ascii="Arial Narrow" w:hAnsi="Arial Narrow"/>
          <w:b/>
          <w:bCs/>
          <w:sz w:val="22"/>
          <w:szCs w:val="22"/>
        </w:rPr>
        <w:t xml:space="preserve">1. část (ANO </w:t>
      </w:r>
      <w:bookmarkStart w:id="0" w:name="Zaškrtávací1"/>
      <w:r w:rsidRPr="003757F5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757F5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3757F5">
        <w:rPr>
          <w:rFonts w:ascii="Arial Narrow" w:hAnsi="Arial Narrow"/>
          <w:b/>
          <w:bCs/>
          <w:sz w:val="22"/>
          <w:szCs w:val="22"/>
        </w:rPr>
      </w:r>
      <w:r w:rsidRPr="003757F5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0"/>
      <w:r w:rsidRPr="003757F5">
        <w:rPr>
          <w:rFonts w:ascii="Arial Narrow" w:hAnsi="Arial Narrow"/>
          <w:b/>
          <w:bCs/>
          <w:sz w:val="22"/>
          <w:szCs w:val="22"/>
        </w:rPr>
        <w:t xml:space="preserve"> /  NE </w:t>
      </w:r>
      <w:bookmarkStart w:id="1" w:name="Zaškrtávací2"/>
      <w:r w:rsidRPr="003757F5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3757F5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3757F5">
        <w:rPr>
          <w:rFonts w:ascii="Arial Narrow" w:hAnsi="Arial Narrow"/>
          <w:b/>
          <w:bCs/>
          <w:sz w:val="22"/>
          <w:szCs w:val="22"/>
        </w:rPr>
      </w:r>
      <w:r w:rsidRPr="003757F5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1"/>
      <w:r w:rsidRPr="003757F5">
        <w:rPr>
          <w:rFonts w:ascii="Arial Narrow" w:hAnsi="Arial Narrow"/>
          <w:b/>
          <w:bCs/>
          <w:sz w:val="22"/>
          <w:szCs w:val="22"/>
        </w:rPr>
        <w:t>):</w:t>
      </w:r>
    </w:p>
    <w:p w:rsidR="00803716" w:rsidRPr="00020EEA" w:rsidRDefault="00803716" w:rsidP="009F5897">
      <w:pPr>
        <w:ind w:left="360"/>
        <w:jc w:val="both"/>
        <w:rPr>
          <w:rFonts w:ascii="Arial Narrow" w:hAnsi="Arial Narrow"/>
          <w:sz w:val="22"/>
          <w:szCs w:val="22"/>
        </w:rPr>
      </w:pPr>
      <w:r w:rsidRPr="00020EEA">
        <w:rPr>
          <w:rFonts w:ascii="Arial Narrow" w:hAnsi="Arial Narrow"/>
          <w:sz w:val="22"/>
          <w:szCs w:val="22"/>
        </w:rPr>
        <w:t>Předmětem této smlouvy je prodej odborné literatury pro projekty OPVK reg. č. CZ.1.07/2.2.00/28.0221 s názvem „Inovace a modernizace studijních oborů FSpS“, reg. č. CZ.1.07/2.2.00/15.0209 s názvem „Inovace studijního oboru Regenerace a výživa ve sportu“ a reg.č. CZ.1.07/2.2.00/15.0190 s názvem „Inovace studijního programu Tělesná výchova a sport se zaměřením na směr Rozhodčí kolektivních sportů“.</w:t>
      </w:r>
    </w:p>
    <w:p w:rsidR="00803716" w:rsidRPr="00020EEA" w:rsidRDefault="00803716" w:rsidP="009F5897">
      <w:pPr>
        <w:ind w:left="360"/>
        <w:jc w:val="both"/>
        <w:rPr>
          <w:rFonts w:ascii="Arial Narrow" w:hAnsi="Arial Narrow"/>
          <w:sz w:val="22"/>
          <w:szCs w:val="22"/>
        </w:rPr>
      </w:pPr>
      <w:r w:rsidRPr="00020EEA">
        <w:rPr>
          <w:rFonts w:ascii="Arial Narrow" w:hAnsi="Arial Narrow"/>
          <w:sz w:val="22"/>
          <w:szCs w:val="22"/>
        </w:rPr>
        <w:t xml:space="preserve"> Specifikace požadavků jsou uvedeny v příloze č. 1 této smlouvy „Specifikace předmětu plnění  včetně položkového rozpočtu – 1. část,“ která je nedílnou součástí této smlouvy.</w:t>
      </w:r>
    </w:p>
    <w:p w:rsidR="00803716" w:rsidRPr="00020EEA" w:rsidRDefault="00803716" w:rsidP="006E4319">
      <w:pPr>
        <w:ind w:left="360"/>
        <w:jc w:val="both"/>
        <w:rPr>
          <w:rFonts w:ascii="Arial Narrow" w:hAnsi="Arial Narrow"/>
          <w:b/>
          <w:bCs/>
          <w:sz w:val="22"/>
          <w:szCs w:val="22"/>
        </w:rPr>
      </w:pPr>
    </w:p>
    <w:p w:rsidR="00803716" w:rsidRPr="00020EEA" w:rsidRDefault="00803716" w:rsidP="006E4319">
      <w:pPr>
        <w:ind w:left="360"/>
        <w:jc w:val="both"/>
        <w:rPr>
          <w:rFonts w:ascii="Arial Narrow" w:hAnsi="Arial Narrow"/>
          <w:b/>
          <w:bCs/>
          <w:sz w:val="22"/>
          <w:szCs w:val="22"/>
        </w:rPr>
      </w:pPr>
      <w:r w:rsidRPr="00020EEA">
        <w:rPr>
          <w:rFonts w:ascii="Arial Narrow" w:hAnsi="Arial Narrow"/>
          <w:b/>
          <w:bCs/>
          <w:sz w:val="22"/>
          <w:szCs w:val="22"/>
        </w:rPr>
        <w:t xml:space="preserve">2. část (ANO </w:t>
      </w:r>
      <w:r w:rsidRPr="00020EEA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20EEA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020EEA">
        <w:rPr>
          <w:rFonts w:ascii="Arial Narrow" w:hAnsi="Arial Narrow"/>
          <w:b/>
          <w:bCs/>
          <w:sz w:val="22"/>
          <w:szCs w:val="22"/>
        </w:rPr>
      </w:r>
      <w:r w:rsidRPr="00020EEA">
        <w:rPr>
          <w:rFonts w:ascii="Arial Narrow" w:hAnsi="Arial Narrow"/>
          <w:b/>
          <w:bCs/>
          <w:sz w:val="22"/>
          <w:szCs w:val="22"/>
        </w:rPr>
        <w:fldChar w:fldCharType="end"/>
      </w:r>
      <w:r w:rsidRPr="00020EEA">
        <w:rPr>
          <w:rFonts w:ascii="Arial Narrow" w:hAnsi="Arial Narrow"/>
          <w:b/>
          <w:bCs/>
          <w:sz w:val="22"/>
          <w:szCs w:val="22"/>
        </w:rPr>
        <w:t xml:space="preserve"> /  NE </w:t>
      </w:r>
      <w:r w:rsidRPr="00020EEA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020EEA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020EEA">
        <w:rPr>
          <w:rFonts w:ascii="Arial Narrow" w:hAnsi="Arial Narrow"/>
          <w:b/>
          <w:bCs/>
          <w:sz w:val="22"/>
          <w:szCs w:val="22"/>
        </w:rPr>
      </w:r>
      <w:r w:rsidRPr="00020EEA">
        <w:rPr>
          <w:rFonts w:ascii="Arial Narrow" w:hAnsi="Arial Narrow"/>
          <w:b/>
          <w:bCs/>
          <w:sz w:val="22"/>
          <w:szCs w:val="22"/>
        </w:rPr>
        <w:fldChar w:fldCharType="end"/>
      </w:r>
      <w:r w:rsidRPr="00020EEA">
        <w:rPr>
          <w:rFonts w:ascii="Arial Narrow" w:hAnsi="Arial Narrow"/>
          <w:b/>
          <w:bCs/>
          <w:sz w:val="22"/>
          <w:szCs w:val="22"/>
        </w:rPr>
        <w:t>):</w:t>
      </w:r>
    </w:p>
    <w:p w:rsidR="00803716" w:rsidRPr="00020EEA" w:rsidRDefault="00803716" w:rsidP="00020EEA">
      <w:pPr>
        <w:ind w:left="360"/>
        <w:jc w:val="both"/>
        <w:rPr>
          <w:rFonts w:ascii="Arial Narrow" w:hAnsi="Arial Narrow"/>
          <w:sz w:val="22"/>
          <w:szCs w:val="22"/>
        </w:rPr>
      </w:pPr>
      <w:r w:rsidRPr="00020EEA">
        <w:rPr>
          <w:rFonts w:ascii="Arial Narrow" w:hAnsi="Arial Narrow"/>
          <w:sz w:val="22"/>
          <w:szCs w:val="22"/>
        </w:rPr>
        <w:t>Předmětem této smlouvy je prodej odborné literatury pro projekty OPVK reg. č. CZ.1.07/2.2.00/28.0221 s názvem „Inovace a modernizace studijních oborů FSpS“, reg. č. CZ.1.07/2.2.00/15.0209 s názvem „Inovace studijního oboru Regenerace a výživa ve sportu“ a reg.č. CZ.1.07/2.2.00/15.0190 s názvem „Inovace studijního programu Tělesná výchova a sport se zaměřením na směr Rozhodčí kolektivních sportů“.</w:t>
      </w:r>
    </w:p>
    <w:p w:rsidR="00803716" w:rsidRPr="00020EEA" w:rsidRDefault="00803716" w:rsidP="00020EEA">
      <w:pPr>
        <w:ind w:left="360"/>
        <w:jc w:val="both"/>
        <w:rPr>
          <w:rFonts w:ascii="Arial Narrow" w:hAnsi="Arial Narrow"/>
          <w:sz w:val="22"/>
          <w:szCs w:val="22"/>
        </w:rPr>
      </w:pPr>
      <w:r w:rsidRPr="00020EEA">
        <w:rPr>
          <w:rFonts w:ascii="Arial Narrow" w:hAnsi="Arial Narrow"/>
          <w:sz w:val="22"/>
          <w:szCs w:val="22"/>
        </w:rPr>
        <w:t xml:space="preserve"> Specifikace požadavků jsou uvedeny v příloze č. 1 této smlouvy „Specifikace předmětu plnění  včetně položkového rozpočtu – </w:t>
      </w:r>
      <w:r>
        <w:rPr>
          <w:rFonts w:ascii="Arial Narrow" w:hAnsi="Arial Narrow"/>
          <w:sz w:val="22"/>
          <w:szCs w:val="22"/>
        </w:rPr>
        <w:t>2</w:t>
      </w:r>
      <w:r w:rsidRPr="00020EEA">
        <w:rPr>
          <w:rFonts w:ascii="Arial Narrow" w:hAnsi="Arial Narrow"/>
          <w:sz w:val="22"/>
          <w:szCs w:val="22"/>
        </w:rPr>
        <w:t>. část,“ která je nedílnou součástí této smlouvy.</w:t>
      </w:r>
    </w:p>
    <w:p w:rsidR="00803716" w:rsidRPr="00020EEA" w:rsidRDefault="00803716" w:rsidP="00965FD7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803716" w:rsidRPr="00020EEA" w:rsidRDefault="00803716" w:rsidP="00965FD7">
      <w:pPr>
        <w:ind w:left="360"/>
        <w:jc w:val="both"/>
        <w:rPr>
          <w:rFonts w:ascii="Arial Narrow" w:hAnsi="Arial Narrow"/>
          <w:b/>
          <w:bCs/>
          <w:sz w:val="22"/>
          <w:szCs w:val="22"/>
        </w:rPr>
      </w:pPr>
      <w:r w:rsidRPr="00020EEA">
        <w:rPr>
          <w:rFonts w:ascii="Arial Narrow" w:hAnsi="Arial Narrow"/>
          <w:b/>
          <w:bCs/>
          <w:sz w:val="22"/>
          <w:szCs w:val="22"/>
        </w:rPr>
        <w:t xml:space="preserve">3. část (ANO </w:t>
      </w:r>
      <w:r w:rsidRPr="00020EEA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20EEA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020EEA">
        <w:rPr>
          <w:rFonts w:ascii="Arial Narrow" w:hAnsi="Arial Narrow"/>
          <w:b/>
          <w:bCs/>
          <w:sz w:val="22"/>
          <w:szCs w:val="22"/>
        </w:rPr>
      </w:r>
      <w:r w:rsidRPr="00020EEA">
        <w:rPr>
          <w:rFonts w:ascii="Arial Narrow" w:hAnsi="Arial Narrow"/>
          <w:b/>
          <w:bCs/>
          <w:sz w:val="22"/>
          <w:szCs w:val="22"/>
        </w:rPr>
        <w:fldChar w:fldCharType="end"/>
      </w:r>
      <w:r w:rsidRPr="00020EEA">
        <w:rPr>
          <w:rFonts w:ascii="Arial Narrow" w:hAnsi="Arial Narrow"/>
          <w:b/>
          <w:bCs/>
          <w:sz w:val="22"/>
          <w:szCs w:val="22"/>
        </w:rPr>
        <w:t xml:space="preserve"> /  NE </w:t>
      </w:r>
      <w:r w:rsidRPr="00020EEA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020EEA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020EEA">
        <w:rPr>
          <w:rFonts w:ascii="Arial Narrow" w:hAnsi="Arial Narrow"/>
          <w:b/>
          <w:bCs/>
          <w:sz w:val="22"/>
          <w:szCs w:val="22"/>
        </w:rPr>
      </w:r>
      <w:r w:rsidRPr="00020EEA">
        <w:rPr>
          <w:rFonts w:ascii="Arial Narrow" w:hAnsi="Arial Narrow"/>
          <w:b/>
          <w:bCs/>
          <w:sz w:val="22"/>
          <w:szCs w:val="22"/>
        </w:rPr>
        <w:fldChar w:fldCharType="end"/>
      </w:r>
      <w:r w:rsidRPr="00020EEA">
        <w:rPr>
          <w:rFonts w:ascii="Arial Narrow" w:hAnsi="Arial Narrow"/>
          <w:b/>
          <w:bCs/>
          <w:sz w:val="22"/>
          <w:szCs w:val="22"/>
        </w:rPr>
        <w:t>):</w:t>
      </w:r>
    </w:p>
    <w:p w:rsidR="00803716" w:rsidRPr="00020EEA" w:rsidRDefault="00803716" w:rsidP="00020EEA">
      <w:pPr>
        <w:ind w:left="360"/>
        <w:jc w:val="both"/>
        <w:rPr>
          <w:rFonts w:ascii="Arial Narrow" w:hAnsi="Arial Narrow"/>
          <w:sz w:val="22"/>
          <w:szCs w:val="22"/>
        </w:rPr>
      </w:pPr>
      <w:r w:rsidRPr="00020EEA">
        <w:rPr>
          <w:rFonts w:ascii="Arial Narrow" w:hAnsi="Arial Narrow"/>
          <w:sz w:val="22"/>
          <w:szCs w:val="22"/>
        </w:rPr>
        <w:t>Předmětem této smlouvy je prodej odborné literatury pro projekty OPVK reg. č. CZ.1.07/2.2.00/28.0221 s názvem „Inovace a modernizace studijních oborů FSpS“, reg. č. CZ.1.07/2.2.00/15.0209 s názvem „Inovace studijního oboru Regenerace a výživa ve sportu“ a reg.č. CZ.1.07/2.2.00/15.0190 s názvem „Inovace studijního programu Tělesná výchova a sport se zaměřením na směr Rozhodčí kolektivních sportů“.</w:t>
      </w:r>
    </w:p>
    <w:p w:rsidR="00803716" w:rsidRPr="00020EEA" w:rsidRDefault="00803716" w:rsidP="00020EEA">
      <w:pPr>
        <w:ind w:left="360"/>
        <w:jc w:val="both"/>
        <w:rPr>
          <w:rFonts w:ascii="Arial Narrow" w:hAnsi="Arial Narrow"/>
          <w:sz w:val="22"/>
          <w:szCs w:val="22"/>
        </w:rPr>
      </w:pPr>
      <w:r w:rsidRPr="00020EEA">
        <w:rPr>
          <w:rFonts w:ascii="Arial Narrow" w:hAnsi="Arial Narrow"/>
          <w:sz w:val="22"/>
          <w:szCs w:val="22"/>
        </w:rPr>
        <w:t xml:space="preserve"> Specifikace požadavků jsou uvedeny v příloze č. 1 této smlouvy „Specifikace předmětu plnění  včetně položkového rozpočtu – </w:t>
      </w:r>
      <w:r>
        <w:rPr>
          <w:rFonts w:ascii="Arial Narrow" w:hAnsi="Arial Narrow"/>
          <w:sz w:val="22"/>
          <w:szCs w:val="22"/>
        </w:rPr>
        <w:t>3</w:t>
      </w:r>
      <w:r w:rsidRPr="00020EEA">
        <w:rPr>
          <w:rFonts w:ascii="Arial Narrow" w:hAnsi="Arial Narrow"/>
          <w:sz w:val="22"/>
          <w:szCs w:val="22"/>
        </w:rPr>
        <w:t>. část,“ která je nedílnou součástí této smlouvy.</w:t>
      </w:r>
    </w:p>
    <w:p w:rsidR="00803716" w:rsidRPr="00020EEA" w:rsidRDefault="00803716" w:rsidP="00EB54FF">
      <w:pPr>
        <w:jc w:val="both"/>
        <w:outlineLvl w:val="0"/>
        <w:rPr>
          <w:rFonts w:ascii="Arial Narrow" w:hAnsi="Arial Narrow"/>
          <w:sz w:val="22"/>
          <w:szCs w:val="22"/>
        </w:rPr>
      </w:pPr>
    </w:p>
    <w:p w:rsidR="00803716" w:rsidRPr="00020EEA" w:rsidRDefault="00803716" w:rsidP="00CF37DB">
      <w:pPr>
        <w:ind w:left="360"/>
        <w:jc w:val="both"/>
        <w:rPr>
          <w:rFonts w:ascii="Arial Narrow" w:hAnsi="Arial Narrow"/>
          <w:b/>
          <w:bCs/>
          <w:sz w:val="22"/>
          <w:szCs w:val="22"/>
        </w:rPr>
      </w:pPr>
      <w:r w:rsidRPr="00020EEA">
        <w:rPr>
          <w:rFonts w:ascii="Arial Narrow" w:hAnsi="Arial Narrow"/>
          <w:b/>
          <w:bCs/>
          <w:sz w:val="22"/>
          <w:szCs w:val="22"/>
        </w:rPr>
        <w:t xml:space="preserve">4. část (ANO </w:t>
      </w:r>
      <w:r w:rsidRPr="00020EEA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20EEA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020EEA">
        <w:rPr>
          <w:rFonts w:ascii="Arial Narrow" w:hAnsi="Arial Narrow"/>
          <w:b/>
          <w:bCs/>
          <w:sz w:val="22"/>
          <w:szCs w:val="22"/>
        </w:rPr>
      </w:r>
      <w:r w:rsidRPr="00020EEA">
        <w:rPr>
          <w:rFonts w:ascii="Arial Narrow" w:hAnsi="Arial Narrow"/>
          <w:b/>
          <w:bCs/>
          <w:sz w:val="22"/>
          <w:szCs w:val="22"/>
        </w:rPr>
        <w:fldChar w:fldCharType="end"/>
      </w:r>
      <w:r w:rsidRPr="00020EEA">
        <w:rPr>
          <w:rFonts w:ascii="Arial Narrow" w:hAnsi="Arial Narrow"/>
          <w:b/>
          <w:bCs/>
          <w:sz w:val="22"/>
          <w:szCs w:val="22"/>
        </w:rPr>
        <w:t xml:space="preserve"> /  NE </w:t>
      </w:r>
      <w:r w:rsidRPr="00020EEA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020EEA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020EEA">
        <w:rPr>
          <w:rFonts w:ascii="Arial Narrow" w:hAnsi="Arial Narrow"/>
          <w:b/>
          <w:bCs/>
          <w:sz w:val="22"/>
          <w:szCs w:val="22"/>
        </w:rPr>
      </w:r>
      <w:r w:rsidRPr="00020EEA">
        <w:rPr>
          <w:rFonts w:ascii="Arial Narrow" w:hAnsi="Arial Narrow"/>
          <w:b/>
          <w:bCs/>
          <w:sz w:val="22"/>
          <w:szCs w:val="22"/>
        </w:rPr>
        <w:fldChar w:fldCharType="end"/>
      </w:r>
      <w:r w:rsidRPr="00020EEA">
        <w:rPr>
          <w:rFonts w:ascii="Arial Narrow" w:hAnsi="Arial Narrow"/>
          <w:b/>
          <w:bCs/>
          <w:sz w:val="22"/>
          <w:szCs w:val="22"/>
        </w:rPr>
        <w:t>):</w:t>
      </w:r>
    </w:p>
    <w:p w:rsidR="00803716" w:rsidRPr="00020EEA" w:rsidRDefault="00803716" w:rsidP="00020EEA">
      <w:pPr>
        <w:ind w:left="360"/>
        <w:jc w:val="both"/>
        <w:rPr>
          <w:rFonts w:ascii="Arial Narrow" w:hAnsi="Arial Narrow"/>
          <w:sz w:val="22"/>
          <w:szCs w:val="22"/>
        </w:rPr>
      </w:pPr>
      <w:r w:rsidRPr="00020EEA">
        <w:rPr>
          <w:rFonts w:ascii="Arial Narrow" w:hAnsi="Arial Narrow"/>
          <w:sz w:val="22"/>
          <w:szCs w:val="22"/>
        </w:rPr>
        <w:t>Předmětem této smlouvy je prodej odborné literatury pro projekty OPVK reg. č. CZ.1.07/2.2.00/28.0221 s názvem „Inovace a modernizace studijních oborů FSpS“, reg. č. CZ.1.07/2.2.00/15.0209 s názvem „Inovace studijního oboru Regenerace a výživa ve sportu“ a reg.č. CZ.1.07/2.2.00/15.0190 s názvem „Inovace studijního programu Tělesná výchova a sport se zaměřením na směr Rozhodčí kolektivních sportů“.</w:t>
      </w:r>
    </w:p>
    <w:p w:rsidR="00803716" w:rsidRPr="00020EEA" w:rsidRDefault="00803716" w:rsidP="00020EEA">
      <w:pPr>
        <w:ind w:left="360"/>
        <w:jc w:val="both"/>
        <w:rPr>
          <w:rFonts w:ascii="Arial Narrow" w:hAnsi="Arial Narrow"/>
          <w:sz w:val="22"/>
          <w:szCs w:val="22"/>
        </w:rPr>
      </w:pPr>
      <w:r w:rsidRPr="00020EEA">
        <w:rPr>
          <w:rFonts w:ascii="Arial Narrow" w:hAnsi="Arial Narrow"/>
          <w:sz w:val="22"/>
          <w:szCs w:val="22"/>
        </w:rPr>
        <w:t xml:space="preserve"> Specifikace požadavků jsou uvedeny v příloze č. 1 této smlouvy „Specifikace předmětu plnění  včetně položkového rozpočtu – </w:t>
      </w:r>
      <w:r>
        <w:rPr>
          <w:rFonts w:ascii="Arial Narrow" w:hAnsi="Arial Narrow"/>
          <w:sz w:val="22"/>
          <w:szCs w:val="22"/>
        </w:rPr>
        <w:t>4</w:t>
      </w:r>
      <w:r w:rsidRPr="00020EEA">
        <w:rPr>
          <w:rFonts w:ascii="Arial Narrow" w:hAnsi="Arial Narrow"/>
          <w:sz w:val="22"/>
          <w:szCs w:val="22"/>
        </w:rPr>
        <w:t>. část,“ která je nedílnou součástí této smlouvy.</w:t>
      </w:r>
    </w:p>
    <w:p w:rsidR="00803716" w:rsidRPr="00020EEA" w:rsidRDefault="00803716" w:rsidP="00CF37DB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803716" w:rsidRPr="00020EEA" w:rsidRDefault="00803716" w:rsidP="00CF37DB">
      <w:pPr>
        <w:ind w:left="360"/>
        <w:jc w:val="both"/>
        <w:rPr>
          <w:rFonts w:ascii="Arial Narrow" w:hAnsi="Arial Narrow"/>
          <w:b/>
          <w:bCs/>
          <w:sz w:val="22"/>
          <w:szCs w:val="22"/>
        </w:rPr>
      </w:pPr>
      <w:r w:rsidRPr="00020EEA">
        <w:rPr>
          <w:rFonts w:ascii="Arial Narrow" w:hAnsi="Arial Narrow"/>
          <w:b/>
          <w:bCs/>
          <w:sz w:val="22"/>
          <w:szCs w:val="22"/>
        </w:rPr>
        <w:t xml:space="preserve">5. část (ANO </w:t>
      </w:r>
      <w:r w:rsidRPr="00020EEA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20EEA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020EEA">
        <w:rPr>
          <w:rFonts w:ascii="Arial Narrow" w:hAnsi="Arial Narrow"/>
          <w:b/>
          <w:bCs/>
          <w:sz w:val="22"/>
          <w:szCs w:val="22"/>
        </w:rPr>
      </w:r>
      <w:r w:rsidRPr="00020EEA">
        <w:rPr>
          <w:rFonts w:ascii="Arial Narrow" w:hAnsi="Arial Narrow"/>
          <w:b/>
          <w:bCs/>
          <w:sz w:val="22"/>
          <w:szCs w:val="22"/>
        </w:rPr>
        <w:fldChar w:fldCharType="end"/>
      </w:r>
      <w:r w:rsidRPr="00020EEA">
        <w:rPr>
          <w:rFonts w:ascii="Arial Narrow" w:hAnsi="Arial Narrow"/>
          <w:b/>
          <w:bCs/>
          <w:sz w:val="22"/>
          <w:szCs w:val="22"/>
        </w:rPr>
        <w:t xml:space="preserve"> /  NE </w:t>
      </w:r>
      <w:r w:rsidRPr="00020EEA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020EEA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020EEA">
        <w:rPr>
          <w:rFonts w:ascii="Arial Narrow" w:hAnsi="Arial Narrow"/>
          <w:b/>
          <w:bCs/>
          <w:sz w:val="22"/>
          <w:szCs w:val="22"/>
        </w:rPr>
      </w:r>
      <w:r w:rsidRPr="00020EEA">
        <w:rPr>
          <w:rFonts w:ascii="Arial Narrow" w:hAnsi="Arial Narrow"/>
          <w:b/>
          <w:bCs/>
          <w:sz w:val="22"/>
          <w:szCs w:val="22"/>
        </w:rPr>
        <w:fldChar w:fldCharType="end"/>
      </w:r>
      <w:r w:rsidRPr="00020EEA">
        <w:rPr>
          <w:rFonts w:ascii="Arial Narrow" w:hAnsi="Arial Narrow"/>
          <w:b/>
          <w:bCs/>
          <w:sz w:val="22"/>
          <w:szCs w:val="22"/>
        </w:rPr>
        <w:t>):</w:t>
      </w:r>
    </w:p>
    <w:p w:rsidR="00803716" w:rsidRPr="00020EEA" w:rsidRDefault="00803716" w:rsidP="00020EEA">
      <w:pPr>
        <w:ind w:left="360"/>
        <w:jc w:val="both"/>
        <w:rPr>
          <w:rFonts w:ascii="Arial Narrow" w:hAnsi="Arial Narrow"/>
          <w:sz w:val="22"/>
          <w:szCs w:val="22"/>
        </w:rPr>
      </w:pPr>
      <w:r w:rsidRPr="00020EEA">
        <w:rPr>
          <w:rFonts w:ascii="Arial Narrow" w:hAnsi="Arial Narrow"/>
          <w:sz w:val="22"/>
          <w:szCs w:val="22"/>
        </w:rPr>
        <w:t>Předmětem této smlouvy je prodej odborné literatury pro projekty OPVK reg. č. CZ.1.07/2.2.00/28.0221 s názvem „Inovace a modernizace studijních oborů FSpS“, reg. č. CZ.1.07/2.2.00/15.0209 s názvem „Inovace studijního oboru Regenerace a výživa ve sportu“ a reg.č. CZ.1.07/2.2.00/15.0190 s názvem „Inovace studijního programu Tělesná výchova a sport se zaměřením na směr Rozhodčí kolektivních sportů“.</w:t>
      </w:r>
    </w:p>
    <w:p w:rsidR="00803716" w:rsidRPr="00020EEA" w:rsidRDefault="00803716" w:rsidP="00020EEA">
      <w:pPr>
        <w:ind w:left="360"/>
        <w:jc w:val="both"/>
        <w:rPr>
          <w:rFonts w:ascii="Arial Narrow" w:hAnsi="Arial Narrow"/>
          <w:sz w:val="22"/>
          <w:szCs w:val="22"/>
        </w:rPr>
      </w:pPr>
      <w:r w:rsidRPr="00020EEA">
        <w:rPr>
          <w:rFonts w:ascii="Arial Narrow" w:hAnsi="Arial Narrow"/>
          <w:sz w:val="22"/>
          <w:szCs w:val="22"/>
        </w:rPr>
        <w:t xml:space="preserve"> Specifikace požadavků jsou uvedeny v příloze č. 1 této smlouvy „Specifikace předmětu plnění  včetně položkového rozpočtu – </w:t>
      </w:r>
      <w:r>
        <w:rPr>
          <w:rFonts w:ascii="Arial Narrow" w:hAnsi="Arial Narrow"/>
          <w:sz w:val="22"/>
          <w:szCs w:val="22"/>
        </w:rPr>
        <w:t>5</w:t>
      </w:r>
      <w:r w:rsidRPr="00020EEA">
        <w:rPr>
          <w:rFonts w:ascii="Arial Narrow" w:hAnsi="Arial Narrow"/>
          <w:sz w:val="22"/>
          <w:szCs w:val="22"/>
        </w:rPr>
        <w:t>. část,“ která je nedílnou součástí této smlouvy.</w:t>
      </w:r>
    </w:p>
    <w:p w:rsidR="00803716" w:rsidRPr="00020EEA" w:rsidRDefault="00803716" w:rsidP="00CF37DB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803716" w:rsidRPr="00020EEA" w:rsidRDefault="00803716" w:rsidP="00CF37DB">
      <w:pPr>
        <w:ind w:left="360"/>
        <w:jc w:val="both"/>
        <w:rPr>
          <w:rFonts w:ascii="Arial Narrow" w:hAnsi="Arial Narrow"/>
          <w:b/>
          <w:bCs/>
          <w:sz w:val="22"/>
          <w:szCs w:val="22"/>
        </w:rPr>
      </w:pPr>
      <w:r w:rsidRPr="00020EEA">
        <w:rPr>
          <w:rFonts w:ascii="Arial Narrow" w:hAnsi="Arial Narrow"/>
          <w:b/>
          <w:bCs/>
          <w:sz w:val="22"/>
          <w:szCs w:val="22"/>
        </w:rPr>
        <w:t xml:space="preserve">6. část (ANO </w:t>
      </w:r>
      <w:r w:rsidRPr="00020EEA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20EEA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020EEA">
        <w:rPr>
          <w:rFonts w:ascii="Arial Narrow" w:hAnsi="Arial Narrow"/>
          <w:b/>
          <w:bCs/>
          <w:sz w:val="22"/>
          <w:szCs w:val="22"/>
        </w:rPr>
      </w:r>
      <w:r w:rsidRPr="00020EEA">
        <w:rPr>
          <w:rFonts w:ascii="Arial Narrow" w:hAnsi="Arial Narrow"/>
          <w:b/>
          <w:bCs/>
          <w:sz w:val="22"/>
          <w:szCs w:val="22"/>
        </w:rPr>
        <w:fldChar w:fldCharType="end"/>
      </w:r>
      <w:r w:rsidRPr="00020EEA">
        <w:rPr>
          <w:rFonts w:ascii="Arial Narrow" w:hAnsi="Arial Narrow"/>
          <w:b/>
          <w:bCs/>
          <w:sz w:val="22"/>
          <w:szCs w:val="22"/>
        </w:rPr>
        <w:t xml:space="preserve"> /  NE </w:t>
      </w:r>
      <w:r w:rsidRPr="00020EEA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020EEA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020EEA">
        <w:rPr>
          <w:rFonts w:ascii="Arial Narrow" w:hAnsi="Arial Narrow"/>
          <w:b/>
          <w:bCs/>
          <w:sz w:val="22"/>
          <w:szCs w:val="22"/>
        </w:rPr>
      </w:r>
      <w:r w:rsidRPr="00020EEA">
        <w:rPr>
          <w:rFonts w:ascii="Arial Narrow" w:hAnsi="Arial Narrow"/>
          <w:b/>
          <w:bCs/>
          <w:sz w:val="22"/>
          <w:szCs w:val="22"/>
        </w:rPr>
        <w:fldChar w:fldCharType="end"/>
      </w:r>
      <w:r w:rsidRPr="00020EEA">
        <w:rPr>
          <w:rFonts w:ascii="Arial Narrow" w:hAnsi="Arial Narrow"/>
          <w:b/>
          <w:bCs/>
          <w:sz w:val="22"/>
          <w:szCs w:val="22"/>
        </w:rPr>
        <w:t>):</w:t>
      </w:r>
    </w:p>
    <w:p w:rsidR="00803716" w:rsidRPr="00020EEA" w:rsidRDefault="00803716" w:rsidP="00020EEA">
      <w:pPr>
        <w:ind w:left="360"/>
        <w:jc w:val="both"/>
        <w:rPr>
          <w:rFonts w:ascii="Arial Narrow" w:hAnsi="Arial Narrow"/>
          <w:sz w:val="22"/>
          <w:szCs w:val="22"/>
        </w:rPr>
      </w:pPr>
      <w:r w:rsidRPr="00020EEA">
        <w:rPr>
          <w:rFonts w:ascii="Arial Narrow" w:hAnsi="Arial Narrow"/>
          <w:sz w:val="22"/>
          <w:szCs w:val="22"/>
        </w:rPr>
        <w:t>Předmětem této smlouvy je prodej odborné literatury pro projekty OPVK reg. č. CZ.1.07/2.2.00/28.0221 s názvem „Inovace a modernizace studijních oborů FSpS“, reg. č. CZ.1.07/2.2.00/15.0209 s názvem „Inovace studijního oboru Regenerace a výživa ve sportu“ a reg.č. CZ.1.07/2.2.00/15.0190 s názvem „Inovace studijního programu Tělesná výchova a sport se zaměřením na směr Rozhodčí kolektivních sportů“.</w:t>
      </w:r>
    </w:p>
    <w:p w:rsidR="00803716" w:rsidRPr="00020EEA" w:rsidRDefault="00803716" w:rsidP="00020EEA">
      <w:pPr>
        <w:ind w:left="360"/>
        <w:jc w:val="both"/>
        <w:rPr>
          <w:rFonts w:ascii="Arial Narrow" w:hAnsi="Arial Narrow"/>
          <w:sz w:val="22"/>
          <w:szCs w:val="22"/>
        </w:rPr>
      </w:pPr>
      <w:r w:rsidRPr="00020EEA">
        <w:rPr>
          <w:rFonts w:ascii="Arial Narrow" w:hAnsi="Arial Narrow"/>
          <w:sz w:val="22"/>
          <w:szCs w:val="22"/>
        </w:rPr>
        <w:t xml:space="preserve"> Specifikace požadavků jsou uvedeny v příloze č. 1 této smlouvy „Specifikace předmětu plnění  včetně položkového rozpočtu – </w:t>
      </w:r>
      <w:r>
        <w:rPr>
          <w:rFonts w:ascii="Arial Narrow" w:hAnsi="Arial Narrow"/>
          <w:sz w:val="22"/>
          <w:szCs w:val="22"/>
        </w:rPr>
        <w:t>6</w:t>
      </w:r>
      <w:r w:rsidRPr="00020EEA">
        <w:rPr>
          <w:rFonts w:ascii="Arial Narrow" w:hAnsi="Arial Narrow"/>
          <w:sz w:val="22"/>
          <w:szCs w:val="22"/>
        </w:rPr>
        <w:t>. část,“ která je nedílnou součástí této smlouvy.</w:t>
      </w:r>
    </w:p>
    <w:p w:rsidR="00803716" w:rsidRPr="00020EEA" w:rsidRDefault="00803716" w:rsidP="00CF37DB">
      <w:pPr>
        <w:ind w:left="360"/>
        <w:jc w:val="both"/>
        <w:rPr>
          <w:rFonts w:ascii="Arial Narrow" w:hAnsi="Arial Narrow"/>
          <w:b/>
          <w:bCs/>
          <w:sz w:val="22"/>
          <w:szCs w:val="22"/>
        </w:rPr>
      </w:pPr>
    </w:p>
    <w:p w:rsidR="00803716" w:rsidRPr="00020EEA" w:rsidRDefault="00803716" w:rsidP="00CF37DB">
      <w:pPr>
        <w:ind w:left="360"/>
        <w:jc w:val="both"/>
        <w:rPr>
          <w:rFonts w:ascii="Arial Narrow" w:hAnsi="Arial Narrow"/>
          <w:b/>
          <w:bCs/>
          <w:sz w:val="22"/>
          <w:szCs w:val="22"/>
        </w:rPr>
      </w:pPr>
      <w:r w:rsidRPr="00020EEA">
        <w:rPr>
          <w:rFonts w:ascii="Arial Narrow" w:hAnsi="Arial Narrow"/>
          <w:b/>
          <w:bCs/>
          <w:sz w:val="22"/>
          <w:szCs w:val="22"/>
        </w:rPr>
        <w:t xml:space="preserve">7. část (ANO </w:t>
      </w:r>
      <w:r w:rsidRPr="00020EEA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20EEA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020EEA">
        <w:rPr>
          <w:rFonts w:ascii="Arial Narrow" w:hAnsi="Arial Narrow"/>
          <w:b/>
          <w:bCs/>
          <w:sz w:val="22"/>
          <w:szCs w:val="22"/>
        </w:rPr>
      </w:r>
      <w:r w:rsidRPr="00020EEA">
        <w:rPr>
          <w:rFonts w:ascii="Arial Narrow" w:hAnsi="Arial Narrow"/>
          <w:b/>
          <w:bCs/>
          <w:sz w:val="22"/>
          <w:szCs w:val="22"/>
        </w:rPr>
        <w:fldChar w:fldCharType="end"/>
      </w:r>
      <w:r w:rsidRPr="00020EEA">
        <w:rPr>
          <w:rFonts w:ascii="Arial Narrow" w:hAnsi="Arial Narrow"/>
          <w:b/>
          <w:bCs/>
          <w:sz w:val="22"/>
          <w:szCs w:val="22"/>
        </w:rPr>
        <w:t xml:space="preserve"> /  NE </w:t>
      </w:r>
      <w:r w:rsidRPr="00020EEA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020EEA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020EEA">
        <w:rPr>
          <w:rFonts w:ascii="Arial Narrow" w:hAnsi="Arial Narrow"/>
          <w:b/>
          <w:bCs/>
          <w:sz w:val="22"/>
          <w:szCs w:val="22"/>
        </w:rPr>
      </w:r>
      <w:r w:rsidRPr="00020EEA">
        <w:rPr>
          <w:rFonts w:ascii="Arial Narrow" w:hAnsi="Arial Narrow"/>
          <w:b/>
          <w:bCs/>
          <w:sz w:val="22"/>
          <w:szCs w:val="22"/>
        </w:rPr>
        <w:fldChar w:fldCharType="end"/>
      </w:r>
      <w:r w:rsidRPr="00020EEA">
        <w:rPr>
          <w:rFonts w:ascii="Arial Narrow" w:hAnsi="Arial Narrow"/>
          <w:b/>
          <w:bCs/>
          <w:sz w:val="22"/>
          <w:szCs w:val="22"/>
        </w:rPr>
        <w:t>):</w:t>
      </w:r>
    </w:p>
    <w:p w:rsidR="00803716" w:rsidRPr="00020EEA" w:rsidRDefault="00803716" w:rsidP="00020EEA">
      <w:pPr>
        <w:ind w:left="360"/>
        <w:jc w:val="both"/>
        <w:rPr>
          <w:rFonts w:ascii="Arial Narrow" w:hAnsi="Arial Narrow"/>
          <w:sz w:val="22"/>
          <w:szCs w:val="22"/>
        </w:rPr>
      </w:pPr>
      <w:r w:rsidRPr="00020EEA">
        <w:rPr>
          <w:rFonts w:ascii="Arial Narrow" w:hAnsi="Arial Narrow"/>
          <w:sz w:val="22"/>
          <w:szCs w:val="22"/>
        </w:rPr>
        <w:t>Předmětem této smlouvy je prodej odborné literatury pro projekty OPVK reg. č. CZ.1.07/2.2.00/28.0221 s názvem „Inovace a modernizace studijních oborů FSpS“, reg. č. CZ.1.07/2.2.00/15.0209 s názvem „Inovace studijního oboru Regenerace a výživa ve sportu“ a reg.č. CZ.1.07/2.2.00/15.0190 s názvem „Inovace studijního programu Tělesná výchova a sport se zaměřením na směr Rozhodčí kolektivních sportů“.</w:t>
      </w:r>
    </w:p>
    <w:p w:rsidR="00803716" w:rsidRPr="00020EEA" w:rsidRDefault="00803716" w:rsidP="00020EEA">
      <w:pPr>
        <w:ind w:left="360"/>
        <w:jc w:val="both"/>
        <w:rPr>
          <w:rFonts w:ascii="Arial Narrow" w:hAnsi="Arial Narrow"/>
          <w:sz w:val="22"/>
          <w:szCs w:val="22"/>
        </w:rPr>
      </w:pPr>
      <w:r w:rsidRPr="00020EEA">
        <w:rPr>
          <w:rFonts w:ascii="Arial Narrow" w:hAnsi="Arial Narrow"/>
          <w:sz w:val="22"/>
          <w:szCs w:val="22"/>
        </w:rPr>
        <w:t xml:space="preserve"> Specifikace požadavků jsou uvedeny v příloze č. 1 této smlouvy „Specifikace předmětu plnění  včetně položkového rozpočtu – </w:t>
      </w:r>
      <w:r>
        <w:rPr>
          <w:rFonts w:ascii="Arial Narrow" w:hAnsi="Arial Narrow"/>
          <w:sz w:val="22"/>
          <w:szCs w:val="22"/>
        </w:rPr>
        <w:t>7</w:t>
      </w:r>
      <w:r w:rsidRPr="00020EEA">
        <w:rPr>
          <w:rFonts w:ascii="Arial Narrow" w:hAnsi="Arial Narrow"/>
          <w:sz w:val="22"/>
          <w:szCs w:val="22"/>
        </w:rPr>
        <w:t>. část,“ která je nedílnou součástí této smlouvy.</w:t>
      </w:r>
    </w:p>
    <w:p w:rsidR="00803716" w:rsidRDefault="00803716" w:rsidP="00EB54FF">
      <w:pPr>
        <w:jc w:val="both"/>
        <w:outlineLvl w:val="0"/>
        <w:rPr>
          <w:rFonts w:ascii="Arial Narrow" w:hAnsi="Arial Narrow"/>
          <w:sz w:val="22"/>
          <w:szCs w:val="22"/>
        </w:rPr>
      </w:pPr>
    </w:p>
    <w:p w:rsidR="00803716" w:rsidRPr="003757F5" w:rsidRDefault="00803716" w:rsidP="00EB54FF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III. Čas a místo plnění a jeho předání </w:t>
      </w:r>
    </w:p>
    <w:p w:rsidR="00803716" w:rsidRPr="003757F5" w:rsidRDefault="00803716" w:rsidP="004A7564">
      <w:pPr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A12917">
      <w:pPr>
        <w:numPr>
          <w:ilvl w:val="0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Plnění zakázky bude zahájeno dnem podpisu smlouvy s předpokladem dodání zakázky co nejdříve, nejpozději do </w:t>
      </w:r>
      <w:r>
        <w:rPr>
          <w:rFonts w:ascii="Arial Narrow" w:hAnsi="Arial Narrow"/>
          <w:sz w:val="22"/>
          <w:szCs w:val="22"/>
        </w:rPr>
        <w:t>60 dnů po podpisu kupní smlouvy</w:t>
      </w:r>
      <w:r w:rsidRPr="003757F5">
        <w:rPr>
          <w:rFonts w:ascii="Arial Narrow" w:hAnsi="Arial Narrow"/>
          <w:sz w:val="22"/>
          <w:szCs w:val="22"/>
        </w:rPr>
        <w:t>.</w:t>
      </w:r>
    </w:p>
    <w:p w:rsidR="00803716" w:rsidRPr="003757F5" w:rsidRDefault="00803716" w:rsidP="00A12917">
      <w:pPr>
        <w:numPr>
          <w:ilvl w:val="0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O předání plnění bude sepsán a oběma smluvními stranami podepsán předávací protokol.</w:t>
      </w:r>
    </w:p>
    <w:p w:rsidR="00803716" w:rsidRPr="003757F5" w:rsidRDefault="00803716" w:rsidP="00A12917">
      <w:pPr>
        <w:numPr>
          <w:ilvl w:val="0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Nebude-li předávané plnění prosto vad či nedodělků, objednatel uvede zjištěné vady či nedodělky do předávacího protokolu, příp. je písemně oznámí dodavateli do doby splatnosti faktury a zároveň stanoví dodavateli lhůtu k jejich odstranění. Předání plnění s vadami či nedodělky není splněním dodavatelova závazku, pokud objednatel v protokolu neuvede, že plnění s vytknutými vadami a nedodělky přebírá.</w:t>
      </w:r>
    </w:p>
    <w:p w:rsidR="00803716" w:rsidRPr="009F5897" w:rsidRDefault="00803716" w:rsidP="00A12917">
      <w:pPr>
        <w:numPr>
          <w:ilvl w:val="0"/>
          <w:numId w:val="8"/>
        </w:numPr>
        <w:jc w:val="both"/>
        <w:rPr>
          <w:rFonts w:ascii="Arial Narrow" w:hAnsi="Arial Narrow"/>
          <w:b/>
          <w:bCs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Místem plnění objednávky je</w:t>
      </w:r>
      <w:r>
        <w:rPr>
          <w:rFonts w:ascii="Arial Narrow" w:hAnsi="Arial Narrow"/>
          <w:sz w:val="22"/>
          <w:szCs w:val="22"/>
        </w:rPr>
        <w:t xml:space="preserve"> Knihovna univerzitního kampusu, </w:t>
      </w:r>
      <w:r w:rsidRPr="009F5897">
        <w:rPr>
          <w:rFonts w:ascii="Arial Narrow" w:hAnsi="Arial Narrow"/>
          <w:sz w:val="22"/>
          <w:szCs w:val="22"/>
        </w:rPr>
        <w:t>bud. A9/210</w:t>
      </w:r>
      <w:r>
        <w:rPr>
          <w:rFonts w:ascii="Arial Narrow" w:hAnsi="Arial Narrow"/>
          <w:sz w:val="22"/>
          <w:szCs w:val="22"/>
        </w:rPr>
        <w:t>,</w:t>
      </w:r>
      <w:r w:rsidRPr="009F5897">
        <w:rPr>
          <w:rFonts w:ascii="Arial Narrow" w:hAnsi="Arial Narrow"/>
          <w:sz w:val="22"/>
          <w:szCs w:val="22"/>
        </w:rPr>
        <w:t> </w:t>
      </w:r>
      <w:hyperlink r:id="rId7" w:history="1">
        <w:r w:rsidRPr="009F5897">
          <w:rPr>
            <w:rStyle w:val="Hyperlink"/>
            <w:rFonts w:ascii="Arial Narrow" w:hAnsi="Arial Narrow"/>
            <w:color w:val="auto"/>
            <w:sz w:val="22"/>
            <w:szCs w:val="22"/>
            <w:u w:val="none"/>
          </w:rPr>
          <w:t>Kamenice 753/5, Bohunice, Brno</w:t>
        </w:r>
      </w:hyperlink>
      <w:r>
        <w:rPr>
          <w:rFonts w:ascii="Arial Narrow" w:hAnsi="Arial Narrow"/>
          <w:sz w:val="22"/>
          <w:szCs w:val="22"/>
        </w:rPr>
        <w:t xml:space="preserve">. Kontaktní osoba pro dodání: </w:t>
      </w:r>
      <w:r w:rsidRPr="009F5897">
        <w:rPr>
          <w:rFonts w:ascii="Arial Narrow" w:hAnsi="Arial Narrow"/>
          <w:bCs/>
          <w:sz w:val="22"/>
          <w:szCs w:val="22"/>
        </w:rPr>
        <w:t>Martina Stodůlková</w:t>
      </w:r>
      <w:r>
        <w:rPr>
          <w:rFonts w:ascii="Arial Narrow" w:hAnsi="Arial Narrow"/>
          <w:bCs/>
          <w:sz w:val="22"/>
          <w:szCs w:val="22"/>
        </w:rPr>
        <w:t xml:space="preserve">, tel.: </w:t>
      </w:r>
      <w:r w:rsidRPr="009F5897">
        <w:rPr>
          <w:rFonts w:ascii="Arial Narrow" w:hAnsi="Arial Narrow"/>
          <w:bCs/>
          <w:sz w:val="22"/>
          <w:szCs w:val="22"/>
        </w:rPr>
        <w:t>549 49 4910</w:t>
      </w:r>
      <w:r>
        <w:rPr>
          <w:rFonts w:ascii="Arial Narrow" w:hAnsi="Arial Narrow"/>
          <w:bCs/>
          <w:sz w:val="22"/>
          <w:szCs w:val="22"/>
        </w:rPr>
        <w:t xml:space="preserve">, email: </w:t>
      </w:r>
      <w:hyperlink r:id="rId8" w:history="1">
        <w:r w:rsidRPr="009F5897">
          <w:rPr>
            <w:rStyle w:val="Hyperlink"/>
            <w:rFonts w:ascii="Arial Narrow" w:hAnsi="Arial Narrow"/>
            <w:bCs/>
            <w:color w:val="auto"/>
            <w:sz w:val="22"/>
            <w:szCs w:val="22"/>
            <w:u w:val="none"/>
          </w:rPr>
          <w:t>mstodul@ukb.muni.cz</w:t>
        </w:r>
      </w:hyperlink>
    </w:p>
    <w:p w:rsidR="00803716" w:rsidRPr="003757F5" w:rsidRDefault="00803716" w:rsidP="00A12917">
      <w:pPr>
        <w:numPr>
          <w:ilvl w:val="0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Předáním plnění se rozumí jeho osobní odevzdání </w:t>
      </w:r>
      <w:r>
        <w:rPr>
          <w:rFonts w:ascii="Arial Narrow" w:hAnsi="Arial Narrow"/>
          <w:sz w:val="22"/>
          <w:szCs w:val="22"/>
        </w:rPr>
        <w:t xml:space="preserve">objednateli </w:t>
      </w:r>
      <w:r w:rsidRPr="003757F5">
        <w:rPr>
          <w:rFonts w:ascii="Arial Narrow" w:hAnsi="Arial Narrow"/>
          <w:sz w:val="22"/>
          <w:szCs w:val="22"/>
        </w:rPr>
        <w:t>.</w:t>
      </w:r>
    </w:p>
    <w:p w:rsidR="00803716" w:rsidRPr="003757F5" w:rsidRDefault="00803716" w:rsidP="004A7564">
      <w:pPr>
        <w:pStyle w:val="Import1"/>
        <w:spacing w:after="80" w:line="240" w:lineRule="auto"/>
        <w:ind w:left="708" w:hanging="348"/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IV. Cena</w:t>
      </w:r>
    </w:p>
    <w:p w:rsidR="00803716" w:rsidRPr="003757F5" w:rsidRDefault="00803716" w:rsidP="00F27B73">
      <w:pPr>
        <w:jc w:val="both"/>
        <w:rPr>
          <w:rFonts w:ascii="Arial Narrow" w:hAnsi="Arial Narrow"/>
          <w:sz w:val="22"/>
          <w:szCs w:val="22"/>
        </w:rPr>
      </w:pPr>
    </w:p>
    <w:p w:rsidR="00803716" w:rsidRDefault="00803716" w:rsidP="00F27B7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B318E">
        <w:rPr>
          <w:rFonts w:ascii="Arial Narrow" w:hAnsi="Arial Narrow"/>
          <w:sz w:val="22"/>
          <w:szCs w:val="22"/>
        </w:rPr>
        <w:t>Objednatel se zavazuje zaplatit dodavateli  vzájemně  dohodnutou  kupní  cenu ve výši:</w:t>
      </w:r>
    </w:p>
    <w:p w:rsidR="00803716" w:rsidRPr="003B318E" w:rsidRDefault="00803716" w:rsidP="00020EEA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803716" w:rsidRPr="003B318E" w:rsidRDefault="00803716" w:rsidP="000C3681">
      <w:pPr>
        <w:numPr>
          <w:ilvl w:val="1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B318E">
        <w:rPr>
          <w:rFonts w:ascii="Arial Narrow" w:hAnsi="Arial Narrow"/>
          <w:sz w:val="22"/>
          <w:szCs w:val="22"/>
        </w:rPr>
        <w:t>1. část:  ……..bez  DPH,  ………..      DPH   …………..    s DPH</w:t>
      </w:r>
    </w:p>
    <w:p w:rsidR="00803716" w:rsidRDefault="00803716" w:rsidP="000C3681">
      <w:pPr>
        <w:numPr>
          <w:ilvl w:val="1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B318E">
        <w:rPr>
          <w:rFonts w:ascii="Arial Narrow" w:hAnsi="Arial Narrow"/>
          <w:sz w:val="22"/>
          <w:szCs w:val="22"/>
        </w:rPr>
        <w:t>2. část: ……..bez  DPH,  ………..      DPH   …………..    s</w:t>
      </w:r>
      <w:r>
        <w:rPr>
          <w:rFonts w:ascii="Arial Narrow" w:hAnsi="Arial Narrow"/>
          <w:sz w:val="22"/>
          <w:szCs w:val="22"/>
        </w:rPr>
        <w:t> </w:t>
      </w:r>
      <w:r w:rsidRPr="003B318E">
        <w:rPr>
          <w:rFonts w:ascii="Arial Narrow" w:hAnsi="Arial Narrow"/>
          <w:sz w:val="22"/>
          <w:szCs w:val="22"/>
        </w:rPr>
        <w:t>DPH</w:t>
      </w:r>
    </w:p>
    <w:p w:rsidR="00803716" w:rsidRPr="003B318E" w:rsidRDefault="00803716" w:rsidP="009F5897">
      <w:pPr>
        <w:numPr>
          <w:ilvl w:val="1"/>
          <w:numId w:val="4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</w:t>
      </w:r>
      <w:r w:rsidRPr="003B318E">
        <w:rPr>
          <w:rFonts w:ascii="Arial Narrow" w:hAnsi="Arial Narrow"/>
          <w:sz w:val="22"/>
          <w:szCs w:val="22"/>
        </w:rPr>
        <w:t>. část: ……..bez  DPH,  ………..      DPH   …………..    s DPH</w:t>
      </w:r>
    </w:p>
    <w:p w:rsidR="00803716" w:rsidRPr="003B318E" w:rsidRDefault="00803716" w:rsidP="00020EEA">
      <w:pPr>
        <w:numPr>
          <w:ilvl w:val="1"/>
          <w:numId w:val="4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</w:t>
      </w:r>
      <w:r w:rsidRPr="003B318E">
        <w:rPr>
          <w:rFonts w:ascii="Arial Narrow" w:hAnsi="Arial Narrow"/>
          <w:sz w:val="22"/>
          <w:szCs w:val="22"/>
        </w:rPr>
        <w:t>. část: ……..bez  DPH,  ………..      DPH   …………..    s DPH</w:t>
      </w:r>
    </w:p>
    <w:p w:rsidR="00803716" w:rsidRPr="003B318E" w:rsidRDefault="00803716" w:rsidP="00020EEA">
      <w:pPr>
        <w:numPr>
          <w:ilvl w:val="1"/>
          <w:numId w:val="4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</w:t>
      </w:r>
      <w:r w:rsidRPr="003B318E">
        <w:rPr>
          <w:rFonts w:ascii="Arial Narrow" w:hAnsi="Arial Narrow"/>
          <w:sz w:val="22"/>
          <w:szCs w:val="22"/>
        </w:rPr>
        <w:t>. část: ……..bez  DPH,  ………..      DPH   …………..    s DPH</w:t>
      </w:r>
    </w:p>
    <w:p w:rsidR="00803716" w:rsidRPr="003B318E" w:rsidRDefault="00803716" w:rsidP="00020EEA">
      <w:pPr>
        <w:numPr>
          <w:ilvl w:val="1"/>
          <w:numId w:val="4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</w:t>
      </w:r>
      <w:r w:rsidRPr="003B318E">
        <w:rPr>
          <w:rFonts w:ascii="Arial Narrow" w:hAnsi="Arial Narrow"/>
          <w:sz w:val="22"/>
          <w:szCs w:val="22"/>
        </w:rPr>
        <w:t>. část: ……..bez  DPH,  ………..      DPH   …………..    s DPH</w:t>
      </w:r>
    </w:p>
    <w:p w:rsidR="00803716" w:rsidRPr="003B318E" w:rsidRDefault="00803716" w:rsidP="00020EEA">
      <w:pPr>
        <w:numPr>
          <w:ilvl w:val="1"/>
          <w:numId w:val="4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7</w:t>
      </w:r>
      <w:r w:rsidRPr="003B318E">
        <w:rPr>
          <w:rFonts w:ascii="Arial Narrow" w:hAnsi="Arial Narrow"/>
          <w:sz w:val="22"/>
          <w:szCs w:val="22"/>
        </w:rPr>
        <w:t>. část: ……..bez  DPH,  ………..      DPH   …………..    s DPH</w:t>
      </w:r>
    </w:p>
    <w:p w:rsidR="00803716" w:rsidRPr="003B318E" w:rsidRDefault="00803716" w:rsidP="00020EEA">
      <w:pPr>
        <w:ind w:left="1080"/>
        <w:jc w:val="both"/>
        <w:rPr>
          <w:rFonts w:ascii="Arial Narrow" w:hAnsi="Arial Narrow"/>
          <w:sz w:val="22"/>
          <w:szCs w:val="22"/>
        </w:rPr>
      </w:pPr>
    </w:p>
    <w:p w:rsidR="00803716" w:rsidRDefault="00803716" w:rsidP="000C3681">
      <w:pPr>
        <w:ind w:left="708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Celkem: .............</w:t>
      </w:r>
      <w:r w:rsidRPr="003B318E">
        <w:rPr>
          <w:rFonts w:ascii="Arial Narrow" w:hAnsi="Arial Narrow"/>
          <w:b/>
          <w:sz w:val="22"/>
          <w:szCs w:val="22"/>
        </w:rPr>
        <w:t xml:space="preserve"> ……..bez  DPH,  ………..      DPH   …………..    s</w:t>
      </w:r>
      <w:r>
        <w:rPr>
          <w:rFonts w:ascii="Arial Narrow" w:hAnsi="Arial Narrow"/>
          <w:b/>
          <w:sz w:val="22"/>
          <w:szCs w:val="22"/>
        </w:rPr>
        <w:t> </w:t>
      </w:r>
      <w:r w:rsidRPr="003B318E">
        <w:rPr>
          <w:rFonts w:ascii="Arial Narrow" w:hAnsi="Arial Narrow"/>
          <w:b/>
          <w:sz w:val="22"/>
          <w:szCs w:val="22"/>
        </w:rPr>
        <w:t>DPH</w:t>
      </w:r>
    </w:p>
    <w:p w:rsidR="00803716" w:rsidRDefault="00803716" w:rsidP="000C3681">
      <w:pPr>
        <w:ind w:left="708"/>
        <w:jc w:val="both"/>
        <w:rPr>
          <w:rFonts w:ascii="Arial Narrow" w:hAnsi="Arial Narrow"/>
          <w:b/>
          <w:sz w:val="22"/>
          <w:szCs w:val="22"/>
        </w:rPr>
      </w:pPr>
    </w:p>
    <w:p w:rsidR="00803716" w:rsidRPr="007D0989" w:rsidRDefault="00803716" w:rsidP="000C3681">
      <w:pPr>
        <w:ind w:left="708"/>
        <w:jc w:val="both"/>
        <w:rPr>
          <w:rFonts w:ascii="Arial Narrow" w:hAnsi="Arial Narrow"/>
          <w:sz w:val="22"/>
          <w:szCs w:val="22"/>
        </w:rPr>
      </w:pPr>
    </w:p>
    <w:p w:rsidR="00803716" w:rsidRPr="003B318E" w:rsidRDefault="00803716" w:rsidP="00F27B7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B318E">
        <w:rPr>
          <w:rFonts w:ascii="Arial Narrow" w:hAnsi="Arial Narrow"/>
          <w:sz w:val="22"/>
          <w:szCs w:val="22"/>
        </w:rPr>
        <w:t xml:space="preserve">Kupní cena je po položkách specifikována v příloze č. </w:t>
      </w:r>
      <w:r>
        <w:rPr>
          <w:rFonts w:ascii="Arial Narrow" w:hAnsi="Arial Narrow"/>
          <w:sz w:val="22"/>
          <w:szCs w:val="22"/>
        </w:rPr>
        <w:t>1</w:t>
      </w:r>
      <w:r w:rsidRPr="003B318E">
        <w:rPr>
          <w:rFonts w:ascii="Arial Narrow" w:hAnsi="Arial Narrow"/>
          <w:sz w:val="22"/>
          <w:szCs w:val="22"/>
        </w:rPr>
        <w:t xml:space="preserve"> této smlouvy „</w:t>
      </w:r>
      <w:r>
        <w:rPr>
          <w:rFonts w:ascii="Arial Narrow" w:hAnsi="Arial Narrow"/>
          <w:sz w:val="22"/>
          <w:szCs w:val="22"/>
        </w:rPr>
        <w:t>Specifikace předmětu plnění včetně položkového rozpočtu,</w:t>
      </w:r>
      <w:r w:rsidRPr="003B318E">
        <w:rPr>
          <w:rFonts w:ascii="Arial Narrow" w:hAnsi="Arial Narrow"/>
          <w:sz w:val="22"/>
          <w:szCs w:val="22"/>
        </w:rPr>
        <w:t>“</w:t>
      </w:r>
      <w:r>
        <w:rPr>
          <w:rFonts w:ascii="Arial Narrow" w:hAnsi="Arial Narrow"/>
          <w:sz w:val="22"/>
          <w:szCs w:val="22"/>
        </w:rPr>
        <w:t xml:space="preserve"> která je nedílnou součástí této smlouvy.</w:t>
      </w:r>
    </w:p>
    <w:p w:rsidR="00803716" w:rsidRPr="003757F5" w:rsidRDefault="00803716" w:rsidP="00F27B7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Daň z přidané hodnoty bude účtována ve výši určené podle právních předpisů platných ke dni uskutečnění zdanitelného plnění.</w:t>
      </w:r>
    </w:p>
    <w:p w:rsidR="00803716" w:rsidRPr="003757F5" w:rsidRDefault="00803716" w:rsidP="00F27B7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Celková cena obsahuje veškeré náklady nutné pro činnosti spojené s dodáním a předáním zboží. Dopravu zboží do místa plnění je také zahrnuta v ceně zboží a zajistí ji na své nebezpečí dodavatel.</w:t>
      </w:r>
    </w:p>
    <w:p w:rsidR="00803716" w:rsidRPr="003757F5" w:rsidRDefault="00803716" w:rsidP="00F27B73">
      <w:pPr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</w:t>
      </w:r>
      <w:r w:rsidRPr="003757F5">
        <w:rPr>
          <w:rFonts w:ascii="Arial Narrow" w:hAnsi="Arial Narrow"/>
          <w:sz w:val="22"/>
          <w:szCs w:val="22"/>
        </w:rPr>
        <w:t>. Platební podmínky</w:t>
      </w:r>
    </w:p>
    <w:p w:rsidR="00803716" w:rsidRPr="003757F5" w:rsidRDefault="00803716" w:rsidP="00F27B73">
      <w:pPr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FF4B13">
      <w:pPr>
        <w:numPr>
          <w:ilvl w:val="0"/>
          <w:numId w:val="6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Objednatel nebude poskytovat dodavateli zálohy.</w:t>
      </w:r>
    </w:p>
    <w:p w:rsidR="00803716" w:rsidRPr="003757F5" w:rsidRDefault="00803716" w:rsidP="00FF4B13">
      <w:pPr>
        <w:pStyle w:val="BodyTextIndent3"/>
        <w:numPr>
          <w:ilvl w:val="0"/>
          <w:numId w:val="6"/>
        </w:numPr>
        <w:tabs>
          <w:tab w:val="clear" w:pos="1080"/>
          <w:tab w:val="num" w:pos="720"/>
        </w:tabs>
        <w:spacing w:after="0"/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Dodavateli vzniká právo účtovat cenu dnem předání a převzetí plnění prostého vad a nedodělků.</w:t>
      </w:r>
    </w:p>
    <w:p w:rsidR="00803716" w:rsidRPr="003757F5" w:rsidRDefault="00803716" w:rsidP="00FF4B13">
      <w:pPr>
        <w:numPr>
          <w:ilvl w:val="0"/>
          <w:numId w:val="6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Faktura bude vystavena na základě předávacího protokolu podepsaného oběma smluvními stranami. Dnem zdanitelného plnění je den podepsání předávacího protokolu oběma smluvními stranami.</w:t>
      </w:r>
    </w:p>
    <w:p w:rsidR="00803716" w:rsidRPr="003757F5" w:rsidRDefault="00803716" w:rsidP="00FF4B13">
      <w:pPr>
        <w:numPr>
          <w:ilvl w:val="0"/>
          <w:numId w:val="6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Faktura bude mít náležitosti daňového dokladu dle zákona 235/2004 Sb., o dani z přidané hodnoty, v platném znění, zákona č. 563/ 1991 Sb., o účetnictví, v platném znění, a náležitosti obchodní listiny dle § 13a obchodního zákoníku. Nebude-li faktura obsahovat některou náležitost je objednatel oprávněn fakturu před uplynutím lhůty splatnosti vrátit dodavateli k provedení opravy. V takovém případě nelze uplatnit zákonné příslušenství (úrok z prodlení). Lhůta splatnosti počíná běžet opět ode dne doručení opravené faktury.</w:t>
      </w:r>
    </w:p>
    <w:p w:rsidR="00803716" w:rsidRPr="003757F5" w:rsidRDefault="00803716" w:rsidP="00FF4B13">
      <w:pPr>
        <w:numPr>
          <w:ilvl w:val="0"/>
          <w:numId w:val="6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Splatnost faktury se sjednává v délce 30 dnů od jejich obdržení objednatelem. </w:t>
      </w:r>
    </w:p>
    <w:p w:rsidR="00803716" w:rsidRPr="003757F5" w:rsidRDefault="00803716" w:rsidP="00F27B73">
      <w:pPr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>I</w:t>
      </w:r>
      <w:r w:rsidRPr="003757F5">
        <w:rPr>
          <w:rFonts w:ascii="Arial Narrow" w:hAnsi="Arial Narrow"/>
          <w:sz w:val="22"/>
          <w:szCs w:val="22"/>
        </w:rPr>
        <w:t>. Smluvní pokuty</w:t>
      </w:r>
    </w:p>
    <w:p w:rsidR="00803716" w:rsidRPr="003757F5" w:rsidRDefault="00803716" w:rsidP="00F27B73">
      <w:pPr>
        <w:ind w:left="454" w:hanging="634"/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1.</w:t>
      </w:r>
      <w:r w:rsidRPr="003757F5">
        <w:rPr>
          <w:rFonts w:ascii="Arial Narrow" w:hAnsi="Arial Narrow"/>
          <w:sz w:val="22"/>
          <w:szCs w:val="22"/>
        </w:rPr>
        <w:tab/>
        <w:t xml:space="preserve">V případě prodlení dodavatele s termínem plnění je objednatel oprávněn účtovat smluvní pokutu ve výši 0,1 % z ceny za každý i započatý den prodlení. </w:t>
      </w:r>
    </w:p>
    <w:p w:rsidR="00803716" w:rsidRPr="003757F5" w:rsidRDefault="00803716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2.</w:t>
      </w:r>
      <w:r w:rsidRPr="003757F5">
        <w:rPr>
          <w:rFonts w:ascii="Arial Narrow" w:hAnsi="Arial Narrow"/>
          <w:sz w:val="22"/>
          <w:szCs w:val="22"/>
        </w:rPr>
        <w:tab/>
        <w:t>V případě prodlení objednatele s úhradou ceny za poskytnuté plnění, je dodavatel oprávněn účtovat objednateli smluvní pokutu ve výši 0,05 % z dlužné částky za každý den prodlení.</w:t>
      </w:r>
    </w:p>
    <w:p w:rsidR="00803716" w:rsidRPr="003757F5" w:rsidRDefault="00803716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3.</w:t>
      </w:r>
      <w:r w:rsidRPr="003757F5">
        <w:rPr>
          <w:rFonts w:ascii="Arial Narrow" w:hAnsi="Arial Narrow"/>
          <w:sz w:val="22"/>
          <w:szCs w:val="22"/>
        </w:rPr>
        <w:tab/>
        <w:t xml:space="preserve">Jestliže dodavatel neodstraní vady či nedodělky předmětu plnění ve sjednaném termínu uvedeném v předávacím protokolu, zaplatí smluvní pokutu ve výši 1.000,- Kč (slovy jedentisíc korun českých) za každý i započatý den prodlení a reklamovanou vadu či nedodělek. </w:t>
      </w:r>
    </w:p>
    <w:p w:rsidR="00803716" w:rsidRPr="003757F5" w:rsidRDefault="00803716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4.</w:t>
      </w:r>
      <w:r w:rsidRPr="003757F5">
        <w:rPr>
          <w:rFonts w:ascii="Arial Narrow" w:hAnsi="Arial Narrow"/>
          <w:sz w:val="22"/>
          <w:szCs w:val="22"/>
        </w:rPr>
        <w:tab/>
        <w:t>V případě, že nebude dodavatelem plnění poskytnuto vůbec, v důsledku čehož dojde k odstoupení od smlouvy ze strany objednatele a nedojde ani k zahájení plnění konkrétní objednávky, je objednatel oprávněn dodavateli účtovat smluvní pokutu ve výši 10 000,- Kč (slovy desettisíc korun českých).</w:t>
      </w:r>
    </w:p>
    <w:p w:rsidR="00803716" w:rsidRPr="003757F5" w:rsidRDefault="00803716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5. </w:t>
      </w:r>
      <w:r w:rsidRPr="003757F5">
        <w:rPr>
          <w:rFonts w:ascii="Arial Narrow" w:hAnsi="Arial Narrow"/>
          <w:sz w:val="22"/>
          <w:szCs w:val="22"/>
        </w:rPr>
        <w:tab/>
        <w:t>Smluvní pokuta se platí nezávisle na tom, zda a v jaké výši vznikne škoda, kterou lze vymáhat samostatně.</w:t>
      </w:r>
    </w:p>
    <w:p w:rsidR="00803716" w:rsidRPr="003757F5" w:rsidRDefault="00803716" w:rsidP="00F27B73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VI</w:t>
      </w:r>
      <w:r w:rsidRPr="003757F5">
        <w:rPr>
          <w:rFonts w:ascii="Arial Narrow" w:hAnsi="Arial Narrow"/>
          <w:sz w:val="22"/>
          <w:szCs w:val="22"/>
        </w:rPr>
        <w:t>I. Záruka a odpovědnost</w:t>
      </w:r>
    </w:p>
    <w:p w:rsidR="00803716" w:rsidRPr="003757F5" w:rsidRDefault="00803716" w:rsidP="00F27B73">
      <w:pPr>
        <w:jc w:val="both"/>
        <w:rPr>
          <w:rFonts w:ascii="Arial Narrow" w:hAnsi="Arial Narrow"/>
          <w:b/>
          <w:sz w:val="22"/>
          <w:szCs w:val="22"/>
        </w:rPr>
      </w:pPr>
    </w:p>
    <w:p w:rsidR="00803716" w:rsidRPr="003757F5" w:rsidRDefault="00803716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Dodavatel poskytuje objednateli záruku na zboží v délce 24 měsíců ode dne dodání plnění bez vad a nedodělků (dále také záruční lhůta).</w:t>
      </w:r>
    </w:p>
    <w:p w:rsidR="00803716" w:rsidRPr="003757F5" w:rsidRDefault="00803716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Reklamace množstevních vad musí uplatnit objednatel při převzetí plnění. V případě jejího uznání musí dodavatel dodat objednateli odpovídající množství reklamovaného plnění v požadované kvalitě nebo vystavit dobropis, a to do 14 dnů od uznání reklamace.</w:t>
      </w:r>
    </w:p>
    <w:p w:rsidR="00803716" w:rsidRPr="003757F5" w:rsidRDefault="00803716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Jakoukoliv reklamaci ohledně kvality zboží musí objednatel uplatnit nejpozději poslední den záruční lhůty.</w:t>
      </w:r>
    </w:p>
    <w:p w:rsidR="00803716" w:rsidRPr="003757F5" w:rsidRDefault="00803716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Každá reklamace musí být uplatněna písemně, e-mailem nebo faxem a musí obsahovat tyto údaje:</w:t>
      </w:r>
    </w:p>
    <w:p w:rsidR="00803716" w:rsidRPr="003757F5" w:rsidRDefault="00803716" w:rsidP="00F27B73">
      <w:pPr>
        <w:numPr>
          <w:ilvl w:val="1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druh a množství reklamovaných zboží</w:t>
      </w:r>
    </w:p>
    <w:p w:rsidR="00803716" w:rsidRPr="003757F5" w:rsidRDefault="00803716" w:rsidP="00F27B73">
      <w:pPr>
        <w:numPr>
          <w:ilvl w:val="1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úplný a přesný popis závady</w:t>
      </w:r>
    </w:p>
    <w:p w:rsidR="00803716" w:rsidRPr="003757F5" w:rsidRDefault="00803716" w:rsidP="00F27B73">
      <w:pPr>
        <w:numPr>
          <w:ilvl w:val="1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datum dodání zboží</w:t>
      </w:r>
    </w:p>
    <w:p w:rsidR="00803716" w:rsidRPr="003757F5" w:rsidRDefault="00803716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iCs/>
          <w:sz w:val="22"/>
          <w:szCs w:val="22"/>
        </w:rPr>
        <w:t>Pro případ vady zboží má objednatel právo požadovat a dodavatel povinnost poskytnout bezplatné odstranění vady bez zbytečného odkladu do 14 dnů po obdržení reklamace od objednatele.</w:t>
      </w:r>
    </w:p>
    <w:p w:rsidR="00803716" w:rsidRPr="003757F5" w:rsidRDefault="00803716" w:rsidP="00F27B73">
      <w:pPr>
        <w:ind w:left="705" w:hanging="345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6. 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iCs/>
          <w:sz w:val="22"/>
          <w:szCs w:val="22"/>
        </w:rPr>
        <w:t>Vznikne-li porušením povinností ze strany dodavatele objednateli škoda, postupuje se podle příslušných ustanovení obchodního zákoníku.</w:t>
      </w:r>
    </w:p>
    <w:p w:rsidR="00803716" w:rsidRPr="003757F5" w:rsidRDefault="00803716" w:rsidP="00F27B73">
      <w:pPr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VIII. Ostatní ujednání</w:t>
      </w:r>
    </w:p>
    <w:p w:rsidR="00803716" w:rsidRPr="003757F5" w:rsidRDefault="00803716" w:rsidP="00F27B73">
      <w:pPr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Dnem předání a převzetí zboží bez vad a nedodělků se objednatel stává jeho vlastníkem. </w:t>
      </w:r>
    </w:p>
    <w:p w:rsidR="00803716" w:rsidRPr="003757F5" w:rsidRDefault="00803716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Kterákoli ze smluvních stran může od této smlouvy odstoupit pouze z důvodů vyplývajících ze zákona nebo při podstatném porušení této smlouvy.</w:t>
      </w:r>
    </w:p>
    <w:p w:rsidR="00803716" w:rsidRPr="003757F5" w:rsidRDefault="00803716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Za  podstatné porušení této smlouvy se považuje zejm.: </w:t>
      </w:r>
    </w:p>
    <w:p w:rsidR="00803716" w:rsidRPr="003757F5" w:rsidRDefault="00803716" w:rsidP="00F27B73">
      <w:pPr>
        <w:ind w:left="708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- překročení sjednaného termínu pro předání plnění o 14 dnů nebo </w:t>
      </w:r>
    </w:p>
    <w:p w:rsidR="00803716" w:rsidRPr="003757F5" w:rsidRDefault="00803716" w:rsidP="00F27B73">
      <w:pPr>
        <w:ind w:left="708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- plnění provedené s vadami bránícími jeho řádnému užívání, případně s vadami neodstranitelnými nebo plnění není splněno vůbec či nedojde ani k zahájení plnění nebo</w:t>
      </w:r>
    </w:p>
    <w:p w:rsidR="00803716" w:rsidRPr="003757F5" w:rsidRDefault="00803716" w:rsidP="00F27B73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- překročení ceny.</w:t>
      </w:r>
    </w:p>
    <w:p w:rsidR="00803716" w:rsidRPr="003757F5" w:rsidRDefault="00803716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Dodavatel se zavazuje umožnit všem subjektům oprávněným k výkonu kontroly projektu, z jehož prostředků je dodávka hrazena, provést kontrolu dokladů souvisejících s této plněním zakázky, a to podobu danou právními předpisy ČR k jejich archivaci (zákon č. 563/1991 Sb., o účetnictví, a zákon č. 235/2004 Sb., o dani z přidané hodnoty), nejméně však do roku </w:t>
      </w:r>
      <w:smartTag w:uri="urn:schemas-microsoft-com:office:smarttags" w:element="metricconverter">
        <w:smartTagPr>
          <w:attr w:name="ProductID" w:val="2025 a"/>
        </w:smartTagPr>
        <w:r w:rsidRPr="003757F5">
          <w:rPr>
            <w:rFonts w:ascii="Arial Narrow" w:hAnsi="Arial Narrow"/>
            <w:sz w:val="22"/>
            <w:szCs w:val="22"/>
          </w:rPr>
          <w:t>2025 a</w:t>
        </w:r>
      </w:smartTag>
      <w:r w:rsidRPr="003757F5">
        <w:rPr>
          <w:rFonts w:ascii="Arial Narrow" w:hAnsi="Arial Narrow"/>
          <w:sz w:val="22"/>
          <w:szCs w:val="22"/>
        </w:rPr>
        <w:t xml:space="preserve"> po tuto dobu doklady související s plněním této zakázky archivovat.</w:t>
      </w:r>
    </w:p>
    <w:p w:rsidR="00803716" w:rsidRPr="003757F5" w:rsidRDefault="00803716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Tuto smlouvu lze měnit nebo doplňovat pouze písemnou formou a jakákoliv změna či doplnění smlouvy musí být výslovně nazvána dodatek ke smlouvě, pořadově očíslovaný a potvrzený oprávněnými osobami smluvních stran.</w:t>
      </w:r>
    </w:p>
    <w:p w:rsidR="00803716" w:rsidRPr="003757F5" w:rsidRDefault="00803716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Tato smlouva je vyhotovena ve čtyřech stejnopisech, z nichž dva obdrží objednatel a dva dodavatel.</w:t>
      </w:r>
    </w:p>
    <w:p w:rsidR="00803716" w:rsidRPr="003757F5" w:rsidRDefault="00803716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Smluvní strany se podle § 262 obchodního zákoníku dohodly, že právní vztahy založené touto smlouvou se řídí ustanoveními obchodního zákoníku. </w:t>
      </w:r>
    </w:p>
    <w:p w:rsidR="00803716" w:rsidRPr="003757F5" w:rsidRDefault="00803716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Smlouva nabývá platnosti a účinnosti dnem podpisu oprávněnými osobami smluvních stran.</w:t>
      </w:r>
    </w:p>
    <w:p w:rsidR="00803716" w:rsidRDefault="00803716" w:rsidP="00B84E8F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803716" w:rsidRDefault="00803716" w:rsidP="00B84E8F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B84E8F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V Brně dne …………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  <w:t>V …………………….……... dne …………….….</w:t>
      </w:r>
    </w:p>
    <w:p w:rsidR="00803716" w:rsidRPr="003757F5" w:rsidRDefault="00803716" w:rsidP="004A7564">
      <w:pPr>
        <w:jc w:val="both"/>
        <w:rPr>
          <w:rFonts w:ascii="Arial Narrow" w:hAnsi="Arial Narrow"/>
          <w:sz w:val="22"/>
          <w:szCs w:val="22"/>
        </w:rPr>
      </w:pPr>
    </w:p>
    <w:p w:rsidR="00803716" w:rsidRPr="003757F5" w:rsidRDefault="00803716" w:rsidP="00616EEE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objednatel: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  <w:t>dodavatel:</w:t>
      </w:r>
    </w:p>
    <w:p w:rsidR="00803716" w:rsidRDefault="00803716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  <w:sectPr w:rsidR="00803716" w:rsidSect="00DE0021">
          <w:headerReference w:type="default" r:id="rId9"/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803716" w:rsidRDefault="00803716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Pr="003757F5" w:rsidRDefault="00803716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 w:rsidRPr="003757F5">
        <w:rPr>
          <w:rFonts w:ascii="Arial Narrow" w:hAnsi="Arial Narrow"/>
          <w:b/>
          <w:sz w:val="22"/>
          <w:szCs w:val="22"/>
        </w:rPr>
        <w:t xml:space="preserve">PŘÍLOHA Č. 1 KUPNÍ SMLOUVY – </w:t>
      </w:r>
      <w:r w:rsidRPr="003757F5">
        <w:rPr>
          <w:rFonts w:ascii="Arial Narrow" w:hAnsi="Arial Narrow"/>
          <w:b/>
          <w:caps/>
          <w:sz w:val="22"/>
          <w:szCs w:val="22"/>
        </w:rPr>
        <w:t>sPECIFIKACE</w:t>
      </w:r>
      <w:r>
        <w:rPr>
          <w:rFonts w:ascii="Arial Narrow" w:hAnsi="Arial Narrow"/>
          <w:b/>
          <w:caps/>
          <w:sz w:val="22"/>
          <w:szCs w:val="22"/>
        </w:rPr>
        <w:t xml:space="preserve"> PŘEDMĚTU PLNĚNÍ včetně položkového rozpočtu – 1</w:t>
      </w:r>
      <w:r w:rsidRPr="003757F5">
        <w:rPr>
          <w:rFonts w:ascii="Arial Narrow" w:hAnsi="Arial Narrow"/>
          <w:b/>
          <w:caps/>
          <w:sz w:val="22"/>
          <w:szCs w:val="22"/>
        </w:rPr>
        <w:t>. část</w:t>
      </w: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tbl>
      <w:tblPr>
        <w:tblW w:w="14880" w:type="dxa"/>
        <w:tblInd w:w="65" w:type="dxa"/>
        <w:tblCellMar>
          <w:left w:w="70" w:type="dxa"/>
          <w:right w:w="70" w:type="dxa"/>
        </w:tblCellMar>
        <w:tblLook w:val="0000"/>
      </w:tblPr>
      <w:tblGrid>
        <w:gridCol w:w="5"/>
        <w:gridCol w:w="4300"/>
        <w:gridCol w:w="2640"/>
        <w:gridCol w:w="1720"/>
        <w:gridCol w:w="1840"/>
        <w:gridCol w:w="960"/>
        <w:gridCol w:w="960"/>
        <w:gridCol w:w="1200"/>
        <w:gridCol w:w="1255"/>
      </w:tblGrid>
      <w:tr w:rsidR="00803716" w:rsidRPr="005B688F" w:rsidTr="00DE0021">
        <w:trPr>
          <w:trHeight w:val="275"/>
        </w:trPr>
        <w:tc>
          <w:tcPr>
            <w:tcW w:w="4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B688F">
              <w:rPr>
                <w:rFonts w:ascii="Arial Narrow" w:hAnsi="Arial Narrow" w:cs="Arial"/>
                <w:b/>
                <w:bCs/>
              </w:rPr>
              <w:t>titul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B688F">
              <w:rPr>
                <w:rFonts w:ascii="Arial Narrow" w:hAnsi="Arial Narrow" w:cs="Arial"/>
                <w:b/>
                <w:bCs/>
              </w:rPr>
              <w:t>autor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B688F">
              <w:rPr>
                <w:rFonts w:ascii="Arial Narrow" w:hAnsi="Arial Narrow" w:cs="Arial"/>
                <w:b/>
                <w:bCs/>
              </w:rPr>
              <w:t>nakladatelství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B688F">
              <w:rPr>
                <w:rFonts w:ascii="Arial Narrow" w:hAnsi="Arial Narrow" w:cs="Arial"/>
                <w:b/>
                <w:bCs/>
              </w:rPr>
              <w:t>ISBN/ISSN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B688F">
              <w:rPr>
                <w:rFonts w:ascii="Arial Narrow" w:hAnsi="Arial Narrow" w:cs="Arial"/>
                <w:b/>
                <w:bCs/>
              </w:rPr>
              <w:t>rok vydání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B688F">
              <w:rPr>
                <w:rFonts w:ascii="Arial Narrow" w:hAnsi="Arial Narrow" w:cs="Arial"/>
                <w:b/>
                <w:bCs/>
              </w:rPr>
              <w:t>počet kusů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B688F">
              <w:rPr>
                <w:rFonts w:ascii="Arial Narrow" w:hAnsi="Arial Narrow" w:cs="Arial"/>
                <w:b/>
                <w:bCs/>
              </w:rPr>
              <w:t>cena s DPH/kus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B688F">
              <w:rPr>
                <w:rFonts w:ascii="Arial Narrow" w:hAnsi="Arial Narrow" w:cs="Arial"/>
                <w:b/>
                <w:bCs/>
              </w:rPr>
              <w:t>cena celkem s DPH</w:t>
            </w:r>
          </w:p>
        </w:tc>
      </w:tr>
      <w:tr w:rsidR="00803716" w:rsidRPr="005B688F" w:rsidTr="00DE0021">
        <w:trPr>
          <w:trHeight w:val="360"/>
        </w:trPr>
        <w:tc>
          <w:tcPr>
            <w:tcW w:w="4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03716" w:rsidRPr="005B688F" w:rsidRDefault="00803716" w:rsidP="005B688F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803716" w:rsidRPr="005B688F" w:rsidTr="00DE0021">
        <w:trPr>
          <w:trHeight w:val="660"/>
        </w:trPr>
        <w:tc>
          <w:tcPr>
            <w:tcW w:w="4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Balneologie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D. Jandová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Grada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978-80-247-2820-9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trHeight w:val="660"/>
        </w:trPr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Cvičení na velkém pružném míči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Palaščáková, Ingrid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Rehaspring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 978-80-254-1684-6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trHeight w:val="660"/>
        </w:trPr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Funkce Diagnostika Terapie hlubokého stabilizačního systému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Palaščáková, Ingrid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Rehaspring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978-80-254-7736-6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trHeight w:val="330"/>
        </w:trPr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Softball a baseball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SÜSS, V.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Grada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80-247-0658-X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trHeight w:val="660"/>
        </w:trPr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Futbal : Teória a didaktika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Peráček, P., Pakusza, Zs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Bratislava: Iris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978-80-89238-55-2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trHeight w:val="330"/>
        </w:trPr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Fascie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Serge Paoletti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Poznání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978-8086606910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trHeight w:val="660"/>
        </w:trPr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Fyzikální terapie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J. Poděbradský, R. Poděbradská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Grada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978-8024728995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trHeight w:val="330"/>
        </w:trPr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Fyzikální terapie I. a II. díl 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J. Poděbradský, I. Vařeka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Grada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8071696617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1998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trHeight w:val="330"/>
        </w:trPr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Manuál rehabilitační a fyzikální terapie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J. Vacek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Raabe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 1805-0417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trHeight w:val="660"/>
        </w:trPr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Manuální neuroterapie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Walter Froneberg, Gerda Fabianová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Poznání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 978-80-86606-58-3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trHeight w:val="660"/>
        </w:trPr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Spouštěcí body a funkční svalové řetězce v osteopatii a manuální terapii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Philipp Richter, Eric Hebgen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Pragma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978-80-7349-261-8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trHeight w:val="330"/>
        </w:trPr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Tejpování a kinezio-tejpování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S. Flandera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Poznání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978-80-87419-01-4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trHeight w:val="330"/>
        </w:trPr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Fyziologie a klinické aspekty pohybové aktivity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M. Máček, J. Radvanský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Galén, Praha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 978-80-7262-695-3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trHeight w:val="330"/>
        </w:trPr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Jak napsat diplomovou práci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ECO, U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B688F">
              <w:rPr>
                <w:rFonts w:ascii="Arial Narrow" w:hAnsi="Arial Narrow" w:cs="Arial"/>
                <w:color w:val="000000"/>
                <w:sz w:val="22"/>
                <w:szCs w:val="22"/>
              </w:rPr>
              <w:t>Olomouc : Votobia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80-7198-173-7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1997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trHeight w:val="330"/>
        </w:trPr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Nový akademický slovník cizích slov 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Kraus, Jiří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Academia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978-80-2471-362-5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trHeight w:val="330"/>
        </w:trPr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Úspěšný návrh výzkumu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hyperlink r:id="rId11" w:history="1">
              <w:r w:rsidRPr="005B688F">
                <w:rPr>
                  <w:rFonts w:ascii="Arial Narrow" w:hAnsi="Arial Narrow" w:cs="Arial"/>
                  <w:sz w:val="22"/>
                </w:rPr>
                <w:t>Keith, F. Punch</w:t>
              </w:r>
            </w:hyperlink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Praha: Portál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978-80-7367-468-7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trHeight w:val="330"/>
        </w:trPr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Základy kvantitativního šetření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hyperlink r:id="rId12" w:history="1">
              <w:r w:rsidRPr="005B688F">
                <w:rPr>
                  <w:rFonts w:ascii="Arial Narrow" w:hAnsi="Arial Narrow" w:cs="Arial"/>
                  <w:sz w:val="22"/>
                </w:rPr>
                <w:t>Punch, Keith F.</w:t>
              </w:r>
            </w:hyperlink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Praha: Portál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978-80-7367-381-9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66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Sportovní příprava: vybrané kinantropologické obory k podpoře aktivního životního stylu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Jansa, Petr a kol.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Praha : Q-art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978-80-903280-9-9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Slovník zkratek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Čálek Karel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  <w:color w:val="333333"/>
              </w:rPr>
            </w:pPr>
            <w:r w:rsidRPr="005B688F">
              <w:rPr>
                <w:rFonts w:ascii="Arial Narrow" w:hAnsi="Arial Narrow" w:cs="Arial"/>
                <w:color w:val="333333"/>
                <w:sz w:val="22"/>
                <w:szCs w:val="22"/>
              </w:rPr>
              <w:t>Agrofin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978-80-904-262-2-1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Kvalitativní přístupy a metody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MIOVSKÝ, M.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Grada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978-80-2471-362-5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Kvalitativní výzkum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Hendl, Jan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Praha: Portál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978-80-7367-485-4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Kvalitativní výzkum v pedagogických vědách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Švaříček, Šeďová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Praha: Portál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978-80-7367-313-0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Přehled statistických metod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Hendl, Jan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Praha: Portál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978-80-7367-482-3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Slovník nespisovné češtiny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Hugo Jan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B688F">
              <w:rPr>
                <w:rFonts w:ascii="Arial Narrow" w:hAnsi="Arial Narrow" w:cs="Arial"/>
                <w:color w:val="000000"/>
                <w:sz w:val="22"/>
                <w:szCs w:val="22"/>
              </w:rPr>
              <w:t>Maxdorf, Praha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80-7345-098-4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Kvalitativní výzkum v pedagogických vědách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Švaříček, Šeďová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Praha: Portál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978-80-7367-313-1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Úspěšný návrh výzkumu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hyperlink r:id="rId13" w:history="1">
              <w:r w:rsidRPr="005B688F">
                <w:rPr>
                  <w:rFonts w:ascii="Arial Narrow" w:hAnsi="Arial Narrow" w:cs="Arial"/>
                  <w:sz w:val="22"/>
                </w:rPr>
                <w:t>Keith, F. Punch</w:t>
              </w:r>
            </w:hyperlink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Praha: Portál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978-80-7367-468-8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66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Základy kvantitativního šetření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hyperlink r:id="rId14" w:history="1">
              <w:r w:rsidRPr="005B688F">
                <w:rPr>
                  <w:rFonts w:ascii="Arial Narrow" w:hAnsi="Arial Narrow" w:cs="Arial"/>
                  <w:sz w:val="22"/>
                </w:rPr>
                <w:t>Punch, Keith F.</w:t>
              </w:r>
            </w:hyperlink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Praha: Portál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978-80-7367-381-10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Hry s míčem pro děti 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Tůma Martin, Tkadlec Jiří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Grada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978-80-247-3489-7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Sportovní hry I.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TÁBORSKÝ, F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Grada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80-247-0875-2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Sportovní hry II.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TÁBORSKÝ, F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Grada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80-247-1330-6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Snowboarding 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hyperlink r:id="rId15" w:tooltip="Další knihy autora: Binter Lukáš" w:history="1">
              <w:r w:rsidRPr="005B688F">
                <w:rPr>
                  <w:rFonts w:ascii="Arial Narrow" w:hAnsi="Arial Narrow" w:cs="Arial"/>
                  <w:sz w:val="22"/>
                </w:rPr>
                <w:t>Binter Lukáš a kolektiv</w:t>
              </w:r>
            </w:hyperlink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Grada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978-80-247-3981-6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Snowboarding 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Louka Oto, Večerka Martin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Grada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978-80-247-1378-6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Sociologické problémy sportu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A.Sekot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GRADA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978-80-247-2562-8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Inkluzivní vzdělávání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Hájková, Strnadová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Grada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978-80-247-3070-7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66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Integrativní speciální pedagogika – Integrace školní a sociální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VÍTKOVÁ,M.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Paido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80-7315-071-9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Vzdělávání Romů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ŠOTOLOVÁ, E.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Grada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80-247-0277-0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66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Kapitoly ze speciální pedagogiky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Pipeková, Jarmila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Paido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978-80-7315-198-0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Pedagogická encyklopedie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PRŮCHA, J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Praha: Portál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978-80-7367-546-2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66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Pedagogický slovník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PRŮCHA, J.; WALTEROVÁ, E.; MAREŠ, J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Praha: Portál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978-80-7367-416-8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Základy školní pedagogiky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Janíková, Marcela a kol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Paido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978-80-7315-183-6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66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Teória a didaktika futbalu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NEMEC, M., KOLLÁR, R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Banská Bystrica: UMB KTVŠ FHV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978-8089183623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Povrchová elektromyografie v klinické rehabilitaci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A. Krobot, B. Kolářová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UP Olomouc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978-80-244-2762-1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99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Základní gymnastika - názvosloví nejčastěji používaných postojů, poloh a pohybů (cvičení prostná)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FORMÁNKOVÁ, Soňa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UP Olomouc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  978-80-244-2759-1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6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Aplikované pohybové aktivity pro osoby s tělesným postižením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Kudláček, M., Ješina, O., Machová, I., &amp; Válek, J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UP Olomouc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B688F">
              <w:rPr>
                <w:rFonts w:ascii="Arial Narrow" w:hAnsi="Arial Narrow" w:cs="Arial"/>
                <w:color w:val="000000"/>
                <w:sz w:val="22"/>
                <w:szCs w:val="22"/>
              </w:rPr>
              <w:t>978-8024416557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  <w:color w:val="0000FF"/>
                <w:u w:val="single"/>
              </w:rPr>
            </w:pPr>
            <w:r w:rsidRPr="005B688F">
              <w:rPr>
                <w:rFonts w:ascii="Arial Narrow" w:hAnsi="Arial Narrow" w:cs="Arial"/>
                <w:color w:val="0000FF"/>
                <w:sz w:val="22"/>
                <w:szCs w:val="22"/>
                <w:u w:val="single"/>
              </w:rPr>
              <w:t> </w:t>
            </w:r>
          </w:p>
        </w:tc>
      </w:tr>
      <w:tr w:rsidR="00803716" w:rsidRPr="005B688F" w:rsidTr="00DE0021">
        <w:trPr>
          <w:gridBefore w:val="1"/>
          <w:trHeight w:val="66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Speciální pedagogika osob se zrakovým postižením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Finková, Dita, Ludíková, Libuše, Růžičková, Veronika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UP Olomouc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978-80-244-1857-5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64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Atlas fyziologie člověka 6. vydání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Silbernagl Stefan, Despopoulos Agamemnon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Grada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978-80-247-0630-6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66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Rádžajóga - 14 kroků k vyššímu vědomí  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J. Donald Walters 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Fontána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80-7336-139-6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67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Aštánga Vinjása Jóga 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Maehle Gregor 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Fontána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978-80-7336-634-6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5B688F" w:rsidTr="00DE0021">
        <w:trPr>
          <w:gridBefore w:val="1"/>
          <w:trHeight w:val="61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Očistné jogínské techniky 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Donald Simon, Ian Makowski 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Fontána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 xml:space="preserve">978-80-7336-288-1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2006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5B688F" w:rsidRDefault="00803716" w:rsidP="005B688F">
            <w:pPr>
              <w:jc w:val="center"/>
              <w:rPr>
                <w:rFonts w:ascii="Arial Narrow" w:hAnsi="Arial Narrow" w:cs="Arial"/>
              </w:rPr>
            </w:pPr>
            <w:r w:rsidRPr="005B688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</w:tbl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cena celkem bez DPH:  .................................                                 s DPH: ............................ </w:t>
      </w: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 w:rsidRPr="000A2E54">
        <w:rPr>
          <w:rFonts w:ascii="Arial Narrow" w:hAnsi="Arial Narrow"/>
          <w:b/>
          <w:sz w:val="22"/>
          <w:szCs w:val="22"/>
        </w:rPr>
        <w:t xml:space="preserve">PŘÍLOHA Č. 1 KUPNÍ SMLOUVY – </w:t>
      </w:r>
      <w:r w:rsidRPr="003757F5">
        <w:rPr>
          <w:rFonts w:ascii="Arial Narrow" w:hAnsi="Arial Narrow"/>
          <w:b/>
          <w:caps/>
          <w:sz w:val="22"/>
          <w:szCs w:val="22"/>
        </w:rPr>
        <w:t>sPECIFIKACE</w:t>
      </w:r>
      <w:r>
        <w:rPr>
          <w:rFonts w:ascii="Arial Narrow" w:hAnsi="Arial Narrow"/>
          <w:b/>
          <w:caps/>
          <w:sz w:val="22"/>
          <w:szCs w:val="22"/>
        </w:rPr>
        <w:t xml:space="preserve"> PŘEDMĚTU PLNĚNÍ včetně položkového rozpočtu </w:t>
      </w:r>
      <w:r w:rsidRPr="000A2E54">
        <w:rPr>
          <w:rFonts w:ascii="Arial Narrow" w:hAnsi="Arial Narrow"/>
          <w:b/>
          <w:caps/>
          <w:sz w:val="22"/>
          <w:szCs w:val="22"/>
        </w:rPr>
        <w:t>– 2. část</w:t>
      </w: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tbl>
      <w:tblPr>
        <w:tblW w:w="14710" w:type="dxa"/>
        <w:tblInd w:w="65" w:type="dxa"/>
        <w:tblCellMar>
          <w:left w:w="70" w:type="dxa"/>
          <w:right w:w="70" w:type="dxa"/>
        </w:tblCellMar>
        <w:tblLook w:val="0000"/>
      </w:tblPr>
      <w:tblGrid>
        <w:gridCol w:w="3965"/>
        <w:gridCol w:w="2520"/>
        <w:gridCol w:w="2305"/>
        <w:gridCol w:w="1720"/>
        <w:gridCol w:w="960"/>
        <w:gridCol w:w="740"/>
        <w:gridCol w:w="1080"/>
        <w:gridCol w:w="1420"/>
      </w:tblGrid>
      <w:tr w:rsidR="00803716" w:rsidRPr="00DE0021" w:rsidTr="006B6133">
        <w:trPr>
          <w:trHeight w:val="275"/>
        </w:trPr>
        <w:tc>
          <w:tcPr>
            <w:tcW w:w="3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titul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autor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nakladatelství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ISBN/ISSN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rok vydání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počet kusů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cena s DPH /kus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cena celkem s DPH</w:t>
            </w:r>
          </w:p>
        </w:tc>
      </w:tr>
      <w:tr w:rsidR="00803716" w:rsidRPr="00DE0021" w:rsidTr="006B6133">
        <w:trPr>
          <w:trHeight w:val="360"/>
        </w:trPr>
        <w:tc>
          <w:tcPr>
            <w:tcW w:w="3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803716" w:rsidRPr="00DE0021" w:rsidTr="006B6133">
        <w:trPr>
          <w:trHeight w:val="33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How to Think Like Neandertal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Wynn, Th.; Coolidge, F.L.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6B6133">
            <w:pPr>
              <w:ind w:left="-10" w:firstLine="10"/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 Oxford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199742820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Humans who Went Extinct: Why Neanderthals Died Out and We Survived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Finlayson, C.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Oxford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199239193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33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Chivalry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Keen, M.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Yale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300107676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 Knight's Own Book of Chivalry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Charny, G. De.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University of Pensylvania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812219090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Academic encounters  Life in society Student´s book Listening with Audio CD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Kim Sanabria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978-0521754835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Academic encounters  The natural world Class Audio Cds (3) Listening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Yoneko Kanaoka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978-0521716406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99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Academic encounters Human Behavior Class Audio Cds (4) Listening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Miriam Espeeseth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978-0521783576200-0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Academic encounters Human Behavior Teacher's Manual Listening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Miriam Espeeseth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Univeristy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978-052157820-2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1999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Academic encounters Human Behaviour Teacher´s manual reading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Bernard Seal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Univeristy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978-052147660-7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1997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Academic encounters The natural world Student´s book Listening with Audio CD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Yoneko Kanaoka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978-052171639-0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Academic encounters The natural world Student´s book Reading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Jennifer Wharton</w:t>
            </w:r>
          </w:p>
        </w:tc>
        <w:tc>
          <w:tcPr>
            <w:tcW w:w="230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978-052171516-4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Academic encounters The natural world Teacher´s manual Listening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Yoneko Kanaoka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978-0521716413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Academic encounters The natural world Teacher´s manual Reading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Jennifer Wharton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978-052171517-1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Academic encounters: Human behaviour Student´s book Listening with Audio CD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Bernard Seal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Univeristy Press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978-0521606202-2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Academic encounters: Human behaviour Student´s book Reading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Bernard Seal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Univeristy Press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978-052147658-4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1996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Academic vocabulary in use Book with answers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Michael McCarthy and Felicity O'Dell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978-052168939-7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Advanced grammar in use 2nd edition Supplementary exercises with answers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Simon Haines and Mark Nettle, with Martin Hewings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Univeristy Press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978-052178807-6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Advanced skills Book and Audio CD pack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Simon Haines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978-052160848-0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academic content dictionary Paperback with CD Rom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978-052169196-3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English for scientists Student´s book with audio Cds (2)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Tamzen Armer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978-052115409-3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grammar of English Paperback with CD Rom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Ronald Carter and Michael McCarthy</w:t>
            </w:r>
          </w:p>
        </w:tc>
        <w:tc>
          <w:tcPr>
            <w:tcW w:w="230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978-052167439-3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skills for fluency: Reading Level 4 Student´s book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Simon Greenall and Diana Pye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978-052143869-8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1994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Critical pedagogies and language learning Paperback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Edited by Bonny Norton and Kelleen Toohey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978-052153522-9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Critical Pedagogy, the State and Cultural Struggle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Henry A. Giroux, Peter McLaren (editors)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State University of New York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978-07-91400371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1998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Cultural studies in the EFL classroom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Delanoy, Volkman (editors)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Universitatsverlag Winter Heildelberg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978-38-25352561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Culture bound Paperback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Joyce Merrill Valdes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978-052131045-1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1986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Culture in second language teaching and learning Paperback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Edited by Eli Hinkel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978-052164490-7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1999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Defining issues in English language teaching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Henry Widdowson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Oxford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978-0-19-437445-3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Disciplinary identities Paperback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Ken Hylan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978-052119759-5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Grammar troublespots Student´s book with answers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Ann Raimes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978-052153286-0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Guidelines Student´s book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Ruth Spack</w:t>
            </w:r>
          </w:p>
        </w:tc>
        <w:tc>
          <w:tcPr>
            <w:tcW w:w="230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978-052161301-9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Guidelines Teacher´s manual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Ruth Spack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978-052161302-6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Inspired to write Student´s book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Jean Withrow, Gay Brookes and Martha Clark Cummings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978-052153711-7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Inspired to write Teacher´s manual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Jean Withrow, Gay Brookes and Martha Clark Cummings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978-052153712-4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Language learning in intercultural perspective Paperback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Edited by Michael Byram and Michael Fleming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978-05-21625593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1998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Language teaching awareness Paperback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Jerry G. Gebhard and Robert Oprandy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978-052163954-5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1999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Language transfer Paperback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Terence Odlin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978-052137809-3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1989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Making connections High intermediate Student´s book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Kenneth J. Pakenham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978-052154284-5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Making connections High intermediate Teacher´s manual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Kenneth J. Pakenham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978-052154285-2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New directions 2nd edition Student´s book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Peter S. Gardner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978-052154172-5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New directions 2nd edition Student´s bookTeacher´s manual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Peter S. Gardner</w:t>
            </w:r>
          </w:p>
        </w:tc>
        <w:tc>
          <w:tcPr>
            <w:tcW w:w="230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978-052154173-2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Oxford Read and discover Level 6 All about space Activity book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Alistair McCallum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Oxford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978-0-19-464570-6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Resisting Linguistic Imperialism in English Teaching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A. Suresh Canagarajah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Oxford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978-0-19-442154-6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1999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Second language classrooms Paperback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Craig Chaudron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978-052133980-3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1988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Sociocognitive Perspectives on Language Use and Language Learning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Rob Batstone (editor)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Oxford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978-0-19-442477-6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Sociocultural theory and the genesis of second language development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James Lantolf and Steven Thorne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Oxford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978-0-19-442181-2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Sociolinguistics and language teaching Paperback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Edited by Sandra Lee McKay and Nancy H. Hornberger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978-052148434-3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1995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Study reading 2nd edition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Eric H. Glendinning and Beverly Holmström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978-052154776-5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Study writing 2nd edition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Liz Hamp-Lyons and Ben Heasley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978-052153496-3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The psychology of second language acquisition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Zoltán Dörnyei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Oxford University Press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978-0-19-442197-3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The teacher´s grammar of English Hardback with answers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Ron Cowan</w:t>
            </w:r>
          </w:p>
        </w:tc>
        <w:tc>
          <w:tcPr>
            <w:tcW w:w="230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978-052180973-3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Write to be read 2nd edition Student´s book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William R. Smalzer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978-052154746-8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Write to be read 2nd edition Teacher´s manual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William R. Smalzer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978-052154747-5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Writers at work The short composition Student´s book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Ann O. Strauch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97-8052154496-2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Writers at work The short composition Teacher´s manual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Ann O. Strauch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978-052154497-9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Writing for advanced learners of English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Frangoise Grellet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978-052147971-4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1997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99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Essential Guide to Effect Sizes: Statistical Power, Meta-Analysis, and the Interpretation of Research Results [Paperback]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Paul D. Ellis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978-0521142465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Olympic Industry resistence“Challenging Olympic Power Propaganda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Helen Lensky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State University of New York Press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978-0791474792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990"/>
        </w:trPr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16" w:history="1">
              <w:r w:rsidRPr="00DE0021">
                <w:rPr>
                  <w:rFonts w:ascii="Arial Narrow" w:hAnsi="Arial Narrow" w:cs="Arial"/>
                  <w:sz w:val="22"/>
                </w:rPr>
                <w:t>Teaching Age-Appropriate Purposeful Skills: An Orientation &amp; Mobility Curriculum for Students With Visual Impairments</w:t>
              </w:r>
            </w:hyperlink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17" w:history="1">
              <w:r w:rsidRPr="00DE0021">
                <w:rPr>
                  <w:rFonts w:ascii="Arial Narrow" w:hAnsi="Arial Narrow" w:cs="Arial"/>
                  <w:sz w:val="22"/>
                </w:rPr>
                <w:t>Rona L. Pogrund</w:t>
              </w:r>
            </w:hyperlink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Texas School for the Blind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978-1880366103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990"/>
        </w:trPr>
        <w:tc>
          <w:tcPr>
            <w:tcW w:w="39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Lighthouse Handbook on Vision Impairment and Vision Rehabilitation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Barbara Silverstone, Mary Ann Lang, Bruce Rosenthal and , Eleanor E. Faye</w:t>
            </w:r>
          </w:p>
        </w:tc>
        <w:tc>
          <w:tcPr>
            <w:tcW w:w="230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Oxford University Press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978-0195094893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</w:tbl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DE0021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cena celkem bez DPH:  .................................                                 s DPH: ............................ </w:t>
      </w: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 w:rsidRPr="000A2E54">
        <w:rPr>
          <w:rFonts w:ascii="Arial Narrow" w:hAnsi="Arial Narrow"/>
          <w:b/>
          <w:sz w:val="22"/>
          <w:szCs w:val="22"/>
        </w:rPr>
        <w:t xml:space="preserve">PŘÍLOHA Č. 1 KUPNÍ SMLOUVY – </w:t>
      </w:r>
      <w:r w:rsidRPr="000A2E54">
        <w:rPr>
          <w:rFonts w:ascii="Arial Narrow" w:hAnsi="Arial Narrow"/>
          <w:b/>
          <w:caps/>
          <w:sz w:val="22"/>
          <w:szCs w:val="22"/>
        </w:rPr>
        <w:t xml:space="preserve">sPECIFIKACE PŘEDMĚTU PLNĚNÍ </w:t>
      </w:r>
      <w:r>
        <w:rPr>
          <w:rFonts w:ascii="Arial Narrow" w:hAnsi="Arial Narrow"/>
          <w:b/>
          <w:caps/>
          <w:sz w:val="22"/>
          <w:szCs w:val="22"/>
        </w:rPr>
        <w:t xml:space="preserve">včetně položkového rozpočtu </w:t>
      </w:r>
      <w:r w:rsidRPr="000A2E54">
        <w:rPr>
          <w:rFonts w:ascii="Arial Narrow" w:hAnsi="Arial Narrow"/>
          <w:b/>
          <w:caps/>
          <w:sz w:val="22"/>
          <w:szCs w:val="22"/>
        </w:rPr>
        <w:t xml:space="preserve">– </w:t>
      </w:r>
      <w:r>
        <w:rPr>
          <w:rFonts w:ascii="Arial Narrow" w:hAnsi="Arial Narrow"/>
          <w:b/>
          <w:caps/>
          <w:sz w:val="22"/>
          <w:szCs w:val="22"/>
        </w:rPr>
        <w:t>3</w:t>
      </w:r>
      <w:r w:rsidRPr="000A2E54">
        <w:rPr>
          <w:rFonts w:ascii="Arial Narrow" w:hAnsi="Arial Narrow"/>
          <w:b/>
          <w:caps/>
          <w:sz w:val="22"/>
          <w:szCs w:val="22"/>
        </w:rPr>
        <w:t>. část</w:t>
      </w:r>
    </w:p>
    <w:p w:rsidR="00803716" w:rsidRDefault="00803716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tbl>
      <w:tblPr>
        <w:tblW w:w="14745" w:type="dxa"/>
        <w:tblInd w:w="65" w:type="dxa"/>
        <w:tblCellMar>
          <w:left w:w="70" w:type="dxa"/>
          <w:right w:w="70" w:type="dxa"/>
        </w:tblCellMar>
        <w:tblLook w:val="0000"/>
      </w:tblPr>
      <w:tblGrid>
        <w:gridCol w:w="4180"/>
        <w:gridCol w:w="2845"/>
        <w:gridCol w:w="1800"/>
        <w:gridCol w:w="1840"/>
        <w:gridCol w:w="960"/>
        <w:gridCol w:w="800"/>
        <w:gridCol w:w="960"/>
        <w:gridCol w:w="1360"/>
      </w:tblGrid>
      <w:tr w:rsidR="00803716" w:rsidRPr="00DE0021" w:rsidTr="00DB524C">
        <w:trPr>
          <w:trHeight w:val="275"/>
        </w:trPr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titul</w:t>
            </w:r>
          </w:p>
        </w:tc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autor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nakladatelství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ISBN/ISSN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rok vydání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počet kusů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cena s DPH/kus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cena celkem s DPH</w:t>
            </w:r>
          </w:p>
        </w:tc>
      </w:tr>
      <w:tr w:rsidR="00803716" w:rsidRPr="00DE0021" w:rsidTr="00DB524C">
        <w:trPr>
          <w:trHeight w:val="360"/>
        </w:trPr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Dance anatomy and kinesiology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Karen Sue Clippinger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 978-0880115315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Pilates anatomy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Rael Isasowitz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978-0736083867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Prescriptive stretching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Kristian Berg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 978-0736099363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Complete Book of Throws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Jay Silvester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Human Kinetics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978-0736041140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Biomechanical Basis of Human Movement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18" w:history="1">
              <w:r w:rsidRPr="00DE0021">
                <w:rPr>
                  <w:rFonts w:ascii="Arial Narrow" w:hAnsi="Arial Narrow" w:cs="Arial"/>
                  <w:sz w:val="22"/>
                </w:rPr>
                <w:t>Joseph Hamill, Kathleen M. Knutzen</w:t>
              </w:r>
            </w:hyperlink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Lippincot, th Point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978-0781791281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Biomechanics of Musculoskeletal Injury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William C. Whiting PhD and Ronald F. Zernicke PhD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978-0736054423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Clinical Gait Analysis: Theory and Practice, 1e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19" w:history="1">
              <w:r w:rsidRPr="00DE0021">
                <w:rPr>
                  <w:rFonts w:ascii="Arial Narrow" w:hAnsi="Arial Narrow" w:cs="Arial"/>
                  <w:sz w:val="22"/>
                </w:rPr>
                <w:t>Christopher Kirtley</w:t>
              </w:r>
            </w:hyperlink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Churchill Livingstone Elsevier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978-0443100093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NSCA's Guide to Tests and Assessments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Miller T.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0736083685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NSCA's Guide to Program Design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Hoffman, J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0736084029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Developing Agilitz and Quickness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Rooyen, M.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073608326X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540"/>
        </w:trPr>
        <w:tc>
          <w:tcPr>
            <w:tcW w:w="41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Exercise Technique Manual for Resistance Training,         2nd Edition (book &amp; DVD)</w:t>
            </w:r>
          </w:p>
        </w:tc>
        <w:tc>
          <w:tcPr>
            <w:tcW w:w="28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NSCA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073607127X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Complete Conditioning for Rugby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Pook, Paul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0736098304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Delavier´s stretching anatomy ; 1 edition (October 10, 2011)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Frederic Delavier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 978-1450413985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Delavier´s training anatomy; 3 edition (March 9, 2010)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Frederic Delavier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 978-0736092265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Full body flexibility 2nd edition; 2 edition (November 2, 2010)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Jay Blahnik    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978-0736090360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20" w:history="1">
              <w:r w:rsidRPr="00DE0021">
                <w:rPr>
                  <w:rFonts w:ascii="Arial Narrow" w:hAnsi="Arial Narrow" w:cs="Arial"/>
                  <w:sz w:val="22"/>
                </w:rPr>
                <w:t>Coaching Girls' Soccer Successfully</w:t>
              </w:r>
            </w:hyperlink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Debra LaPrath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978-0736072120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21" w:history="1">
              <w:r w:rsidRPr="00DE0021">
                <w:rPr>
                  <w:rFonts w:ascii="Arial Narrow" w:hAnsi="Arial Narrow" w:cs="Arial"/>
                  <w:sz w:val="22"/>
                </w:rPr>
                <w:t>Elite Soccer Drills</w:t>
              </w:r>
            </w:hyperlink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Michael Matkovich, Jason Davis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978-0736073868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22" w:history="1">
              <w:r w:rsidRPr="00DE0021">
                <w:rPr>
                  <w:rFonts w:ascii="Arial Narrow" w:hAnsi="Arial Narrow" w:cs="Arial"/>
                  <w:sz w:val="22"/>
                </w:rPr>
                <w:t>Skills &amp; Strategies for Coaching Soccer</w:t>
              </w:r>
            </w:hyperlink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Alan Hargreaves, Richard Bate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978-0736080224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Soccer  Steps To Success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Joseph Luxbacher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978-0736077316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23" w:history="1">
              <w:r w:rsidRPr="00DE0021">
                <w:rPr>
                  <w:rFonts w:ascii="Arial Narrow" w:hAnsi="Arial Narrow" w:cs="Arial"/>
                  <w:sz w:val="22"/>
                </w:rPr>
                <w:t>Soccer Fundamentals</w:t>
              </w:r>
            </w:hyperlink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Danny Mielke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978-0736045063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24" w:history="1">
              <w:r w:rsidRPr="00DE0021">
                <w:rPr>
                  <w:rFonts w:ascii="Arial Narrow" w:hAnsi="Arial Narrow" w:cs="Arial"/>
                  <w:sz w:val="22"/>
                </w:rPr>
                <w:t>Table Tennis  Steps to Success</w:t>
              </w:r>
            </w:hyperlink>
          </w:p>
        </w:tc>
        <w:tc>
          <w:tcPr>
            <w:tcW w:w="28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Richard McAfee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978-0736077316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Soccer Coaching Bible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National Soccer Coaches Association of America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978-0736042277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Essential Orthopaedics and Trauma: With STUDENT CONSULT Online Access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David J. Dandy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Churchill Livingstone Elsevier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978-0443067181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Sports Injuries: Their Prevention and Treatment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Lars Peterson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978-0736036214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physiology of the joints. Vol. 1: The upper limb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Kapanji, A., I.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Churchill Livingstone Elsevier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978-0-443-10350-6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physiology of the joints. Vol. 2: The lower limb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Kapanji, A., I.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Churchill Livingstone Elsevier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978-0-7020-3942-3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physiology of the joints. Vol. 3: The spinal column, pelvic girdle and head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Kapanji, A., I.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Churchill Livingstone Elsevier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978-0-7020-2959-2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Wheater's Functional Histology: A Text and Colour Atlas 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Barbara Young (Author), James S. Lowe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Churchill Livingstone Elsevier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978-0443068508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Postural assessment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Jane Johnson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978-1450400961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99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Teachers and Texts: A Political Economy of Class and Gender Relations in Education [Paperback]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Michael W. Apple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Routledge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978-04-15900744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1988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Advanced Analysis of Motor Development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K. Haywood, M. Roberton, N. Getchell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978-07-36073936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Bioenergetics Primer for Exercise Science </w:t>
            </w:r>
          </w:p>
        </w:tc>
        <w:tc>
          <w:tcPr>
            <w:tcW w:w="28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25" w:history="1">
              <w:r w:rsidRPr="00DE0021">
                <w:rPr>
                  <w:rFonts w:ascii="Arial Narrow" w:hAnsi="Arial Narrow" w:cs="Arial"/>
                  <w:sz w:val="22"/>
                </w:rPr>
                <w:t xml:space="preserve">Jie Kang </w:t>
              </w:r>
            </w:hyperlink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9780736062411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Biomechanical Analysis of Fundamental Human Movements 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26" w:history="1">
              <w:r w:rsidRPr="00DE0021">
                <w:rPr>
                  <w:rFonts w:ascii="Arial Narrow" w:hAnsi="Arial Narrow" w:cs="Arial"/>
                  <w:sz w:val="22"/>
                </w:rPr>
                <w:t>Arthur Chapman</w:t>
              </w:r>
            </w:hyperlink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9780736064026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99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Closed Kinetic Chain Exercise  A Comprehensive Guide to Multiple Joint Exercises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Todd Ellenbecker, George Davies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978-0736001700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Core Concepts in Athletic Training and Therapy With Web Resource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S. K. Hillman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978-07-36082853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Delavier's Core Training Anatomy 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Frederic Delavier, Michael Gundill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978-1450413992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Energetics of Human Activity 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27" w:history="1">
              <w:r w:rsidRPr="00DE0021">
                <w:rPr>
                  <w:rFonts w:ascii="Arial Narrow" w:hAnsi="Arial Narrow" w:cs="Arial"/>
                  <w:sz w:val="22"/>
                </w:rPr>
                <w:t xml:space="preserve">W.A. Sparrow </w:t>
              </w:r>
            </w:hyperlink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978-08-80117876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Exercise Biochemistry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Vassilis Mougios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978-07-36056380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Genetics of Fitness and Physical Performance 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Claude Bouchard, Robert Malina, Louis Pérusse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978-08-73229517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Kinetics of Human Motion 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28" w:history="1">
              <w:r w:rsidRPr="00DE0021">
                <w:rPr>
                  <w:rFonts w:ascii="Arial Narrow" w:hAnsi="Arial Narrow" w:cs="Arial"/>
                  <w:sz w:val="22"/>
                </w:rPr>
                <w:t>Vladimir Zatsiorsky</w:t>
              </w:r>
            </w:hyperlink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978-0736037785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Management Strategies in Athletic Training-4th Edition 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Richard Ray, Jeff Konin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978-07-36077385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990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Measurement Issues in Aging and Physical Activity Proceedings of the 10th Measurement and Evaluation Symposium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Weimo Zhu, Wojtek Chodzko-Zajko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978-07-36053648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Motor Control and Learning-5th Edition A Behavioral Emphasis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Richard Schmidt, Tim Lee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978-07-36079617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Movement System Variability </w:t>
            </w:r>
          </w:p>
        </w:tc>
        <w:tc>
          <w:tcPr>
            <w:tcW w:w="28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Keith Davids, Simon Bennett, Karl Newell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978-07-36044820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2006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Neuromechanics of Human Movement-4th Edition 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29" w:history="1">
              <w:r w:rsidRPr="00DE0021">
                <w:rPr>
                  <w:rFonts w:ascii="Arial Narrow" w:hAnsi="Arial Narrow" w:cs="Arial"/>
                  <w:sz w:val="22"/>
                </w:rPr>
                <w:t xml:space="preserve">Roger Enoka </w:t>
              </w:r>
            </w:hyperlink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978-07-36066792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NSCA’s Guide to Sport and Exercise Nutrition 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NSCA , Bill Campbell, Marie Spano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978-07-36083492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NSCA's Guide to Tests and Assessments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NSCA -National Strength &amp; C... (Editor), Todd Miller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978-07-36083683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Nutrient Timing for Peak Performance 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Heidi Skolnik, Andrea Chernus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978-07-36087643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Overtraining Athletes Personal Journeys in Sport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Sean Richardson, Mark Andersen, Tony Morris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978-07-36067874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Physical Activity and Obesity-2nd Edition 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Claude Bouchard, Peter Katzmarzyk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978-07-36076357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Physiological Tests for Elite Athletes-2nd Edition 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Australian Institute of Sport Rebecca Tanner, Christopher Gore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978-07-36097116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Science of Flexibility-3rd Edition 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30" w:history="1">
              <w:r w:rsidRPr="00DE0021">
                <w:rPr>
                  <w:rFonts w:ascii="Arial Narrow" w:hAnsi="Arial Narrow" w:cs="Arial"/>
                  <w:sz w:val="22"/>
                </w:rPr>
                <w:t>Michael Alter</w:t>
              </w:r>
            </w:hyperlink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978-07-36048989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31" w:history="1">
              <w:r w:rsidRPr="00DE0021">
                <w:rPr>
                  <w:rFonts w:ascii="Arial Narrow" w:hAnsi="Arial Narrow" w:cs="Arial"/>
                  <w:sz w:val="22"/>
                </w:rPr>
                <w:t>Strength Training Anatomy Workout II, The (The Strength Training Anatomy Workout)</w:t>
              </w:r>
            </w:hyperlink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Frederic Delavier and Michael Gundil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978-1450419895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32" w:history="1">
              <w:r w:rsidRPr="00DE0021">
                <w:rPr>
                  <w:rFonts w:ascii="Arial Narrow" w:hAnsi="Arial Narrow" w:cs="Arial"/>
                  <w:sz w:val="22"/>
                </w:rPr>
                <w:t>Lore of Running, 4th Edition</w:t>
              </w:r>
            </w:hyperlink>
          </w:p>
        </w:tc>
        <w:tc>
          <w:tcPr>
            <w:tcW w:w="28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Timothy Noakes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978-0736090360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33" w:history="1">
              <w:r w:rsidRPr="00DE0021">
                <w:rPr>
                  <w:rFonts w:ascii="Arial Narrow" w:hAnsi="Arial Narrow" w:cs="Arial"/>
                  <w:sz w:val="22"/>
                </w:rPr>
                <w:t>Full-Body Flexibility - 2nd Edition</w:t>
              </w:r>
            </w:hyperlink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Jay Blahnik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978-0736090360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34" w:history="1">
              <w:r w:rsidRPr="00DE0021">
                <w:rPr>
                  <w:rFonts w:ascii="Arial Narrow" w:hAnsi="Arial Narrow" w:cs="Arial"/>
                  <w:sz w:val="22"/>
                </w:rPr>
                <w:t>Running Anatomy</w:t>
              </w:r>
            </w:hyperlink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35" w:history="1">
              <w:r w:rsidRPr="00DE0021">
                <w:rPr>
                  <w:rFonts w:ascii="Arial Narrow" w:hAnsi="Arial Narrow" w:cs="Arial"/>
                  <w:sz w:val="22"/>
                </w:rPr>
                <w:t>Joseph Puleo and Patrick Milroy</w:t>
              </w:r>
            </w:hyperlink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978-0736082303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36" w:history="1">
              <w:r w:rsidRPr="00DE0021">
                <w:rPr>
                  <w:rFonts w:ascii="Arial Narrow" w:hAnsi="Arial Narrow" w:cs="Arial"/>
                  <w:sz w:val="22"/>
                </w:rPr>
                <w:t>Heart Rate Training</w:t>
              </w:r>
            </w:hyperlink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Roy Benson and Declan Connolly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978-0736086554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990"/>
        </w:trPr>
        <w:tc>
          <w:tcPr>
            <w:tcW w:w="41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37" w:history="1">
              <w:r w:rsidRPr="00DE0021">
                <w:rPr>
                  <w:rFonts w:ascii="Arial Narrow" w:hAnsi="Arial Narrow" w:cs="Arial"/>
                  <w:sz w:val="22"/>
                </w:rPr>
                <w:t>Youth Strength Training:Programs for Health, Fitness and Sport (Strength &amp; Power for Young Athlete)</w:t>
              </w:r>
            </w:hyperlink>
          </w:p>
        </w:tc>
        <w:tc>
          <w:tcPr>
            <w:tcW w:w="28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Avery Faigenbaum and Wayne Westcott 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978-0736067928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38" w:history="1">
              <w:r w:rsidRPr="00DE0021">
                <w:rPr>
                  <w:rFonts w:ascii="Arial Narrow" w:hAnsi="Arial Narrow" w:cs="Arial"/>
                  <w:sz w:val="22"/>
                </w:rPr>
                <w:t xml:space="preserve">NSCA's Guide to Program Design (Science of Strength and Conditioning) </w:t>
              </w:r>
            </w:hyperlink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39" w:history="1">
              <w:r w:rsidRPr="00DE0021">
                <w:rPr>
                  <w:rFonts w:ascii="Arial Narrow" w:hAnsi="Arial Narrow" w:cs="Arial"/>
                  <w:sz w:val="22"/>
                </w:rPr>
                <w:t>NSCA and Jay Hoffman</w:t>
              </w:r>
            </w:hyperlink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978-0736084024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40" w:history="1">
              <w:r w:rsidRPr="00DE0021">
                <w:rPr>
                  <w:rFonts w:ascii="Arial Narrow" w:hAnsi="Arial Narrow" w:cs="Arial"/>
                  <w:sz w:val="22"/>
                </w:rPr>
                <w:t>Training for Young Distance Runners - 2E</w:t>
              </w:r>
            </w:hyperlink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Larry Greene and Russ Pate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978-0736050913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41" w:history="1">
              <w:r w:rsidRPr="00DE0021">
                <w:rPr>
                  <w:rFonts w:ascii="Arial Narrow" w:hAnsi="Arial Narrow" w:cs="Arial"/>
                  <w:sz w:val="22"/>
                </w:rPr>
                <w:t>Performance Nutrition: Applying the Science of Nutrient Timing</w:t>
              </w:r>
            </w:hyperlink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Krista Austin and Bob Seebohar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978-0736079457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42" w:history="1">
              <w:r w:rsidRPr="00DE0021">
                <w:rPr>
                  <w:rFonts w:ascii="Arial Narrow" w:hAnsi="Arial Narrow" w:cs="Arial"/>
                  <w:sz w:val="22"/>
                </w:rPr>
                <w:t>Effective Functional Progressions in Sport Rehabilitation</w:t>
              </w:r>
            </w:hyperlink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Todd Ellenbecker, Mark De Carlo and Carl DeRosa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978-0736063814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43" w:history="1">
              <w:r w:rsidRPr="00DE0021">
                <w:rPr>
                  <w:rFonts w:ascii="Arial Narrow" w:hAnsi="Arial Narrow" w:cs="Arial"/>
                  <w:sz w:val="22"/>
                </w:rPr>
                <w:t>Pocketbook of Taping Techniques, 1e (Physiotherapy Pocketbooks)</w:t>
              </w:r>
            </w:hyperlink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Rose Macdonald BA FCSP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Churchill Livingstone Elsevier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978-0702030277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44" w:history="1">
              <w:r w:rsidRPr="00DE0021">
                <w:rPr>
                  <w:rFonts w:ascii="Arial Narrow" w:hAnsi="Arial Narrow" w:cs="Arial"/>
                  <w:sz w:val="22"/>
                </w:rPr>
                <w:t>Athlete's Clock, The</w:t>
              </w:r>
            </w:hyperlink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45" w:history="1">
              <w:r w:rsidRPr="00DE0021">
                <w:rPr>
                  <w:rFonts w:ascii="Arial Narrow" w:hAnsi="Arial Narrow" w:cs="Arial"/>
                  <w:sz w:val="22"/>
                </w:rPr>
                <w:t xml:space="preserve">Thomas W. Rowland </w:t>
              </w:r>
            </w:hyperlink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978-0736082747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46" w:history="1">
              <w:r w:rsidRPr="00DE0021">
                <w:rPr>
                  <w:rFonts w:ascii="Arial Narrow" w:hAnsi="Arial Narrow" w:cs="Arial"/>
                  <w:sz w:val="22"/>
                </w:rPr>
                <w:t>Qualitative Research in Physical Activity and the Health Professions</w:t>
              </w:r>
            </w:hyperlink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William Pitney and Jenny Parker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978-0736072137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47" w:history="1">
              <w:r w:rsidRPr="00DE0021">
                <w:rPr>
                  <w:rFonts w:ascii="Arial Narrow" w:hAnsi="Arial Narrow" w:cs="Arial"/>
                  <w:sz w:val="22"/>
                </w:rPr>
                <w:t>Training for Sports Speed and Agility: An Evidence-Based Approach</w:t>
              </w:r>
            </w:hyperlink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48" w:history="1">
              <w:r w:rsidRPr="00DE0021">
                <w:rPr>
                  <w:rFonts w:ascii="Arial Narrow" w:hAnsi="Arial Narrow" w:cs="Arial"/>
                  <w:sz w:val="22"/>
                </w:rPr>
                <w:t>Paul Gamble</w:t>
              </w:r>
            </w:hyperlink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Routledge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978-0415591263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Complete Book of Throws </w:t>
            </w:r>
          </w:p>
        </w:tc>
        <w:tc>
          <w:tcPr>
            <w:tcW w:w="28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49" w:history="1">
              <w:r w:rsidRPr="00DE0021">
                <w:rPr>
                  <w:rFonts w:ascii="Arial Narrow" w:hAnsi="Arial Narrow" w:cs="Arial"/>
                  <w:sz w:val="22"/>
                </w:rPr>
                <w:t xml:space="preserve">Jay Silvester </w:t>
              </w:r>
            </w:hyperlink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978-0736041140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2003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Mastering Mountain Bike Skills - 2nd Edition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Brian Lopez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9780736083713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Data Analysis and Research for Sport and Exercise Science: A Student Guide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Craig Williams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Routledge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978-0415289719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The Reviewer's Guide to Quantitative Methods in the Social Sciences </w:t>
            </w:r>
          </w:p>
        </w:tc>
        <w:tc>
          <w:tcPr>
            <w:tcW w:w="28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Gregory R. Hancock (Editor), Ralph O. Mueller (Editor)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Routledge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978-0415965088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Effect Sizes for Research: A Broad Practical Approach [Hardcover]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Robert J. Grissom, John J. Kim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Routledge Academic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978-0805850147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Sport and Politics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 A. Bairner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Routledge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978-0415570268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Adapted physical education and sport.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Winnick, J. P.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978-0736089180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Assessment in Adapted Physical Education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Horvat, M., Block, M., &amp; Kelly, L. E.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978-0736051071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Teaching Disability Sport-2nd Edition 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Davis, R.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978-0736082587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Talent Identification and Development in Sport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Baker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Routledge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978-0415581615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Training for Sports Speed and Agility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Gamble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Routledge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978-0415591263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Breakthrough Swimming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50" w:history="1">
              <w:r w:rsidRPr="00DE0021">
                <w:rPr>
                  <w:rFonts w:ascii="Arial Narrow" w:hAnsi="Arial Narrow" w:cs="Arial"/>
                  <w:sz w:val="22"/>
                </w:rPr>
                <w:t>Cecil Colwin</w:t>
              </w:r>
            </w:hyperlink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Kinetics, 2002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978-0736037778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swim coaching bible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HANNULA, D., THORNTON, N.,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kinetics, USA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80-7360-3646-6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660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Open warter swimming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MUNATONES, S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80-7360-9284-6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330"/>
        </w:trPr>
        <w:tc>
          <w:tcPr>
            <w:tcW w:w="41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Developing Swimmers</w:t>
            </w:r>
          </w:p>
        </w:tc>
        <w:tc>
          <w:tcPr>
            <w:tcW w:w="28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Michael Brooks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E0021">
              <w:rPr>
                <w:rFonts w:ascii="Arial Narrow" w:hAnsi="Arial Narrow" w:cs="Arial"/>
                <w:sz w:val="20"/>
                <w:szCs w:val="20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978-0736089357 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Complete Conditioning for Swimming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Salo, Riewald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E0021">
              <w:rPr>
                <w:rFonts w:ascii="Arial Narrow" w:hAnsi="Arial Narrow" w:cs="Arial"/>
                <w:sz w:val="20"/>
                <w:szCs w:val="20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978-0736072427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Heart Rate Training 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Roy Benson, Declan Connolly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E0021">
              <w:rPr>
                <w:rFonts w:ascii="Arial Narrow" w:hAnsi="Arial Narrow" w:cs="Arial"/>
                <w:sz w:val="20"/>
                <w:szCs w:val="20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978-0736086554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Ergonomics in Sport and Physical Activity  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51" w:history="1">
              <w:r w:rsidRPr="00DE0021">
                <w:rPr>
                  <w:rFonts w:ascii="Arial Narrow" w:hAnsi="Arial Narrow" w:cs="Arial"/>
                  <w:sz w:val="22"/>
                </w:rPr>
                <w:t>Thomas Reilly</w:t>
              </w:r>
            </w:hyperlink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E0021">
              <w:rPr>
                <w:rFonts w:ascii="Arial Narrow" w:hAnsi="Arial Narrow" w:cs="Arial"/>
                <w:sz w:val="20"/>
                <w:szCs w:val="20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978-0736069328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Cyclocross: Training and Technique</w:t>
            </w:r>
          </w:p>
        </w:tc>
        <w:tc>
          <w:tcPr>
            <w:tcW w:w="28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52" w:history="1">
              <w:r w:rsidRPr="00DE0021">
                <w:rPr>
                  <w:rFonts w:ascii="Arial Narrow" w:hAnsi="Arial Narrow" w:cs="Arial"/>
                  <w:sz w:val="22"/>
                </w:rPr>
                <w:t>Simon Burney, Richard Fries</w:t>
              </w:r>
            </w:hyperlink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Velo Press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978-19-34030059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2007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Zinn &amp; the Art of Road Bike Maintenance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Lennard Zinn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Velo Press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978-1934030424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53" w:history="1">
              <w:r w:rsidRPr="00DE0021">
                <w:rPr>
                  <w:rFonts w:ascii="Arial Narrow" w:hAnsi="Arial Narrow" w:cs="Arial"/>
                  <w:sz w:val="22"/>
                </w:rPr>
                <w:t>The Athlete's Guide to Recovery: Rest, Relax, and Restore for Peak Performance</w:t>
              </w:r>
            </w:hyperlink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Sage Rountree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Velo Press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978-1934030677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5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Golf Anatomy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Davies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9780736084345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5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Tennis Anatomy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Roetert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9780736089364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5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Soccer Anatomy 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Kirkendall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9780736095693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5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Interacitve Functional Anatomy 2nd ed. (DVD)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Primal Pictures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9781904369998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585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Water Fitness Lesson Plans and Choreography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Cristine Alexander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736091122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6B6133">
        <w:trPr>
          <w:trHeight w:val="585"/>
        </w:trPr>
        <w:tc>
          <w:tcPr>
            <w:tcW w:w="41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Fantastic Water Workouts 2nd ed.</w:t>
            </w:r>
          </w:p>
        </w:tc>
        <w:tc>
          <w:tcPr>
            <w:tcW w:w="28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MaryBeth Pappas Baun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736068082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2007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5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Yoga Anatomy 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Kaminoff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Human Kinetics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9781450400244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4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Doping in Sports: Biochemical Principles, Effects and Analysis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Thieme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Springer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9783540790877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B524C">
        <w:trPr>
          <w:trHeight w:val="645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Essentials of Srength Training and Conditioning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Baechle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9780736058032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</w:tbl>
    <w:p w:rsidR="00803716" w:rsidRDefault="00803716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DE0021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cena celkem bez DPH:  .................................                                 s DPH: ............................ </w:t>
      </w:r>
    </w:p>
    <w:p w:rsidR="00803716" w:rsidRPr="000A2E54" w:rsidRDefault="00803716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 w:rsidRPr="000A2E54">
        <w:rPr>
          <w:rFonts w:ascii="Arial Narrow" w:hAnsi="Arial Narrow"/>
          <w:b/>
          <w:sz w:val="22"/>
          <w:szCs w:val="22"/>
        </w:rPr>
        <w:t xml:space="preserve">PŘÍLOHA Č. 1 KUPNÍ SMLOUVY – </w:t>
      </w:r>
      <w:r w:rsidRPr="000A2E54">
        <w:rPr>
          <w:rFonts w:ascii="Arial Narrow" w:hAnsi="Arial Narrow"/>
          <w:b/>
          <w:caps/>
          <w:sz w:val="22"/>
          <w:szCs w:val="22"/>
        </w:rPr>
        <w:t xml:space="preserve">sPECIFIKACE PŘEDMĚTU PLNĚNÍ </w:t>
      </w:r>
      <w:r>
        <w:rPr>
          <w:rFonts w:ascii="Arial Narrow" w:hAnsi="Arial Narrow"/>
          <w:b/>
          <w:caps/>
          <w:sz w:val="22"/>
          <w:szCs w:val="22"/>
        </w:rPr>
        <w:t xml:space="preserve">včetně položkového rozpočtu </w:t>
      </w:r>
      <w:r w:rsidRPr="000A2E54">
        <w:rPr>
          <w:rFonts w:ascii="Arial Narrow" w:hAnsi="Arial Narrow"/>
          <w:b/>
          <w:caps/>
          <w:sz w:val="22"/>
          <w:szCs w:val="22"/>
        </w:rPr>
        <w:t xml:space="preserve">– </w:t>
      </w:r>
      <w:r>
        <w:rPr>
          <w:rFonts w:ascii="Arial Narrow" w:hAnsi="Arial Narrow"/>
          <w:b/>
          <w:caps/>
          <w:sz w:val="22"/>
          <w:szCs w:val="22"/>
        </w:rPr>
        <w:t>4</w:t>
      </w:r>
      <w:r w:rsidRPr="000A2E54">
        <w:rPr>
          <w:rFonts w:ascii="Arial Narrow" w:hAnsi="Arial Narrow"/>
          <w:b/>
          <w:caps/>
          <w:sz w:val="22"/>
          <w:szCs w:val="22"/>
        </w:rPr>
        <w:t>. část</w:t>
      </w: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tbl>
      <w:tblPr>
        <w:tblW w:w="14646" w:type="dxa"/>
        <w:tblInd w:w="65" w:type="dxa"/>
        <w:tblCellMar>
          <w:left w:w="70" w:type="dxa"/>
          <w:right w:w="70" w:type="dxa"/>
        </w:tblCellMar>
        <w:tblLook w:val="0000"/>
      </w:tblPr>
      <w:tblGrid>
        <w:gridCol w:w="4438"/>
        <w:gridCol w:w="2849"/>
        <w:gridCol w:w="1847"/>
        <w:gridCol w:w="1888"/>
        <w:gridCol w:w="848"/>
        <w:gridCol w:w="665"/>
        <w:gridCol w:w="1000"/>
        <w:gridCol w:w="1111"/>
      </w:tblGrid>
      <w:tr w:rsidR="00803716" w:rsidRPr="00DE0021" w:rsidTr="00DD7199">
        <w:trPr>
          <w:trHeight w:val="275"/>
        </w:trPr>
        <w:tc>
          <w:tcPr>
            <w:tcW w:w="4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titul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autor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nakladatelství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ISBN/ISSN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rok vydání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počet kusů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cena s DPH/kus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cena celkem s DPH</w:t>
            </w:r>
          </w:p>
        </w:tc>
      </w:tr>
      <w:tr w:rsidR="00803716" w:rsidRPr="00DE0021" w:rsidTr="00DD7199">
        <w:trPr>
          <w:trHeight w:val="360"/>
        </w:trPr>
        <w:tc>
          <w:tcPr>
            <w:tcW w:w="4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803716" w:rsidRPr="00DE0021" w:rsidTr="00DD7199">
        <w:trPr>
          <w:trHeight w:val="99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Kinetic Control: The Management of Uncontrolled Movement, 1e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Mark Comerford B.Phty MCSP MAPA, Sarah Mottram MSC MMACP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Elsevier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978-0729539074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99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McMinn's Color Atlas of Foot and Ankle Anatomy, 4e (McMinn's Color Atlas of Foot and Ankle Anatomy, 4e)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Bari M. Logan MA FMA Hon MBIE MAMAA, Ralph T. Hutchings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Elsevier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978-0323056151 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THROWS - Contemporary Theory Techniques &amp; Training Series         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Glenn Thompson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Mountain View, CA. : Tafnews Press 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978-0911521757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 Handbook Of Climatic Treatment Including Balneology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W. R. Huggard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Nabu Press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978-1246831443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Balneology: Webster's Timeline History, 1856 - 2006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Icon Group International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ICON Group International, Inc.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ASIN: B003M2WQVY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Biomechanics Of Sport And Exercise, ISBN 0-7360-5101-5 (hardcover), By Peter Merton McGinnis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Peter Merton McGinnis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Edwared Brothers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0-7360-5101-5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Biomechanics: Mechanical Properties of Living Tissues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Y. C. Fung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Springer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978-0387979472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66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Gait Analysis: Normal and Pathological Function-2.edition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54" w:history="1">
              <w:r w:rsidRPr="00DE0021">
                <w:rPr>
                  <w:rFonts w:ascii="Arial Narrow" w:hAnsi="Arial Narrow" w:cs="Arial"/>
                  <w:sz w:val="22"/>
                </w:rPr>
                <w:t xml:space="preserve">Jacquelin Perry MD, Judith Burnfield PhD PT </w:t>
              </w:r>
            </w:hyperlink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SLACK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978-1556427664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66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Introduction to Sports Biomechanics: Analysing Human Movement Patterns</w:t>
            </w: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Roger Bartlett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Taylor &amp; Francis Ltd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978-0415339933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Sports Biomechanics: Reducing Injury Risk and Improving Sports Performance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55" w:history="1">
              <w:r w:rsidRPr="00DE0021">
                <w:rPr>
                  <w:rFonts w:ascii="Arial Narrow" w:hAnsi="Arial Narrow" w:cs="Arial"/>
                  <w:sz w:val="22"/>
                </w:rPr>
                <w:t>Roger Bartlett, Melanie Bussey</w:t>
              </w:r>
            </w:hyperlink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Taylor &amp; Francis Ltd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978-0415558389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Secret Teachings of Aikido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Ueshiba, M.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Kodansha USA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4770030304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Spiritual Foundations of Aikido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Gleason, W.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Destiny Books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0892815081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Shinobi Soldiers: An Investigation Into the Ninja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Cummins, A.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Wordclay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1604816740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Shinobi Soldiers II: A Further Investigation Into the Ninja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Cummins, A.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Wordclay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1604818109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Illustrated Guide to Viking Martial Arts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Cummins, A.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Wordclay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0752480602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To Stand on a Stone I: 50 Fundamental Principles of Martial Arts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Cummins, A.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Wordclay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1604812125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H2H (Hand to Hand) Combat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Thompson, G.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Thompson H2H Inc.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0615530605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Always Attack: And Other Life Lessons from the Harsh World of Mixed Martial Arts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Craig, D.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Victory Belt Publishing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1936608723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Boxer's Book of Conditioning &amp; Drilling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Hatmaker, Mark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 Track Publishing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1935937286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Fencing Martial Arts: How to sequence the teaching of technique and tactics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Preto, L.F.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CreateSpace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1463595611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66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How to Get a Lot Stronger Than Your Competition-And Dominate in Your Sport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Tsatsouline, P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Dragon Door Publications, Inc.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0938045806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99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Warrior Cardio: The Revolutionary Metabolic Training System for Burning Fat, Building Muscle, and Getting Fit</w:t>
            </w: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Rooney, M.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William Morrow 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0062074288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Secrets of the Japanese Art of Warfare&gt; From the School of Certain Victory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Cleary, T.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Tuttle Publishing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4805312203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Encyclopedia of Japanese Martial Arts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Hall, D.A. 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Kodansha USA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1568364105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Arms &amp; Armor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Fliengel, S.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Distribution General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0940717921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Knightly Dueling: The Fighting Arts of German Chivalry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Hull, J.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Paladin Press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1581606745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Knight in History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Gies, F.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Harper Perennial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0060914130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Timing in the Fighting Arts: Your Guide to Winning in the Ring and Surviving on the Street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Christensen, L.W.; Demeere, W.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Turtle Press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1880336855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101 Games and Drells for Martial Arts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Lee, D.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Amac Sports Ltd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0954069560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2002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Martial Arts Games and Activities for Children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Vellucci, L. M.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Agapy Publishing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0972132864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99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he Bully, the Bullied, and the Bystander: From Preschool to High School, How Parents and Teachers Can Help Break the Cycle of Violence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Coloroso, B.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William Morrow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0060014296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Complete World of Human Evolution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Stringer, Ch.; Andrews, P.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Thames &amp; Hudson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0500288984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33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Born in Africa: The Quest for the Origins of Human Life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Meredith, M.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PublicAffairs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1586486632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66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Archaeology of Weapons: Arms and Armour from Prehistory to the Age of Chivalry</w:t>
            </w: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Oakeshot, R.E.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 Dover Publications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0486292886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Saving Japan's Martial Arts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Clarke, Ch.M.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CreateSpace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1466211725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No Holds Barred: The Complete History of Mixed Martial Arts in America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Gentry, C.III.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Triumph Books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160078545X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Truth of the Ancient Ways: A Critical Biography of the Swordsman Yamaoka Tesshu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Anshin, A.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 Kodenkan Institute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0984012907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Legends of the Samurai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Sato, H.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 Overlook TP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1590207300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Devil'sGloves and the One Cut: An introduction to Ono-ha Itto-ryu kata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Budden, P.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CreateSpace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1463535384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Afrikan Martial Arts:Discovering the Warrior Within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Abeequne, B.O.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Boss Up Inc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0977009238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Fight Choreography: The Art of Non-Verbal Dialogue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Kreng, J.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Course Technology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1592006795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2007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Rituals of War: The Body and Violence in Mesopotamia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Bahrani, Z.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Zone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1890951846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English Medieval Knight 1400-1500 (Warrior)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Gravett, Ch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Osprey Publishing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184176146X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English Medieval Knight 1200-1300 (Warrior)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Gravett, Ch.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Osprey Publishing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1841761443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Book of the Tournament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Price, B.R.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Chivalry Bookshelf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1891448005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99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Modern Hand to Hand Combat: Ancient Samurai Techniques on the Battlefield and in the Street [Hardcover]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Isler, H.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Tuttle Publishing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9780804841276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99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Professional's Guide to Ending Violence Quickly How Bouncers, Bodyguards and Other Security Professionals  Handle Ugly Situations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MacYoung, M. A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Paladin Press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 0-87364-899-4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660"/>
        </w:trPr>
        <w:tc>
          <w:tcPr>
            <w:tcW w:w="44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MindSighting: Mental Toughness Skills for Police Officersin High Stress Situations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Asken, M. J.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MindSighting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ASIN: B0031BQ11W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Coordination Agility &amp; Speed Training for Soccer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Peter Schreiner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Reedswain Inc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978-1890946425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2000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99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How to Play the Game : The Official Playing and Coaching Manual of the United States Soccer Federation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Dan Herbst, Bobby Howe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Universe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978-0789303387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56" w:history="1">
              <w:r w:rsidRPr="00DE0021">
                <w:rPr>
                  <w:rFonts w:ascii="Arial Narrow" w:hAnsi="Arial Narrow" w:cs="Arial"/>
                  <w:sz w:val="22"/>
                </w:rPr>
                <w:t>Official Soccer Rules Illustrated</w:t>
              </w:r>
            </w:hyperlink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Stanley F. Lover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Triumph Books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978-1600782824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Soccer Goalkeeper: Complete Practical Guide for Goalkeepers &amp; Coaches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Christian Puxel, Jean-Marie Lawniczak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Reedswain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978-1890946555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2002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Physics of Soccer: Using Math and Science to Improve Your Game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Deji Badiru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iUniverse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978-1440192241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Adams and Victor's Principles of Neurology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Allan H. Ropper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McGraw-Hill Professional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978-0071499927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Alteraciones motoras cerebrales infantiles : diagnóstico y tratamiento precoz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Václav Vojta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MORATA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978-8471124968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66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An Introduction to Gait Analysis 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Michael W. Whittle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Butterworth-Heinemann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978-0750688833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66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Atlas of Human Anatomy: with Student Consult Access (Netter Basic Science)</w:t>
            </w: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Frank H. Netter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Saunders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978-1416059516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Fundamentals of Biomechanics 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Duane Knudson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Springer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978-1441964977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Fundamentals of Neurology: An Illustrated Guide 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Marco Mumenthaler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Thieme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978-1588904508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Gray's Anatomy of the Human Body 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Carmine Clemente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Lea &amp; Febiger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978-0812106442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Kinesiology. Lippincott Williams &amp; Wilkins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Oatis, C., A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Wolters Kluwer business 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978-0-7817-7422-2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Attention, balance and coordinatin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Sally Goddard Blythe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Wiley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978-0470516232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Bicycling Science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David Gordon Wilson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MIT Press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978-02-62731546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BMX Trix &amp; Techniques for the Track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57" w:history="1">
              <w:r w:rsidRPr="00DE0021">
                <w:rPr>
                  <w:rFonts w:ascii="Arial Narrow" w:hAnsi="Arial Narrow" w:cs="Arial"/>
                  <w:sz w:val="22"/>
                </w:rPr>
                <w:t>Tony Donaldson</w:t>
              </w:r>
            </w:hyperlink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MBI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978-07-60319642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Overcoming Gravity: A Systematic Approach to Gymnastics and Delavier's Core Training Anatomy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Steven Low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CreateSpace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978-1467933124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99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58" w:history="1">
              <w:r w:rsidRPr="00DE0021">
                <w:rPr>
                  <w:rFonts w:ascii="Arial Narrow" w:hAnsi="Arial Narrow" w:cs="Arial"/>
                  <w:sz w:val="22"/>
                </w:rPr>
                <w:t xml:space="preserve">Runner's World Run Less, Run Faster, Revised Edition: Become a Faster, Stronger Runner with the Revolutionary 3-Run-a-Week Training Program </w:t>
              </w:r>
            </w:hyperlink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Bill Pierce, Scott Murr, Ray Moss and Amby Burfoot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Rodale Books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978-1-60961-914-5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99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59" w:history="1">
              <w:r w:rsidRPr="00DE0021">
                <w:rPr>
                  <w:rFonts w:ascii="Arial Narrow" w:hAnsi="Arial Narrow" w:cs="Arial"/>
                  <w:sz w:val="22"/>
                </w:rPr>
                <w:t>Dynamic Stretching: The Revolutionary New Warm-up Method to Improve Power, Performance and Range of Motion</w:t>
              </w:r>
            </w:hyperlink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60" w:history="1">
              <w:r w:rsidRPr="00DE0021">
                <w:rPr>
                  <w:rFonts w:ascii="Arial Narrow" w:hAnsi="Arial Narrow" w:cs="Arial"/>
                  <w:sz w:val="22"/>
                </w:rPr>
                <w:t>Mark Kovacs</w:t>
              </w:r>
            </w:hyperlink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Ulysses Press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978-1569757260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66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61" w:history="1">
              <w:r w:rsidRPr="00DE0021">
                <w:rPr>
                  <w:rFonts w:ascii="Arial Narrow" w:hAnsi="Arial Narrow" w:cs="Arial"/>
                  <w:sz w:val="22"/>
                </w:rPr>
                <w:t xml:space="preserve">The Big Book of Endurance Training and Racing </w:t>
              </w:r>
            </w:hyperlink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62" w:history="1">
              <w:r w:rsidRPr="00DE0021">
                <w:rPr>
                  <w:rFonts w:ascii="Arial Narrow" w:hAnsi="Arial Narrow" w:cs="Arial"/>
                  <w:sz w:val="22"/>
                </w:rPr>
                <w:t xml:space="preserve">Philip Maffetone and Mark Allen </w:t>
              </w:r>
            </w:hyperlink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Skyhorse Publishing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978-1616080655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66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63" w:history="1">
              <w:r w:rsidRPr="00DE0021">
                <w:rPr>
                  <w:rFonts w:ascii="Arial Narrow" w:hAnsi="Arial Narrow" w:cs="Arial"/>
                  <w:sz w:val="22"/>
                </w:rPr>
                <w:t xml:space="preserve">Progressive Plyometrics for Kids </w:t>
              </w:r>
            </w:hyperlink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Avery D. Faigenbaum and Jeff, Ph.D. Falkel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Coaches Choice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978-1585189557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99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64" w:history="1">
              <w:r w:rsidRPr="00DE0021">
                <w:rPr>
                  <w:rFonts w:ascii="Arial Narrow" w:hAnsi="Arial Narrow" w:cs="Arial"/>
                  <w:sz w:val="22"/>
                </w:rPr>
                <w:t xml:space="preserve">Xtreme Training: The Fighter's Ultimate Fitness Manual </w:t>
              </w:r>
            </w:hyperlink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Randy Couture, Lance Freimuth and Erich Krauss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Victory Belt Publishing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978-0982565827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65" w:history="1">
              <w:r w:rsidRPr="00DE0021">
                <w:rPr>
                  <w:rFonts w:ascii="Arial Narrow" w:hAnsi="Arial Narrow" w:cs="Arial"/>
                  <w:sz w:val="22"/>
                </w:rPr>
                <w:t>Special Strength Training: Manual for Coaches</w:t>
              </w:r>
            </w:hyperlink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Yuri Verkhoshansky and Natalia Verkhoshansky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Verkhoshansky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978-8890403828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66" w:history="1">
              <w:r w:rsidRPr="00DE0021">
                <w:rPr>
                  <w:rFonts w:ascii="Arial Narrow" w:hAnsi="Arial Narrow" w:cs="Arial"/>
                  <w:sz w:val="22"/>
                </w:rPr>
                <w:t>More Fire: How to Run the Kenyan Way</w:t>
              </w:r>
            </w:hyperlink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Toby Tanser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Westholme Publishing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978-1594160745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67" w:history="1">
              <w:r w:rsidRPr="00DE0021">
                <w:rPr>
                  <w:rFonts w:ascii="Arial Narrow" w:hAnsi="Arial Narrow" w:cs="Arial"/>
                  <w:sz w:val="22"/>
                </w:rPr>
                <w:t>Plyometrics for Athletes at All Levels: A Training Guide for Explosive Speed and Power</w:t>
              </w:r>
            </w:hyperlink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Neal Pire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Ulysses Press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978-1569755594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68" w:history="1">
              <w:r w:rsidRPr="00DE0021">
                <w:rPr>
                  <w:rFonts w:ascii="Arial Narrow" w:hAnsi="Arial Narrow" w:cs="Arial"/>
                  <w:sz w:val="22"/>
                </w:rPr>
                <w:t xml:space="preserve">Train To Win: 11 Principles of Athletic Success </w:t>
              </w:r>
            </w:hyperlink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69" w:history="1">
              <w:r w:rsidRPr="00DE0021">
                <w:rPr>
                  <w:rFonts w:ascii="Arial Narrow" w:hAnsi="Arial Narrow" w:cs="Arial"/>
                  <w:sz w:val="22"/>
                </w:rPr>
                <w:t>Martin Rooney</w:t>
              </w:r>
            </w:hyperlink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Martin Rooney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978-0972510400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2002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70" w:history="1">
              <w:r w:rsidRPr="00DE0021">
                <w:rPr>
                  <w:rFonts w:ascii="Arial Narrow" w:hAnsi="Arial Narrow" w:cs="Arial"/>
                  <w:sz w:val="22"/>
                </w:rPr>
                <w:t>Conditioning for Soccer</w:t>
              </w:r>
            </w:hyperlink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Raymond Verheijen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Reedswain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978-1890946050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71" w:history="1">
              <w:r w:rsidRPr="00DE0021">
                <w:rPr>
                  <w:rFonts w:ascii="Arial Narrow" w:hAnsi="Arial Narrow" w:cs="Arial"/>
                  <w:sz w:val="22"/>
                </w:rPr>
                <w:t>The Martial Arts/Kettlebell Connection: Strength-Building Exercises for Superior Results</w:t>
              </w:r>
            </w:hyperlink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72" w:history="1">
              <w:r w:rsidRPr="00DE0021">
                <w:rPr>
                  <w:rFonts w:ascii="Arial Narrow" w:hAnsi="Arial Narrow" w:cs="Arial"/>
                  <w:sz w:val="22"/>
                </w:rPr>
                <w:t>John Spezzano</w:t>
              </w:r>
            </w:hyperlink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Black Belt Communications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978-0897501934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73" w:history="1">
              <w:r w:rsidRPr="00DE0021">
                <w:rPr>
                  <w:rFonts w:ascii="Arial Narrow" w:hAnsi="Arial Narrow" w:cs="Arial"/>
                  <w:sz w:val="22"/>
                </w:rPr>
                <w:t>Conditioning for Swimmers: A Guide to Land-Based Training</w:t>
              </w:r>
            </w:hyperlink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74" w:history="1">
              <w:r w:rsidRPr="00DE0021">
                <w:rPr>
                  <w:rFonts w:ascii="Arial Narrow" w:hAnsi="Arial Narrow" w:cs="Arial"/>
                  <w:sz w:val="22"/>
                </w:rPr>
                <w:t>Alan Lynn</w:t>
              </w:r>
            </w:hyperlink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Crowood Press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978-1861269133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525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75" w:history="1">
              <w:r w:rsidRPr="00DE0021">
                <w:rPr>
                  <w:rFonts w:ascii="Arial Narrow" w:hAnsi="Arial Narrow" w:cs="Arial"/>
                  <w:sz w:val="22"/>
                </w:rPr>
                <w:t>Running Injury-Free: How to Prevent, Treat and Recover from Dozens of Painful Problems</w:t>
              </w:r>
            </w:hyperlink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76" w:history="1">
              <w:r w:rsidRPr="00DE0021">
                <w:rPr>
                  <w:rFonts w:ascii="Arial Narrow" w:hAnsi="Arial Narrow" w:cs="Arial"/>
                  <w:sz w:val="22"/>
                </w:rPr>
                <w:t>Joe Ellis D.P.M. and Joe Henderson</w:t>
              </w:r>
            </w:hyperlink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Rodale Books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978-0875962214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66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77" w:history="1">
              <w:r w:rsidRPr="00DE0021">
                <w:rPr>
                  <w:rFonts w:ascii="Arial Narrow" w:hAnsi="Arial Narrow" w:cs="Arial"/>
                  <w:sz w:val="22"/>
                </w:rPr>
                <w:t>Understanding physical conditioning: A movement based approach</w:t>
              </w:r>
            </w:hyperlink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MSc Luis Preto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CreateSpace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978-1475024838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66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78" w:history="1">
              <w:r w:rsidRPr="00DE0021">
                <w:rPr>
                  <w:rFonts w:ascii="Arial Narrow" w:hAnsi="Arial Narrow" w:cs="Arial"/>
                  <w:sz w:val="22"/>
                </w:rPr>
                <w:t>Medicine Ball Training: A Complete Book of Medicine Ball Exercises for Coaches of All Sports</w:t>
              </w:r>
            </w:hyperlink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Z. Tenke and A. Higgins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Sport Book Pub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978-0920905401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79" w:history="1">
              <w:r w:rsidRPr="00DE0021">
                <w:rPr>
                  <w:rFonts w:ascii="Arial Narrow" w:hAnsi="Arial Narrow" w:cs="Arial"/>
                  <w:sz w:val="22"/>
                </w:rPr>
                <w:t>Quick Reference Dictionary for Athletic Training</w:t>
              </w:r>
            </w:hyperlink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80" w:history="1">
              <w:r w:rsidRPr="00DE0021">
                <w:rPr>
                  <w:rFonts w:ascii="Arial Narrow" w:hAnsi="Arial Narrow" w:cs="Arial"/>
                  <w:sz w:val="22"/>
                </w:rPr>
                <w:t>Julie N. Bernier</w:t>
              </w:r>
            </w:hyperlink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Slack Incorporated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978-1556426667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99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Cycling Science: How Rider and Machine Work Together Historical Dictionary of Cycling (Historical Dictionaries of Sports)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Bill Mallon, Jeroen Heijmans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Scarecrow Press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978 - 08108-7175-5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Best Practices in Quantitative Methods [Hardcover]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Jason W. Osborne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Sage Publications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978-1412940658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Essentials of Research Design and Methodology (Essentials of Behavioral Science Series) 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Geoffrey R. Marczyk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Wiley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978-0471470533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Research Methodology: A Step-by-Step Guide for Beginners 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Ranjit Kumar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Sage Publications 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978-1849203012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Research Design: Qualitative, Quantitative, and Mixed Methods Approaches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John W. Creswell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Sage Publications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978-1412965576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2002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Even You Can Learn Statistics: A Guide for Everyone Who Has Ever Been Afraid of Statistics (2nd Edition) 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David M. Levine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FT Press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978-0137010592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How to Lie with Statistics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Darrell Huff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W. W. Norton &amp; Company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978-0393310726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33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Introductory Statistics with R (Statistics and Computing)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Peter Dalgaard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Springer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978-0387790534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66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Practical Time Series Forecasting: A Hands-On Guide [2nd Edition] 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Galit Shmueli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CreateSpace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978-1468053456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3F40D8">
        <w:trPr>
          <w:trHeight w:val="990"/>
        </w:trPr>
        <w:tc>
          <w:tcPr>
            <w:tcW w:w="44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Reading &amp; Understanding Multivariate Statistics 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Grimm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American Psychological Association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978-1557982735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Statistics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Robert S. Witte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Wiley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978-0470392225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Time Series: Theory and Methods (Springer Series in Statistics) 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Peter J. Brockwell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Springer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978-1441903198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Fair and Foul: betone the myths and Paradoxes of Sport 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S. Eitzen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Rowman &amp; Littlefield Publishers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978-0742545625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Globalizing Sport: How Organizations, Media and Politics are Changing Sport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Harvey SAGE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Paradigm Publishers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978-1594517587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33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True Believers: The Tragic Life of Sport Fans 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 Joe Queenan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DE0021">
              <w:rPr>
                <w:rFonts w:ascii="Arial Narrow" w:hAnsi="Arial Narrow" w:cs="Arial"/>
                <w:color w:val="000000"/>
                <w:sz w:val="22"/>
                <w:szCs w:val="22"/>
              </w:rPr>
              <w:t>Henry Holt and Co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978-0312423216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2004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99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How to Create Champions: The Theory and Methodology of Training Top-Class Gymnasts (Gymnastics) [Paperback]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L. I. Arkaev, N. G. Suchilin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Meyer &amp; Meyer Fachverlag und Buchhandel GmbH 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I978-1841261416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99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Championship Gymnastics: Biomechanical Techniques for Shaping Winners[Textbook Binding]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Gerald S. George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Designs for Wellness Press; 1st edition 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ISBN-10: 0964195291, ISBN-13: 978-0964195295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Overcoming Gravity: A Systematic Approach to Gymnastics and Bodyweight Strength [Paperback]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Steven Low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CreateSpace 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978-1467933124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99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Men's Gymnastics Coaching Manual [Paperback]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Lloyd Readhead 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Trafalgar Square Publishing; 2nd edition 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978-1861260765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1997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Practical Programming for Strength Training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Ripetore,M., Kilgore,L.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Aasgaard Company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978-0982522707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Biomechanics and Medicine in Swimming VII</w:t>
            </w: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E0021">
              <w:rPr>
                <w:rFonts w:ascii="Arial Narrow" w:hAnsi="Arial Narrow" w:cs="Arial"/>
                <w:sz w:val="20"/>
                <w:szCs w:val="20"/>
              </w:rPr>
              <w:t xml:space="preserve">A.P. Hollander, D. Strass, J. Troup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Taylor &amp; Francis; 1st ed edition 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E0021">
              <w:rPr>
                <w:rFonts w:ascii="Arial Narrow" w:hAnsi="Arial Narrow" w:cs="Arial"/>
                <w:sz w:val="20"/>
                <w:szCs w:val="20"/>
              </w:rPr>
              <w:t>978-0419204800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Swimming Science</w:t>
            </w: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81" w:history="1">
              <w:r w:rsidRPr="00DE0021">
                <w:rPr>
                  <w:rFonts w:ascii="Arial Narrow" w:hAnsi="Arial Narrow" w:cs="Arial"/>
                  <w:sz w:val="22"/>
                </w:rPr>
                <w:t>Hélène Boudreau</w:t>
              </w:r>
            </w:hyperlink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Crabtree Publishing Company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978-0778745389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990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Biomechanics and Medicine in Swimming IX: Proceedings of the IXth World Symposium on Biomechanics and Medicine in Swimming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82" w:history="1">
              <w:r w:rsidRPr="00DE0021">
                <w:rPr>
                  <w:rFonts w:ascii="Arial Narrow" w:hAnsi="Arial Narrow" w:cs="Arial"/>
                  <w:sz w:val="22"/>
                </w:rPr>
                <w:t>Jean-Claude Chatard</w:t>
              </w:r>
            </w:hyperlink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University of Saint-Etienne, France, 21-23 June, 2002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978-2862723037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Science of Winning- Planning, Periodizing and Optimizing Swim Training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OLBRECHT, J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Swimshop Luton England, 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80-247-1011-0 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2000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99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Biomechanics and Motor Control of Human Movement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83" w:history="1">
              <w:r w:rsidRPr="00DE0021">
                <w:rPr>
                  <w:rFonts w:ascii="Arial Narrow" w:hAnsi="Arial Narrow" w:cs="Arial"/>
                  <w:sz w:val="22"/>
                </w:rPr>
                <w:t>David A. Winter</w:t>
              </w:r>
            </w:hyperlink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John Wiley &amp; Sons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978-0470398180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585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Water Exercise: Workouts With the Aqua Noodle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Shimizu, Tachikawa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Meyer &amp; Meyer Verlag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1841261432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45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03716" w:rsidRPr="00DE0021" w:rsidRDefault="00803716" w:rsidP="00DE0021">
            <w:pPr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Your Water Workout: No-Impact Aerobic and strength Training From Yoga, Pilates, Tai Chi, and More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Jane Katz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Broadway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 978-0767914826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45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3716" w:rsidRPr="00DE0021" w:rsidRDefault="00803716" w:rsidP="00DE0021">
            <w:pPr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The Complete Waterpower Workout Book: Programs for Fitness, Injury Prevention, and Healing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Linda Huey, Robert Foster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Random House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679745548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30"/>
        </w:trPr>
        <w:tc>
          <w:tcPr>
            <w:tcW w:w="4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Yoga: The Iyengar Way </w:t>
            </w:r>
          </w:p>
        </w:tc>
        <w:tc>
          <w:tcPr>
            <w:tcW w:w="2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Silva Mehta, Mira Mehta, Shyam Mehta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Knopf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978-0679722878 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1990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D7199">
        <w:trPr>
          <w:trHeight w:val="660"/>
        </w:trPr>
        <w:tc>
          <w:tcPr>
            <w:tcW w:w="4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716" w:rsidRPr="00DE0021" w:rsidRDefault="00803716" w:rsidP="00DE0021">
            <w:pPr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Sport Marketing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Blakey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Learning Matters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9780857250902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716" w:rsidRPr="00DE0021" w:rsidRDefault="00803716" w:rsidP="00DE0021">
            <w:pPr>
              <w:rPr>
                <w:rFonts w:ascii="Arial" w:hAnsi="Arial" w:cs="Arial"/>
                <w:sz w:val="20"/>
                <w:szCs w:val="20"/>
              </w:rPr>
            </w:pPr>
            <w:r w:rsidRPr="00DE002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</w:tbl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DE0021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cena celkem bez DPH:  .................................                                 s DPH: ............................ </w:t>
      </w: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Pr="000A2E54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 w:rsidRPr="000A2E54">
        <w:rPr>
          <w:rFonts w:ascii="Arial Narrow" w:hAnsi="Arial Narrow"/>
          <w:b/>
          <w:sz w:val="22"/>
          <w:szCs w:val="22"/>
        </w:rPr>
        <w:t xml:space="preserve">PŘÍLOHA Č. 1 KUPNÍ SMLOUVY – </w:t>
      </w:r>
      <w:r w:rsidRPr="000A2E54">
        <w:rPr>
          <w:rFonts w:ascii="Arial Narrow" w:hAnsi="Arial Narrow"/>
          <w:b/>
          <w:caps/>
          <w:sz w:val="22"/>
          <w:szCs w:val="22"/>
        </w:rPr>
        <w:t xml:space="preserve">sPECIFIKACE PŘEDMĚTU PLNĚNÍ </w:t>
      </w:r>
      <w:r>
        <w:rPr>
          <w:rFonts w:ascii="Arial Narrow" w:hAnsi="Arial Narrow"/>
          <w:b/>
          <w:caps/>
          <w:sz w:val="22"/>
          <w:szCs w:val="22"/>
        </w:rPr>
        <w:t xml:space="preserve">včetně položkového rozpočtu </w:t>
      </w:r>
      <w:r w:rsidRPr="000A2E54">
        <w:rPr>
          <w:rFonts w:ascii="Arial Narrow" w:hAnsi="Arial Narrow"/>
          <w:b/>
          <w:caps/>
          <w:sz w:val="22"/>
          <w:szCs w:val="22"/>
        </w:rPr>
        <w:t xml:space="preserve">– </w:t>
      </w:r>
      <w:r>
        <w:rPr>
          <w:rFonts w:ascii="Arial Narrow" w:hAnsi="Arial Narrow"/>
          <w:b/>
          <w:caps/>
          <w:sz w:val="22"/>
          <w:szCs w:val="22"/>
        </w:rPr>
        <w:t>5</w:t>
      </w:r>
      <w:r w:rsidRPr="000A2E54">
        <w:rPr>
          <w:rFonts w:ascii="Arial Narrow" w:hAnsi="Arial Narrow"/>
          <w:b/>
          <w:caps/>
          <w:sz w:val="22"/>
          <w:szCs w:val="22"/>
        </w:rPr>
        <w:t>. část</w:t>
      </w: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tbl>
      <w:tblPr>
        <w:tblW w:w="1352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2051"/>
        <w:gridCol w:w="2792"/>
        <w:gridCol w:w="1366"/>
        <w:gridCol w:w="1442"/>
        <w:gridCol w:w="1740"/>
        <w:gridCol w:w="953"/>
        <w:gridCol w:w="951"/>
        <w:gridCol w:w="1270"/>
        <w:gridCol w:w="955"/>
      </w:tblGrid>
      <w:tr w:rsidR="00803716" w:rsidTr="00DE0021">
        <w:trPr>
          <w:trHeight w:val="275"/>
        </w:trPr>
        <w:tc>
          <w:tcPr>
            <w:tcW w:w="2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předmět</w:t>
            </w:r>
          </w:p>
        </w:tc>
        <w:tc>
          <w:tcPr>
            <w:tcW w:w="28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titul</w:t>
            </w:r>
          </w:p>
        </w:tc>
        <w:tc>
          <w:tcPr>
            <w:tcW w:w="13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autor</w:t>
            </w:r>
          </w:p>
        </w:tc>
        <w:tc>
          <w:tcPr>
            <w:tcW w:w="13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nakladatelství</w:t>
            </w:r>
          </w:p>
        </w:tc>
        <w:tc>
          <w:tcPr>
            <w:tcW w:w="17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ISBN/ISSN</w:t>
            </w:r>
          </w:p>
        </w:tc>
        <w:tc>
          <w:tcPr>
            <w:tcW w:w="9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rok vydání</w:t>
            </w:r>
          </w:p>
        </w:tc>
        <w:tc>
          <w:tcPr>
            <w:tcW w:w="9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počet kusů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cena s DPH/kus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cena celkem s DPH</w:t>
            </w:r>
          </w:p>
        </w:tc>
      </w:tr>
      <w:tr w:rsidR="00803716" w:rsidTr="00D351B8">
        <w:trPr>
          <w:trHeight w:val="360"/>
        </w:trPr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Default="00803716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8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Default="00803716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37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Default="00803716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3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Default="00803716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7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Default="00803716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9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Default="00803716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9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Default="00803716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Default="00803716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Default="00803716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803716" w:rsidTr="00D351B8">
        <w:trPr>
          <w:trHeight w:val="780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Jazyková kompetence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Check your vocabulary for academic English New edition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David Porter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Macmillan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978-0230033641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Tr="00D351B8">
        <w:trPr>
          <w:trHeight w:val="660"/>
        </w:trPr>
        <w:tc>
          <w:tcPr>
            <w:tcW w:w="20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Jazyková kompetence</w:t>
            </w:r>
          </w:p>
        </w:tc>
        <w:tc>
          <w:tcPr>
            <w:tcW w:w="28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LINGEA: Lexicon 5 Anglický slovník Platinum CD-ROM</w:t>
            </w: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Lingea</w:t>
            </w:r>
          </w:p>
        </w:tc>
        <w:tc>
          <w:tcPr>
            <w:tcW w:w="17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978-80-87062265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Tr="00DE0021">
        <w:trPr>
          <w:trHeight w:val="66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Jazyková kompetence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LINGEA: Lexicon 5 Anglický velký slovník CD-ROM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Lingea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978-80-87062210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Tr="00DE0021">
        <w:trPr>
          <w:trHeight w:val="132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Jazyková kompetence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Longman Dictionary of Contemporary English 2009 Edition (paperback) + DVD-ROM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Longman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978-1408215333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Tr="00DE0021">
        <w:trPr>
          <w:trHeight w:val="66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Jazyková kompetence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Teaching and researching: Language and culture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Joan Kelly Hall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Longman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978-1408205068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Tr="00DE0021">
        <w:trPr>
          <w:trHeight w:val="66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Jazyková kompetence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Using collocations for natural English +CD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Walter and Woodford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Delta publishing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978-190508552-1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Default="0080371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</w:tbl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DE0021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cena celkem bez DPH:  .................................                                 s DPH: ............................ </w:t>
      </w: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Pr="000A2E54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 w:rsidRPr="000A2E54">
        <w:rPr>
          <w:rFonts w:ascii="Arial Narrow" w:hAnsi="Arial Narrow"/>
          <w:b/>
          <w:sz w:val="22"/>
          <w:szCs w:val="22"/>
        </w:rPr>
        <w:t xml:space="preserve">PŘÍLOHA Č. 1 KUPNÍ SMLOUVY – </w:t>
      </w:r>
      <w:r w:rsidRPr="000A2E54">
        <w:rPr>
          <w:rFonts w:ascii="Arial Narrow" w:hAnsi="Arial Narrow"/>
          <w:b/>
          <w:caps/>
          <w:sz w:val="22"/>
          <w:szCs w:val="22"/>
        </w:rPr>
        <w:t xml:space="preserve">sPECIFIKACE PŘEDMĚTU PLNĚNÍ </w:t>
      </w:r>
      <w:r>
        <w:rPr>
          <w:rFonts w:ascii="Arial Narrow" w:hAnsi="Arial Narrow"/>
          <w:b/>
          <w:caps/>
          <w:sz w:val="22"/>
          <w:szCs w:val="22"/>
        </w:rPr>
        <w:t xml:space="preserve">včetně položkového rozpočtu </w:t>
      </w:r>
      <w:r w:rsidRPr="000A2E54">
        <w:rPr>
          <w:rFonts w:ascii="Arial Narrow" w:hAnsi="Arial Narrow"/>
          <w:b/>
          <w:caps/>
          <w:sz w:val="22"/>
          <w:szCs w:val="22"/>
        </w:rPr>
        <w:t xml:space="preserve">– </w:t>
      </w:r>
      <w:r>
        <w:rPr>
          <w:rFonts w:ascii="Arial Narrow" w:hAnsi="Arial Narrow"/>
          <w:b/>
          <w:caps/>
          <w:sz w:val="22"/>
          <w:szCs w:val="22"/>
        </w:rPr>
        <w:t>6</w:t>
      </w:r>
      <w:r w:rsidRPr="000A2E54">
        <w:rPr>
          <w:rFonts w:ascii="Arial Narrow" w:hAnsi="Arial Narrow"/>
          <w:b/>
          <w:caps/>
          <w:sz w:val="22"/>
          <w:szCs w:val="22"/>
        </w:rPr>
        <w:t>. část</w:t>
      </w: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tbl>
      <w:tblPr>
        <w:tblW w:w="13130" w:type="dxa"/>
        <w:tblInd w:w="65" w:type="dxa"/>
        <w:tblCellMar>
          <w:left w:w="70" w:type="dxa"/>
          <w:right w:w="70" w:type="dxa"/>
        </w:tblCellMar>
        <w:tblLook w:val="0000"/>
      </w:tblPr>
      <w:tblGrid>
        <w:gridCol w:w="3280"/>
        <w:gridCol w:w="1900"/>
        <w:gridCol w:w="1780"/>
        <w:gridCol w:w="1700"/>
        <w:gridCol w:w="960"/>
        <w:gridCol w:w="960"/>
        <w:gridCol w:w="1125"/>
        <w:gridCol w:w="1425"/>
      </w:tblGrid>
      <w:tr w:rsidR="00803716" w:rsidRPr="00DE0021" w:rsidTr="00D351B8">
        <w:trPr>
          <w:trHeight w:val="27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titul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autor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nakladatelství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ISBN/ISSN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rok vydání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počet kusů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cena s DPH/kus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E0021">
              <w:rPr>
                <w:rFonts w:ascii="Arial Narrow" w:hAnsi="Arial Narrow" w:cs="Arial"/>
                <w:b/>
                <w:bCs/>
              </w:rPr>
              <w:t>cena celkem s DPH</w:t>
            </w:r>
          </w:p>
        </w:tc>
      </w:tr>
      <w:tr w:rsidR="00803716" w:rsidRPr="00DE0021" w:rsidTr="00D351B8">
        <w:trPr>
          <w:trHeight w:val="360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803716" w:rsidRPr="00DE0021" w:rsidTr="00D351B8">
        <w:trPr>
          <w:trHeight w:val="99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84" w:history="1">
              <w:r w:rsidRPr="00DE0021">
                <w:rPr>
                  <w:rFonts w:ascii="Arial Narrow" w:hAnsi="Arial Narrow" w:cs="Arial"/>
                  <w:sz w:val="22"/>
                </w:rPr>
                <w:t>Datenanalyse in der Sportwissenschaft. Hermeneutische und statistische Verfahren.</w:t>
              </w:r>
            </w:hyperlink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Strauß, B., Haag, H. α Kolb, H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Hofmann, Schorndorf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978-3-7780-7883-9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351B8">
        <w:trPr>
          <w:trHeight w:val="198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85" w:history="1">
              <w:r w:rsidRPr="00DE0021">
                <w:rPr>
                  <w:rFonts w:ascii="Arial Narrow" w:hAnsi="Arial Narrow" w:cs="Arial"/>
                  <w:sz w:val="22"/>
                </w:rPr>
                <w:t>Forschungsmethoden - Untersuchungspläne - Techniken der Datenerhebung in der Sportwissenschaft. Forschungsmethodologische Grundlagen</w:t>
              </w:r>
            </w:hyperlink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Strauß, B. α Haag, H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Hofmann, Schorndorf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978-3-7780-7882-2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351B8">
        <w:trPr>
          <w:trHeight w:val="99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Grundlagen der sportwissenschaftlichen Forschungsmethoden und Statistik.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Rockmann, U. &amp; Bömermann, H.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Schorndorf: Hofmann Verlag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978-3-7780-9120-3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351B8">
        <w:trPr>
          <w:trHeight w:val="3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Handbuch Motorische Tests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Bös, 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Göttingen: Hogrefe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3-8017-0411-4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351B8">
        <w:trPr>
          <w:trHeight w:val="6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Messen und Testen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Steyer, R. &amp; Eid, M.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Berlin: Springer Verlag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3-540-67919-7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351B8">
        <w:trPr>
          <w:trHeight w:val="6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 xml:space="preserve">Research Methodology for Sport and Exercise Science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Herbert Haag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Berlin: Logos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978-3-8325-2499-9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351B8">
        <w:trPr>
          <w:trHeight w:val="660"/>
        </w:trPr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Statistik für Human – und Sozialwissenschaftler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Bortz, J., Schuster, Ch.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Berlin: Springer Verlag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978-3-642-12769-4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E0021" w:rsidTr="00D351B8">
        <w:trPr>
          <w:trHeight w:val="660"/>
        </w:trPr>
        <w:tc>
          <w:tcPr>
            <w:tcW w:w="3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Testaufbau und Testanalyse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Lienert, G.A., Raatz, U. 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hyperlink r:id="rId86" w:history="1">
              <w:r w:rsidRPr="00DE0021">
                <w:rPr>
                  <w:rFonts w:ascii="Arial Narrow" w:hAnsi="Arial Narrow" w:cs="Arial"/>
                  <w:sz w:val="22"/>
                </w:rPr>
                <w:t>Beltz Psychologie Verlags Union</w:t>
              </w:r>
            </w:hyperlink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978-3621274241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1998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1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E0021" w:rsidRDefault="00803716" w:rsidP="00DE0021">
            <w:pPr>
              <w:jc w:val="center"/>
              <w:rPr>
                <w:rFonts w:ascii="Arial Narrow" w:hAnsi="Arial Narrow" w:cs="Arial"/>
              </w:rPr>
            </w:pPr>
            <w:r w:rsidRPr="00DE0021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</w:tbl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DE0021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cena celkem bez DPH:  .................................                                 s DPH: ............................ </w:t>
      </w: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Pr="000A2E54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5B688F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 w:rsidRPr="000A2E54">
        <w:rPr>
          <w:rFonts w:ascii="Arial Narrow" w:hAnsi="Arial Narrow"/>
          <w:b/>
          <w:sz w:val="22"/>
          <w:szCs w:val="22"/>
        </w:rPr>
        <w:t xml:space="preserve">PŘÍLOHA Č. 1 KUPNÍ SMLOUVY – </w:t>
      </w:r>
      <w:r w:rsidRPr="000A2E54">
        <w:rPr>
          <w:rFonts w:ascii="Arial Narrow" w:hAnsi="Arial Narrow"/>
          <w:b/>
          <w:caps/>
          <w:sz w:val="22"/>
          <w:szCs w:val="22"/>
        </w:rPr>
        <w:t xml:space="preserve">sPECIFIKACE PŘEDMĚTU PLNĚNÍ </w:t>
      </w:r>
      <w:r>
        <w:rPr>
          <w:rFonts w:ascii="Arial Narrow" w:hAnsi="Arial Narrow"/>
          <w:b/>
          <w:caps/>
          <w:sz w:val="22"/>
          <w:szCs w:val="22"/>
        </w:rPr>
        <w:t xml:space="preserve">včetně položkového rozpočtu </w:t>
      </w:r>
      <w:r w:rsidRPr="000A2E54">
        <w:rPr>
          <w:rFonts w:ascii="Arial Narrow" w:hAnsi="Arial Narrow"/>
          <w:b/>
          <w:caps/>
          <w:sz w:val="22"/>
          <w:szCs w:val="22"/>
        </w:rPr>
        <w:t xml:space="preserve">– </w:t>
      </w:r>
      <w:r>
        <w:rPr>
          <w:rFonts w:ascii="Arial Narrow" w:hAnsi="Arial Narrow"/>
          <w:b/>
          <w:caps/>
          <w:sz w:val="22"/>
          <w:szCs w:val="22"/>
        </w:rPr>
        <w:t>7</w:t>
      </w:r>
      <w:r w:rsidRPr="000A2E54">
        <w:rPr>
          <w:rFonts w:ascii="Arial Narrow" w:hAnsi="Arial Narrow"/>
          <w:b/>
          <w:caps/>
          <w:sz w:val="22"/>
          <w:szCs w:val="22"/>
        </w:rPr>
        <w:t>. část</w:t>
      </w:r>
    </w:p>
    <w:tbl>
      <w:tblPr>
        <w:tblW w:w="14305" w:type="dxa"/>
        <w:tblInd w:w="65" w:type="dxa"/>
        <w:tblCellMar>
          <w:left w:w="70" w:type="dxa"/>
          <w:right w:w="70" w:type="dxa"/>
        </w:tblCellMar>
        <w:tblLook w:val="0000"/>
      </w:tblPr>
      <w:tblGrid>
        <w:gridCol w:w="3040"/>
        <w:gridCol w:w="2180"/>
        <w:gridCol w:w="2705"/>
        <w:gridCol w:w="1540"/>
        <w:gridCol w:w="960"/>
        <w:gridCol w:w="960"/>
        <w:gridCol w:w="1220"/>
        <w:gridCol w:w="1700"/>
      </w:tblGrid>
      <w:tr w:rsidR="00803716" w:rsidRPr="00DB524C" w:rsidTr="00D351B8">
        <w:trPr>
          <w:trHeight w:val="275"/>
        </w:trPr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B524C">
              <w:rPr>
                <w:rFonts w:ascii="Arial Narrow" w:hAnsi="Arial Narrow" w:cs="Arial"/>
                <w:b/>
                <w:bCs/>
              </w:rPr>
              <w:t>titul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B524C">
              <w:rPr>
                <w:rFonts w:ascii="Arial Narrow" w:hAnsi="Arial Narrow" w:cs="Arial"/>
                <w:b/>
                <w:bCs/>
              </w:rPr>
              <w:t>autor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B524C">
              <w:rPr>
                <w:rFonts w:ascii="Arial Narrow" w:hAnsi="Arial Narrow" w:cs="Arial"/>
                <w:b/>
                <w:bCs/>
              </w:rPr>
              <w:t>nakladatelství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B524C">
              <w:rPr>
                <w:rFonts w:ascii="Arial Narrow" w:hAnsi="Arial Narrow" w:cs="Arial"/>
                <w:b/>
                <w:bCs/>
              </w:rPr>
              <w:t>ISBN/ISSN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B524C">
              <w:rPr>
                <w:rFonts w:ascii="Arial Narrow" w:hAnsi="Arial Narrow" w:cs="Arial"/>
                <w:b/>
                <w:bCs/>
              </w:rPr>
              <w:t>rok vydání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B524C">
              <w:rPr>
                <w:rFonts w:ascii="Arial Narrow" w:hAnsi="Arial Narrow" w:cs="Arial"/>
                <w:b/>
                <w:bCs/>
              </w:rPr>
              <w:t>počet kusů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B524C">
              <w:rPr>
                <w:rFonts w:ascii="Arial Narrow" w:hAnsi="Arial Narrow" w:cs="Arial"/>
                <w:b/>
                <w:bCs/>
              </w:rPr>
              <w:t>cena s DPH/kus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B524C">
              <w:rPr>
                <w:rFonts w:ascii="Arial Narrow" w:hAnsi="Arial Narrow" w:cs="Arial"/>
                <w:b/>
                <w:bCs/>
              </w:rPr>
              <w:t>cena celkem s DPH</w:t>
            </w:r>
          </w:p>
        </w:tc>
      </w:tr>
      <w:tr w:rsidR="00803716" w:rsidRPr="00DB524C" w:rsidTr="00D351B8">
        <w:trPr>
          <w:trHeight w:val="360"/>
        </w:trPr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803716" w:rsidRPr="00DB524C" w:rsidTr="00D351B8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Futbal - herná príprava (2) : Teória a prax.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 xml:space="preserve">KAČÁNI, L.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Krakora design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9788096909131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351B8">
            <w:pPr>
              <w:ind w:left="190" w:hanging="190"/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B524C" w:rsidTr="00D351B8">
        <w:trPr>
          <w:trHeight w:val="6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Teorie a didaktika fotbalu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 xml:space="preserve">Psotta, R., Buzek, M.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Karolinum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B524C" w:rsidTr="00D351B8">
        <w:trPr>
          <w:trHeight w:val="52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 xml:space="preserve">Color Atlas of Injury in Sport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 xml:space="preserve">J. G. Williams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 xml:space="preserve">Year Book Medical Publishers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9780815193098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1980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B524C" w:rsidTr="00D351B8">
        <w:trPr>
          <w:trHeight w:val="6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Ako na Bosu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Číž Ilja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Športujeme.sk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 xml:space="preserve"> 9788097052355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B524C" w:rsidTr="00D351B8">
        <w:trPr>
          <w:trHeight w:val="3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Šmírbuch jazyka českého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Ouředník Patrik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Paseka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80-7185-638-X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2005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B524C" w:rsidTr="00D351B8">
        <w:trPr>
          <w:trHeight w:val="818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Pohybové aktivity a zrakové postižení. Problémy a možnosti.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Ladislav Bláha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Univerzita Mateja Bela v Banskej Bystrici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B524C" w:rsidTr="00D351B8">
        <w:trPr>
          <w:trHeight w:val="879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Provozování pohybových aktivit zrakově handicapovanou populací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 xml:space="preserve">Bláha, L., &amp; Pyšný, L.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hyperlink r:id="rId87" w:history="1">
              <w:r w:rsidRPr="00DB524C">
                <w:rPr>
                  <w:rFonts w:ascii="Arial Narrow" w:hAnsi="Arial Narrow" w:cs="Arial"/>
                  <w:sz w:val="22"/>
                </w:rPr>
                <w:t>Univerzita J</w:t>
              </w:r>
              <w:r>
                <w:rPr>
                  <w:rFonts w:ascii="Arial Narrow" w:hAnsi="Arial Narrow" w:cs="Arial"/>
                  <w:sz w:val="22"/>
                </w:rPr>
                <w:t xml:space="preserve">.E. Purkyně v Ústí nad Labem. </w:t>
              </w:r>
              <w:r w:rsidRPr="00DB524C">
                <w:rPr>
                  <w:rFonts w:ascii="Arial Narrow" w:hAnsi="Arial Narrow" w:cs="Arial"/>
                  <w:sz w:val="22"/>
                </w:rPr>
                <w:t xml:space="preserve"> </w:t>
              </w:r>
            </w:hyperlink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80-7044-323-5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03716" w:rsidRPr="00DB524C" w:rsidTr="00D351B8">
        <w:trPr>
          <w:trHeight w:val="6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VYBRANÉ KAPITOLY K INTEGRACI VE ŠKOLSTVÍ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 xml:space="preserve">Tomická, Mgr. Dana Švingalová 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Liberec: TUL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80-7083-657-1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716" w:rsidRPr="00DB524C" w:rsidRDefault="00803716" w:rsidP="00DB524C">
            <w:pPr>
              <w:jc w:val="center"/>
              <w:rPr>
                <w:rFonts w:ascii="Arial Narrow" w:hAnsi="Arial Narrow" w:cs="Arial"/>
              </w:rPr>
            </w:pPr>
            <w:r w:rsidRPr="00DB524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</w:tbl>
    <w:p w:rsidR="00803716" w:rsidRPr="000A2E54" w:rsidRDefault="00803716" w:rsidP="005B688F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803716" w:rsidRDefault="00803716" w:rsidP="00DE0021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cena celkem bez DPH:  .................................                                 s DPH: ............................ </w:t>
      </w:r>
    </w:p>
    <w:sectPr w:rsidR="00803716" w:rsidSect="00DE0021">
      <w:type w:val="continuous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716" w:rsidRDefault="00803716">
      <w:r>
        <w:separator/>
      </w:r>
    </w:p>
  </w:endnote>
  <w:endnote w:type="continuationSeparator" w:id="0">
    <w:p w:rsidR="00803716" w:rsidRDefault="00803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716" w:rsidRPr="00DB536D" w:rsidRDefault="00803716" w:rsidP="00CF37DB">
    <w:pPr>
      <w:jc w:val="center"/>
      <w:rPr>
        <w:rFonts w:ascii="Arial Narrow" w:hAnsi="Arial Narrow"/>
        <w:b/>
        <w:sz w:val="18"/>
        <w:szCs w:val="18"/>
      </w:rPr>
    </w:pPr>
    <w:r w:rsidRPr="00967404">
      <w:rPr>
        <w:rFonts w:ascii="Arial Narrow" w:hAnsi="Arial Narrow" w:cs="Arial"/>
        <w:sz w:val="18"/>
        <w:szCs w:val="18"/>
      </w:rPr>
      <w:t>zadávací dokumentace VZMR</w:t>
    </w:r>
    <w:r>
      <w:rPr>
        <w:rFonts w:ascii="Arial Narrow" w:hAnsi="Arial Narrow" w:cs="Arial"/>
        <w:sz w:val="18"/>
        <w:szCs w:val="18"/>
      </w:rPr>
      <w:t xml:space="preserve"> </w:t>
    </w:r>
    <w:r w:rsidRPr="00BF4E6E">
      <w:rPr>
        <w:rFonts w:ascii="Arial Narrow" w:hAnsi="Arial Narrow" w:cs="Arial"/>
        <w:b/>
        <w:sz w:val="18"/>
        <w:szCs w:val="18"/>
      </w:rPr>
      <w:t>Dodávka české i zahraniční odborné literatury pro projekty OPVK</w:t>
    </w:r>
    <w:r>
      <w:rPr>
        <w:rFonts w:ascii="Arial Narrow" w:hAnsi="Arial Narrow" w:cs="Arial"/>
        <w:b/>
        <w:sz w:val="18"/>
        <w:szCs w:val="18"/>
      </w:rPr>
      <w:t xml:space="preserve"> projekty OPVK reg. čísla: </w:t>
    </w:r>
    <w:r w:rsidRPr="00BF4E6E">
      <w:rPr>
        <w:rFonts w:ascii="Arial Narrow" w:hAnsi="Arial Narrow" w:cs="Arial"/>
        <w:b/>
        <w:sz w:val="18"/>
        <w:szCs w:val="18"/>
      </w:rPr>
      <w:t>CZ.1.07/2.2.00/15.0190</w:t>
    </w:r>
    <w:r>
      <w:rPr>
        <w:rFonts w:ascii="Arial Narrow" w:hAnsi="Arial Narrow" w:cs="Arial"/>
        <w:b/>
        <w:sz w:val="18"/>
        <w:szCs w:val="18"/>
      </w:rPr>
      <w:t xml:space="preserve">, </w:t>
    </w:r>
    <w:r w:rsidRPr="00BF4E6E">
      <w:rPr>
        <w:rFonts w:ascii="Arial Narrow" w:hAnsi="Arial Narrow" w:cs="Arial"/>
        <w:b/>
        <w:sz w:val="18"/>
        <w:szCs w:val="18"/>
      </w:rPr>
      <w:t>CZ.1.07/2.2.00/15.0209</w:t>
    </w:r>
    <w:r>
      <w:rPr>
        <w:rFonts w:ascii="Arial Narrow" w:hAnsi="Arial Narrow" w:cs="Arial"/>
        <w:b/>
        <w:sz w:val="18"/>
        <w:szCs w:val="18"/>
      </w:rPr>
      <w:t xml:space="preserve">, </w:t>
    </w:r>
    <w:r w:rsidRPr="00BF4E6E">
      <w:rPr>
        <w:rFonts w:ascii="Arial Narrow" w:hAnsi="Arial Narrow" w:cs="Arial"/>
        <w:b/>
        <w:sz w:val="18"/>
        <w:szCs w:val="18"/>
      </w:rPr>
      <w:t>CZ.1.07/2.2.00/28.0221</w:t>
    </w:r>
    <w:r>
      <w:rPr>
        <w:rFonts w:ascii="Arial Narrow" w:hAnsi="Arial Narrow" w:cs="Arial"/>
        <w:b/>
        <w:sz w:val="18"/>
        <w:szCs w:val="18"/>
      </w:rPr>
      <w:t xml:space="preserve">, </w:t>
    </w:r>
    <w:r w:rsidRPr="00967404">
      <w:rPr>
        <w:rFonts w:ascii="Arial Narrow" w:hAnsi="Arial Narrow"/>
        <w:b/>
        <w:sz w:val="18"/>
        <w:szCs w:val="18"/>
      </w:rPr>
      <w:t xml:space="preserve"> </w:t>
    </w:r>
    <w:r w:rsidRPr="00967404">
      <w:rPr>
        <w:rFonts w:ascii="Arial Narrow" w:hAnsi="Arial Narrow" w:cs="Arial"/>
        <w:sz w:val="18"/>
        <w:szCs w:val="18"/>
      </w:rPr>
      <w:t>Fakulta sportovních studií Masarykovy univerzity</w:t>
    </w:r>
  </w:p>
  <w:p w:rsidR="00803716" w:rsidRPr="00417421" w:rsidRDefault="00803716">
    <w:pPr>
      <w:pStyle w:val="Footer"/>
      <w:rPr>
        <w:rFonts w:ascii="Arial Narrow" w:hAnsi="Arial Narro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716" w:rsidRDefault="00803716">
      <w:r>
        <w:separator/>
      </w:r>
    </w:p>
  </w:footnote>
  <w:footnote w:type="continuationSeparator" w:id="0">
    <w:p w:rsidR="00803716" w:rsidRDefault="008037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716" w:rsidRPr="0051235D" w:rsidRDefault="00803716" w:rsidP="001773C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3.25pt;width:478.95pt;height:117.05pt;z-index:251658240;mso-wrap-distance-left:0;mso-wrap-distance-right:0;mso-position-horizontal-relative:margin" filled="t">
          <v:fill color2="black"/>
          <v:imagedata r:id="rId1" o:title=""/>
          <w10:wrap type="square" side="largest" anchorx="margin"/>
        </v:shape>
      </w:pict>
    </w:r>
    <w:r>
      <w:rPr>
        <w:noProof/>
      </w:rPr>
      <w:pict>
        <v:shape id="_x0000_s2050" type="#_x0000_t75" style="position:absolute;margin-left:14.15pt;margin-top:17.4pt;width:478.95pt;height:117.05pt;z-index:251657216;mso-wrap-distance-left:0;mso-wrap-distance-right:0;mso-position-horizontal-relative:margin" filled="t">
          <v:fill color2="black"/>
          <v:imagedata r:id="rId1" o:title=""/>
          <w10:wrap type="square" side="largest" anchorx="margin"/>
        </v:shape>
      </w:pict>
    </w:r>
  </w:p>
  <w:p w:rsidR="00803716" w:rsidRDefault="008037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CB7"/>
    <w:multiLevelType w:val="hybridMultilevel"/>
    <w:tmpl w:val="9976ADC8"/>
    <w:lvl w:ilvl="0" w:tplc="001A2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6F8B5F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B11174"/>
    <w:multiLevelType w:val="hybridMultilevel"/>
    <w:tmpl w:val="415496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4B49A2"/>
    <w:multiLevelType w:val="hybridMultilevel"/>
    <w:tmpl w:val="1AEC4F0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6162D2B"/>
    <w:multiLevelType w:val="hybridMultilevel"/>
    <w:tmpl w:val="12E2E1D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ABD298A"/>
    <w:multiLevelType w:val="hybridMultilevel"/>
    <w:tmpl w:val="68E80D3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D0C4539"/>
    <w:multiLevelType w:val="hybridMultilevel"/>
    <w:tmpl w:val="DD62B07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F141729"/>
    <w:multiLevelType w:val="hybridMultilevel"/>
    <w:tmpl w:val="329C0E32"/>
    <w:lvl w:ilvl="0" w:tplc="DA06C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291973"/>
    <w:multiLevelType w:val="hybridMultilevel"/>
    <w:tmpl w:val="0D6E9B66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2FB535A"/>
    <w:multiLevelType w:val="hybridMultilevel"/>
    <w:tmpl w:val="DAFED446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49838F5"/>
    <w:multiLevelType w:val="hybridMultilevel"/>
    <w:tmpl w:val="B240F0D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D307C0F"/>
    <w:multiLevelType w:val="hybridMultilevel"/>
    <w:tmpl w:val="D28841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1340F81"/>
    <w:multiLevelType w:val="hybridMultilevel"/>
    <w:tmpl w:val="D22A4C4C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7F46D36"/>
    <w:multiLevelType w:val="hybridMultilevel"/>
    <w:tmpl w:val="19EE470A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8656180"/>
    <w:multiLevelType w:val="hybridMultilevel"/>
    <w:tmpl w:val="7E448E30"/>
    <w:lvl w:ilvl="0" w:tplc="36F837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CA5C83"/>
    <w:multiLevelType w:val="hybridMultilevel"/>
    <w:tmpl w:val="899218D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EFD60DC"/>
    <w:multiLevelType w:val="hybridMultilevel"/>
    <w:tmpl w:val="4664FD60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FDE04B9"/>
    <w:multiLevelType w:val="hybridMultilevel"/>
    <w:tmpl w:val="C922C45C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04054BF"/>
    <w:multiLevelType w:val="hybridMultilevel"/>
    <w:tmpl w:val="F0662CA0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191551C"/>
    <w:multiLevelType w:val="hybridMultilevel"/>
    <w:tmpl w:val="44F24AC0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FA6A89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B834A4D"/>
    <w:multiLevelType w:val="hybridMultilevel"/>
    <w:tmpl w:val="4626A3A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E4D2551"/>
    <w:multiLevelType w:val="hybridMultilevel"/>
    <w:tmpl w:val="BA56FF7C"/>
    <w:lvl w:ilvl="0" w:tplc="DE3E864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2">
    <w:nsid w:val="503D712A"/>
    <w:multiLevelType w:val="hybridMultilevel"/>
    <w:tmpl w:val="58BA395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5F0D72"/>
    <w:multiLevelType w:val="hybridMultilevel"/>
    <w:tmpl w:val="4660215E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1323020"/>
    <w:multiLevelType w:val="hybridMultilevel"/>
    <w:tmpl w:val="03E8519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1A44826"/>
    <w:multiLevelType w:val="hybridMultilevel"/>
    <w:tmpl w:val="231E9E1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3A52E43"/>
    <w:multiLevelType w:val="hybridMultilevel"/>
    <w:tmpl w:val="1C240A3A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3C6868"/>
    <w:multiLevelType w:val="hybridMultilevel"/>
    <w:tmpl w:val="38B8624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8045BD3"/>
    <w:multiLevelType w:val="hybridMultilevel"/>
    <w:tmpl w:val="CCD8FD4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989249A"/>
    <w:multiLevelType w:val="hybridMultilevel"/>
    <w:tmpl w:val="D38E890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BA51867"/>
    <w:multiLevelType w:val="hybridMultilevel"/>
    <w:tmpl w:val="C6BE163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C796B0A"/>
    <w:multiLevelType w:val="hybridMultilevel"/>
    <w:tmpl w:val="6EA8AEA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E92943"/>
    <w:multiLevelType w:val="hybridMultilevel"/>
    <w:tmpl w:val="5E28AB7A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D890B11"/>
    <w:multiLevelType w:val="hybridMultilevel"/>
    <w:tmpl w:val="F4B2FC2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2AB04FE"/>
    <w:multiLevelType w:val="hybridMultilevel"/>
    <w:tmpl w:val="5A44774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CD5A8D"/>
    <w:multiLevelType w:val="hybridMultilevel"/>
    <w:tmpl w:val="567E77D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6C56E48"/>
    <w:multiLevelType w:val="hybridMultilevel"/>
    <w:tmpl w:val="318643A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8D20A29"/>
    <w:multiLevelType w:val="hybridMultilevel"/>
    <w:tmpl w:val="DE2CF9B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B626B0A"/>
    <w:multiLevelType w:val="hybridMultilevel"/>
    <w:tmpl w:val="579215BA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left="737" w:hanging="737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0">
    <w:nsid w:val="731A78D1"/>
    <w:multiLevelType w:val="hybridMultilevel"/>
    <w:tmpl w:val="90522050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58E089C"/>
    <w:multiLevelType w:val="hybridMultilevel"/>
    <w:tmpl w:val="D250E2A6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F983187"/>
    <w:multiLevelType w:val="hybridMultilevel"/>
    <w:tmpl w:val="8068877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28"/>
  </w:num>
  <w:num w:numId="7">
    <w:abstractNumId w:val="1"/>
  </w:num>
  <w:num w:numId="8">
    <w:abstractNumId w:val="21"/>
  </w:num>
  <w:num w:numId="9">
    <w:abstractNumId w:val="33"/>
  </w:num>
  <w:num w:numId="10">
    <w:abstractNumId w:val="34"/>
  </w:num>
  <w:num w:numId="11">
    <w:abstractNumId w:val="22"/>
  </w:num>
  <w:num w:numId="12">
    <w:abstractNumId w:val="31"/>
  </w:num>
  <w:num w:numId="13">
    <w:abstractNumId w:val="8"/>
  </w:num>
  <w:num w:numId="14">
    <w:abstractNumId w:val="30"/>
  </w:num>
  <w:num w:numId="15">
    <w:abstractNumId w:val="24"/>
  </w:num>
  <w:num w:numId="16">
    <w:abstractNumId w:val="9"/>
  </w:num>
  <w:num w:numId="17">
    <w:abstractNumId w:val="15"/>
  </w:num>
  <w:num w:numId="18">
    <w:abstractNumId w:val="5"/>
  </w:num>
  <w:num w:numId="19">
    <w:abstractNumId w:val="27"/>
  </w:num>
  <w:num w:numId="20">
    <w:abstractNumId w:val="32"/>
  </w:num>
  <w:num w:numId="21">
    <w:abstractNumId w:val="36"/>
  </w:num>
  <w:num w:numId="22">
    <w:abstractNumId w:val="40"/>
  </w:num>
  <w:num w:numId="23">
    <w:abstractNumId w:val="2"/>
  </w:num>
  <w:num w:numId="24">
    <w:abstractNumId w:val="19"/>
  </w:num>
  <w:num w:numId="25">
    <w:abstractNumId w:val="25"/>
  </w:num>
  <w:num w:numId="26">
    <w:abstractNumId w:val="17"/>
  </w:num>
  <w:num w:numId="27">
    <w:abstractNumId w:val="29"/>
  </w:num>
  <w:num w:numId="28">
    <w:abstractNumId w:val="18"/>
  </w:num>
  <w:num w:numId="29">
    <w:abstractNumId w:val="26"/>
  </w:num>
  <w:num w:numId="30">
    <w:abstractNumId w:val="42"/>
  </w:num>
  <w:num w:numId="31">
    <w:abstractNumId w:val="3"/>
  </w:num>
  <w:num w:numId="32">
    <w:abstractNumId w:val="12"/>
  </w:num>
  <w:num w:numId="33">
    <w:abstractNumId w:val="41"/>
  </w:num>
  <w:num w:numId="34">
    <w:abstractNumId w:val="10"/>
  </w:num>
  <w:num w:numId="35">
    <w:abstractNumId w:val="20"/>
  </w:num>
  <w:num w:numId="36">
    <w:abstractNumId w:val="6"/>
  </w:num>
  <w:num w:numId="37">
    <w:abstractNumId w:val="16"/>
  </w:num>
  <w:num w:numId="38">
    <w:abstractNumId w:val="14"/>
  </w:num>
  <w:num w:numId="39">
    <w:abstractNumId w:val="38"/>
  </w:num>
  <w:num w:numId="40">
    <w:abstractNumId w:val="37"/>
  </w:num>
  <w:num w:numId="41">
    <w:abstractNumId w:val="35"/>
  </w:num>
  <w:num w:numId="42">
    <w:abstractNumId w:val="13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7564"/>
    <w:rsid w:val="00005B83"/>
    <w:rsid w:val="0001648B"/>
    <w:rsid w:val="00017D58"/>
    <w:rsid w:val="00017E6B"/>
    <w:rsid w:val="00020EEA"/>
    <w:rsid w:val="0002423A"/>
    <w:rsid w:val="00042A49"/>
    <w:rsid w:val="00045AA3"/>
    <w:rsid w:val="00045C5C"/>
    <w:rsid w:val="00047209"/>
    <w:rsid w:val="00047CBA"/>
    <w:rsid w:val="000500EE"/>
    <w:rsid w:val="00062B36"/>
    <w:rsid w:val="000656AB"/>
    <w:rsid w:val="00071AC9"/>
    <w:rsid w:val="0007283F"/>
    <w:rsid w:val="000731AF"/>
    <w:rsid w:val="0007342E"/>
    <w:rsid w:val="0007604D"/>
    <w:rsid w:val="000800E2"/>
    <w:rsid w:val="000811A2"/>
    <w:rsid w:val="000824E2"/>
    <w:rsid w:val="00083772"/>
    <w:rsid w:val="000843B5"/>
    <w:rsid w:val="000855E8"/>
    <w:rsid w:val="00092E16"/>
    <w:rsid w:val="000A25AE"/>
    <w:rsid w:val="000A2E54"/>
    <w:rsid w:val="000B23C1"/>
    <w:rsid w:val="000B3297"/>
    <w:rsid w:val="000C0C4D"/>
    <w:rsid w:val="000C3681"/>
    <w:rsid w:val="000C64BA"/>
    <w:rsid w:val="000C73C9"/>
    <w:rsid w:val="000D0DB3"/>
    <w:rsid w:val="000D11E6"/>
    <w:rsid w:val="000D7068"/>
    <w:rsid w:val="000D79E9"/>
    <w:rsid w:val="000E3283"/>
    <w:rsid w:val="000E373E"/>
    <w:rsid w:val="000E3F24"/>
    <w:rsid w:val="000E691F"/>
    <w:rsid w:val="000F0A02"/>
    <w:rsid w:val="00105FB2"/>
    <w:rsid w:val="00112EA5"/>
    <w:rsid w:val="00116463"/>
    <w:rsid w:val="001178F1"/>
    <w:rsid w:val="00121493"/>
    <w:rsid w:val="001242D8"/>
    <w:rsid w:val="001345EF"/>
    <w:rsid w:val="00134DEA"/>
    <w:rsid w:val="00141595"/>
    <w:rsid w:val="00142F2E"/>
    <w:rsid w:val="00144AAC"/>
    <w:rsid w:val="00147C72"/>
    <w:rsid w:val="00156B11"/>
    <w:rsid w:val="00161A6A"/>
    <w:rsid w:val="00163852"/>
    <w:rsid w:val="0017185C"/>
    <w:rsid w:val="00172D3C"/>
    <w:rsid w:val="001773CF"/>
    <w:rsid w:val="0018364A"/>
    <w:rsid w:val="00192871"/>
    <w:rsid w:val="00195ECA"/>
    <w:rsid w:val="001B762F"/>
    <w:rsid w:val="001C6099"/>
    <w:rsid w:val="001D6527"/>
    <w:rsid w:val="001E022D"/>
    <w:rsid w:val="001E264C"/>
    <w:rsid w:val="001E359A"/>
    <w:rsid w:val="001E52F4"/>
    <w:rsid w:val="001E5D60"/>
    <w:rsid w:val="001F1B39"/>
    <w:rsid w:val="001F469C"/>
    <w:rsid w:val="001F6216"/>
    <w:rsid w:val="001F79FA"/>
    <w:rsid w:val="00204804"/>
    <w:rsid w:val="002079EB"/>
    <w:rsid w:val="00207B9F"/>
    <w:rsid w:val="0021156C"/>
    <w:rsid w:val="0021419D"/>
    <w:rsid w:val="00214839"/>
    <w:rsid w:val="00222BCF"/>
    <w:rsid w:val="002275A1"/>
    <w:rsid w:val="00237A24"/>
    <w:rsid w:val="002638EC"/>
    <w:rsid w:val="00266797"/>
    <w:rsid w:val="0026684C"/>
    <w:rsid w:val="00266A97"/>
    <w:rsid w:val="002823DD"/>
    <w:rsid w:val="002914C6"/>
    <w:rsid w:val="00291CE7"/>
    <w:rsid w:val="002A480D"/>
    <w:rsid w:val="002A5D26"/>
    <w:rsid w:val="002B0C70"/>
    <w:rsid w:val="002B1B65"/>
    <w:rsid w:val="002B6174"/>
    <w:rsid w:val="002B66A2"/>
    <w:rsid w:val="002C1DC1"/>
    <w:rsid w:val="002C5B26"/>
    <w:rsid w:val="002D6F6C"/>
    <w:rsid w:val="002E0419"/>
    <w:rsid w:val="002E1DC3"/>
    <w:rsid w:val="002E37DF"/>
    <w:rsid w:val="002E415C"/>
    <w:rsid w:val="002E5B30"/>
    <w:rsid w:val="003163C4"/>
    <w:rsid w:val="0031673D"/>
    <w:rsid w:val="00322FFB"/>
    <w:rsid w:val="00330DBD"/>
    <w:rsid w:val="00332121"/>
    <w:rsid w:val="00340433"/>
    <w:rsid w:val="00342921"/>
    <w:rsid w:val="003620E8"/>
    <w:rsid w:val="00362A68"/>
    <w:rsid w:val="00363039"/>
    <w:rsid w:val="00372DEA"/>
    <w:rsid w:val="00372EED"/>
    <w:rsid w:val="003757F5"/>
    <w:rsid w:val="0037655F"/>
    <w:rsid w:val="00390DD5"/>
    <w:rsid w:val="00391878"/>
    <w:rsid w:val="00392486"/>
    <w:rsid w:val="00392D53"/>
    <w:rsid w:val="00394BE4"/>
    <w:rsid w:val="003968C5"/>
    <w:rsid w:val="00396F92"/>
    <w:rsid w:val="003A36D5"/>
    <w:rsid w:val="003A4706"/>
    <w:rsid w:val="003A5E4D"/>
    <w:rsid w:val="003B318E"/>
    <w:rsid w:val="003B3738"/>
    <w:rsid w:val="003C2443"/>
    <w:rsid w:val="003C3EA3"/>
    <w:rsid w:val="003D185D"/>
    <w:rsid w:val="003D471A"/>
    <w:rsid w:val="003D5D8E"/>
    <w:rsid w:val="003E5809"/>
    <w:rsid w:val="003E712C"/>
    <w:rsid w:val="003F40D8"/>
    <w:rsid w:val="004006FC"/>
    <w:rsid w:val="00406179"/>
    <w:rsid w:val="00407633"/>
    <w:rsid w:val="00412885"/>
    <w:rsid w:val="0041406A"/>
    <w:rsid w:val="00414FCE"/>
    <w:rsid w:val="00417020"/>
    <w:rsid w:val="00417421"/>
    <w:rsid w:val="0042089B"/>
    <w:rsid w:val="0042640D"/>
    <w:rsid w:val="00435FCB"/>
    <w:rsid w:val="00444744"/>
    <w:rsid w:val="004541F1"/>
    <w:rsid w:val="0045519C"/>
    <w:rsid w:val="004560D1"/>
    <w:rsid w:val="00457109"/>
    <w:rsid w:val="0045781E"/>
    <w:rsid w:val="004644D2"/>
    <w:rsid w:val="00464557"/>
    <w:rsid w:val="004726ED"/>
    <w:rsid w:val="0047287D"/>
    <w:rsid w:val="00476EC7"/>
    <w:rsid w:val="00480532"/>
    <w:rsid w:val="004856F4"/>
    <w:rsid w:val="00490839"/>
    <w:rsid w:val="00495548"/>
    <w:rsid w:val="00496714"/>
    <w:rsid w:val="00497D2F"/>
    <w:rsid w:val="004A0774"/>
    <w:rsid w:val="004A07C0"/>
    <w:rsid w:val="004A2B2A"/>
    <w:rsid w:val="004A6449"/>
    <w:rsid w:val="004A7564"/>
    <w:rsid w:val="004B2807"/>
    <w:rsid w:val="004C16A6"/>
    <w:rsid w:val="004C2EEF"/>
    <w:rsid w:val="004C6FA8"/>
    <w:rsid w:val="004D56B7"/>
    <w:rsid w:val="004D70FB"/>
    <w:rsid w:val="004E2FD3"/>
    <w:rsid w:val="004F61C2"/>
    <w:rsid w:val="004F74DB"/>
    <w:rsid w:val="00500E04"/>
    <w:rsid w:val="00511FE6"/>
    <w:rsid w:val="0051235D"/>
    <w:rsid w:val="0051622E"/>
    <w:rsid w:val="00517963"/>
    <w:rsid w:val="005230C6"/>
    <w:rsid w:val="00527452"/>
    <w:rsid w:val="00527B7D"/>
    <w:rsid w:val="00527ED0"/>
    <w:rsid w:val="00532D73"/>
    <w:rsid w:val="005341B8"/>
    <w:rsid w:val="00536DAF"/>
    <w:rsid w:val="00537A97"/>
    <w:rsid w:val="00541C3A"/>
    <w:rsid w:val="0054276F"/>
    <w:rsid w:val="005435DA"/>
    <w:rsid w:val="00550EA9"/>
    <w:rsid w:val="005522A7"/>
    <w:rsid w:val="0055425E"/>
    <w:rsid w:val="00563872"/>
    <w:rsid w:val="00563ADA"/>
    <w:rsid w:val="00565CD2"/>
    <w:rsid w:val="00570333"/>
    <w:rsid w:val="00573358"/>
    <w:rsid w:val="00576F9B"/>
    <w:rsid w:val="00583DB5"/>
    <w:rsid w:val="00591E18"/>
    <w:rsid w:val="00593576"/>
    <w:rsid w:val="0059660C"/>
    <w:rsid w:val="005A09AD"/>
    <w:rsid w:val="005A606E"/>
    <w:rsid w:val="005B115E"/>
    <w:rsid w:val="005B4701"/>
    <w:rsid w:val="005B688F"/>
    <w:rsid w:val="005B6CDB"/>
    <w:rsid w:val="005C0346"/>
    <w:rsid w:val="005C2DAD"/>
    <w:rsid w:val="005C387A"/>
    <w:rsid w:val="005C59EB"/>
    <w:rsid w:val="005C6621"/>
    <w:rsid w:val="005C79F4"/>
    <w:rsid w:val="005D7DD9"/>
    <w:rsid w:val="005E0541"/>
    <w:rsid w:val="005E1A32"/>
    <w:rsid w:val="005E30DE"/>
    <w:rsid w:val="005F1950"/>
    <w:rsid w:val="005F2AFA"/>
    <w:rsid w:val="00602DD3"/>
    <w:rsid w:val="006064D1"/>
    <w:rsid w:val="00614539"/>
    <w:rsid w:val="006152B1"/>
    <w:rsid w:val="00616EEE"/>
    <w:rsid w:val="00617037"/>
    <w:rsid w:val="00617F8F"/>
    <w:rsid w:val="0063747D"/>
    <w:rsid w:val="00640A3E"/>
    <w:rsid w:val="006436B5"/>
    <w:rsid w:val="00652D36"/>
    <w:rsid w:val="00653BE1"/>
    <w:rsid w:val="0066141A"/>
    <w:rsid w:val="00661FB1"/>
    <w:rsid w:val="00665D44"/>
    <w:rsid w:val="006668A6"/>
    <w:rsid w:val="00675C04"/>
    <w:rsid w:val="00692773"/>
    <w:rsid w:val="0069355D"/>
    <w:rsid w:val="0069401C"/>
    <w:rsid w:val="006A075A"/>
    <w:rsid w:val="006A748C"/>
    <w:rsid w:val="006A7521"/>
    <w:rsid w:val="006B4ED5"/>
    <w:rsid w:val="006B6133"/>
    <w:rsid w:val="006C2EE3"/>
    <w:rsid w:val="006C449F"/>
    <w:rsid w:val="006C5090"/>
    <w:rsid w:val="006D5195"/>
    <w:rsid w:val="006E10FD"/>
    <w:rsid w:val="006E2136"/>
    <w:rsid w:val="006E4319"/>
    <w:rsid w:val="006E7C77"/>
    <w:rsid w:val="006F1316"/>
    <w:rsid w:val="006F2188"/>
    <w:rsid w:val="006F4A69"/>
    <w:rsid w:val="007009F7"/>
    <w:rsid w:val="00700C43"/>
    <w:rsid w:val="00701CB1"/>
    <w:rsid w:val="00704572"/>
    <w:rsid w:val="007127FE"/>
    <w:rsid w:val="007141D8"/>
    <w:rsid w:val="00720237"/>
    <w:rsid w:val="00722538"/>
    <w:rsid w:val="00722EE3"/>
    <w:rsid w:val="0072796F"/>
    <w:rsid w:val="00731761"/>
    <w:rsid w:val="0073602C"/>
    <w:rsid w:val="00736A66"/>
    <w:rsid w:val="00745C33"/>
    <w:rsid w:val="00745F7A"/>
    <w:rsid w:val="007467D6"/>
    <w:rsid w:val="00747459"/>
    <w:rsid w:val="00754DB8"/>
    <w:rsid w:val="00766F60"/>
    <w:rsid w:val="007672FE"/>
    <w:rsid w:val="00767FAF"/>
    <w:rsid w:val="00772B06"/>
    <w:rsid w:val="0077485B"/>
    <w:rsid w:val="00775562"/>
    <w:rsid w:val="0077785B"/>
    <w:rsid w:val="00781D60"/>
    <w:rsid w:val="0078244A"/>
    <w:rsid w:val="00786865"/>
    <w:rsid w:val="00787F09"/>
    <w:rsid w:val="00791BA2"/>
    <w:rsid w:val="00794897"/>
    <w:rsid w:val="007A002E"/>
    <w:rsid w:val="007A0CEC"/>
    <w:rsid w:val="007A3D56"/>
    <w:rsid w:val="007A6674"/>
    <w:rsid w:val="007B1405"/>
    <w:rsid w:val="007B4196"/>
    <w:rsid w:val="007B5AC5"/>
    <w:rsid w:val="007B615E"/>
    <w:rsid w:val="007C0073"/>
    <w:rsid w:val="007C02C6"/>
    <w:rsid w:val="007C21E3"/>
    <w:rsid w:val="007C350C"/>
    <w:rsid w:val="007D0989"/>
    <w:rsid w:val="007D224D"/>
    <w:rsid w:val="007D2E57"/>
    <w:rsid w:val="007D78B8"/>
    <w:rsid w:val="007E091A"/>
    <w:rsid w:val="007E4235"/>
    <w:rsid w:val="007F1C8F"/>
    <w:rsid w:val="00803716"/>
    <w:rsid w:val="00807B4B"/>
    <w:rsid w:val="0082240A"/>
    <w:rsid w:val="00822C3B"/>
    <w:rsid w:val="00824983"/>
    <w:rsid w:val="00837E34"/>
    <w:rsid w:val="008518A7"/>
    <w:rsid w:val="008525A9"/>
    <w:rsid w:val="008658F0"/>
    <w:rsid w:val="00867717"/>
    <w:rsid w:val="008717E4"/>
    <w:rsid w:val="00872883"/>
    <w:rsid w:val="00880720"/>
    <w:rsid w:val="00880AF0"/>
    <w:rsid w:val="00881C4E"/>
    <w:rsid w:val="00882AC7"/>
    <w:rsid w:val="008A06EE"/>
    <w:rsid w:val="008A15DA"/>
    <w:rsid w:val="008A45EC"/>
    <w:rsid w:val="008A6165"/>
    <w:rsid w:val="008A6715"/>
    <w:rsid w:val="008B6696"/>
    <w:rsid w:val="008C47ED"/>
    <w:rsid w:val="008C66C2"/>
    <w:rsid w:val="008C6C98"/>
    <w:rsid w:val="008D1F49"/>
    <w:rsid w:val="008D27B1"/>
    <w:rsid w:val="008E7A73"/>
    <w:rsid w:val="008E7E5F"/>
    <w:rsid w:val="0091168D"/>
    <w:rsid w:val="009143B9"/>
    <w:rsid w:val="009205BC"/>
    <w:rsid w:val="00922A79"/>
    <w:rsid w:val="00923E5B"/>
    <w:rsid w:val="009249AF"/>
    <w:rsid w:val="0093102F"/>
    <w:rsid w:val="0093797E"/>
    <w:rsid w:val="00942418"/>
    <w:rsid w:val="00945F9E"/>
    <w:rsid w:val="00952578"/>
    <w:rsid w:val="00955F26"/>
    <w:rsid w:val="00965FD7"/>
    <w:rsid w:val="00967404"/>
    <w:rsid w:val="00970989"/>
    <w:rsid w:val="00972B8D"/>
    <w:rsid w:val="0098040A"/>
    <w:rsid w:val="0098132F"/>
    <w:rsid w:val="00983EBE"/>
    <w:rsid w:val="00986115"/>
    <w:rsid w:val="00987922"/>
    <w:rsid w:val="0099086F"/>
    <w:rsid w:val="00990FED"/>
    <w:rsid w:val="00991B51"/>
    <w:rsid w:val="00991E2C"/>
    <w:rsid w:val="0099414F"/>
    <w:rsid w:val="009A0857"/>
    <w:rsid w:val="009A0A08"/>
    <w:rsid w:val="009A1193"/>
    <w:rsid w:val="009A401F"/>
    <w:rsid w:val="009B038B"/>
    <w:rsid w:val="009B0C84"/>
    <w:rsid w:val="009B760A"/>
    <w:rsid w:val="009C6874"/>
    <w:rsid w:val="009D10D0"/>
    <w:rsid w:val="009D4371"/>
    <w:rsid w:val="009D457B"/>
    <w:rsid w:val="009D4E78"/>
    <w:rsid w:val="009D679F"/>
    <w:rsid w:val="009E2FDC"/>
    <w:rsid w:val="009E3B1C"/>
    <w:rsid w:val="009E6BBB"/>
    <w:rsid w:val="009F378E"/>
    <w:rsid w:val="009F4771"/>
    <w:rsid w:val="009F491B"/>
    <w:rsid w:val="009F5897"/>
    <w:rsid w:val="00A00F04"/>
    <w:rsid w:val="00A03475"/>
    <w:rsid w:val="00A03FC0"/>
    <w:rsid w:val="00A12917"/>
    <w:rsid w:val="00A205B6"/>
    <w:rsid w:val="00A23698"/>
    <w:rsid w:val="00A2654A"/>
    <w:rsid w:val="00A30643"/>
    <w:rsid w:val="00A3362E"/>
    <w:rsid w:val="00A352C7"/>
    <w:rsid w:val="00A3602D"/>
    <w:rsid w:val="00A370E2"/>
    <w:rsid w:val="00A409A3"/>
    <w:rsid w:val="00A41464"/>
    <w:rsid w:val="00A42576"/>
    <w:rsid w:val="00A4417A"/>
    <w:rsid w:val="00A452C6"/>
    <w:rsid w:val="00A453E7"/>
    <w:rsid w:val="00A5429A"/>
    <w:rsid w:val="00A553B2"/>
    <w:rsid w:val="00A55765"/>
    <w:rsid w:val="00A604FA"/>
    <w:rsid w:val="00A61E6E"/>
    <w:rsid w:val="00A67718"/>
    <w:rsid w:val="00A73FED"/>
    <w:rsid w:val="00A825B9"/>
    <w:rsid w:val="00A87261"/>
    <w:rsid w:val="00A96102"/>
    <w:rsid w:val="00A96C03"/>
    <w:rsid w:val="00A976D3"/>
    <w:rsid w:val="00AA61F8"/>
    <w:rsid w:val="00AA6800"/>
    <w:rsid w:val="00AB4F37"/>
    <w:rsid w:val="00AB5FD1"/>
    <w:rsid w:val="00AC0A09"/>
    <w:rsid w:val="00AC0A6C"/>
    <w:rsid w:val="00AC2DE9"/>
    <w:rsid w:val="00AD3B0C"/>
    <w:rsid w:val="00AD6E8C"/>
    <w:rsid w:val="00AE0D5B"/>
    <w:rsid w:val="00AE0F21"/>
    <w:rsid w:val="00AE49AB"/>
    <w:rsid w:val="00AE776D"/>
    <w:rsid w:val="00AF2488"/>
    <w:rsid w:val="00AF45DC"/>
    <w:rsid w:val="00AF61C2"/>
    <w:rsid w:val="00B07542"/>
    <w:rsid w:val="00B12BC8"/>
    <w:rsid w:val="00B25710"/>
    <w:rsid w:val="00B3535E"/>
    <w:rsid w:val="00B3695E"/>
    <w:rsid w:val="00B4086E"/>
    <w:rsid w:val="00B42E20"/>
    <w:rsid w:val="00B46957"/>
    <w:rsid w:val="00B4705B"/>
    <w:rsid w:val="00B5419A"/>
    <w:rsid w:val="00B54E7E"/>
    <w:rsid w:val="00B6268A"/>
    <w:rsid w:val="00B6581E"/>
    <w:rsid w:val="00B72B0F"/>
    <w:rsid w:val="00B736F1"/>
    <w:rsid w:val="00B8195D"/>
    <w:rsid w:val="00B828FA"/>
    <w:rsid w:val="00B82E52"/>
    <w:rsid w:val="00B84E8F"/>
    <w:rsid w:val="00B87ECF"/>
    <w:rsid w:val="00B87EDD"/>
    <w:rsid w:val="00B9093D"/>
    <w:rsid w:val="00BA3702"/>
    <w:rsid w:val="00BA5544"/>
    <w:rsid w:val="00BB3BBF"/>
    <w:rsid w:val="00BB4BAC"/>
    <w:rsid w:val="00BB5EE1"/>
    <w:rsid w:val="00BD1775"/>
    <w:rsid w:val="00BD28CD"/>
    <w:rsid w:val="00BD2A92"/>
    <w:rsid w:val="00BD6B9A"/>
    <w:rsid w:val="00BE0202"/>
    <w:rsid w:val="00BE4E21"/>
    <w:rsid w:val="00BE6C93"/>
    <w:rsid w:val="00BF0CBB"/>
    <w:rsid w:val="00BF191F"/>
    <w:rsid w:val="00BF4444"/>
    <w:rsid w:val="00BF4E6E"/>
    <w:rsid w:val="00C00009"/>
    <w:rsid w:val="00C015D2"/>
    <w:rsid w:val="00C13D91"/>
    <w:rsid w:val="00C178A1"/>
    <w:rsid w:val="00C1792A"/>
    <w:rsid w:val="00C365E1"/>
    <w:rsid w:val="00C37BC0"/>
    <w:rsid w:val="00C44A0C"/>
    <w:rsid w:val="00C4582C"/>
    <w:rsid w:val="00C509D6"/>
    <w:rsid w:val="00C50D8E"/>
    <w:rsid w:val="00C52716"/>
    <w:rsid w:val="00C55859"/>
    <w:rsid w:val="00C632A3"/>
    <w:rsid w:val="00C654FF"/>
    <w:rsid w:val="00C7018B"/>
    <w:rsid w:val="00C74216"/>
    <w:rsid w:val="00C80494"/>
    <w:rsid w:val="00C815E7"/>
    <w:rsid w:val="00C83721"/>
    <w:rsid w:val="00C8534C"/>
    <w:rsid w:val="00C87579"/>
    <w:rsid w:val="00C87933"/>
    <w:rsid w:val="00C92081"/>
    <w:rsid w:val="00C92FF1"/>
    <w:rsid w:val="00C967D0"/>
    <w:rsid w:val="00CA01EF"/>
    <w:rsid w:val="00CA59C8"/>
    <w:rsid w:val="00CB3D6F"/>
    <w:rsid w:val="00CC351D"/>
    <w:rsid w:val="00CD1483"/>
    <w:rsid w:val="00CD45E0"/>
    <w:rsid w:val="00CD567D"/>
    <w:rsid w:val="00CD6423"/>
    <w:rsid w:val="00CE1090"/>
    <w:rsid w:val="00CE2861"/>
    <w:rsid w:val="00CE3B43"/>
    <w:rsid w:val="00CE4F2D"/>
    <w:rsid w:val="00CE6458"/>
    <w:rsid w:val="00CE6695"/>
    <w:rsid w:val="00CF37DB"/>
    <w:rsid w:val="00CF52F1"/>
    <w:rsid w:val="00CF5DC7"/>
    <w:rsid w:val="00D02BA1"/>
    <w:rsid w:val="00D03EC6"/>
    <w:rsid w:val="00D10CA8"/>
    <w:rsid w:val="00D11D73"/>
    <w:rsid w:val="00D14878"/>
    <w:rsid w:val="00D16C9E"/>
    <w:rsid w:val="00D20B29"/>
    <w:rsid w:val="00D21C1B"/>
    <w:rsid w:val="00D224FA"/>
    <w:rsid w:val="00D225EC"/>
    <w:rsid w:val="00D24F95"/>
    <w:rsid w:val="00D2525C"/>
    <w:rsid w:val="00D26E8A"/>
    <w:rsid w:val="00D33831"/>
    <w:rsid w:val="00D351B8"/>
    <w:rsid w:val="00D47E13"/>
    <w:rsid w:val="00D52380"/>
    <w:rsid w:val="00D545F6"/>
    <w:rsid w:val="00D55B99"/>
    <w:rsid w:val="00D57B6B"/>
    <w:rsid w:val="00D646E5"/>
    <w:rsid w:val="00D731CF"/>
    <w:rsid w:val="00D75D5A"/>
    <w:rsid w:val="00D904DE"/>
    <w:rsid w:val="00D91672"/>
    <w:rsid w:val="00D95047"/>
    <w:rsid w:val="00D965E5"/>
    <w:rsid w:val="00D97965"/>
    <w:rsid w:val="00D97F3F"/>
    <w:rsid w:val="00DA1620"/>
    <w:rsid w:val="00DA25E2"/>
    <w:rsid w:val="00DA45DF"/>
    <w:rsid w:val="00DB524C"/>
    <w:rsid w:val="00DB536D"/>
    <w:rsid w:val="00DB61FB"/>
    <w:rsid w:val="00DB62B9"/>
    <w:rsid w:val="00DC1286"/>
    <w:rsid w:val="00DC252D"/>
    <w:rsid w:val="00DC48CA"/>
    <w:rsid w:val="00DD7199"/>
    <w:rsid w:val="00DD75BD"/>
    <w:rsid w:val="00DE0021"/>
    <w:rsid w:val="00DE6AD3"/>
    <w:rsid w:val="00DE6D1B"/>
    <w:rsid w:val="00DE6D57"/>
    <w:rsid w:val="00DF3851"/>
    <w:rsid w:val="00DF5A16"/>
    <w:rsid w:val="00DF6828"/>
    <w:rsid w:val="00E01CA0"/>
    <w:rsid w:val="00E0333A"/>
    <w:rsid w:val="00E10A54"/>
    <w:rsid w:val="00E10DE4"/>
    <w:rsid w:val="00E10E2C"/>
    <w:rsid w:val="00E127A4"/>
    <w:rsid w:val="00E26BD3"/>
    <w:rsid w:val="00E27406"/>
    <w:rsid w:val="00E3295C"/>
    <w:rsid w:val="00E34828"/>
    <w:rsid w:val="00E348FA"/>
    <w:rsid w:val="00E534DD"/>
    <w:rsid w:val="00E606A8"/>
    <w:rsid w:val="00E608D1"/>
    <w:rsid w:val="00E6177B"/>
    <w:rsid w:val="00E62563"/>
    <w:rsid w:val="00E64461"/>
    <w:rsid w:val="00E67A17"/>
    <w:rsid w:val="00E7287C"/>
    <w:rsid w:val="00E7527E"/>
    <w:rsid w:val="00E75343"/>
    <w:rsid w:val="00E77EA7"/>
    <w:rsid w:val="00E8706C"/>
    <w:rsid w:val="00E929F1"/>
    <w:rsid w:val="00E97BD2"/>
    <w:rsid w:val="00EA3557"/>
    <w:rsid w:val="00EA41F4"/>
    <w:rsid w:val="00EA4950"/>
    <w:rsid w:val="00EA4CB7"/>
    <w:rsid w:val="00EA5732"/>
    <w:rsid w:val="00EB1BF8"/>
    <w:rsid w:val="00EB54FF"/>
    <w:rsid w:val="00EC19F6"/>
    <w:rsid w:val="00EC55BC"/>
    <w:rsid w:val="00EC6655"/>
    <w:rsid w:val="00EC717D"/>
    <w:rsid w:val="00ED0C53"/>
    <w:rsid w:val="00EE18DD"/>
    <w:rsid w:val="00EE43D6"/>
    <w:rsid w:val="00EF044A"/>
    <w:rsid w:val="00EF08A5"/>
    <w:rsid w:val="00EF2731"/>
    <w:rsid w:val="00EF3BE4"/>
    <w:rsid w:val="00EF4B27"/>
    <w:rsid w:val="00EF7701"/>
    <w:rsid w:val="00F00693"/>
    <w:rsid w:val="00F0532E"/>
    <w:rsid w:val="00F0558D"/>
    <w:rsid w:val="00F05F2E"/>
    <w:rsid w:val="00F121D2"/>
    <w:rsid w:val="00F147DF"/>
    <w:rsid w:val="00F149D7"/>
    <w:rsid w:val="00F15C09"/>
    <w:rsid w:val="00F1615F"/>
    <w:rsid w:val="00F16FA5"/>
    <w:rsid w:val="00F202B3"/>
    <w:rsid w:val="00F22A6F"/>
    <w:rsid w:val="00F251A2"/>
    <w:rsid w:val="00F27A9E"/>
    <w:rsid w:val="00F27B73"/>
    <w:rsid w:val="00F27DD6"/>
    <w:rsid w:val="00F33AD3"/>
    <w:rsid w:val="00F33C0A"/>
    <w:rsid w:val="00F33E37"/>
    <w:rsid w:val="00F356DA"/>
    <w:rsid w:val="00F45F7C"/>
    <w:rsid w:val="00F5360E"/>
    <w:rsid w:val="00F54D99"/>
    <w:rsid w:val="00F57CDA"/>
    <w:rsid w:val="00F72476"/>
    <w:rsid w:val="00F83263"/>
    <w:rsid w:val="00F8446A"/>
    <w:rsid w:val="00F87A58"/>
    <w:rsid w:val="00F906AA"/>
    <w:rsid w:val="00F918A0"/>
    <w:rsid w:val="00F91D00"/>
    <w:rsid w:val="00F94093"/>
    <w:rsid w:val="00FA2019"/>
    <w:rsid w:val="00FA2C3B"/>
    <w:rsid w:val="00FB142F"/>
    <w:rsid w:val="00FB3434"/>
    <w:rsid w:val="00FB5E5E"/>
    <w:rsid w:val="00FB778F"/>
    <w:rsid w:val="00FC195C"/>
    <w:rsid w:val="00FC3E80"/>
    <w:rsid w:val="00FD19F7"/>
    <w:rsid w:val="00FD550A"/>
    <w:rsid w:val="00FD7D44"/>
    <w:rsid w:val="00FE085C"/>
    <w:rsid w:val="00FE33F7"/>
    <w:rsid w:val="00FF4B13"/>
    <w:rsid w:val="00FF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918A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75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75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75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4A7564"/>
    <w:pPr>
      <w:keepNext/>
      <w:tabs>
        <w:tab w:val="num" w:pos="2282"/>
      </w:tabs>
      <w:spacing w:before="120"/>
      <w:ind w:left="2282" w:hanging="864"/>
      <w:outlineLvl w:val="3"/>
    </w:pPr>
    <w:rPr>
      <w:rFonts w:ascii="Arial" w:hAnsi="Arial"/>
      <w:i/>
      <w:color w:val="333399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75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75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A7564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A756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75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244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C244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C244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C244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C244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C2443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C244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C244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C2443"/>
    <w:rPr>
      <w:rFonts w:ascii="Cambria" w:hAnsi="Cambria" w:cs="Times New Roman"/>
    </w:rPr>
  </w:style>
  <w:style w:type="character" w:styleId="Hyperlink">
    <w:name w:val="Hyperlink"/>
    <w:basedOn w:val="DefaultParagraphFont"/>
    <w:uiPriority w:val="99"/>
    <w:rsid w:val="004A7564"/>
    <w:rPr>
      <w:rFonts w:cs="Times New Roman"/>
      <w:color w:val="0000FF"/>
      <w:u w:val="single"/>
    </w:rPr>
  </w:style>
  <w:style w:type="paragraph" w:customStyle="1" w:styleId="N1">
    <w:name w:val="N1"/>
    <w:basedOn w:val="Normal"/>
    <w:uiPriority w:val="99"/>
    <w:rsid w:val="004A7564"/>
    <w:pPr>
      <w:numPr>
        <w:numId w:val="1"/>
      </w:numPr>
    </w:pPr>
  </w:style>
  <w:style w:type="paragraph" w:customStyle="1" w:styleId="N2">
    <w:name w:val="N2"/>
    <w:basedOn w:val="Normal"/>
    <w:uiPriority w:val="99"/>
    <w:rsid w:val="004A7564"/>
    <w:pPr>
      <w:numPr>
        <w:ilvl w:val="1"/>
        <w:numId w:val="1"/>
      </w:numPr>
    </w:pPr>
  </w:style>
  <w:style w:type="paragraph" w:styleId="BodyTextIndent2">
    <w:name w:val="Body Text Indent 2"/>
    <w:basedOn w:val="Normal"/>
    <w:link w:val="BodyTextIndent2Char"/>
    <w:uiPriority w:val="99"/>
    <w:rsid w:val="004A7564"/>
    <w:pPr>
      <w:ind w:left="720"/>
    </w:pPr>
    <w:rPr>
      <w:rFonts w:ascii="Arial" w:hAnsi="Arial" w:cs="Arial"/>
      <w:b/>
      <w:b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C2443"/>
    <w:rPr>
      <w:rFonts w:cs="Times New Roman"/>
      <w:sz w:val="24"/>
      <w:szCs w:val="24"/>
    </w:rPr>
  </w:style>
  <w:style w:type="paragraph" w:customStyle="1" w:styleId="Normln">
    <w:name w:val="Normální~"/>
    <w:basedOn w:val="Normal"/>
    <w:uiPriority w:val="99"/>
    <w:rsid w:val="004A7564"/>
    <w:pPr>
      <w:widowControl w:val="0"/>
    </w:pPr>
    <w:rPr>
      <w:noProof/>
      <w:szCs w:val="20"/>
    </w:rPr>
  </w:style>
  <w:style w:type="paragraph" w:styleId="Header">
    <w:name w:val="header"/>
    <w:basedOn w:val="Normal"/>
    <w:link w:val="HeaderChar"/>
    <w:uiPriority w:val="99"/>
    <w:rsid w:val="004A756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C2443"/>
    <w:rPr>
      <w:rFonts w:cs="Times New Roman"/>
      <w:sz w:val="24"/>
      <w:szCs w:val="24"/>
    </w:rPr>
  </w:style>
  <w:style w:type="paragraph" w:customStyle="1" w:styleId="Nadpiskapitol">
    <w:name w:val="Nadpis kapitol"/>
    <w:basedOn w:val="Heading2"/>
    <w:next w:val="Normal"/>
    <w:uiPriority w:val="99"/>
    <w:rsid w:val="004A7564"/>
    <w:pPr>
      <w:spacing w:before="360" w:after="240"/>
      <w:jc w:val="center"/>
      <w:outlineLvl w:val="0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article-perex">
    <w:name w:val="article-perex"/>
    <w:basedOn w:val="Normal"/>
    <w:uiPriority w:val="99"/>
    <w:rsid w:val="004A7564"/>
    <w:pPr>
      <w:spacing w:before="100" w:beforeAutospacing="1" w:after="100" w:afterAutospacing="1"/>
    </w:pPr>
  </w:style>
  <w:style w:type="character" w:customStyle="1" w:styleId="cleaner">
    <w:name w:val="cleaner"/>
    <w:basedOn w:val="DefaultParagraphFont"/>
    <w:uiPriority w:val="99"/>
    <w:rsid w:val="004A7564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4A7564"/>
    <w:rPr>
      <w:rFonts w:cs="Times New Roman"/>
      <w:i/>
      <w:iCs/>
    </w:rPr>
  </w:style>
  <w:style w:type="paragraph" w:styleId="Footer">
    <w:name w:val="footer"/>
    <w:basedOn w:val="Normal"/>
    <w:link w:val="FooterChar"/>
    <w:uiPriority w:val="99"/>
    <w:rsid w:val="004A756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C2443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A756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C2443"/>
    <w:rPr>
      <w:rFonts w:cs="Times New Roman"/>
      <w:sz w:val="24"/>
      <w:szCs w:val="24"/>
    </w:rPr>
  </w:style>
  <w:style w:type="paragraph" w:customStyle="1" w:styleId="ClanekC">
    <w:name w:val="ClanekC"/>
    <w:uiPriority w:val="99"/>
    <w:rsid w:val="004A7564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hAnsi="Arial"/>
      <w:b/>
      <w:spacing w:val="8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4A756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C2443"/>
    <w:rPr>
      <w:rFonts w:cs="Times New Roman"/>
      <w:sz w:val="16"/>
      <w:szCs w:val="16"/>
    </w:rPr>
  </w:style>
  <w:style w:type="paragraph" w:customStyle="1" w:styleId="Import1">
    <w:name w:val="Import 1"/>
    <w:basedOn w:val="Normal"/>
    <w:uiPriority w:val="99"/>
    <w:rsid w:val="004A756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B54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3C2443"/>
    <w:rPr>
      <w:rFonts w:cs="Times New Roman"/>
      <w:sz w:val="2"/>
    </w:rPr>
  </w:style>
  <w:style w:type="paragraph" w:styleId="BalloonText">
    <w:name w:val="Balloon Text"/>
    <w:basedOn w:val="Normal"/>
    <w:link w:val="BalloonTextChar"/>
    <w:uiPriority w:val="99"/>
    <w:semiHidden/>
    <w:rsid w:val="00147C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2443"/>
    <w:rPr>
      <w:rFonts w:cs="Times New Roman"/>
      <w:sz w:val="2"/>
    </w:rPr>
  </w:style>
  <w:style w:type="paragraph" w:styleId="CommentText">
    <w:name w:val="annotation text"/>
    <w:basedOn w:val="Normal"/>
    <w:link w:val="CommentTextChar"/>
    <w:uiPriority w:val="99"/>
    <w:semiHidden/>
    <w:rsid w:val="00147C72"/>
    <w:pPr>
      <w:spacing w:before="120"/>
    </w:pPr>
    <w:rPr>
      <w:i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C2443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147C72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6458"/>
    <w:pPr>
      <w:spacing w:before="0"/>
    </w:pPr>
    <w:rPr>
      <w:b/>
      <w:bCs/>
      <w:i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C2443"/>
    <w:rPr>
      <w:b/>
      <w:bCs/>
    </w:rPr>
  </w:style>
  <w:style w:type="character" w:customStyle="1" w:styleId="apple-style-span">
    <w:name w:val="apple-style-span"/>
    <w:basedOn w:val="DefaultParagraphFont"/>
    <w:uiPriority w:val="99"/>
    <w:rsid w:val="0099086F"/>
    <w:rPr>
      <w:rFonts w:cs="Times New Roman"/>
    </w:rPr>
  </w:style>
  <w:style w:type="table" w:styleId="TableGrid">
    <w:name w:val="Table Grid"/>
    <w:basedOn w:val="TableNormal"/>
    <w:uiPriority w:val="99"/>
    <w:rsid w:val="0041742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AE776D"/>
    <w:rPr>
      <w:rFonts w:cs="Times New Roman"/>
    </w:rPr>
  </w:style>
  <w:style w:type="paragraph" w:styleId="ListParagraph">
    <w:name w:val="List Paragraph"/>
    <w:basedOn w:val="Normal"/>
    <w:uiPriority w:val="99"/>
    <w:qFormat/>
    <w:rsid w:val="001E52F4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ar-SA"/>
    </w:rPr>
  </w:style>
  <w:style w:type="paragraph" w:styleId="HTMLPreformatted">
    <w:name w:val="HTML Preformatted"/>
    <w:basedOn w:val="Normal"/>
    <w:link w:val="HTMLPreformattedChar"/>
    <w:uiPriority w:val="99"/>
    <w:rsid w:val="009B7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B760A"/>
    <w:rPr>
      <w:rFonts w:ascii="Courier New" w:hAnsi="Courier New" w:cs="Courier New"/>
      <w:lang w:val="cs-CZ" w:eastAsia="cs-CZ" w:bidi="ar-SA"/>
    </w:rPr>
  </w:style>
  <w:style w:type="paragraph" w:customStyle="1" w:styleId="ListParagraph1">
    <w:name w:val="List Paragraph1"/>
    <w:basedOn w:val="Normal"/>
    <w:uiPriority w:val="99"/>
    <w:rsid w:val="009B760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4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bchod.portal.cz/search.asp?EXPS=Keith%2C+F%2E+Punch&amp;SearchType=all" TargetMode="External"/><Relationship Id="rId18" Type="http://schemas.openxmlformats.org/officeDocument/2006/relationships/hyperlink" Target="http://www.amazon.com/Joseph-Hamill/e/B001IO9T4A/ref=sr_ntt_srch_lnk_1?qid=1337840482&amp;sr=1-1" TargetMode="External"/><Relationship Id="rId26" Type="http://schemas.openxmlformats.org/officeDocument/2006/relationships/hyperlink" Target="http://www.humankinetics.com/hksearch?parentCode=0&amp;letter=Arthur%20Chapman" TargetMode="External"/><Relationship Id="rId39" Type="http://schemas.openxmlformats.org/officeDocument/2006/relationships/hyperlink" Target="http://www.amazon.com/NSCA-National-Strength-&amp;-Conditioning-Association/e/B007NLWDL8/ref=sr_ntt_srch_lnk_93?qid=1336590673&amp;sr=1-93" TargetMode="External"/><Relationship Id="rId21" Type="http://schemas.openxmlformats.org/officeDocument/2006/relationships/hyperlink" Target="http://www.humankinetics.com/products/all-products/elite-soccer-drills" TargetMode="External"/><Relationship Id="rId34" Type="http://schemas.openxmlformats.org/officeDocument/2006/relationships/hyperlink" Target="http://www.amazon.com/Running-Anatomy-Joseph-Puleo/dp/0736082301/ref=sr_1_45?s=books&amp;ie=UTF8&amp;qid=1336590209&amp;sr=1-45" TargetMode="External"/><Relationship Id="rId42" Type="http://schemas.openxmlformats.org/officeDocument/2006/relationships/hyperlink" Target="http://www.amazon.com/Effective-Functional-Progressions-Sport-Rehabilitation/dp/0736063811/ref=sr_1_155?s=books&amp;ie=UTF8&amp;qid=1336591612&amp;sr=1-155" TargetMode="External"/><Relationship Id="rId47" Type="http://schemas.openxmlformats.org/officeDocument/2006/relationships/hyperlink" Target="http://www.amazon.com/Training-Sports-Speed-Agility-Evidence-Based/dp/0415591260/ref=sr_1_260?s=books&amp;ie=UTF8&amp;qid=1336592358&amp;sr=1-260" TargetMode="External"/><Relationship Id="rId50" Type="http://schemas.openxmlformats.org/officeDocument/2006/relationships/hyperlink" Target="http://www.google.cz/search?hl=cs&amp;tbo=p&amp;tbm=bks&amp;q=inauthor:%22Cecil+Colwin%22&amp;source=gbs_metadata_r&amp;cad=9" TargetMode="External"/><Relationship Id="rId55" Type="http://schemas.openxmlformats.org/officeDocument/2006/relationships/hyperlink" Target="http://www.amazon.com/Roger-Bartlett/e/B001H6P9X4/ref=sr_ntt_srch_lnk_1?qid=1337839926&amp;sr=1-1" TargetMode="External"/><Relationship Id="rId63" Type="http://schemas.openxmlformats.org/officeDocument/2006/relationships/hyperlink" Target="http://www.amazon.com/Progressive-Plyometrics-Kids-Avery-Faigenbaum/dp/1585189553/ref=sr_1_62?s=books&amp;ie=UTF8&amp;qid=1336590499&amp;sr=1-62" TargetMode="External"/><Relationship Id="rId68" Type="http://schemas.openxmlformats.org/officeDocument/2006/relationships/hyperlink" Target="http://www.amazon.com/Train-To-Win-Principles-Athletic/dp/0972510400/ref=sr_1_163?s=books&amp;ie=UTF8&amp;qid=1336591752&amp;sr=1-163" TargetMode="External"/><Relationship Id="rId76" Type="http://schemas.openxmlformats.org/officeDocument/2006/relationships/hyperlink" Target="http://www.amazon.com/Joe-Ellis-D.P.M./e/B004HE9HPO/ref=sr_ntt_srch_lnk_245?qid=1336592184&amp;sr=1-245" TargetMode="External"/><Relationship Id="rId84" Type="http://schemas.openxmlformats.org/officeDocument/2006/relationships/hyperlink" Target="http://www.sportfachbuch.de/show.php?typ=Buch&amp;nr=7883" TargetMode="External"/><Relationship Id="rId89" Type="http://schemas.openxmlformats.org/officeDocument/2006/relationships/theme" Target="theme/theme1.xml"/><Relationship Id="rId7" Type="http://schemas.openxmlformats.org/officeDocument/2006/relationships/hyperlink" Target="http://www.muni.cz/fsps/general/mu_quarters/maps/160" TargetMode="External"/><Relationship Id="rId71" Type="http://schemas.openxmlformats.org/officeDocument/2006/relationships/hyperlink" Target="http://www.amazon.com/Martial-Arts-Kettlebell-Connection-Strength-Building/dp/0897501934/ref=sr_1_191?s=books&amp;ie=UTF8&amp;qid=1336591884&amp;sr=1-19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mazon.com/s/ref=ntt_athr_dp_sr_1?_encoding=UTF8&amp;sort=relevancerank&amp;search-alias=books&amp;ie=UTF8&amp;field-author=Rona%20L.%20Pogrund" TargetMode="External"/><Relationship Id="rId29" Type="http://schemas.openxmlformats.org/officeDocument/2006/relationships/hyperlink" Target="http://www.humankinetics.com/hksearch?parentCode=0&amp;letter=Roger%20Enoka" TargetMode="External"/><Relationship Id="rId11" Type="http://schemas.openxmlformats.org/officeDocument/2006/relationships/hyperlink" Target="http://obchod.portal.cz/search.asp?EXPS=Keith%2C+F%2E+Punch&amp;SearchType=all" TargetMode="External"/><Relationship Id="rId24" Type="http://schemas.openxmlformats.org/officeDocument/2006/relationships/hyperlink" Target="http://www.amazon.com/Table-Tennis-Success-Activity-Series/dp/0736077316/ref=pd_bxgy_b_text_c" TargetMode="External"/><Relationship Id="rId32" Type="http://schemas.openxmlformats.org/officeDocument/2006/relationships/hyperlink" Target="http://www.amazon.com/Lore-Running-Edition-Timothy-Noakes/dp/0873229592/ref=sr_1_29?s=books&amp;ie=UTF8&amp;qid=1336590084&amp;sr=1-29" TargetMode="External"/><Relationship Id="rId37" Type="http://schemas.openxmlformats.org/officeDocument/2006/relationships/hyperlink" Target="http://www.amazon.com/Youth-Strength-Training-Programs-Fitness/dp/0736067922/ref=sr_1_87?s=books&amp;ie=UTF8&amp;qid=1336590673&amp;sr=1-87" TargetMode="External"/><Relationship Id="rId40" Type="http://schemas.openxmlformats.org/officeDocument/2006/relationships/hyperlink" Target="http://www.amazon.com/Training-Young-Distance-Runners-2E/dp/0736050914/ref=sr_1_108?s=books&amp;ie=UTF8&amp;qid=1336590859&amp;sr=1-108" TargetMode="External"/><Relationship Id="rId45" Type="http://schemas.openxmlformats.org/officeDocument/2006/relationships/hyperlink" Target="http://www.amazon.com/Thomas-W.-Rowland/e/B001HCW6P2/ref=sr_ntt_srch_lnk_249?qid=1336592319&amp;sr=1-249" TargetMode="External"/><Relationship Id="rId53" Type="http://schemas.openxmlformats.org/officeDocument/2006/relationships/hyperlink" Target="http://www.amazon.com/The-Athletes-Guide-Recovery-Performance/dp/1934030678/ref=sr_1_57?s=books&amp;ie=UTF8&amp;qid=1336590388&amp;sr=1-57" TargetMode="External"/><Relationship Id="rId58" Type="http://schemas.openxmlformats.org/officeDocument/2006/relationships/hyperlink" Target="http://www.amazon.com/Runners-Faster-Revised-Edition-3-Run-/dp/1609618025/ref=sr_1_7?s=books&amp;ie=UTF8&amp;qid=1336589655&amp;sr=1-7" TargetMode="External"/><Relationship Id="rId66" Type="http://schemas.openxmlformats.org/officeDocument/2006/relationships/hyperlink" Target="http://www.amazon.com/More-Fire-How-Run-Kenyan/dp/1594160740/ref=sr_1_142?s=books&amp;ie=UTF8&amp;qid=1336591521&amp;sr=1-142" TargetMode="External"/><Relationship Id="rId74" Type="http://schemas.openxmlformats.org/officeDocument/2006/relationships/hyperlink" Target="http://www.amazon.com/Alan-Lynn/e/B001JPBSJ2/ref=sr_ntt_srch_lnk_204?qid=1336591989&amp;sr=1-204" TargetMode="External"/><Relationship Id="rId79" Type="http://schemas.openxmlformats.org/officeDocument/2006/relationships/hyperlink" Target="http://www.amazon.com/Quick-Reference-Dictionary-Athletic-Training/dp/1556426666/ref=sr_1_271?s=books&amp;ie=UTF8&amp;qid=1336592492&amp;sr=1-271" TargetMode="External"/><Relationship Id="rId87" Type="http://schemas.openxmlformats.org/officeDocument/2006/relationships/hyperlink" Target="https://vufind.mzk.cz/Author/Home?author=Univerzita%20J.E.%20Purkyn%C4%9B%20v%20%C3%9Ast%C3%AD%20nad%20Labem.%20Katedra%20t%C4%9Blesn%C3%A9%20v%C3%BDchovy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amazon.com/The-Book-Endurance-Training-Racing/dp/1616080655/ref=sr_1_52?s=books&amp;ie=UTF8&amp;qid=1336590388&amp;sr=1-52" TargetMode="External"/><Relationship Id="rId82" Type="http://schemas.openxmlformats.org/officeDocument/2006/relationships/hyperlink" Target="http://www.google.cz/search?hl=cs&amp;tbo=p&amp;tbm=bks&amp;q=inauthor:%22Jean-Claude+Chatard%22&amp;source=gbs_metadata_r&amp;cad=6" TargetMode="External"/><Relationship Id="rId19" Type="http://schemas.openxmlformats.org/officeDocument/2006/relationships/hyperlink" Target="http://www.amazon.com/Christopher-Kirtley/e/B001IZ0YDO/ref=sr_ntt_srch_lnk_1?qid=1337840613&amp;sr=1-1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://obchod.portal.cz/search.asp?EXPS=Punch%2C+Keith+F%2E&amp;SearchType=all" TargetMode="External"/><Relationship Id="rId22" Type="http://schemas.openxmlformats.org/officeDocument/2006/relationships/hyperlink" Target="http://www.humankinetics.com/products/all-products/Skills-Strategies-for-Coaching-Soccer---2nd-Edition" TargetMode="External"/><Relationship Id="rId27" Type="http://schemas.openxmlformats.org/officeDocument/2006/relationships/hyperlink" Target="http://www.humankinetics.com/hksearch?parentCode=0&amp;letter=W.A.%20Sparrow" TargetMode="External"/><Relationship Id="rId30" Type="http://schemas.openxmlformats.org/officeDocument/2006/relationships/hyperlink" Target="http://www.humankinetics.com/hksearch?parentCode=0&amp;letter=Michael%20Alter" TargetMode="External"/><Relationship Id="rId35" Type="http://schemas.openxmlformats.org/officeDocument/2006/relationships/hyperlink" Target="http://www.amazon.com/Patrick-Milroy/e/B001KMJPH6/ref=sr_ntt_srch_lnk_45?qid=1336590209&amp;sr=1-45" TargetMode="External"/><Relationship Id="rId43" Type="http://schemas.openxmlformats.org/officeDocument/2006/relationships/hyperlink" Target="http://www.amazon.com/Pocketbook-Taping-Techniques-Physiotherapy-Pocketbooks/dp/0702030279/ref=sr_1_181?s=books&amp;ie=UTF8&amp;qid=1336591884&amp;sr=1-181" TargetMode="External"/><Relationship Id="rId48" Type="http://schemas.openxmlformats.org/officeDocument/2006/relationships/hyperlink" Target="http://www.amazon.com/Paul-Gamble/e/B001KMJW92/ref=sr_ntt_srch_lnk_260?qid=1336592358&amp;sr=1-260" TargetMode="External"/><Relationship Id="rId56" Type="http://schemas.openxmlformats.org/officeDocument/2006/relationships/hyperlink" Target="http://www.amazon.com/Official-Soccer-Rules-Illustrated-Stanley/dp/1600782825/ref=cm_lmf_tit_9_rsrssi0" TargetMode="External"/><Relationship Id="rId64" Type="http://schemas.openxmlformats.org/officeDocument/2006/relationships/hyperlink" Target="http://www.amazon.com/Xtreme-Training-Fighters-Ultimate-Fitness/dp/0982565828/ref=sr_1_67?s=books&amp;ie=UTF8&amp;qid=1336590499&amp;sr=1-67" TargetMode="External"/><Relationship Id="rId69" Type="http://schemas.openxmlformats.org/officeDocument/2006/relationships/hyperlink" Target="http://www.amazon.com/Martin-Rooney/e/B001K1IXHU/ref=sr_ntt_srch_lnk_163?qid=1336591752&amp;sr=1-163" TargetMode="External"/><Relationship Id="rId77" Type="http://schemas.openxmlformats.org/officeDocument/2006/relationships/hyperlink" Target="http://www.amazon.com/Understanding-physical-conditioning-movement-approach/dp/1475024835/ref=sr_1_248?s=books&amp;ie=UTF8&amp;qid=1336592184&amp;sr=1-248" TargetMode="External"/><Relationship Id="rId8" Type="http://schemas.openxmlformats.org/officeDocument/2006/relationships/hyperlink" Target="mailto:mstodul@ukb.muni.cz" TargetMode="External"/><Relationship Id="rId51" Type="http://schemas.openxmlformats.org/officeDocument/2006/relationships/hyperlink" Target="http://www.humankinetics.com/hksearch?parentCode=0&amp;letter=Thomas%20Reilly" TargetMode="External"/><Relationship Id="rId72" Type="http://schemas.openxmlformats.org/officeDocument/2006/relationships/hyperlink" Target="http://www.amazon.com/John-Spezzano/e/B005HSPPA0/ref=sr_ntt_srch_lnk_191?qid=1336591884&amp;sr=1-191" TargetMode="External"/><Relationship Id="rId80" Type="http://schemas.openxmlformats.org/officeDocument/2006/relationships/hyperlink" Target="http://www.amazon.com/Julie-N.-Bernier/e/B001JRVNH2/ref=sr_ntt_srch_lnk_271?qid=1336592492&amp;sr=1-271" TargetMode="External"/><Relationship Id="rId85" Type="http://schemas.openxmlformats.org/officeDocument/2006/relationships/hyperlink" Target="http://www.sportfachbuch.de/show.php?typ=Buch&amp;nr=7882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obchod.portal.cz/search.asp?EXPS=Punch%2C+Keith+F%2E&amp;SearchType=all" TargetMode="External"/><Relationship Id="rId17" Type="http://schemas.openxmlformats.org/officeDocument/2006/relationships/hyperlink" Target="http://www.amazon.com/s/ref=ntt_athr_dp_sr_1?_encoding=UTF8&amp;sort=relevancerank&amp;search-alias=books&amp;ie=UTF8&amp;field-author=Rona%20L.%20Pogrund" TargetMode="External"/><Relationship Id="rId25" Type="http://schemas.openxmlformats.org/officeDocument/2006/relationships/hyperlink" Target="http://www.humankinetics.com/hksearch?parentCode=0&amp;letter=Jie%20Kang" TargetMode="External"/><Relationship Id="rId33" Type="http://schemas.openxmlformats.org/officeDocument/2006/relationships/hyperlink" Target="http://www.amazon.com/Full-Body-Flexibility-Edition-Jay-Blahnik/dp/0736090363/ref=sr_1_37?s=books&amp;ie=UTF8&amp;qid=1336590209&amp;sr=1-37" TargetMode="External"/><Relationship Id="rId38" Type="http://schemas.openxmlformats.org/officeDocument/2006/relationships/hyperlink" Target="http://www.amazon.com/Program-Design-Science-Strength-Conditioning/dp/0736084029/ref=sr_1_93?s=books&amp;ie=UTF8&amp;qid=1336590673&amp;sr=1-93" TargetMode="External"/><Relationship Id="rId46" Type="http://schemas.openxmlformats.org/officeDocument/2006/relationships/hyperlink" Target="http://www.amazon.com/Qualitative-Research-Physical-Activity-Professions/dp/0736072136/ref=sr_1_254?s=books&amp;ie=UTF8&amp;qid=1336592358&amp;sr=1-254" TargetMode="External"/><Relationship Id="rId59" Type="http://schemas.openxmlformats.org/officeDocument/2006/relationships/hyperlink" Target="http://www.amazon.com/Dynamic-Stretching-Revolutionary-Warm-up-Performance/dp/1569757267/ref=sr_1_28?s=books&amp;ie=UTF8&amp;qid=1336590084&amp;sr=1-28" TargetMode="External"/><Relationship Id="rId67" Type="http://schemas.openxmlformats.org/officeDocument/2006/relationships/hyperlink" Target="http://www.amazon.com/Plyometrics-Athletes-All-Levels-Explosive/dp/1569755590/ref=sr_1_147?s=books&amp;ie=UTF8&amp;qid=1336591612&amp;sr=1-147" TargetMode="External"/><Relationship Id="rId20" Type="http://schemas.openxmlformats.org/officeDocument/2006/relationships/hyperlink" Target="http://www.humankinetics.com/products/all-products/coaching-girls-soccer-successfully" TargetMode="External"/><Relationship Id="rId41" Type="http://schemas.openxmlformats.org/officeDocument/2006/relationships/hyperlink" Target="http://www.amazon.com/Performance-Nutrition-Applying-Science-Nutrient/dp/0736079459/ref=sr_1_146?s=books&amp;ie=UTF8&amp;qid=1336591612&amp;sr=1-146" TargetMode="External"/><Relationship Id="rId54" Type="http://schemas.openxmlformats.org/officeDocument/2006/relationships/hyperlink" Target="http://www.amazon.com/s/ref=ntt_athr_dp_sr_1?_encoding=UTF8&amp;field-author=Jacquelin%20Perry%20MD&amp;search-alias=books&amp;sort=relevancerank" TargetMode="External"/><Relationship Id="rId62" Type="http://schemas.openxmlformats.org/officeDocument/2006/relationships/hyperlink" Target="http://www.amazon.com/Philip-Maffetone/e/B001K88UYE/ref=sr_ntt_srch_lnk_52?qid=1336590388&amp;sr=1-52" TargetMode="External"/><Relationship Id="rId70" Type="http://schemas.openxmlformats.org/officeDocument/2006/relationships/hyperlink" Target="http://www.amazon.com/Conditioning-Soccer-Raymond-Verheijen/dp/1890946052/ref=sr_1_179?s=books&amp;ie=UTF8&amp;qid=1336591817&amp;sr=1-179" TargetMode="External"/><Relationship Id="rId75" Type="http://schemas.openxmlformats.org/officeDocument/2006/relationships/hyperlink" Target="http://www.amazon.com/Running-Injury-Free-Prevent-Recover-Problems/dp/0875962211/ref=sr_1_245?s=books&amp;ie=UTF8&amp;qid=1336592184&amp;sr=1-245" TargetMode="External"/><Relationship Id="rId83" Type="http://schemas.openxmlformats.org/officeDocument/2006/relationships/hyperlink" Target="http://www.google.cz/search?hl=cs&amp;tbo=p&amp;tbm=bks&amp;q=inauthor:%22David+A.+Winter%22&amp;source=gbs_metadata_r&amp;cad=8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grada.cz/dalsi-knihy-autora/Binter_Luk%E1%9A/" TargetMode="External"/><Relationship Id="rId23" Type="http://schemas.openxmlformats.org/officeDocument/2006/relationships/hyperlink" Target="http://www.humankinetics.com/products/all-products/soccer-fundamentals" TargetMode="External"/><Relationship Id="rId28" Type="http://schemas.openxmlformats.org/officeDocument/2006/relationships/hyperlink" Target="http://www.humankinetics.com/hksearch?parentCode=0&amp;letter=Vladimir%20Zatsiorsky" TargetMode="External"/><Relationship Id="rId36" Type="http://schemas.openxmlformats.org/officeDocument/2006/relationships/hyperlink" Target="http://www.amazon.com/Heart-Rate-Training-Roy-Benson/dp/0736086552/ref=sr_1_65?s=books&amp;ie=UTF8&amp;qid=1336590499&amp;sr=1-65" TargetMode="External"/><Relationship Id="rId49" Type="http://schemas.openxmlformats.org/officeDocument/2006/relationships/hyperlink" Target="http://www.humankinetics.com/hksearch?parentCode=0&amp;letter=Jay%20Silvester" TargetMode="External"/><Relationship Id="rId57" Type="http://schemas.openxmlformats.org/officeDocument/2006/relationships/hyperlink" Target="http://www.amazon.com/Tony-Donaldson/e/B001IXPUC6/ref=ntt_athr_dp_pel_1" TargetMode="External"/><Relationship Id="rId10" Type="http://schemas.openxmlformats.org/officeDocument/2006/relationships/footer" Target="footer1.xml"/><Relationship Id="rId31" Type="http://schemas.openxmlformats.org/officeDocument/2006/relationships/hyperlink" Target="http://www.amazon.com/Strength-Training-Anatomy-Workout-The/dp/1450419895/ref=sr_1_12?s=books&amp;ie=UTF8&amp;qid=1336589655&amp;sr=1-12" TargetMode="External"/><Relationship Id="rId44" Type="http://schemas.openxmlformats.org/officeDocument/2006/relationships/hyperlink" Target="http://www.amazon.com/Athletes-Clock-The-Thomas-Rowland/dp/0736082743/ref=sr_1_249?s=books&amp;ie=UTF8&amp;qid=1336592319&amp;sr=1-249" TargetMode="External"/><Relationship Id="rId52" Type="http://schemas.openxmlformats.org/officeDocument/2006/relationships/hyperlink" Target="http://www.amazon.com/Simon-Burney/e/B001JOVIVQ/ref=ntt_athr_dp_pel_1" TargetMode="External"/><Relationship Id="rId60" Type="http://schemas.openxmlformats.org/officeDocument/2006/relationships/hyperlink" Target="http://www.amazon.com/Mark-Kovacs/e/B002E3FAJ2/ref=sr_ntt_srch_lnk_28?qid=1336590084&amp;sr=1-28" TargetMode="External"/><Relationship Id="rId65" Type="http://schemas.openxmlformats.org/officeDocument/2006/relationships/hyperlink" Target="http://www.amazon.com/Special-Strength-Training-Manual-Coaches/dp/8890403829/ref=sr_1_95?s=books&amp;ie=UTF8&amp;qid=1336590673&amp;sr=1-95" TargetMode="External"/><Relationship Id="rId73" Type="http://schemas.openxmlformats.org/officeDocument/2006/relationships/hyperlink" Target="http://www.amazon.com/Conditioning-Swimmers-Guide-Land-Based-Training/dp/1861269137/ref=sr_1_204?s=books&amp;ie=UTF8&amp;qid=1336591989&amp;sr=1-204" TargetMode="External"/><Relationship Id="rId78" Type="http://schemas.openxmlformats.org/officeDocument/2006/relationships/hyperlink" Target="http://www.amazon.com/Medicine-Ball-Training-Complete-Exercises/dp/0920905404/ref=sr_1_255?s=books&amp;ie=UTF8&amp;qid=1336592358&amp;sr=1-255" TargetMode="External"/><Relationship Id="rId81" Type="http://schemas.openxmlformats.org/officeDocument/2006/relationships/hyperlink" Target="http://www.google.cz/search?hl=cs&amp;tbo=p&amp;tbm=bks&amp;q=inauthor:%22H%C3%A9l%C3%A8ne+Boudreau%22&amp;source=gbs_metadata_r&amp;cad=5" TargetMode="External"/><Relationship Id="rId86" Type="http://schemas.openxmlformats.org/officeDocument/2006/relationships/hyperlink" Target="http://www.buecher.de/go/search_search/quicksearch/q/cXVlcnk9QmVsdHorUHN5Y2hvbG9naWUrVmVybGFncytVbmlvbiUzQitCZWx0eiZmaWVsZD1oZXJzdGVsbGVy/lfa/verla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147</TotalTime>
  <Pages>44</Pages>
  <Words>9480</Words>
  <Characters>-32766</Characters>
  <Application>Microsoft Office Outlook</Application>
  <DocSecurity>0</DocSecurity>
  <Lines>0</Lines>
  <Paragraphs>0</Paragraphs>
  <ScaleCrop>false</ScaleCrop>
  <Company>RMU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</dc:title>
  <dc:subject/>
  <dc:creator>Gnida</dc:creator>
  <cp:keywords/>
  <dc:description/>
  <cp:lastModifiedBy>Roman Drga</cp:lastModifiedBy>
  <cp:revision>15</cp:revision>
  <cp:lastPrinted>2012-04-02T12:36:00Z</cp:lastPrinted>
  <dcterms:created xsi:type="dcterms:W3CDTF">2012-04-04T21:23:00Z</dcterms:created>
  <dcterms:modified xsi:type="dcterms:W3CDTF">2012-06-13T13:35:00Z</dcterms:modified>
</cp:coreProperties>
</file>