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330"/>
      </w:tblGrid>
      <w:tr w:rsidR="0036475C" w:rsidRPr="0036475C" w:rsidTr="00852DD3">
        <w:trPr>
          <w:trHeight w:val="334"/>
          <w:jc w:val="center"/>
        </w:trPr>
        <w:tc>
          <w:tcPr>
            <w:tcW w:w="950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950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FE28A6" w:rsidP="00FE28A6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Podlimitní veřejná zakázka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ve zjednodušeném podlimitním řízení dle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t>§ 38 zákona</w:t>
            </w:r>
            <w:r w:rsidRPr="00557C8E">
              <w:rPr>
                <w:rFonts w:cs="Arial"/>
                <w:bCs/>
                <w:color w:val="000000"/>
                <w:sz w:val="20"/>
                <w:szCs w:val="20"/>
              </w:rPr>
              <w:br/>
              <w:t>č. 137/2006 Sb., o veřejných zakázkách, ve znění pozdějších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 </w:t>
            </w:r>
            <w:r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Operačního programu Vzdělávání pro konkurenceschopnost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a </w:t>
            </w:r>
            <w:r w:rsidRP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 projektů financovaných z Operačního programu Lidské zdroje a zaměstnanost</w:t>
            </w:r>
            <w:r w:rsidR="00444D4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36475C" w:rsidRPr="0036475C" w:rsidTr="00852DD3">
        <w:trPr>
          <w:trHeight w:val="936"/>
          <w:jc w:val="center"/>
        </w:trPr>
        <w:tc>
          <w:tcPr>
            <w:tcW w:w="950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138" w:type="dxa"/>
            <w:gridSpan w:val="4"/>
            <w:vMerge w:val="restart"/>
            <w:shd w:val="clear" w:color="auto" w:fill="auto"/>
            <w:vAlign w:val="center"/>
          </w:tcPr>
          <w:p w:rsidR="0036475C" w:rsidRPr="0036475C" w:rsidRDefault="0036475C" w:rsidP="00F850DC">
            <w:pPr>
              <w:keepNext/>
              <w:spacing w:before="120" w:after="120"/>
              <w:ind w:left="-23"/>
              <w:jc w:val="center"/>
              <w:outlineLvl w:val="2"/>
              <w:rPr>
                <w:rFonts w:eastAsia="Times New Roman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800050">
              <w:rPr>
                <w:rFonts w:eastAsia="Times New Roman" w:cs="Arial"/>
                <w:bCs/>
                <w:color w:val="000000"/>
                <w:sz w:val="20"/>
                <w:szCs w:val="20"/>
                <w:lang w:eastAsia="cs-CZ"/>
              </w:rPr>
              <w:t>„</w:t>
            </w:r>
            <w:r w:rsidR="00AE4A40" w:rsidRPr="00AE4A40">
              <w:rPr>
                <w:rFonts w:eastAsia="Times New Roman" w:cs="Arial"/>
                <w:b/>
                <w:bCs/>
                <w:i/>
                <w:color w:val="000000"/>
                <w:sz w:val="20"/>
                <w:szCs w:val="20"/>
                <w:lang w:eastAsia="cs-CZ"/>
              </w:rPr>
              <w:t xml:space="preserve">Rámcová smlouva na nákup </w:t>
            </w:r>
            <w:r w:rsidR="00F850DC">
              <w:rPr>
                <w:rFonts w:eastAsia="Times New Roman" w:cs="Arial"/>
                <w:b/>
                <w:bCs/>
                <w:i/>
                <w:color w:val="000000"/>
                <w:sz w:val="20"/>
                <w:szCs w:val="20"/>
                <w:lang w:eastAsia="cs-CZ"/>
              </w:rPr>
              <w:t>propagačních předmětů</w:t>
            </w:r>
            <w:r w:rsidRPr="00800050">
              <w:rPr>
                <w:rFonts w:eastAsia="Times New Roman" w:cs="Arial"/>
                <w:bCs/>
                <w:color w:val="000000"/>
                <w:sz w:val="20"/>
                <w:szCs w:val="20"/>
                <w:lang w:eastAsia="cs-CZ"/>
              </w:rPr>
              <w:t>“</w:t>
            </w:r>
          </w:p>
        </w:tc>
      </w:tr>
      <w:tr w:rsidR="0036475C" w:rsidRPr="0036475C" w:rsidTr="00852DD3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13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59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both"/>
              <w:rPr>
                <w:rFonts w:eastAsia="Times New Roman" w:cs="Arial"/>
                <w:b/>
                <w:sz w:val="22"/>
                <w:szCs w:val="22"/>
                <w:lang w:eastAsia="cs-CZ"/>
              </w:rPr>
            </w:pPr>
            <w:r w:rsidRPr="0036475C">
              <w:rPr>
                <w:rFonts w:eastAsia="Times New Roman" w:cs="Arial"/>
                <w:b/>
                <w:sz w:val="22"/>
                <w:szCs w:val="22"/>
                <w:lang w:eastAsia="cs-CZ"/>
              </w:rPr>
              <w:t>Fond dalšího vzdělávání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keepNext/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Na </w:t>
            </w:r>
            <w:proofErr w:type="spellStart"/>
            <w:r>
              <w:rPr>
                <w:rFonts w:eastAsia="Times New Roman" w:cs="Arial"/>
                <w:sz w:val="22"/>
                <w:szCs w:val="22"/>
                <w:lang w:eastAsia="cs-CZ"/>
              </w:rPr>
              <w:t>Maninách</w:t>
            </w:r>
            <w:proofErr w:type="spellEnd"/>
            <w:r>
              <w:rPr>
                <w:rFonts w:eastAsia="Times New Roman" w:cs="Arial"/>
                <w:sz w:val="22"/>
                <w:szCs w:val="22"/>
                <w:lang w:eastAsia="cs-CZ"/>
              </w:rPr>
              <w:t xml:space="preserve"> </w:t>
            </w:r>
            <w:r w:rsidRPr="0036475C">
              <w:rPr>
                <w:rFonts w:eastAsia="Times New Roman" w:cs="Arial"/>
                <w:sz w:val="22"/>
                <w:szCs w:val="22"/>
                <w:lang w:eastAsia="cs-CZ"/>
              </w:rPr>
              <w:t>20, 170 00 Praha 7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6475C">
              <w:rPr>
                <w:rFonts w:eastAsia="Times New Roman" w:cs="Arial"/>
                <w:sz w:val="22"/>
                <w:szCs w:val="22"/>
                <w:lang w:eastAsia="cs-CZ"/>
              </w:rPr>
              <w:t>004 05 698 / CZ00405698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6475C">
              <w:rPr>
                <w:rFonts w:eastAsia="Times New Roman" w:cs="Arial"/>
                <w:bCs/>
                <w:sz w:val="22"/>
                <w:szCs w:val="22"/>
                <w:lang w:eastAsia="cs-CZ"/>
              </w:rPr>
              <w:t xml:space="preserve">Ing. Pavel </w:t>
            </w:r>
            <w:bookmarkStart w:id="0" w:name="_GoBack"/>
            <w:bookmarkEnd w:id="0"/>
            <w:r w:rsidRPr="0036475C">
              <w:rPr>
                <w:rFonts w:eastAsia="Times New Roman" w:cs="Arial"/>
                <w:bCs/>
                <w:sz w:val="22"/>
                <w:szCs w:val="22"/>
                <w:lang w:eastAsia="cs-CZ"/>
              </w:rPr>
              <w:t>Kryštof, ředitel FDV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FE28A6" w:rsidP="0036475C">
            <w:pPr>
              <w:jc w:val="both"/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FE28A6">
              <w:rPr>
                <w:rFonts w:cs="Arial"/>
                <w:bCs/>
                <w:sz w:val="22"/>
                <w:szCs w:val="22"/>
              </w:rPr>
              <w:t>Ing. Martina Dvořáková</w:t>
            </w:r>
            <w:r w:rsidRPr="0019588C">
              <w:rPr>
                <w:rFonts w:cs="Arial"/>
                <w:bCs/>
                <w:sz w:val="22"/>
                <w:szCs w:val="22"/>
              </w:rPr>
              <w:t>, manažer popularizačních aktivit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2"/>
                <w:szCs w:val="22"/>
                <w:lang w:eastAsia="cs-CZ"/>
              </w:rPr>
            </w:pPr>
            <w:r w:rsidRPr="0036475C">
              <w:rPr>
                <w:rFonts w:eastAsia="Times New Roman" w:cs="Arial"/>
                <w:sz w:val="22"/>
                <w:szCs w:val="22"/>
                <w:lang w:eastAsia="cs-CZ"/>
              </w:rPr>
              <w:t>+420 277 277 070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0B40DA" w:rsidP="006E36F8">
            <w:pPr>
              <w:rPr>
                <w:rFonts w:cs="Arial"/>
                <w:sz w:val="22"/>
                <w:szCs w:val="22"/>
                <w:lang w:eastAsia="cs-CZ"/>
              </w:rPr>
            </w:pPr>
            <w:hyperlink r:id="rId9" w:history="1">
              <w:r w:rsidR="00FE28A6">
                <w:rPr>
                  <w:rStyle w:val="Hypertextovodkaz"/>
                  <w:rFonts w:eastAsia="Calibri" w:cs="Arial"/>
                  <w:sz w:val="22"/>
                  <w:szCs w:val="22"/>
                  <w:lang w:eastAsia="cs-CZ"/>
                </w:rPr>
                <w:t>martina.dvorakova@fdv.mpsv.cz</w:t>
              </w:r>
            </w:hyperlink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74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AE4A40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 v Kč za předmět plnění</w:t>
            </w:r>
            <w:r w:rsidR="0080005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veřejné zakázky</w:t>
            </w:r>
            <w:r w:rsidRPr="00800050">
              <w:rPr>
                <w:rFonts w:eastAsia="Times New Roman" w:cs="Arial"/>
                <w:bCs/>
                <w:sz w:val="20"/>
                <w:szCs w:val="20"/>
                <w:vertAlign w:val="superscript"/>
                <w:lang w:eastAsia="cs-CZ"/>
              </w:rPr>
              <w:footnoteReference w:id="1"/>
            </w:r>
          </w:p>
        </w:tc>
      </w:tr>
      <w:tr w:rsidR="0036475C" w:rsidRPr="0036475C" w:rsidTr="00852DD3">
        <w:trPr>
          <w:trHeight w:val="50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Výše DPH dle příslušné % sazby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Nabídková cena vč. DPH</w:t>
            </w:r>
          </w:p>
        </w:tc>
      </w:tr>
      <w:tr w:rsidR="0036475C" w:rsidRPr="0036475C" w:rsidTr="00852DD3">
        <w:trPr>
          <w:trHeight w:val="54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36475C" w:rsidRPr="0036475C" w:rsidTr="00852DD3">
        <w:trPr>
          <w:trHeight w:val="242"/>
          <w:jc w:val="center"/>
        </w:trPr>
        <w:tc>
          <w:tcPr>
            <w:tcW w:w="950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852DD3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852DD3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852DD3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586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5277A3">
      <w:headerReference w:type="default" r:id="rId10"/>
      <w:footerReference w:type="default" r:id="rId11"/>
      <w:pgSz w:w="11900" w:h="16840"/>
      <w:pgMar w:top="2272" w:right="964" w:bottom="1701" w:left="1701" w:header="0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DA" w:rsidRDefault="000B40DA" w:rsidP="0088204B">
      <w:r>
        <w:separator/>
      </w:r>
    </w:p>
  </w:endnote>
  <w:endnote w:type="continuationSeparator" w:id="0">
    <w:p w:rsidR="000B40DA" w:rsidRDefault="000B40DA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Pr="00DE38E1" w:rsidRDefault="00AE4A40" w:rsidP="009374F6">
    <w:pPr>
      <w:pStyle w:val="Zpat"/>
      <w:ind w:left="-1420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180975" y="8934450"/>
          <wp:positionH relativeFrom="column">
            <wp:align>center</wp:align>
          </wp:positionH>
          <wp:positionV relativeFrom="paragraph">
            <wp:posOffset>0</wp:posOffset>
          </wp:positionV>
          <wp:extent cx="5864400" cy="896400"/>
          <wp:effectExtent l="0" t="0" r="317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44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DA" w:rsidRDefault="000B40DA" w:rsidP="0088204B">
      <w:r>
        <w:separator/>
      </w:r>
    </w:p>
  </w:footnote>
  <w:footnote w:type="continuationSeparator" w:id="0">
    <w:p w:rsidR="000B40DA" w:rsidRDefault="000B40DA" w:rsidP="0088204B">
      <w:r>
        <w:continuationSeparator/>
      </w:r>
    </w:p>
  </w:footnote>
  <w:footnote w:id="1">
    <w:p w:rsidR="0036475C" w:rsidRDefault="0036475C" w:rsidP="0036475C">
      <w:pPr>
        <w:pStyle w:val="Textpoznpodarou"/>
      </w:pPr>
      <w:r w:rsidRPr="00A25336">
        <w:rPr>
          <w:rStyle w:val="Znakapoznpodarou"/>
          <w:sz w:val="18"/>
          <w:szCs w:val="18"/>
        </w:rPr>
        <w:footnoteRef/>
      </w:r>
      <w:r w:rsidRPr="00AE4A40">
        <w:rPr>
          <w:rFonts w:ascii="Arial" w:hAnsi="Arial" w:cs="Arial"/>
          <w:i/>
          <w:sz w:val="16"/>
          <w:szCs w:val="16"/>
        </w:rPr>
        <w:t xml:space="preserve"> </w:t>
      </w:r>
      <w:r w:rsidR="00AE4A40">
        <w:rPr>
          <w:rFonts w:ascii="Arial" w:hAnsi="Arial" w:cs="Arial"/>
          <w:i/>
          <w:sz w:val="16"/>
          <w:szCs w:val="16"/>
        </w:rPr>
        <w:t>v</w:t>
      </w:r>
      <w:r w:rsidR="00AE4A40">
        <w:rPr>
          <w:rFonts w:ascii="Arial" w:hAnsi="Arial" w:cs="Arial"/>
          <w:bCs/>
          <w:i/>
          <w:sz w:val="16"/>
          <w:szCs w:val="16"/>
        </w:rPr>
        <w:t xml:space="preserve"> předpokládaném</w:t>
      </w:r>
      <w:r w:rsidRPr="00AE4A40">
        <w:rPr>
          <w:rFonts w:ascii="Arial" w:hAnsi="Arial" w:cs="Arial"/>
          <w:bCs/>
          <w:i/>
          <w:sz w:val="16"/>
          <w:szCs w:val="16"/>
        </w:rPr>
        <w:t xml:space="preserve"> rozsahu dle odst. </w:t>
      </w:r>
      <w:r w:rsidR="00800050" w:rsidRPr="00AE4A40">
        <w:rPr>
          <w:rFonts w:ascii="Arial" w:hAnsi="Arial" w:cs="Arial"/>
          <w:bCs/>
          <w:i/>
          <w:sz w:val="16"/>
          <w:szCs w:val="16"/>
        </w:rPr>
        <w:t>2</w:t>
      </w:r>
      <w:r w:rsidRPr="00AE4A40">
        <w:rPr>
          <w:rFonts w:ascii="Arial" w:hAnsi="Arial" w:cs="Arial"/>
          <w:bCs/>
          <w:i/>
          <w:sz w:val="16"/>
          <w:szCs w:val="16"/>
        </w:rPr>
        <w:t xml:space="preserve">.1 </w:t>
      </w:r>
      <w:r w:rsidR="00AE4A40" w:rsidRPr="00AE4A40">
        <w:rPr>
          <w:rFonts w:ascii="Arial" w:hAnsi="Arial" w:cs="Arial"/>
          <w:bCs/>
          <w:i/>
          <w:sz w:val="16"/>
          <w:szCs w:val="16"/>
        </w:rPr>
        <w:t>zadávací dokumentace a její přílohy č.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800050" w:rsidP="00122230">
    <w:pPr>
      <w:pStyle w:val="Zhlav"/>
      <w:tabs>
        <w:tab w:val="clear" w:pos="8306"/>
        <w:tab w:val="right" w:pos="0"/>
      </w:tabs>
      <w:ind w:left="8378"/>
    </w:pPr>
    <w:r w:rsidRPr="0077524D">
      <w:rPr>
        <w:noProof/>
        <w:sz w:val="16"/>
        <w:szCs w:val="16"/>
        <w:lang w:eastAsia="cs-CZ"/>
      </w:rPr>
      <w:drawing>
        <wp:anchor distT="0" distB="0" distL="114300" distR="114300" simplePos="0" relativeHeight="251660288" behindDoc="0" locked="0" layoutInCell="1" allowOverlap="1" wp14:anchorId="77B8466E" wp14:editId="7372EB36">
          <wp:simplePos x="0" y="0"/>
          <wp:positionH relativeFrom="margin">
            <wp:align>center</wp:align>
          </wp:positionH>
          <wp:positionV relativeFrom="margin">
            <wp:posOffset>-932180</wp:posOffset>
          </wp:positionV>
          <wp:extent cx="6008370" cy="600710"/>
          <wp:effectExtent l="0" t="0" r="0" b="8890"/>
          <wp:wrapSquare wrapText="bothSides"/>
          <wp:docPr id="6" name="Obrázek 6" descr="logo oplzz_FDV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oplzz_FDV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400" cy="60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B40DA"/>
    <w:rsid w:val="000F1C28"/>
    <w:rsid w:val="000F33BC"/>
    <w:rsid w:val="00122230"/>
    <w:rsid w:val="00124E10"/>
    <w:rsid w:val="0021020A"/>
    <w:rsid w:val="00252066"/>
    <w:rsid w:val="00264AE8"/>
    <w:rsid w:val="00270417"/>
    <w:rsid w:val="0029129B"/>
    <w:rsid w:val="003617AD"/>
    <w:rsid w:val="0036475C"/>
    <w:rsid w:val="003706A9"/>
    <w:rsid w:val="003B5E75"/>
    <w:rsid w:val="003F421E"/>
    <w:rsid w:val="00421E0D"/>
    <w:rsid w:val="004300D7"/>
    <w:rsid w:val="00444D41"/>
    <w:rsid w:val="00453A81"/>
    <w:rsid w:val="00453F22"/>
    <w:rsid w:val="004B3750"/>
    <w:rsid w:val="005277A3"/>
    <w:rsid w:val="005E6157"/>
    <w:rsid w:val="00611E7D"/>
    <w:rsid w:val="006B755F"/>
    <w:rsid w:val="006C66D6"/>
    <w:rsid w:val="006E36F8"/>
    <w:rsid w:val="006F70D4"/>
    <w:rsid w:val="007832EA"/>
    <w:rsid w:val="007E4AEC"/>
    <w:rsid w:val="00800050"/>
    <w:rsid w:val="0081627D"/>
    <w:rsid w:val="00826659"/>
    <w:rsid w:val="00832F9B"/>
    <w:rsid w:val="00852DD3"/>
    <w:rsid w:val="00860539"/>
    <w:rsid w:val="0088204B"/>
    <w:rsid w:val="00907BC4"/>
    <w:rsid w:val="009374F6"/>
    <w:rsid w:val="009746D2"/>
    <w:rsid w:val="009945E9"/>
    <w:rsid w:val="00A25336"/>
    <w:rsid w:val="00A752A6"/>
    <w:rsid w:val="00A86B81"/>
    <w:rsid w:val="00AE4A40"/>
    <w:rsid w:val="00B65D7F"/>
    <w:rsid w:val="00B878C1"/>
    <w:rsid w:val="00BF3937"/>
    <w:rsid w:val="00D47141"/>
    <w:rsid w:val="00D541B1"/>
    <w:rsid w:val="00D65D5F"/>
    <w:rsid w:val="00D86ACA"/>
    <w:rsid w:val="00DE38E1"/>
    <w:rsid w:val="00DF0DB5"/>
    <w:rsid w:val="00E01091"/>
    <w:rsid w:val="00EC17DC"/>
    <w:rsid w:val="00F37068"/>
    <w:rsid w:val="00F850DC"/>
    <w:rsid w:val="00F902D6"/>
    <w:rsid w:val="00FE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36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E36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rtina.dvorakova@fdv.mpsv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27608A-715E-4801-BDF0-389AF170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5</cp:revision>
  <dcterms:created xsi:type="dcterms:W3CDTF">2012-06-28T13:04:00Z</dcterms:created>
  <dcterms:modified xsi:type="dcterms:W3CDTF">2012-06-29T10:31:00Z</dcterms:modified>
</cp:coreProperties>
</file>