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09A1" w:rsidRPr="00E118E2" w:rsidRDefault="00EC09A1" w:rsidP="00412C45">
      <w:pPr>
        <w:spacing w:before="200" w:after="240"/>
        <w:jc w:val="center"/>
        <w:rPr>
          <w:b/>
        </w:rPr>
      </w:pPr>
      <w:r w:rsidRPr="00E118E2">
        <w:rPr>
          <w:b/>
        </w:rPr>
        <w:t xml:space="preserve">Čestné prohlášení </w:t>
      </w:r>
      <w:r w:rsidR="008A27CB">
        <w:rPr>
          <w:b/>
        </w:rPr>
        <w:t>o souhlasu se zapojením do realizačního týmu</w:t>
      </w:r>
    </w:p>
    <w:p w:rsidR="00F024F0" w:rsidRPr="00533D92" w:rsidRDefault="00412C45" w:rsidP="00EC09A1">
      <w:pPr>
        <w:jc w:val="center"/>
        <w:rPr>
          <w:sz w:val="20"/>
          <w:szCs w:val="20"/>
        </w:rPr>
      </w:pPr>
      <w:r w:rsidRPr="00412C45">
        <w:rPr>
          <w:sz w:val="20"/>
          <w:szCs w:val="20"/>
        </w:rPr>
        <w:t xml:space="preserve">ve vztahu k podlimitní veřejné zakázce zadávané ve zjednodušeném podlimitním </w:t>
      </w:r>
      <w:r w:rsidR="00E118E2">
        <w:rPr>
          <w:sz w:val="20"/>
          <w:szCs w:val="20"/>
        </w:rPr>
        <w:t xml:space="preserve">řízení </w:t>
      </w:r>
      <w:r w:rsidR="00E118E2">
        <w:rPr>
          <w:sz w:val="20"/>
          <w:szCs w:val="20"/>
        </w:rPr>
        <w:br/>
      </w:r>
      <w:r w:rsidRPr="00412C45">
        <w:rPr>
          <w:sz w:val="20"/>
          <w:szCs w:val="20"/>
        </w:rPr>
        <w:t>dle ustanovení § 38 zákona č. 137/2006 Sb., o veřejných zakázkách, ve znění pozdějších předpisů (dále jen „zákon“) s názvem</w:t>
      </w:r>
    </w:p>
    <w:p w:rsidR="00533D92" w:rsidRPr="00412C45" w:rsidRDefault="00533D92" w:rsidP="00412C45">
      <w:pPr>
        <w:keepNext/>
        <w:autoSpaceDE w:val="0"/>
        <w:autoSpaceDN w:val="0"/>
        <w:adjustRightInd w:val="0"/>
        <w:spacing w:before="120"/>
        <w:jc w:val="center"/>
        <w:rPr>
          <w:b/>
          <w:bCs/>
          <w:color w:val="000000"/>
          <w:sz w:val="32"/>
          <w:szCs w:val="32"/>
        </w:rPr>
      </w:pPr>
    </w:p>
    <w:p w:rsidR="00E118E2" w:rsidRPr="00E118E2" w:rsidRDefault="00E118E2" w:rsidP="00E118E2">
      <w:pPr>
        <w:spacing w:before="40" w:after="12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„</w:t>
      </w:r>
      <w:r w:rsidRPr="00E118E2">
        <w:rPr>
          <w:b/>
          <w:bCs/>
          <w:color w:val="000000"/>
          <w:sz w:val="26"/>
          <w:szCs w:val="26"/>
        </w:rPr>
        <w:t>KOORDINAČNÍ SLUŽBY INFORMAČNÍCH A PR AKTIVIT</w:t>
      </w:r>
      <w:r>
        <w:rPr>
          <w:b/>
          <w:bCs/>
          <w:color w:val="000000"/>
          <w:sz w:val="26"/>
          <w:szCs w:val="26"/>
        </w:rPr>
        <w:t>“</w:t>
      </w:r>
    </w:p>
    <w:p w:rsidR="00EC09A1" w:rsidRPr="00533D92" w:rsidRDefault="00EC09A1" w:rsidP="0019117F">
      <w:pPr>
        <w:rPr>
          <w:b/>
          <w:bCs/>
          <w:sz w:val="20"/>
          <w:szCs w:val="20"/>
        </w:rPr>
      </w:pPr>
    </w:p>
    <w:p w:rsidR="007B39C4" w:rsidRPr="00533D92" w:rsidRDefault="007B39C4" w:rsidP="0019117F">
      <w:pPr>
        <w:rPr>
          <w:b/>
          <w:bCs/>
          <w:sz w:val="20"/>
          <w:szCs w:val="20"/>
        </w:rPr>
      </w:pPr>
    </w:p>
    <w:p w:rsidR="00607534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>Jméno, Příjmení, Titul člena realizačního týmu</w:t>
      </w:r>
      <w:r w:rsidR="00607534" w:rsidRPr="00533D92">
        <w:rPr>
          <w:rFonts w:ascii="Arial" w:hAnsi="Arial" w:cs="Arial"/>
          <w:color w:val="auto"/>
          <w:sz w:val="20"/>
          <w:szCs w:val="20"/>
        </w:rPr>
        <w:t>:</w:t>
      </w:r>
      <w:r w:rsidR="00607534" w:rsidRPr="00533D92">
        <w:rPr>
          <w:rFonts w:ascii="Arial" w:hAnsi="Arial" w:cs="Arial"/>
          <w:color w:val="auto"/>
          <w:sz w:val="20"/>
          <w:szCs w:val="20"/>
        </w:rPr>
        <w:tab/>
      </w:r>
      <w:r w:rsidR="00951757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8A27CB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8A27CB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Pozice v rámci týmu: </w:t>
      </w:r>
      <w:r w:rsidR="00F1205C" w:rsidRPr="00533D92">
        <w:rPr>
          <w:rFonts w:ascii="Arial" w:hAnsi="Arial" w:cs="Arial"/>
          <w:color w:val="auto"/>
          <w:sz w:val="20"/>
          <w:szCs w:val="20"/>
        </w:rPr>
        <w:t>…………………………………………</w:t>
      </w:r>
    </w:p>
    <w:p w:rsidR="00607534" w:rsidRPr="00533D92" w:rsidRDefault="0060753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607534">
      <w:pPr>
        <w:pStyle w:val="Default"/>
        <w:jc w:val="both"/>
        <w:rPr>
          <w:rFonts w:ascii="Arial" w:hAnsi="Arial" w:cs="Arial"/>
          <w:color w:val="auto"/>
          <w:sz w:val="20"/>
          <w:szCs w:val="20"/>
        </w:rPr>
      </w:pPr>
    </w:p>
    <w:p w:rsidR="00E118E2" w:rsidRPr="00533D92" w:rsidRDefault="00533D92" w:rsidP="008A27CB">
      <w:pPr>
        <w:spacing w:after="120"/>
        <w:jc w:val="both"/>
        <w:rPr>
          <w:b/>
          <w:bCs/>
          <w:sz w:val="20"/>
          <w:szCs w:val="20"/>
        </w:rPr>
      </w:pPr>
      <w:r w:rsidRPr="00533D92">
        <w:rPr>
          <w:b/>
          <w:bCs/>
          <w:sz w:val="20"/>
          <w:szCs w:val="20"/>
        </w:rPr>
        <w:t xml:space="preserve">Prohlašuji tímto, že </w:t>
      </w:r>
      <w:r w:rsidR="008A27CB">
        <w:rPr>
          <w:b/>
          <w:bCs/>
          <w:sz w:val="20"/>
          <w:szCs w:val="20"/>
        </w:rPr>
        <w:t>souhlasím se svým zapojením do realizačního týmu uchazeče …………….. a budu se na realizaci předmětu plnění veřejné zakázky podílet z pozice ………………. .</w:t>
      </w:r>
      <w:bookmarkStart w:id="0" w:name="_GoBack"/>
      <w:bookmarkEnd w:id="0"/>
    </w:p>
    <w:p w:rsidR="007B39C4" w:rsidRPr="00533D92" w:rsidRDefault="007B39C4" w:rsidP="00EC09A1">
      <w:pPr>
        <w:pStyle w:val="Default"/>
        <w:spacing w:after="120"/>
        <w:jc w:val="both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60753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7B39C4" w:rsidRPr="00533D92" w:rsidRDefault="007B39C4" w:rsidP="00951757">
      <w:pPr>
        <w:pStyle w:val="Default"/>
        <w:rPr>
          <w:rFonts w:ascii="Arial" w:hAnsi="Arial" w:cs="Arial"/>
          <w:color w:val="auto"/>
          <w:sz w:val="20"/>
          <w:szCs w:val="20"/>
        </w:rPr>
      </w:pPr>
    </w:p>
    <w:p w:rsidR="00607534" w:rsidRPr="00533D92" w:rsidRDefault="00EC09A1" w:rsidP="00607534">
      <w:pPr>
        <w:pStyle w:val="Default"/>
        <w:rPr>
          <w:rFonts w:ascii="Arial" w:hAnsi="Arial" w:cs="Arial"/>
          <w:color w:val="auto"/>
          <w:sz w:val="20"/>
          <w:szCs w:val="20"/>
        </w:rPr>
      </w:pPr>
      <w:r w:rsidRPr="00533D92">
        <w:rPr>
          <w:rFonts w:ascii="Arial" w:hAnsi="Arial" w:cs="Arial"/>
          <w:color w:val="auto"/>
          <w:sz w:val="20"/>
          <w:szCs w:val="20"/>
        </w:rPr>
        <w:t>V ……………………… dne ……… 2012</w:t>
      </w:r>
    </w:p>
    <w:p w:rsidR="007B39C4" w:rsidRPr="00533D92" w:rsidRDefault="007B39C4" w:rsidP="00607534">
      <w:pPr>
        <w:rPr>
          <w:sz w:val="20"/>
          <w:szCs w:val="20"/>
        </w:rPr>
      </w:pPr>
    </w:p>
    <w:p w:rsidR="009C3DAA" w:rsidRDefault="009C3DAA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Default="00533D92" w:rsidP="009C3DAA">
      <w:pPr>
        <w:rPr>
          <w:sz w:val="20"/>
          <w:szCs w:val="20"/>
        </w:rPr>
      </w:pPr>
    </w:p>
    <w:p w:rsidR="00533D92" w:rsidRPr="00533D92" w:rsidRDefault="00533D92" w:rsidP="009C3DAA">
      <w:pPr>
        <w:rPr>
          <w:sz w:val="20"/>
          <w:szCs w:val="20"/>
        </w:rPr>
      </w:pPr>
    </w:p>
    <w:p w:rsidR="009C3DAA" w:rsidRPr="00533D92" w:rsidRDefault="00EC09A1" w:rsidP="009C3DAA">
      <w:pPr>
        <w:jc w:val="right"/>
        <w:rPr>
          <w:sz w:val="20"/>
          <w:szCs w:val="20"/>
        </w:rPr>
      </w:pPr>
      <w:r w:rsidRPr="00533D92">
        <w:rPr>
          <w:i/>
          <w:iCs/>
          <w:sz w:val="20"/>
          <w:szCs w:val="20"/>
        </w:rPr>
        <w:t>……………….……………………………</w:t>
      </w:r>
      <w:r w:rsidR="009C3DAA" w:rsidRPr="00533D92">
        <w:rPr>
          <w:i/>
          <w:iCs/>
          <w:sz w:val="20"/>
          <w:szCs w:val="20"/>
        </w:rPr>
        <w:t>…….</w:t>
      </w:r>
    </w:p>
    <w:p w:rsidR="009C3DAA" w:rsidRPr="00533D92" w:rsidRDefault="00EC09A1" w:rsidP="009C3DAA">
      <w:pPr>
        <w:jc w:val="right"/>
        <w:rPr>
          <w:i/>
          <w:sz w:val="20"/>
          <w:szCs w:val="20"/>
        </w:rPr>
      </w:pPr>
      <w:r w:rsidRPr="00533D92">
        <w:rPr>
          <w:i/>
          <w:sz w:val="20"/>
          <w:szCs w:val="20"/>
        </w:rPr>
        <w:t>titul, jméno, příjmení</w:t>
      </w:r>
    </w:p>
    <w:p w:rsidR="00EC09A1" w:rsidRPr="00533D92" w:rsidRDefault="00EC09A1" w:rsidP="00EC09A1">
      <w:pPr>
        <w:jc w:val="right"/>
        <w:rPr>
          <w:i/>
          <w:iCs/>
          <w:sz w:val="20"/>
          <w:szCs w:val="20"/>
        </w:rPr>
      </w:pPr>
      <w:r w:rsidRPr="00533D92">
        <w:rPr>
          <w:sz w:val="20"/>
          <w:szCs w:val="20"/>
        </w:rPr>
        <w:t>(</w:t>
      </w:r>
      <w:r w:rsidRPr="00533D92">
        <w:rPr>
          <w:i/>
          <w:sz w:val="20"/>
          <w:szCs w:val="20"/>
        </w:rPr>
        <w:t>p</w:t>
      </w:r>
      <w:r w:rsidRPr="00533D92">
        <w:rPr>
          <w:i/>
          <w:iCs/>
          <w:sz w:val="20"/>
          <w:szCs w:val="20"/>
        </w:rPr>
        <w:t xml:space="preserve">odpis </w:t>
      </w:r>
      <w:r w:rsidR="008A27CB">
        <w:rPr>
          <w:i/>
          <w:iCs/>
          <w:sz w:val="20"/>
          <w:szCs w:val="20"/>
        </w:rPr>
        <w:t>člena realizačního týmu</w:t>
      </w:r>
      <w:r w:rsidRPr="00533D92">
        <w:rPr>
          <w:i/>
          <w:iCs/>
          <w:sz w:val="20"/>
          <w:szCs w:val="20"/>
        </w:rPr>
        <w:t>)</w:t>
      </w:r>
    </w:p>
    <w:sectPr w:rsidR="00EC09A1" w:rsidRPr="00533D92" w:rsidSect="00412C45">
      <w:headerReference w:type="default" r:id="rId9"/>
      <w:footerReference w:type="default" r:id="rId10"/>
      <w:pgSz w:w="11906" w:h="16838"/>
      <w:pgMar w:top="1871" w:right="1418" w:bottom="124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451D" w:rsidRDefault="0032451D" w:rsidP="003A1904">
      <w:r>
        <w:separator/>
      </w:r>
    </w:p>
  </w:endnote>
  <w:endnote w:type="continuationSeparator" w:id="0">
    <w:p w:rsidR="0032451D" w:rsidRDefault="0032451D" w:rsidP="003A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18E2" w:rsidRDefault="0032451D" w:rsidP="00E118E2">
    <w:pPr>
      <w:pStyle w:val="Zpat"/>
      <w:ind w:left="-1420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4" o:spid="_x0000_s2058" type="#_x0000_t75" alt="Popis: Popis: Staze" style="position:absolute;left:0;text-align:left;margin-left:334.2pt;margin-top:-2.3pt;width:153pt;height:52.25pt;z-index:1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318 0 0 926 -106 21291 14824 21291 15882 21291 21600 21291 21600 11726 21494 10800 20859 9566 14612 4937 14718 2160 12388 926 5506 0 318 0">
          <v:imagedata r:id="rId1" o:title=" Staze"/>
          <w10:wrap type="tight"/>
        </v:shape>
      </w:pict>
    </w:r>
    <w:r>
      <w:rPr>
        <w:lang w:eastAsia="en-US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3" o:spid="_x0000_s2056" type="#_x0000_t202" style="position:absolute;left:0;text-align:left;margin-left:85.65pt;margin-top:-7.95pt;width:270pt;height:124.6pt;z-index:3;visibility:visible;mso-position-horizontal-relative:text;mso-position-vertical-relative:text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" filled="f" stroked="f">
          <v:textbox inset=",7.2pt,,7.2pt">
            <w:txbxContent>
              <w:p w:rsidR="00E118E2" w:rsidRDefault="00E118E2" w:rsidP="00E118E2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Fond dalšího vzdělávání, </w:t>
                </w:r>
              </w:p>
              <w:p w:rsidR="00E118E2" w:rsidRDefault="00E118E2" w:rsidP="00E118E2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 xml:space="preserve">Na Maninách 20, 170 00  Praha 7, </w:t>
                </w:r>
              </w:p>
              <w:p w:rsidR="00E118E2" w:rsidRDefault="00E118E2" w:rsidP="00E118E2">
                <w:pPr>
                  <w:pStyle w:val="Zkladnodstavec"/>
                  <w:jc w:val="center"/>
                  <w:rPr>
                    <w:rFonts w:ascii="Arial" w:hAnsi="Arial" w:cs="Arial"/>
                    <w:color w:val="07227D"/>
                    <w:sz w:val="16"/>
                    <w:szCs w:val="16"/>
                  </w:rPr>
                </w:pPr>
                <w:r>
                  <w:rPr>
                    <w:rFonts w:ascii="Arial" w:hAnsi="Arial" w:cs="Arial"/>
                    <w:color w:val="07227D"/>
                    <w:sz w:val="16"/>
                    <w:szCs w:val="16"/>
                  </w:rPr>
                  <w:t>Tel.: 277 277 070, http://fdv.mpsv.cz</w:t>
                </w:r>
              </w:p>
              <w:p w:rsidR="00E118E2" w:rsidRDefault="00E118E2" w:rsidP="00E118E2">
                <w:pPr>
                  <w:pStyle w:val="Zpat"/>
                  <w:jc w:val="center"/>
                  <w:rPr>
                    <w:rFonts w:cs="Arial"/>
                    <w:color w:val="1F497D"/>
                    <w:sz w:val="18"/>
                  </w:rPr>
                </w:pPr>
                <w:r>
                  <w:rPr>
                    <w:rFonts w:cs="Arial"/>
                    <w:color w:val="07227D"/>
                    <w:sz w:val="16"/>
                    <w:szCs w:val="16"/>
                  </w:rPr>
                  <w:t>IČO: 00405698, DIČ: CZ00405698, č. účtu: 33531641/0100</w:t>
                </w:r>
              </w:p>
            </w:txbxContent>
          </v:textbox>
        </v:shape>
      </w:pict>
    </w:r>
    <w:r>
      <w:rPr>
        <w:noProof/>
      </w:rPr>
      <w:pict>
        <v:shape id="Obrázek 3" o:spid="_x0000_s2057" type="#_x0000_t75" alt="Popis: Popis: Fond" style="position:absolute;left:0;text-align:left;margin-left:-32.9pt;margin-top:-2.3pt;width:123pt;height:54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wrapcoords="263 0 -132 900 -132 21300 11459 21300 20678 21300 21600 21000 21600 12000 21073 11400 17517 8700 16859 7500 14620 4800 14883 1800 13829 900 7112 0 263 0">
          <v:imagedata r:id="rId2" o:title=" Fond"/>
          <w10:wrap type="tight"/>
        </v:shape>
      </w:pict>
    </w:r>
    <w:r w:rsidR="00E118E2">
      <w:rPr>
        <w:rFonts w:cs="Arial"/>
        <w:i/>
        <w:sz w:val="16"/>
        <w:szCs w:val="16"/>
      </w:rPr>
      <w:tab/>
    </w:r>
  </w:p>
  <w:p w:rsidR="00E118E2" w:rsidRPr="0058344A" w:rsidRDefault="00E118E2" w:rsidP="00E118E2">
    <w:pPr>
      <w:pStyle w:val="Zpat"/>
      <w:tabs>
        <w:tab w:val="left" w:pos="4186"/>
        <w:tab w:val="right" w:pos="9564"/>
      </w:tabs>
      <w:rPr>
        <w:rFonts w:cs="Arial"/>
        <w:sz w:val="16"/>
        <w:szCs w:val="16"/>
      </w:rPr>
    </w:pPr>
    <w:r w:rsidRPr="0058344A">
      <w:rPr>
        <w:rFonts w:cs="Arial"/>
        <w:sz w:val="16"/>
        <w:szCs w:val="16"/>
      </w:rPr>
      <w:tab/>
    </w:r>
    <w:r w:rsidRPr="0058344A">
      <w:rPr>
        <w:rFonts w:cs="Arial"/>
        <w:sz w:val="16"/>
        <w:szCs w:val="16"/>
      </w:rPr>
      <w:tab/>
    </w:r>
    <w:r w:rsidRPr="0058344A">
      <w:rPr>
        <w:rFonts w:cs="Arial"/>
        <w:sz w:val="16"/>
        <w:szCs w:val="16"/>
      </w:rPr>
      <w:tab/>
    </w:r>
    <w:r w:rsidRPr="0058344A">
      <w:rPr>
        <w:rFonts w:cs="Arial"/>
        <w:sz w:val="16"/>
        <w:szCs w:val="16"/>
      </w:rPr>
      <w:fldChar w:fldCharType="begin"/>
    </w:r>
    <w:r w:rsidRPr="0058344A">
      <w:rPr>
        <w:rFonts w:cs="Arial"/>
        <w:sz w:val="16"/>
        <w:szCs w:val="16"/>
      </w:rPr>
      <w:instrText xml:space="preserve"> PAGE   \* MERGEFORMAT </w:instrText>
    </w:r>
    <w:r w:rsidRPr="0058344A">
      <w:rPr>
        <w:rFonts w:cs="Arial"/>
        <w:sz w:val="16"/>
        <w:szCs w:val="16"/>
      </w:rPr>
      <w:fldChar w:fldCharType="separate"/>
    </w:r>
    <w:r w:rsidR="0087051D">
      <w:rPr>
        <w:rFonts w:cs="Arial"/>
        <w:noProof/>
        <w:sz w:val="16"/>
        <w:szCs w:val="16"/>
      </w:rPr>
      <w:t>1</w:t>
    </w:r>
    <w:r w:rsidRPr="0058344A">
      <w:rPr>
        <w:rFonts w:cs="Arial"/>
        <w:sz w:val="16"/>
        <w:szCs w:val="16"/>
      </w:rPr>
      <w:fldChar w:fldCharType="end"/>
    </w:r>
    <w:r w:rsidRPr="0058344A">
      <w:rPr>
        <w:rFonts w:cs="Arial"/>
        <w:sz w:val="16"/>
        <w:szCs w:val="16"/>
      </w:rPr>
      <w:t>/</w:t>
    </w:r>
    <w:r w:rsidRPr="0058344A">
      <w:rPr>
        <w:rStyle w:val="slostrnky"/>
        <w:rFonts w:cs="Arial"/>
        <w:sz w:val="16"/>
        <w:szCs w:val="16"/>
      </w:rPr>
      <w:fldChar w:fldCharType="begin"/>
    </w:r>
    <w:r w:rsidRPr="0058344A">
      <w:rPr>
        <w:rStyle w:val="slostrnky"/>
        <w:rFonts w:cs="Arial"/>
        <w:sz w:val="16"/>
        <w:szCs w:val="16"/>
      </w:rPr>
      <w:instrText xml:space="preserve"> NUMPAGES </w:instrText>
    </w:r>
    <w:r w:rsidRPr="0058344A">
      <w:rPr>
        <w:rStyle w:val="slostrnky"/>
        <w:rFonts w:cs="Arial"/>
        <w:sz w:val="16"/>
        <w:szCs w:val="16"/>
      </w:rPr>
      <w:fldChar w:fldCharType="separate"/>
    </w:r>
    <w:r w:rsidR="0087051D">
      <w:rPr>
        <w:rStyle w:val="slostrnky"/>
        <w:rFonts w:cs="Arial"/>
        <w:noProof/>
        <w:sz w:val="16"/>
        <w:szCs w:val="16"/>
      </w:rPr>
      <w:t>1</w:t>
    </w:r>
    <w:r w:rsidRPr="0058344A">
      <w:rPr>
        <w:rStyle w:val="slostrnky"/>
        <w:rFonts w:cs="Arial"/>
        <w:sz w:val="16"/>
        <w:szCs w:val="16"/>
      </w:rPr>
      <w:fldChar w:fldCharType="end"/>
    </w:r>
  </w:p>
  <w:p w:rsidR="00412C45" w:rsidRDefault="00412C45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451D" w:rsidRDefault="0032451D" w:rsidP="003A1904">
      <w:r>
        <w:separator/>
      </w:r>
    </w:p>
  </w:footnote>
  <w:footnote w:type="continuationSeparator" w:id="0">
    <w:p w:rsidR="0032451D" w:rsidRDefault="0032451D" w:rsidP="003A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D92" w:rsidRDefault="0032451D" w:rsidP="00E118E2">
    <w:pPr>
      <w:pStyle w:val="Zhlav"/>
      <w:tabs>
        <w:tab w:val="clear" w:pos="9072"/>
        <w:tab w:val="left" w:pos="7518"/>
      </w:tabs>
      <w:jc w:val="cen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10" o:spid="_x0000_i1025" type="#_x0000_t75" alt="Popis: Link" style="width:297.75pt;height:57.75pt;visibility:visible;mso-wrap-style:square">
          <v:imagedata r:id="rId1" o:title="Link"/>
        </v:shape>
      </w:pict>
    </w:r>
  </w:p>
  <w:p w:rsidR="00607534" w:rsidRPr="00533D92" w:rsidRDefault="00607534" w:rsidP="00533D9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E07CB"/>
    <w:multiLevelType w:val="hybridMultilevel"/>
    <w:tmpl w:val="68DE8900"/>
    <w:lvl w:ilvl="0" w:tplc="04050017">
      <w:start w:val="1"/>
      <w:numFmt w:val="lowerLetter"/>
      <w:lvlText w:val="%1)"/>
      <w:lvlJc w:val="left"/>
      <w:pPr>
        <w:ind w:left="5760" w:hanging="360"/>
      </w:pPr>
    </w:lvl>
    <w:lvl w:ilvl="1" w:tplc="04050019" w:tentative="1">
      <w:start w:val="1"/>
      <w:numFmt w:val="lowerLetter"/>
      <w:lvlText w:val="%2."/>
      <w:lvlJc w:val="left"/>
      <w:pPr>
        <w:ind w:left="6480" w:hanging="360"/>
      </w:pPr>
    </w:lvl>
    <w:lvl w:ilvl="2" w:tplc="0405001B" w:tentative="1">
      <w:start w:val="1"/>
      <w:numFmt w:val="lowerRoman"/>
      <w:lvlText w:val="%3."/>
      <w:lvlJc w:val="right"/>
      <w:pPr>
        <w:ind w:left="7200" w:hanging="180"/>
      </w:pPr>
    </w:lvl>
    <w:lvl w:ilvl="3" w:tplc="0405000F" w:tentative="1">
      <w:start w:val="1"/>
      <w:numFmt w:val="decimal"/>
      <w:lvlText w:val="%4."/>
      <w:lvlJc w:val="left"/>
      <w:pPr>
        <w:ind w:left="7920" w:hanging="360"/>
      </w:pPr>
    </w:lvl>
    <w:lvl w:ilvl="4" w:tplc="04050019" w:tentative="1">
      <w:start w:val="1"/>
      <w:numFmt w:val="lowerLetter"/>
      <w:lvlText w:val="%5."/>
      <w:lvlJc w:val="left"/>
      <w:pPr>
        <w:ind w:left="8640" w:hanging="360"/>
      </w:pPr>
    </w:lvl>
    <w:lvl w:ilvl="5" w:tplc="0405001B" w:tentative="1">
      <w:start w:val="1"/>
      <w:numFmt w:val="lowerRoman"/>
      <w:lvlText w:val="%6."/>
      <w:lvlJc w:val="right"/>
      <w:pPr>
        <w:ind w:left="9360" w:hanging="180"/>
      </w:pPr>
    </w:lvl>
    <w:lvl w:ilvl="6" w:tplc="0405000F" w:tentative="1">
      <w:start w:val="1"/>
      <w:numFmt w:val="decimal"/>
      <w:lvlText w:val="%7."/>
      <w:lvlJc w:val="left"/>
      <w:pPr>
        <w:ind w:left="10080" w:hanging="360"/>
      </w:pPr>
    </w:lvl>
    <w:lvl w:ilvl="7" w:tplc="04050019" w:tentative="1">
      <w:start w:val="1"/>
      <w:numFmt w:val="lowerLetter"/>
      <w:lvlText w:val="%8."/>
      <w:lvlJc w:val="left"/>
      <w:pPr>
        <w:ind w:left="10800" w:hanging="360"/>
      </w:pPr>
    </w:lvl>
    <w:lvl w:ilvl="8" w:tplc="040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">
    <w:nsid w:val="04BC5C81"/>
    <w:multiLevelType w:val="hybridMultilevel"/>
    <w:tmpl w:val="19F63E1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8148B3"/>
    <w:multiLevelType w:val="singleLevel"/>
    <w:tmpl w:val="9FC60BE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6F31287"/>
    <w:multiLevelType w:val="hybridMultilevel"/>
    <w:tmpl w:val="0A1A08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98E022C"/>
    <w:multiLevelType w:val="hybridMultilevel"/>
    <w:tmpl w:val="F94EF132"/>
    <w:lvl w:ilvl="0" w:tplc="C22EE612">
      <w:start w:val="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F8089C"/>
    <w:multiLevelType w:val="hybridMultilevel"/>
    <w:tmpl w:val="74741F5A"/>
    <w:lvl w:ilvl="0" w:tplc="C26657AA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i w:val="0"/>
        <w:color w:val="auto"/>
      </w:rPr>
    </w:lvl>
    <w:lvl w:ilvl="1" w:tplc="C26657AA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i w:val="0"/>
        <w:color w:val="auto"/>
      </w:rPr>
    </w:lvl>
    <w:lvl w:ilvl="2" w:tplc="D63675D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2BEEE9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B6738A"/>
    <w:multiLevelType w:val="hybridMultilevel"/>
    <w:tmpl w:val="72A20B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FFD64CB"/>
    <w:multiLevelType w:val="hybridMultilevel"/>
    <w:tmpl w:val="0860BEA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7715B9C"/>
    <w:multiLevelType w:val="hybridMultilevel"/>
    <w:tmpl w:val="EB12C5C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4AC6F4C"/>
    <w:multiLevelType w:val="hybridMultilevel"/>
    <w:tmpl w:val="3A12553C"/>
    <w:lvl w:ilvl="0" w:tplc="C3E83CC8">
      <w:start w:val="5"/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C210061"/>
    <w:multiLevelType w:val="hybridMultilevel"/>
    <w:tmpl w:val="8A5C6E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FFF5733"/>
    <w:multiLevelType w:val="multilevel"/>
    <w:tmpl w:val="240672A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88"/>
        </w:tabs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48"/>
        </w:tabs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8"/>
        </w:tabs>
        <w:ind w:left="2508" w:hanging="1800"/>
      </w:pPr>
      <w:rPr>
        <w:rFonts w:hint="default"/>
      </w:rPr>
    </w:lvl>
  </w:abstractNum>
  <w:abstractNum w:abstractNumId="12">
    <w:nsid w:val="41255DAF"/>
    <w:multiLevelType w:val="hybridMultilevel"/>
    <w:tmpl w:val="ACC0DBC0"/>
    <w:lvl w:ilvl="0" w:tplc="C22EE61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5E9450C"/>
    <w:multiLevelType w:val="hybridMultilevel"/>
    <w:tmpl w:val="38E0727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5">
    <w:nsid w:val="4AD34EDD"/>
    <w:multiLevelType w:val="hybridMultilevel"/>
    <w:tmpl w:val="3814A510"/>
    <w:lvl w:ilvl="0" w:tplc="89D4043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D414274"/>
    <w:multiLevelType w:val="hybridMultilevel"/>
    <w:tmpl w:val="6204AC32"/>
    <w:lvl w:ilvl="0" w:tplc="7E10B1DC">
      <w:start w:val="1"/>
      <w:numFmt w:val="decimal"/>
      <w:pStyle w:val="NormlnOdsazen"/>
      <w:lvlText w:val="7.%1."/>
      <w:lvlJc w:val="left"/>
      <w:pPr>
        <w:tabs>
          <w:tab w:val="num" w:pos="924"/>
        </w:tabs>
        <w:ind w:left="924" w:hanging="567"/>
      </w:pPr>
      <w:rPr>
        <w:rFonts w:hint="default"/>
        <w:b w:val="0"/>
      </w:rPr>
    </w:lvl>
    <w:lvl w:ilvl="1" w:tplc="F3A6BFF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2297D9E"/>
    <w:multiLevelType w:val="hybridMultilevel"/>
    <w:tmpl w:val="E71A4F8E"/>
    <w:lvl w:ilvl="0" w:tplc="A1108AAA">
      <w:start w:val="1"/>
      <w:numFmt w:val="lowerLetter"/>
      <w:lvlText w:val="%1)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4FB48F0"/>
    <w:multiLevelType w:val="hybridMultilevel"/>
    <w:tmpl w:val="C7186960"/>
    <w:lvl w:ilvl="0" w:tplc="F8F42C1C">
      <w:start w:val="1"/>
      <w:numFmt w:val="lowerLetter"/>
      <w:lvlText w:val="%1)"/>
      <w:lvlJc w:val="left"/>
      <w:pPr>
        <w:ind w:left="720" w:hanging="360"/>
      </w:pPr>
      <w:rPr>
        <w:rFonts w:ascii="Tahoma" w:hAnsi="Tahoma" w:cs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73E71B4"/>
    <w:multiLevelType w:val="hybridMultilevel"/>
    <w:tmpl w:val="9D88E28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1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hint="default"/>
        <w:sz w:val="20"/>
        <w:szCs w:val="20"/>
      </w:rPr>
    </w:lvl>
  </w:abstractNum>
  <w:abstractNum w:abstractNumId="22">
    <w:nsid w:val="6C8336F2"/>
    <w:multiLevelType w:val="hybridMultilevel"/>
    <w:tmpl w:val="369EAC18"/>
    <w:lvl w:ilvl="0" w:tplc="3F2CE5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0"/>
  </w:num>
  <w:num w:numId="2">
    <w:abstractNumId w:val="14"/>
  </w:num>
  <w:num w:numId="3">
    <w:abstractNumId w:val="16"/>
  </w:num>
  <w:num w:numId="4">
    <w:abstractNumId w:val="8"/>
  </w:num>
  <w:num w:numId="5">
    <w:abstractNumId w:val="3"/>
  </w:num>
  <w:num w:numId="6">
    <w:abstractNumId w:val="6"/>
  </w:num>
  <w:num w:numId="7">
    <w:abstractNumId w:val="5"/>
  </w:num>
  <w:num w:numId="8">
    <w:abstractNumId w:val="16"/>
    <w:lvlOverride w:ilvl="0">
      <w:startOverride w:val="1"/>
    </w:lvlOverride>
  </w:num>
  <w:num w:numId="9">
    <w:abstractNumId w:val="2"/>
  </w:num>
  <w:num w:numId="10">
    <w:abstractNumId w:val="19"/>
  </w:num>
  <w:num w:numId="11">
    <w:abstractNumId w:val="1"/>
  </w:num>
  <w:num w:numId="12">
    <w:abstractNumId w:val="7"/>
  </w:num>
  <w:num w:numId="13">
    <w:abstractNumId w:val="22"/>
  </w:num>
  <w:num w:numId="14">
    <w:abstractNumId w:val="17"/>
  </w:num>
  <w:num w:numId="15">
    <w:abstractNumId w:val="11"/>
  </w:num>
  <w:num w:numId="16">
    <w:abstractNumId w:val="21"/>
  </w:num>
  <w:num w:numId="17">
    <w:abstractNumId w:val="12"/>
  </w:num>
  <w:num w:numId="18">
    <w:abstractNumId w:val="4"/>
  </w:num>
  <w:num w:numId="19">
    <w:abstractNumId w:val="13"/>
  </w:num>
  <w:num w:numId="20">
    <w:abstractNumId w:val="18"/>
  </w:num>
  <w:num w:numId="21">
    <w:abstractNumId w:val="0"/>
  </w:num>
  <w:num w:numId="22">
    <w:abstractNumId w:val="10"/>
  </w:num>
  <w:num w:numId="23">
    <w:abstractNumId w:val="15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74C43"/>
    <w:rsid w:val="0000365C"/>
    <w:rsid w:val="00007FA8"/>
    <w:rsid w:val="0001053C"/>
    <w:rsid w:val="00013ABE"/>
    <w:rsid w:val="000314C1"/>
    <w:rsid w:val="00057017"/>
    <w:rsid w:val="00070A6B"/>
    <w:rsid w:val="000751E4"/>
    <w:rsid w:val="00076D7F"/>
    <w:rsid w:val="0008712F"/>
    <w:rsid w:val="000B58BE"/>
    <w:rsid w:val="000C4DE5"/>
    <w:rsid w:val="000C5C1C"/>
    <w:rsid w:val="000E4E89"/>
    <w:rsid w:val="00121027"/>
    <w:rsid w:val="001326A4"/>
    <w:rsid w:val="001619E0"/>
    <w:rsid w:val="001875DD"/>
    <w:rsid w:val="0019117F"/>
    <w:rsid w:val="0019649C"/>
    <w:rsid w:val="001B5E24"/>
    <w:rsid w:val="001E2D04"/>
    <w:rsid w:val="001E3515"/>
    <w:rsid w:val="001E71B1"/>
    <w:rsid w:val="001F2F7D"/>
    <w:rsid w:val="0028423E"/>
    <w:rsid w:val="00284D11"/>
    <w:rsid w:val="002A1956"/>
    <w:rsid w:val="002C2EB2"/>
    <w:rsid w:val="002E5BA9"/>
    <w:rsid w:val="0030115B"/>
    <w:rsid w:val="00314DFD"/>
    <w:rsid w:val="00316C17"/>
    <w:rsid w:val="0032451D"/>
    <w:rsid w:val="00324745"/>
    <w:rsid w:val="003339A4"/>
    <w:rsid w:val="00340E46"/>
    <w:rsid w:val="00346771"/>
    <w:rsid w:val="00370A0B"/>
    <w:rsid w:val="0039490B"/>
    <w:rsid w:val="0039717E"/>
    <w:rsid w:val="003A1904"/>
    <w:rsid w:val="003E1BE3"/>
    <w:rsid w:val="003F0D16"/>
    <w:rsid w:val="003F4438"/>
    <w:rsid w:val="003F6455"/>
    <w:rsid w:val="00412C45"/>
    <w:rsid w:val="00415CC0"/>
    <w:rsid w:val="00424ADC"/>
    <w:rsid w:val="00431D25"/>
    <w:rsid w:val="004370E9"/>
    <w:rsid w:val="00483DA9"/>
    <w:rsid w:val="004D7265"/>
    <w:rsid w:val="004F2BB1"/>
    <w:rsid w:val="0053308F"/>
    <w:rsid w:val="00533D92"/>
    <w:rsid w:val="00533FDD"/>
    <w:rsid w:val="00540743"/>
    <w:rsid w:val="005418FC"/>
    <w:rsid w:val="00574C43"/>
    <w:rsid w:val="005772BB"/>
    <w:rsid w:val="005826D0"/>
    <w:rsid w:val="005848CB"/>
    <w:rsid w:val="00584A76"/>
    <w:rsid w:val="00586AC3"/>
    <w:rsid w:val="00590272"/>
    <w:rsid w:val="005A5A38"/>
    <w:rsid w:val="005B3F11"/>
    <w:rsid w:val="005E16F4"/>
    <w:rsid w:val="005E1903"/>
    <w:rsid w:val="00607534"/>
    <w:rsid w:val="00617D65"/>
    <w:rsid w:val="006208B9"/>
    <w:rsid w:val="00632ECA"/>
    <w:rsid w:val="00637AC5"/>
    <w:rsid w:val="00652DB7"/>
    <w:rsid w:val="006578FD"/>
    <w:rsid w:val="006C2230"/>
    <w:rsid w:val="006C7914"/>
    <w:rsid w:val="006D1571"/>
    <w:rsid w:val="006D313F"/>
    <w:rsid w:val="006D720C"/>
    <w:rsid w:val="006F05D4"/>
    <w:rsid w:val="00720F12"/>
    <w:rsid w:val="0072343F"/>
    <w:rsid w:val="00726848"/>
    <w:rsid w:val="00751140"/>
    <w:rsid w:val="0075522F"/>
    <w:rsid w:val="00767444"/>
    <w:rsid w:val="007701E5"/>
    <w:rsid w:val="00774B54"/>
    <w:rsid w:val="00777502"/>
    <w:rsid w:val="00792852"/>
    <w:rsid w:val="007A2280"/>
    <w:rsid w:val="007A5FAC"/>
    <w:rsid w:val="007B39C4"/>
    <w:rsid w:val="007B6C8E"/>
    <w:rsid w:val="007C3CF6"/>
    <w:rsid w:val="007D34E5"/>
    <w:rsid w:val="007F5272"/>
    <w:rsid w:val="00800FB1"/>
    <w:rsid w:val="00801E4E"/>
    <w:rsid w:val="00815E87"/>
    <w:rsid w:val="0082785B"/>
    <w:rsid w:val="00832369"/>
    <w:rsid w:val="0084081C"/>
    <w:rsid w:val="00841FC4"/>
    <w:rsid w:val="00843C62"/>
    <w:rsid w:val="00847670"/>
    <w:rsid w:val="008507DA"/>
    <w:rsid w:val="00854C42"/>
    <w:rsid w:val="008579F6"/>
    <w:rsid w:val="0087051D"/>
    <w:rsid w:val="00895242"/>
    <w:rsid w:val="008A27CB"/>
    <w:rsid w:val="0090580C"/>
    <w:rsid w:val="00906733"/>
    <w:rsid w:val="00951757"/>
    <w:rsid w:val="00954E49"/>
    <w:rsid w:val="00957A8D"/>
    <w:rsid w:val="009A360C"/>
    <w:rsid w:val="009B161B"/>
    <w:rsid w:val="009B3425"/>
    <w:rsid w:val="009C0AA3"/>
    <w:rsid w:val="009C3DAA"/>
    <w:rsid w:val="009D3A92"/>
    <w:rsid w:val="009E0716"/>
    <w:rsid w:val="00A0269C"/>
    <w:rsid w:val="00A46B7C"/>
    <w:rsid w:val="00A47A30"/>
    <w:rsid w:val="00A5346A"/>
    <w:rsid w:val="00A5438F"/>
    <w:rsid w:val="00AB1E7F"/>
    <w:rsid w:val="00AC2686"/>
    <w:rsid w:val="00AD28FF"/>
    <w:rsid w:val="00AE1FA8"/>
    <w:rsid w:val="00AF312A"/>
    <w:rsid w:val="00B3593A"/>
    <w:rsid w:val="00B35FA3"/>
    <w:rsid w:val="00B51AE6"/>
    <w:rsid w:val="00B80E60"/>
    <w:rsid w:val="00B92E89"/>
    <w:rsid w:val="00BC453E"/>
    <w:rsid w:val="00BC63D4"/>
    <w:rsid w:val="00BD58C3"/>
    <w:rsid w:val="00BD66B9"/>
    <w:rsid w:val="00C671DF"/>
    <w:rsid w:val="00C76C29"/>
    <w:rsid w:val="00C97E2F"/>
    <w:rsid w:val="00CA7117"/>
    <w:rsid w:val="00CB0621"/>
    <w:rsid w:val="00CF517A"/>
    <w:rsid w:val="00D76FB9"/>
    <w:rsid w:val="00DC01A3"/>
    <w:rsid w:val="00DC2233"/>
    <w:rsid w:val="00DD2376"/>
    <w:rsid w:val="00DE0116"/>
    <w:rsid w:val="00DE3475"/>
    <w:rsid w:val="00E118E2"/>
    <w:rsid w:val="00E1516D"/>
    <w:rsid w:val="00E2057F"/>
    <w:rsid w:val="00E21A89"/>
    <w:rsid w:val="00E340F3"/>
    <w:rsid w:val="00E852C0"/>
    <w:rsid w:val="00EC09A1"/>
    <w:rsid w:val="00EC4ECF"/>
    <w:rsid w:val="00ED0936"/>
    <w:rsid w:val="00EE3479"/>
    <w:rsid w:val="00F024F0"/>
    <w:rsid w:val="00F1201C"/>
    <w:rsid w:val="00F1205C"/>
    <w:rsid w:val="00F30994"/>
    <w:rsid w:val="00F32A61"/>
    <w:rsid w:val="00F33AA3"/>
    <w:rsid w:val="00F36BA2"/>
    <w:rsid w:val="00F73E21"/>
    <w:rsid w:val="00F81F81"/>
    <w:rsid w:val="00FA41C7"/>
    <w:rsid w:val="00FA5C88"/>
    <w:rsid w:val="00FA774C"/>
    <w:rsid w:val="00FA7CE4"/>
    <w:rsid w:val="00FF7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5A5A38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rsid w:val="006D720C"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3">
    <w:name w:val="heading 3"/>
    <w:basedOn w:val="Normln"/>
    <w:next w:val="Normln"/>
    <w:qFormat/>
    <w:rsid w:val="00BC63D4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121027"/>
    <w:pPr>
      <w:keepNext/>
      <w:jc w:val="both"/>
      <w:outlineLvl w:val="3"/>
    </w:pPr>
    <w:rPr>
      <w:rFonts w:ascii="Verdana" w:eastAsia="Batang" w:hAnsi="Verdana" w:cs="Times New Roman"/>
      <w:b/>
      <w:bCs/>
      <w:color w:val="FF000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53308F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sid w:val="006F05D4"/>
    <w:rPr>
      <w:rFonts w:ascii="Courier New" w:hAnsi="Courier New" w:cs="Courier New"/>
      <w:sz w:val="20"/>
      <w:szCs w:val="20"/>
    </w:rPr>
  </w:style>
  <w:style w:type="paragraph" w:customStyle="1" w:styleId="NormlnOdsazen">
    <w:name w:val="Normální  + Odsazení"/>
    <w:basedOn w:val="Normln"/>
    <w:rsid w:val="00652DB7"/>
    <w:pPr>
      <w:numPr>
        <w:numId w:val="3"/>
      </w:numPr>
      <w:spacing w:after="120"/>
      <w:jc w:val="both"/>
    </w:pPr>
    <w:rPr>
      <w:rFonts w:ascii="Verdana" w:eastAsia="Batang" w:hAnsi="Verdana" w:cs="Times New Roman"/>
      <w:sz w:val="20"/>
    </w:rPr>
  </w:style>
  <w:style w:type="character" w:styleId="Hypertextovodkaz">
    <w:name w:val="Hyperlink"/>
    <w:rsid w:val="005772BB"/>
    <w:rPr>
      <w:color w:val="0000FF"/>
      <w:u w:val="single"/>
    </w:rPr>
  </w:style>
  <w:style w:type="table" w:styleId="Mkatabulky">
    <w:name w:val="Table Grid"/>
    <w:basedOn w:val="Normlntabulka"/>
    <w:rsid w:val="00BC63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zevprojektu">
    <w:name w:val="Název projektu"/>
    <w:basedOn w:val="Normln"/>
    <w:rsid w:val="00121027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Zhlav">
    <w:name w:val="header"/>
    <w:basedOn w:val="Normln"/>
    <w:link w:val="Zhlav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3A1904"/>
    <w:rPr>
      <w:rFonts w:ascii="Arial" w:hAnsi="Arial" w:cs="Arial"/>
      <w:sz w:val="24"/>
      <w:szCs w:val="24"/>
    </w:rPr>
  </w:style>
  <w:style w:type="paragraph" w:styleId="Zpat">
    <w:name w:val="footer"/>
    <w:basedOn w:val="Normln"/>
    <w:link w:val="ZpatChar"/>
    <w:uiPriority w:val="99"/>
    <w:rsid w:val="003A1904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3A1904"/>
    <w:rPr>
      <w:rFonts w:ascii="Arial" w:hAnsi="Arial" w:cs="Arial"/>
      <w:sz w:val="24"/>
      <w:szCs w:val="24"/>
    </w:rPr>
  </w:style>
  <w:style w:type="paragraph" w:customStyle="1" w:styleId="Textodstavce">
    <w:name w:val="Text odstavce"/>
    <w:basedOn w:val="Normln"/>
    <w:uiPriority w:val="99"/>
    <w:rsid w:val="00533FDD"/>
    <w:pPr>
      <w:numPr>
        <w:ilvl w:val="6"/>
        <w:numId w:val="16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Times New Roman"/>
      <w:sz w:val="20"/>
      <w:szCs w:val="20"/>
    </w:rPr>
  </w:style>
  <w:style w:type="paragraph" w:customStyle="1" w:styleId="Textbodu">
    <w:name w:val="Text bodu"/>
    <w:basedOn w:val="Normln"/>
    <w:uiPriority w:val="99"/>
    <w:rsid w:val="00533FDD"/>
    <w:pPr>
      <w:numPr>
        <w:ilvl w:val="8"/>
        <w:numId w:val="16"/>
      </w:numPr>
      <w:jc w:val="both"/>
      <w:outlineLvl w:val="8"/>
    </w:pPr>
    <w:rPr>
      <w:rFonts w:ascii="Verdana" w:hAnsi="Verdana" w:cs="Times New Roman"/>
      <w:sz w:val="20"/>
      <w:szCs w:val="20"/>
    </w:rPr>
  </w:style>
  <w:style w:type="paragraph" w:customStyle="1" w:styleId="Textpsmene">
    <w:name w:val="Text písmene"/>
    <w:basedOn w:val="Normln"/>
    <w:uiPriority w:val="99"/>
    <w:rsid w:val="00533FDD"/>
    <w:pPr>
      <w:numPr>
        <w:ilvl w:val="7"/>
        <w:numId w:val="16"/>
      </w:numPr>
      <w:jc w:val="both"/>
      <w:outlineLvl w:val="7"/>
    </w:pPr>
    <w:rPr>
      <w:rFonts w:ascii="Verdana" w:hAnsi="Verdana" w:cs="Times New Roman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1326A4"/>
    <w:pPr>
      <w:ind w:left="708"/>
    </w:pPr>
  </w:style>
  <w:style w:type="paragraph" w:customStyle="1" w:styleId="Default">
    <w:name w:val="Default"/>
    <w:rsid w:val="0060753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rsid w:val="00EC09A1"/>
    <w:rPr>
      <w:rFonts w:cs="Times New Roman"/>
      <w:sz w:val="20"/>
      <w:szCs w:val="20"/>
    </w:rPr>
  </w:style>
  <w:style w:type="character" w:customStyle="1" w:styleId="TextpoznpodarouChar">
    <w:name w:val="Text pozn. pod čarou Char"/>
    <w:link w:val="Textpoznpodarou"/>
    <w:rsid w:val="00EC09A1"/>
    <w:rPr>
      <w:rFonts w:ascii="Arial" w:hAnsi="Arial" w:cs="Arial"/>
    </w:rPr>
  </w:style>
  <w:style w:type="character" w:styleId="Znakapoznpodarou">
    <w:name w:val="footnote reference"/>
    <w:rsid w:val="00EC09A1"/>
    <w:rPr>
      <w:vertAlign w:val="superscript"/>
    </w:rPr>
  </w:style>
  <w:style w:type="character" w:styleId="slostrnky">
    <w:name w:val="page number"/>
    <w:uiPriority w:val="99"/>
    <w:rsid w:val="00E118E2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E118E2"/>
    <w:pPr>
      <w:widowControl w:val="0"/>
      <w:autoSpaceDE w:val="0"/>
      <w:autoSpaceDN w:val="0"/>
      <w:adjustRightInd w:val="0"/>
      <w:spacing w:line="288" w:lineRule="auto"/>
    </w:pPr>
    <w:rPr>
      <w:rFonts w:ascii="MinionPro-Regular" w:eastAsia="MS Mincho" w:hAnsi="MinionPro-Regular" w:cs="MinionPro-Regular"/>
      <w:color w:val="000000"/>
      <w:sz w:val="1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14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130C1-6423-4D76-B8DA-C9C0C366D9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spacil</dc:creator>
  <cp:lastModifiedBy>admin</cp:lastModifiedBy>
  <cp:revision>2</cp:revision>
  <cp:lastPrinted>2006-10-05T12:53:00Z</cp:lastPrinted>
  <dcterms:created xsi:type="dcterms:W3CDTF">2012-07-24T08:23:00Z</dcterms:created>
  <dcterms:modified xsi:type="dcterms:W3CDTF">2012-07-24T08:23:00Z</dcterms:modified>
</cp:coreProperties>
</file>