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15" w:rsidRPr="009234CE" w:rsidRDefault="00ED1315" w:rsidP="00ED1315">
      <w:pPr>
        <w:jc w:val="center"/>
        <w:rPr>
          <w:sz w:val="36"/>
          <w:szCs w:val="36"/>
        </w:rPr>
      </w:pPr>
      <w:r w:rsidRPr="009234CE">
        <w:rPr>
          <w:sz w:val="36"/>
          <w:szCs w:val="36"/>
        </w:rPr>
        <w:t>Krycí list nabídky</w:t>
      </w:r>
    </w:p>
    <w:p w:rsidR="00ED1315" w:rsidRPr="009234CE" w:rsidRDefault="00ED1315" w:rsidP="005831A3">
      <w:pPr>
        <w:spacing w:line="240" w:lineRule="auto"/>
      </w:pPr>
      <w:r w:rsidRPr="009234CE">
        <w:t>Zadavatel:</w:t>
      </w:r>
      <w:r w:rsidRPr="009234CE">
        <w:tab/>
        <w:t>Vyšší odborná škola a Střední průmyslová škola, Jičín, Pod Koželuhy 100</w:t>
      </w:r>
    </w:p>
    <w:p w:rsidR="00ED1315" w:rsidRPr="009234CE" w:rsidRDefault="00ED1315" w:rsidP="005831A3">
      <w:pPr>
        <w:spacing w:line="240" w:lineRule="auto"/>
      </w:pPr>
      <w:r w:rsidRPr="009234CE">
        <w:t>Sídlo:</w:t>
      </w:r>
      <w:r w:rsidRPr="009234CE">
        <w:tab/>
      </w:r>
      <w:r w:rsidRPr="009234CE">
        <w:tab/>
        <w:t>Pod Koželuhy 100, Jičín</w:t>
      </w:r>
    </w:p>
    <w:p w:rsidR="00ED1315" w:rsidRPr="009234CE" w:rsidRDefault="00ED1315" w:rsidP="005831A3">
      <w:pPr>
        <w:spacing w:line="240" w:lineRule="auto"/>
      </w:pPr>
      <w:r w:rsidRPr="009234CE">
        <w:t>IČ:</w:t>
      </w:r>
      <w:r w:rsidRPr="009234CE">
        <w:tab/>
      </w:r>
      <w:r w:rsidRPr="009234CE">
        <w:tab/>
        <w:t>601 16 820</w:t>
      </w:r>
    </w:p>
    <w:tbl>
      <w:tblPr>
        <w:tblStyle w:val="Klasicktabulka1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ED1315" w:rsidRPr="009234CE" w:rsidTr="003A6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Uchazeč: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315" w:rsidRPr="009234CE" w:rsidTr="003A6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IČ: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315" w:rsidRPr="009234CE" w:rsidTr="003A6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Sídlo: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315" w:rsidRPr="009234CE" w:rsidTr="003A6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Statutární orgán: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315" w:rsidRPr="009234CE" w:rsidTr="003A6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5831A3" w:rsidP="005831A3">
            <w:pPr>
              <w:spacing w:line="240" w:lineRule="auto"/>
              <w:jc w:val="left"/>
            </w:pPr>
            <w:r w:rsidRPr="009234CE">
              <w:t>Osoba zmocněná k </w:t>
            </w:r>
            <w:r w:rsidR="00ED1315" w:rsidRPr="009234CE">
              <w:t>jednání: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315" w:rsidRPr="009234CE" w:rsidTr="003A6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Telefon, fax, e-mail: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315" w:rsidRPr="009234CE" w:rsidTr="003A6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ED1315" w:rsidRPr="009234CE" w:rsidRDefault="00ED1315" w:rsidP="005831A3">
            <w:pPr>
              <w:spacing w:line="240" w:lineRule="auto"/>
              <w:jc w:val="left"/>
            </w:pPr>
            <w:r w:rsidRPr="009234CE">
              <w:t>Bankovní spojení:</w:t>
            </w:r>
          </w:p>
        </w:tc>
        <w:tc>
          <w:tcPr>
            <w:tcW w:w="6269" w:type="dxa"/>
          </w:tcPr>
          <w:p w:rsidR="00ED1315" w:rsidRPr="009234CE" w:rsidRDefault="00ED1315" w:rsidP="005831A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D1315" w:rsidRDefault="00ED1315" w:rsidP="005831A3">
      <w:pPr>
        <w:spacing w:line="240" w:lineRule="auto"/>
      </w:pPr>
    </w:p>
    <w:tbl>
      <w:tblPr>
        <w:tblStyle w:val="Klasicktabulka1"/>
        <w:tblW w:w="9287" w:type="dxa"/>
        <w:tblLook w:val="04A0" w:firstRow="1" w:lastRow="0" w:firstColumn="1" w:lastColumn="0" w:noHBand="0" w:noVBand="1"/>
      </w:tblPr>
      <w:tblGrid>
        <w:gridCol w:w="2858"/>
        <w:gridCol w:w="1061"/>
        <w:gridCol w:w="1736"/>
        <w:gridCol w:w="1881"/>
        <w:gridCol w:w="1751"/>
      </w:tblGrid>
      <w:tr w:rsidR="00475AB4" w:rsidRPr="009234CE" w:rsidTr="00475A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8" w:type="dxa"/>
          </w:tcPr>
          <w:p w:rsidR="00475AB4" w:rsidRPr="009234CE" w:rsidRDefault="00475AB4" w:rsidP="00B7673E">
            <w:pPr>
              <w:jc w:val="left"/>
              <w:rPr>
                <w:b/>
                <w:bCs/>
                <w:i w:val="0"/>
                <w:sz w:val="20"/>
                <w:szCs w:val="20"/>
              </w:rPr>
            </w:pPr>
          </w:p>
        </w:tc>
        <w:tc>
          <w:tcPr>
            <w:tcW w:w="1061" w:type="dxa"/>
          </w:tcPr>
          <w:p w:rsidR="00475AB4" w:rsidRPr="009234CE" w:rsidRDefault="00475AB4" w:rsidP="00B7673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Počet kusů</w:t>
            </w:r>
          </w:p>
        </w:tc>
        <w:tc>
          <w:tcPr>
            <w:tcW w:w="1736" w:type="dxa"/>
          </w:tcPr>
          <w:p w:rsidR="00475AB4" w:rsidRPr="009234CE" w:rsidRDefault="00475AB4" w:rsidP="00B7673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Cena za ks bez DPH</w:t>
            </w:r>
          </w:p>
        </w:tc>
        <w:tc>
          <w:tcPr>
            <w:tcW w:w="1881" w:type="dxa"/>
          </w:tcPr>
          <w:p w:rsidR="00475AB4" w:rsidRPr="009234CE" w:rsidRDefault="00475AB4" w:rsidP="00B7673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Cena celkem bez DPH</w:t>
            </w:r>
          </w:p>
        </w:tc>
        <w:tc>
          <w:tcPr>
            <w:tcW w:w="1751" w:type="dxa"/>
          </w:tcPr>
          <w:p w:rsidR="00475AB4" w:rsidRPr="009234CE" w:rsidRDefault="00475AB4" w:rsidP="00B7673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sz w:val="20"/>
                <w:szCs w:val="20"/>
              </w:rPr>
            </w:pPr>
            <w:r w:rsidRPr="009234CE">
              <w:rPr>
                <w:sz w:val="20"/>
                <w:szCs w:val="20"/>
              </w:rPr>
              <w:t>Cena celkem s</w:t>
            </w:r>
            <w:r w:rsidR="008A5568">
              <w:rPr>
                <w:sz w:val="20"/>
                <w:szCs w:val="20"/>
              </w:rPr>
              <w:t> </w:t>
            </w:r>
            <w:r w:rsidRPr="009234CE">
              <w:rPr>
                <w:sz w:val="20"/>
                <w:szCs w:val="20"/>
              </w:rPr>
              <w:t>DPH</w:t>
            </w:r>
          </w:p>
        </w:tc>
      </w:tr>
      <w:tr w:rsidR="00475AB4" w:rsidRPr="009234CE" w:rsidTr="00475A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8" w:type="dxa"/>
          </w:tcPr>
          <w:p w:rsidR="00475AB4" w:rsidRPr="009234CE" w:rsidRDefault="00466D13" w:rsidP="00B7673E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PC I</w:t>
            </w:r>
          </w:p>
        </w:tc>
        <w:tc>
          <w:tcPr>
            <w:tcW w:w="1061" w:type="dxa"/>
          </w:tcPr>
          <w:p w:rsidR="00475AB4" w:rsidRPr="009234CE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</w:t>
            </w:r>
          </w:p>
        </w:tc>
        <w:tc>
          <w:tcPr>
            <w:tcW w:w="1736" w:type="dxa"/>
          </w:tcPr>
          <w:p w:rsidR="00475AB4" w:rsidRPr="009234CE" w:rsidRDefault="00475AB4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75AB4" w:rsidRPr="009234CE" w:rsidRDefault="00475AB4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75AB4" w:rsidRPr="009234CE" w:rsidRDefault="00475AB4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</w:tr>
      <w:tr w:rsidR="00466D13" w:rsidRPr="009234CE" w:rsidTr="00475A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8" w:type="dxa"/>
          </w:tcPr>
          <w:p w:rsidR="00466D13" w:rsidRDefault="00466D13" w:rsidP="00B7673E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PC II</w:t>
            </w:r>
          </w:p>
        </w:tc>
        <w:tc>
          <w:tcPr>
            <w:tcW w:w="1061" w:type="dxa"/>
          </w:tcPr>
          <w:p w:rsidR="00466D13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1736" w:type="dxa"/>
          </w:tcPr>
          <w:p w:rsidR="00466D13" w:rsidRPr="009234CE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  <w:tc>
          <w:tcPr>
            <w:tcW w:w="1881" w:type="dxa"/>
          </w:tcPr>
          <w:p w:rsidR="00466D13" w:rsidRPr="009234CE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66D13" w:rsidRPr="009234CE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</w:tr>
      <w:tr w:rsidR="00466D13" w:rsidRPr="009234CE" w:rsidTr="00475A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8" w:type="dxa"/>
          </w:tcPr>
          <w:p w:rsidR="00466D13" w:rsidRDefault="00466D13" w:rsidP="00B7673E">
            <w:pPr>
              <w:jc w:val="lef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Celkem</w:t>
            </w:r>
          </w:p>
        </w:tc>
        <w:tc>
          <w:tcPr>
            <w:tcW w:w="1061" w:type="dxa"/>
          </w:tcPr>
          <w:p w:rsidR="00466D13" w:rsidRDefault="007C6327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1736" w:type="dxa"/>
          </w:tcPr>
          <w:p w:rsidR="00466D13" w:rsidRPr="009234CE" w:rsidRDefault="007C6327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  <w:bookmarkStart w:id="0" w:name="_GoBack"/>
            <w:bookmarkEnd w:id="0"/>
          </w:p>
        </w:tc>
        <w:tc>
          <w:tcPr>
            <w:tcW w:w="1881" w:type="dxa"/>
          </w:tcPr>
          <w:p w:rsidR="00466D13" w:rsidRPr="009234CE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  <w:tc>
          <w:tcPr>
            <w:tcW w:w="1751" w:type="dxa"/>
          </w:tcPr>
          <w:p w:rsidR="00466D13" w:rsidRPr="009234CE" w:rsidRDefault="00466D13" w:rsidP="00B767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/>
              </w:rPr>
            </w:pPr>
          </w:p>
        </w:tc>
      </w:tr>
    </w:tbl>
    <w:p w:rsidR="00466D13" w:rsidRDefault="00466D13" w:rsidP="00666D1D">
      <w:pPr>
        <w:spacing w:line="360" w:lineRule="auto"/>
      </w:pPr>
    </w:p>
    <w:p w:rsidR="00ED1315" w:rsidRPr="009234CE" w:rsidRDefault="00ED1315" w:rsidP="00666D1D">
      <w:pPr>
        <w:spacing w:line="360" w:lineRule="auto"/>
      </w:pPr>
      <w:r w:rsidRPr="009234CE">
        <w:t xml:space="preserve">Podpisem stvrzujeme, že jsme vázáni celým obsahem nabídky po celou dobu běhu zadávací lhůty. </w:t>
      </w:r>
    </w:p>
    <w:p w:rsidR="00ED1315" w:rsidRPr="009234CE" w:rsidRDefault="00ED1315" w:rsidP="00666D1D">
      <w:pPr>
        <w:spacing w:line="360" w:lineRule="auto"/>
      </w:pPr>
      <w:r w:rsidRPr="009234CE">
        <w:t xml:space="preserve">Současně stvrzujeme, že podáváme nabídku na </w:t>
      </w:r>
      <w:r w:rsidR="00293D13">
        <w:t>základě výzvy k podání nabídky.</w:t>
      </w:r>
    </w:p>
    <w:p w:rsidR="00ED1315" w:rsidRPr="009234CE" w:rsidRDefault="00ED1315" w:rsidP="00666D1D">
      <w:pPr>
        <w:spacing w:line="360" w:lineRule="auto"/>
      </w:pPr>
      <w:r w:rsidRPr="009234CE">
        <w:t xml:space="preserve">V ………………………… dne ……………………. </w:t>
      </w:r>
    </w:p>
    <w:p w:rsidR="00ED1315" w:rsidRPr="009234CE" w:rsidRDefault="00ED1315" w:rsidP="00666D1D">
      <w:pPr>
        <w:spacing w:line="360" w:lineRule="auto"/>
      </w:pPr>
      <w:r w:rsidRPr="009234CE">
        <w:t xml:space="preserve">  ............………………………………….. </w:t>
      </w:r>
    </w:p>
    <w:p w:rsidR="00836CBB" w:rsidRPr="00475AB4" w:rsidRDefault="00ED1315" w:rsidP="008A5568">
      <w:pPr>
        <w:spacing w:line="360" w:lineRule="auto"/>
      </w:pPr>
      <w:r w:rsidRPr="009234CE">
        <w:t xml:space="preserve">               p</w:t>
      </w:r>
      <w:r w:rsidR="00666D1D" w:rsidRPr="009234CE">
        <w:t>odpis oprávněné osoby uchazeče</w:t>
      </w:r>
    </w:p>
    <w:sectPr w:rsidR="00836CBB" w:rsidRPr="00475AB4" w:rsidSect="0027138A">
      <w:headerReference w:type="default" r:id="rId9"/>
      <w:footerReference w:type="default" r:id="rId10"/>
      <w:pgSz w:w="11907" w:h="16840" w:code="9"/>
      <w:pgMar w:top="1418" w:right="1418" w:bottom="1418" w:left="1418" w:header="567" w:footer="28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4BA" w:rsidRDefault="005504BA">
      <w:r>
        <w:separator/>
      </w:r>
    </w:p>
  </w:endnote>
  <w:endnote w:type="continuationSeparator" w:id="0">
    <w:p w:rsidR="005504BA" w:rsidRDefault="0055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4BA" w:rsidRDefault="005504BA" w:rsidP="005C2D2E">
    <w:pPr>
      <w:pStyle w:val="Zpat"/>
      <w:tabs>
        <w:tab w:val="clear" w:pos="4536"/>
        <w:tab w:val="left" w:pos="1980"/>
        <w:tab w:val="left" w:pos="3420"/>
        <w:tab w:val="left" w:pos="5940"/>
        <w:tab w:val="left" w:pos="7380"/>
      </w:tabs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26035</wp:posOffset>
          </wp:positionV>
          <wp:extent cx="6082665" cy="1486535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4BA" w:rsidRDefault="005504BA">
      <w:r>
        <w:separator/>
      </w:r>
    </w:p>
  </w:footnote>
  <w:footnote w:type="continuationSeparator" w:id="0">
    <w:p w:rsidR="005504BA" w:rsidRDefault="00550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4BA" w:rsidRPr="00201171" w:rsidRDefault="005504BA" w:rsidP="00ED1315">
    <w:pPr>
      <w:pStyle w:val="Zhlav"/>
      <w:spacing w:line="360" w:lineRule="auto"/>
      <w:jc w:val="center"/>
      <w:rPr>
        <w:b/>
        <w:sz w:val="26"/>
        <w:szCs w:val="26"/>
      </w:rPr>
    </w:pPr>
    <w:r w:rsidRPr="00201171"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-69215</wp:posOffset>
          </wp:positionV>
          <wp:extent cx="342900" cy="332740"/>
          <wp:effectExtent l="19050" t="0" r="0" b="0"/>
          <wp:wrapSquare wrapText="bothSides"/>
          <wp:docPr id="1" name="obrázek 1" descr="výbě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bě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32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01171">
      <w:rPr>
        <w:b/>
        <w:sz w:val="26"/>
        <w:szCs w:val="26"/>
      </w:rPr>
      <w:t>Vyšší odborná škola a Střední průmyslová škola, Jičín, Pod Koželuhy 100</w:t>
    </w:r>
  </w:p>
  <w:p w:rsidR="005504BA" w:rsidRPr="00201171" w:rsidRDefault="005504BA" w:rsidP="00ED1315">
    <w:pPr>
      <w:pStyle w:val="Zhlav"/>
      <w:spacing w:line="360" w:lineRule="auto"/>
      <w:jc w:val="right"/>
      <w:rPr>
        <w:sz w:val="22"/>
        <w:szCs w:val="22"/>
      </w:rPr>
    </w:pPr>
    <w:r w:rsidRPr="00201171">
      <w:rPr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4E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643C82"/>
    <w:multiLevelType w:val="hybridMultilevel"/>
    <w:tmpl w:val="3D3477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839A0"/>
    <w:multiLevelType w:val="hybridMultilevel"/>
    <w:tmpl w:val="D2EA1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35D17"/>
    <w:multiLevelType w:val="hybridMultilevel"/>
    <w:tmpl w:val="D2EA14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710E6"/>
    <w:multiLevelType w:val="hybridMultilevel"/>
    <w:tmpl w:val="0A84D9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904E69"/>
    <w:multiLevelType w:val="hybridMultilevel"/>
    <w:tmpl w:val="1214EE7A"/>
    <w:lvl w:ilvl="0" w:tplc="0FF4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6AF1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6AD7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601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803A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0431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561A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EA9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E880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2A691A"/>
    <w:multiLevelType w:val="hybridMultilevel"/>
    <w:tmpl w:val="1214EE7A"/>
    <w:lvl w:ilvl="0" w:tplc="E4B211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04BC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14B2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AA2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74FA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ECF2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281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A23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7482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94D62"/>
    <w:multiLevelType w:val="hybridMultilevel"/>
    <w:tmpl w:val="FA10C9FC"/>
    <w:lvl w:ilvl="0" w:tplc="1298A0E2">
      <w:start w:val="4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C2008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F8F4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9CF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8B2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747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5A9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0038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0F29A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631440"/>
    <w:multiLevelType w:val="multilevel"/>
    <w:tmpl w:val="B8309656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7935A4C"/>
    <w:multiLevelType w:val="multilevel"/>
    <w:tmpl w:val="8C4A81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D40252F"/>
    <w:multiLevelType w:val="hybridMultilevel"/>
    <w:tmpl w:val="F97818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BA70DE"/>
    <w:multiLevelType w:val="hybridMultilevel"/>
    <w:tmpl w:val="9124855A"/>
    <w:lvl w:ilvl="0" w:tplc="17383A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C0C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48A3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8C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29D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846B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C48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08AE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0C0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A075AA"/>
    <w:multiLevelType w:val="hybridMultilevel"/>
    <w:tmpl w:val="6E9498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F07846"/>
    <w:multiLevelType w:val="hybridMultilevel"/>
    <w:tmpl w:val="DE24A056"/>
    <w:lvl w:ilvl="0" w:tplc="48CAFBE4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4">
    <w:nsid w:val="48E65F14"/>
    <w:multiLevelType w:val="hybridMultilevel"/>
    <w:tmpl w:val="A622DBD6"/>
    <w:lvl w:ilvl="0" w:tplc="3D4841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6B8291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C92360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E0CD09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222823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AD6D3C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09E3D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7EC42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BC4A183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B7A3CA4"/>
    <w:multiLevelType w:val="hybridMultilevel"/>
    <w:tmpl w:val="7D8C02E6"/>
    <w:lvl w:ilvl="0" w:tplc="5A04E4C2">
      <w:start w:val="2"/>
      <w:numFmt w:val="lowerLetter"/>
      <w:lvlText w:val="%1)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4D3112A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F60532F"/>
    <w:multiLevelType w:val="hybridMultilevel"/>
    <w:tmpl w:val="0346E214"/>
    <w:lvl w:ilvl="0" w:tplc="61B4BE6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8">
    <w:nsid w:val="51C24924"/>
    <w:multiLevelType w:val="hybridMultilevel"/>
    <w:tmpl w:val="35487776"/>
    <w:lvl w:ilvl="0" w:tplc="5868F31C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0F3F02"/>
    <w:multiLevelType w:val="hybridMultilevel"/>
    <w:tmpl w:val="C3EE19A4"/>
    <w:lvl w:ilvl="0" w:tplc="F7701C6C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0">
    <w:nsid w:val="59E3131A"/>
    <w:multiLevelType w:val="hybridMultilevel"/>
    <w:tmpl w:val="261A05A2"/>
    <w:lvl w:ilvl="0" w:tplc="7E7AB0DA">
      <w:start w:val="1"/>
      <w:numFmt w:val="upperLetter"/>
      <w:lvlText w:val="%1."/>
      <w:lvlJc w:val="left"/>
      <w:pPr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1">
    <w:nsid w:val="5B964997"/>
    <w:multiLevelType w:val="hybridMultilevel"/>
    <w:tmpl w:val="C840D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10F64"/>
    <w:multiLevelType w:val="hybridMultilevel"/>
    <w:tmpl w:val="9412E3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73087F"/>
    <w:multiLevelType w:val="multilevel"/>
    <w:tmpl w:val="0405001D"/>
    <w:lvl w:ilvl="0">
      <w:start w:val="1"/>
      <w:numFmt w:val="decimal"/>
      <w:lvlText w:val="%1)"/>
      <w:lvlJc w:val="left"/>
      <w:pPr>
        <w:ind w:left="2629" w:hanging="360"/>
      </w:pPr>
    </w:lvl>
    <w:lvl w:ilvl="1">
      <w:start w:val="1"/>
      <w:numFmt w:val="lowerLetter"/>
      <w:lvlText w:val="%2)"/>
      <w:lvlJc w:val="left"/>
      <w:pPr>
        <w:ind w:left="437" w:hanging="360"/>
      </w:pPr>
    </w:lvl>
    <w:lvl w:ilvl="2">
      <w:start w:val="1"/>
      <w:numFmt w:val="lowerRoman"/>
      <w:lvlText w:val="%3)"/>
      <w:lvlJc w:val="left"/>
      <w:pPr>
        <w:ind w:left="797" w:hanging="360"/>
      </w:pPr>
    </w:lvl>
    <w:lvl w:ilvl="3">
      <w:start w:val="1"/>
      <w:numFmt w:val="decimal"/>
      <w:lvlText w:val="(%4)"/>
      <w:lvlJc w:val="left"/>
      <w:pPr>
        <w:ind w:left="1157" w:hanging="360"/>
      </w:pPr>
    </w:lvl>
    <w:lvl w:ilvl="4">
      <w:start w:val="1"/>
      <w:numFmt w:val="lowerLetter"/>
      <w:lvlText w:val="(%5)"/>
      <w:lvlJc w:val="left"/>
      <w:pPr>
        <w:ind w:left="1517" w:hanging="360"/>
      </w:pPr>
    </w:lvl>
    <w:lvl w:ilvl="5">
      <w:start w:val="1"/>
      <w:numFmt w:val="lowerRoman"/>
      <w:lvlText w:val="(%6)"/>
      <w:lvlJc w:val="left"/>
      <w:pPr>
        <w:ind w:left="1877" w:hanging="360"/>
      </w:pPr>
    </w:lvl>
    <w:lvl w:ilvl="6">
      <w:start w:val="1"/>
      <w:numFmt w:val="decimal"/>
      <w:lvlText w:val="%7."/>
      <w:lvlJc w:val="left"/>
      <w:pPr>
        <w:ind w:left="2237" w:hanging="360"/>
      </w:pPr>
    </w:lvl>
    <w:lvl w:ilvl="7">
      <w:start w:val="1"/>
      <w:numFmt w:val="lowerLetter"/>
      <w:lvlText w:val="%8."/>
      <w:lvlJc w:val="left"/>
      <w:pPr>
        <w:ind w:left="2597" w:hanging="360"/>
      </w:pPr>
    </w:lvl>
    <w:lvl w:ilvl="8">
      <w:start w:val="1"/>
      <w:numFmt w:val="lowerRoman"/>
      <w:lvlText w:val="%9."/>
      <w:lvlJc w:val="left"/>
      <w:pPr>
        <w:ind w:left="2957" w:hanging="360"/>
      </w:pPr>
    </w:lvl>
  </w:abstractNum>
  <w:abstractNum w:abstractNumId="24">
    <w:nsid w:val="7107768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9BF5573"/>
    <w:multiLevelType w:val="multilevel"/>
    <w:tmpl w:val="737CCE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7BE83A6B"/>
    <w:multiLevelType w:val="multilevel"/>
    <w:tmpl w:val="FF0E42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6"/>
  </w:num>
  <w:num w:numId="5">
    <w:abstractNumId w:val="14"/>
  </w:num>
  <w:num w:numId="6">
    <w:abstractNumId w:val="18"/>
  </w:num>
  <w:num w:numId="7">
    <w:abstractNumId w:val="17"/>
  </w:num>
  <w:num w:numId="8">
    <w:abstractNumId w:val="19"/>
  </w:num>
  <w:num w:numId="9">
    <w:abstractNumId w:val="12"/>
  </w:num>
  <w:num w:numId="10">
    <w:abstractNumId w:val="4"/>
  </w:num>
  <w:num w:numId="11">
    <w:abstractNumId w:val="10"/>
  </w:num>
  <w:num w:numId="12">
    <w:abstractNumId w:val="22"/>
  </w:num>
  <w:num w:numId="13">
    <w:abstractNumId w:val="1"/>
  </w:num>
  <w:num w:numId="14">
    <w:abstractNumId w:val="15"/>
  </w:num>
  <w:num w:numId="15">
    <w:abstractNumId w:val="20"/>
  </w:num>
  <w:num w:numId="16">
    <w:abstractNumId w:val="13"/>
  </w:num>
  <w:num w:numId="17">
    <w:abstractNumId w:val="2"/>
  </w:num>
  <w:num w:numId="18">
    <w:abstractNumId w:val="3"/>
  </w:num>
  <w:num w:numId="19">
    <w:abstractNumId w:val="23"/>
  </w:num>
  <w:num w:numId="20">
    <w:abstractNumId w:val="21"/>
  </w:num>
  <w:num w:numId="21">
    <w:abstractNumId w:val="16"/>
  </w:num>
  <w:num w:numId="22">
    <w:abstractNumId w:val="0"/>
  </w:num>
  <w:num w:numId="23">
    <w:abstractNumId w:val="24"/>
  </w:num>
  <w:num w:numId="24">
    <w:abstractNumId w:val="25"/>
  </w:num>
  <w:num w:numId="25">
    <w:abstractNumId w:val="9"/>
  </w:num>
  <w:num w:numId="26">
    <w:abstractNumId w:val="8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5297">
      <o:colormenu v:ext="edit" stroke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1B"/>
    <w:rsid w:val="00013234"/>
    <w:rsid w:val="00016897"/>
    <w:rsid w:val="00034C89"/>
    <w:rsid w:val="00056772"/>
    <w:rsid w:val="0006587C"/>
    <w:rsid w:val="000822BC"/>
    <w:rsid w:val="000856EC"/>
    <w:rsid w:val="000917F2"/>
    <w:rsid w:val="00096406"/>
    <w:rsid w:val="000A2C7C"/>
    <w:rsid w:val="000D39C6"/>
    <w:rsid w:val="000D6298"/>
    <w:rsid w:val="000E2619"/>
    <w:rsid w:val="000E43FE"/>
    <w:rsid w:val="000F0A41"/>
    <w:rsid w:val="000F6871"/>
    <w:rsid w:val="00117D0E"/>
    <w:rsid w:val="001442BA"/>
    <w:rsid w:val="001507CF"/>
    <w:rsid w:val="0015241A"/>
    <w:rsid w:val="001534B2"/>
    <w:rsid w:val="0016056B"/>
    <w:rsid w:val="00163CEA"/>
    <w:rsid w:val="001701B4"/>
    <w:rsid w:val="00170F82"/>
    <w:rsid w:val="001716FD"/>
    <w:rsid w:val="001762B7"/>
    <w:rsid w:val="00177F8E"/>
    <w:rsid w:val="001B74BF"/>
    <w:rsid w:val="001D4B9C"/>
    <w:rsid w:val="001D6A6F"/>
    <w:rsid w:val="001E4C06"/>
    <w:rsid w:val="001E6C8F"/>
    <w:rsid w:val="001F3A4A"/>
    <w:rsid w:val="001F4770"/>
    <w:rsid w:val="001F47B3"/>
    <w:rsid w:val="001F7FB7"/>
    <w:rsid w:val="00201171"/>
    <w:rsid w:val="002228BB"/>
    <w:rsid w:val="00260F3D"/>
    <w:rsid w:val="002612A9"/>
    <w:rsid w:val="00263577"/>
    <w:rsid w:val="00263D0D"/>
    <w:rsid w:val="0027138A"/>
    <w:rsid w:val="00271D0E"/>
    <w:rsid w:val="00273DC2"/>
    <w:rsid w:val="00277F37"/>
    <w:rsid w:val="00292CB6"/>
    <w:rsid w:val="002937F6"/>
    <w:rsid w:val="00293D13"/>
    <w:rsid w:val="002B55EC"/>
    <w:rsid w:val="002C09A2"/>
    <w:rsid w:val="002D47C2"/>
    <w:rsid w:val="002D61F4"/>
    <w:rsid w:val="002D69C8"/>
    <w:rsid w:val="002F3F4B"/>
    <w:rsid w:val="003019D3"/>
    <w:rsid w:val="00307349"/>
    <w:rsid w:val="0031647A"/>
    <w:rsid w:val="00317703"/>
    <w:rsid w:val="003224F1"/>
    <w:rsid w:val="003316AC"/>
    <w:rsid w:val="003475E6"/>
    <w:rsid w:val="00350F9F"/>
    <w:rsid w:val="00372CE0"/>
    <w:rsid w:val="00384C54"/>
    <w:rsid w:val="00384CC5"/>
    <w:rsid w:val="003911DE"/>
    <w:rsid w:val="00392A9C"/>
    <w:rsid w:val="003A2420"/>
    <w:rsid w:val="003A419D"/>
    <w:rsid w:val="003A618A"/>
    <w:rsid w:val="003A6CEA"/>
    <w:rsid w:val="003B20C9"/>
    <w:rsid w:val="003B361C"/>
    <w:rsid w:val="003B68CB"/>
    <w:rsid w:val="003B72C3"/>
    <w:rsid w:val="003D2CE2"/>
    <w:rsid w:val="00403D08"/>
    <w:rsid w:val="004042AC"/>
    <w:rsid w:val="0040509B"/>
    <w:rsid w:val="004111FA"/>
    <w:rsid w:val="00415AAB"/>
    <w:rsid w:val="00417F11"/>
    <w:rsid w:val="0042398F"/>
    <w:rsid w:val="0044357D"/>
    <w:rsid w:val="00460AD0"/>
    <w:rsid w:val="00463CAE"/>
    <w:rsid w:val="00466D13"/>
    <w:rsid w:val="0047015A"/>
    <w:rsid w:val="004715F5"/>
    <w:rsid w:val="00475AB4"/>
    <w:rsid w:val="00477E6D"/>
    <w:rsid w:val="00493D4F"/>
    <w:rsid w:val="004A1A2A"/>
    <w:rsid w:val="004A5A12"/>
    <w:rsid w:val="004B353F"/>
    <w:rsid w:val="004B6763"/>
    <w:rsid w:val="004C3921"/>
    <w:rsid w:val="004C6E3C"/>
    <w:rsid w:val="004E4CB3"/>
    <w:rsid w:val="0050672C"/>
    <w:rsid w:val="00507472"/>
    <w:rsid w:val="00526243"/>
    <w:rsid w:val="00543CD2"/>
    <w:rsid w:val="005504BA"/>
    <w:rsid w:val="00554D6D"/>
    <w:rsid w:val="00561965"/>
    <w:rsid w:val="00567612"/>
    <w:rsid w:val="005740BE"/>
    <w:rsid w:val="005753E3"/>
    <w:rsid w:val="00577D2E"/>
    <w:rsid w:val="005831A3"/>
    <w:rsid w:val="0059771E"/>
    <w:rsid w:val="005A5B98"/>
    <w:rsid w:val="005B19C2"/>
    <w:rsid w:val="005B51C1"/>
    <w:rsid w:val="005B54AC"/>
    <w:rsid w:val="005B6398"/>
    <w:rsid w:val="005C2D2E"/>
    <w:rsid w:val="005C6C20"/>
    <w:rsid w:val="005D214C"/>
    <w:rsid w:val="005D4F39"/>
    <w:rsid w:val="005E32CC"/>
    <w:rsid w:val="005F3626"/>
    <w:rsid w:val="005F4572"/>
    <w:rsid w:val="0060331C"/>
    <w:rsid w:val="00610ECF"/>
    <w:rsid w:val="006138E1"/>
    <w:rsid w:val="00636DA0"/>
    <w:rsid w:val="00643878"/>
    <w:rsid w:val="006447B9"/>
    <w:rsid w:val="00657992"/>
    <w:rsid w:val="006616F3"/>
    <w:rsid w:val="006640B1"/>
    <w:rsid w:val="00666D1D"/>
    <w:rsid w:val="006728FA"/>
    <w:rsid w:val="00677612"/>
    <w:rsid w:val="00677681"/>
    <w:rsid w:val="006820CC"/>
    <w:rsid w:val="00690DD3"/>
    <w:rsid w:val="00693F22"/>
    <w:rsid w:val="0069453A"/>
    <w:rsid w:val="006A031F"/>
    <w:rsid w:val="006B013B"/>
    <w:rsid w:val="006B06FC"/>
    <w:rsid w:val="006B7ECB"/>
    <w:rsid w:val="006C0FD7"/>
    <w:rsid w:val="006D5A1F"/>
    <w:rsid w:val="006E0319"/>
    <w:rsid w:val="006E05B2"/>
    <w:rsid w:val="006E30D0"/>
    <w:rsid w:val="006E45B5"/>
    <w:rsid w:val="006E47BD"/>
    <w:rsid w:val="00715E0B"/>
    <w:rsid w:val="00720322"/>
    <w:rsid w:val="00726D60"/>
    <w:rsid w:val="007322FC"/>
    <w:rsid w:val="00756B5E"/>
    <w:rsid w:val="007651F7"/>
    <w:rsid w:val="00770955"/>
    <w:rsid w:val="0078064F"/>
    <w:rsid w:val="00784805"/>
    <w:rsid w:val="00784ECF"/>
    <w:rsid w:val="00785A00"/>
    <w:rsid w:val="00786E91"/>
    <w:rsid w:val="00792209"/>
    <w:rsid w:val="007943B7"/>
    <w:rsid w:val="007A7C16"/>
    <w:rsid w:val="007B4EBC"/>
    <w:rsid w:val="007B508C"/>
    <w:rsid w:val="007B743F"/>
    <w:rsid w:val="007C6327"/>
    <w:rsid w:val="007C7DA6"/>
    <w:rsid w:val="007D031D"/>
    <w:rsid w:val="007D1C01"/>
    <w:rsid w:val="007D4361"/>
    <w:rsid w:val="007D50BD"/>
    <w:rsid w:val="007E6383"/>
    <w:rsid w:val="007F07EF"/>
    <w:rsid w:val="00802B2D"/>
    <w:rsid w:val="008231C7"/>
    <w:rsid w:val="00825DE4"/>
    <w:rsid w:val="00836CBB"/>
    <w:rsid w:val="008451A5"/>
    <w:rsid w:val="00847C1C"/>
    <w:rsid w:val="00860055"/>
    <w:rsid w:val="008623A6"/>
    <w:rsid w:val="00862422"/>
    <w:rsid w:val="00864695"/>
    <w:rsid w:val="00866010"/>
    <w:rsid w:val="008814F0"/>
    <w:rsid w:val="00890BCC"/>
    <w:rsid w:val="0089530B"/>
    <w:rsid w:val="00895568"/>
    <w:rsid w:val="0089714D"/>
    <w:rsid w:val="008A2384"/>
    <w:rsid w:val="008A33CB"/>
    <w:rsid w:val="008A5568"/>
    <w:rsid w:val="008B512B"/>
    <w:rsid w:val="008B7CA1"/>
    <w:rsid w:val="008D34FF"/>
    <w:rsid w:val="008E6ECC"/>
    <w:rsid w:val="008F63B4"/>
    <w:rsid w:val="00905E1E"/>
    <w:rsid w:val="00910FD1"/>
    <w:rsid w:val="009234CE"/>
    <w:rsid w:val="00943275"/>
    <w:rsid w:val="00943CDC"/>
    <w:rsid w:val="00944B2A"/>
    <w:rsid w:val="009564A0"/>
    <w:rsid w:val="00981135"/>
    <w:rsid w:val="00990FC8"/>
    <w:rsid w:val="0099194F"/>
    <w:rsid w:val="009A04AE"/>
    <w:rsid w:val="009A1BE3"/>
    <w:rsid w:val="009A3D9C"/>
    <w:rsid w:val="009A627D"/>
    <w:rsid w:val="009B0CD0"/>
    <w:rsid w:val="009B19F9"/>
    <w:rsid w:val="009B28A5"/>
    <w:rsid w:val="009C40A5"/>
    <w:rsid w:val="009F1FDE"/>
    <w:rsid w:val="009F3B81"/>
    <w:rsid w:val="00A04F1B"/>
    <w:rsid w:val="00A13CEC"/>
    <w:rsid w:val="00A1460A"/>
    <w:rsid w:val="00A22726"/>
    <w:rsid w:val="00A53921"/>
    <w:rsid w:val="00A70955"/>
    <w:rsid w:val="00A746DE"/>
    <w:rsid w:val="00A860AF"/>
    <w:rsid w:val="00A8653F"/>
    <w:rsid w:val="00A92F60"/>
    <w:rsid w:val="00AA0500"/>
    <w:rsid w:val="00AF0628"/>
    <w:rsid w:val="00AF0DDC"/>
    <w:rsid w:val="00AF2DED"/>
    <w:rsid w:val="00AF45DC"/>
    <w:rsid w:val="00B03361"/>
    <w:rsid w:val="00B053CB"/>
    <w:rsid w:val="00B17A4A"/>
    <w:rsid w:val="00B234E7"/>
    <w:rsid w:val="00B3626C"/>
    <w:rsid w:val="00B47CF0"/>
    <w:rsid w:val="00B618B5"/>
    <w:rsid w:val="00B65132"/>
    <w:rsid w:val="00B6562E"/>
    <w:rsid w:val="00B668A6"/>
    <w:rsid w:val="00B710AA"/>
    <w:rsid w:val="00B81F1D"/>
    <w:rsid w:val="00B97900"/>
    <w:rsid w:val="00BA2795"/>
    <w:rsid w:val="00BA56FA"/>
    <w:rsid w:val="00BB2D17"/>
    <w:rsid w:val="00BC68C5"/>
    <w:rsid w:val="00BD1142"/>
    <w:rsid w:val="00BD175E"/>
    <w:rsid w:val="00BD197F"/>
    <w:rsid w:val="00BD5C2B"/>
    <w:rsid w:val="00BE268E"/>
    <w:rsid w:val="00BE4EFE"/>
    <w:rsid w:val="00BF22DE"/>
    <w:rsid w:val="00BF453C"/>
    <w:rsid w:val="00C04163"/>
    <w:rsid w:val="00C05564"/>
    <w:rsid w:val="00C141DD"/>
    <w:rsid w:val="00C24B55"/>
    <w:rsid w:val="00C30983"/>
    <w:rsid w:val="00C57D6B"/>
    <w:rsid w:val="00C64A81"/>
    <w:rsid w:val="00C86F4B"/>
    <w:rsid w:val="00CB3894"/>
    <w:rsid w:val="00CD3BB3"/>
    <w:rsid w:val="00D04260"/>
    <w:rsid w:val="00D04669"/>
    <w:rsid w:val="00D1624A"/>
    <w:rsid w:val="00D278CD"/>
    <w:rsid w:val="00D307FA"/>
    <w:rsid w:val="00D35EEB"/>
    <w:rsid w:val="00D46836"/>
    <w:rsid w:val="00D5620E"/>
    <w:rsid w:val="00D665C7"/>
    <w:rsid w:val="00D7671B"/>
    <w:rsid w:val="00D9024E"/>
    <w:rsid w:val="00DA4E00"/>
    <w:rsid w:val="00DA522A"/>
    <w:rsid w:val="00DB3063"/>
    <w:rsid w:val="00DC0A32"/>
    <w:rsid w:val="00DC22E6"/>
    <w:rsid w:val="00DF289B"/>
    <w:rsid w:val="00DF2D68"/>
    <w:rsid w:val="00E01A75"/>
    <w:rsid w:val="00E34DF9"/>
    <w:rsid w:val="00E43B7F"/>
    <w:rsid w:val="00E43BF0"/>
    <w:rsid w:val="00E625CE"/>
    <w:rsid w:val="00E8798D"/>
    <w:rsid w:val="00E940AE"/>
    <w:rsid w:val="00E9462F"/>
    <w:rsid w:val="00EA212E"/>
    <w:rsid w:val="00EA2BCC"/>
    <w:rsid w:val="00EA70D4"/>
    <w:rsid w:val="00EC559D"/>
    <w:rsid w:val="00EC5EDC"/>
    <w:rsid w:val="00EC7BA8"/>
    <w:rsid w:val="00ED1315"/>
    <w:rsid w:val="00ED73C4"/>
    <w:rsid w:val="00EE7354"/>
    <w:rsid w:val="00EE7D69"/>
    <w:rsid w:val="00F07FF9"/>
    <w:rsid w:val="00F10045"/>
    <w:rsid w:val="00F22171"/>
    <w:rsid w:val="00F2620F"/>
    <w:rsid w:val="00F407E5"/>
    <w:rsid w:val="00F539B9"/>
    <w:rsid w:val="00F718C7"/>
    <w:rsid w:val="00F75A10"/>
    <w:rsid w:val="00F81022"/>
    <w:rsid w:val="00F81898"/>
    <w:rsid w:val="00F8404B"/>
    <w:rsid w:val="00F862DA"/>
    <w:rsid w:val="00F927C1"/>
    <w:rsid w:val="00FA2122"/>
    <w:rsid w:val="00FA25EC"/>
    <w:rsid w:val="00FB180F"/>
    <w:rsid w:val="00FB2FA5"/>
    <w:rsid w:val="00FC1A18"/>
    <w:rsid w:val="00FD2374"/>
    <w:rsid w:val="00FD28B0"/>
    <w:rsid w:val="00FD4A25"/>
    <w:rsid w:val="00FD57F3"/>
    <w:rsid w:val="00FE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5A12"/>
    <w:pPr>
      <w:spacing w:after="200" w:line="276" w:lineRule="auto"/>
      <w:jc w:val="both"/>
    </w:pPr>
    <w:rPr>
      <w:rFonts w:eastAsiaTheme="minorHAnsi" w:cstheme="minorBidi"/>
      <w:sz w:val="24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260F3D"/>
    <w:pPr>
      <w:keepNext/>
      <w:spacing w:after="0" w:line="240" w:lineRule="auto"/>
      <w:jc w:val="center"/>
      <w:outlineLvl w:val="0"/>
    </w:pPr>
    <w:rPr>
      <w:rFonts w:eastAsia="Times New Roman" w:cs="Times New Roman"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60F3D"/>
    <w:pPr>
      <w:spacing w:after="0" w:line="360" w:lineRule="auto"/>
      <w:ind w:firstLine="708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rsid w:val="00260F3D"/>
    <w:pPr>
      <w:spacing w:after="0" w:line="360" w:lineRule="auto"/>
    </w:pPr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rsid w:val="00260F3D"/>
    <w:rPr>
      <w:color w:val="0000FF"/>
      <w:u w:val="single"/>
    </w:rPr>
  </w:style>
  <w:style w:type="paragraph" w:styleId="Textbubliny">
    <w:name w:val="Balloon Text"/>
    <w:basedOn w:val="Normln"/>
    <w:semiHidden/>
    <w:rsid w:val="001534B2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styleId="FormtovanvHTML">
    <w:name w:val="HTML Preformatted"/>
    <w:basedOn w:val="Normln"/>
    <w:rsid w:val="00D30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D1142"/>
    <w:rPr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D1315"/>
    <w:pPr>
      <w:ind w:left="720"/>
      <w:contextualSpacing/>
    </w:pPr>
  </w:style>
  <w:style w:type="table" w:styleId="Svtlstnovnzvraznn3">
    <w:name w:val="Light Shading Accent 3"/>
    <w:basedOn w:val="Normlntabulka"/>
    <w:uiPriority w:val="60"/>
    <w:rsid w:val="00ED1315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xtpoznpodarou">
    <w:name w:val="footnote text"/>
    <w:basedOn w:val="Normln"/>
    <w:link w:val="TextpoznpodarouChar"/>
    <w:uiPriority w:val="99"/>
    <w:unhideWhenUsed/>
    <w:rsid w:val="00ED131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D1315"/>
    <w:rPr>
      <w:rFonts w:eastAsia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ED1315"/>
    <w:rPr>
      <w:vertAlign w:val="superscript"/>
    </w:rPr>
  </w:style>
  <w:style w:type="table" w:styleId="Svtlseznamzvraznn3">
    <w:name w:val="Light List Accent 3"/>
    <w:basedOn w:val="Normlntabulka"/>
    <w:uiPriority w:val="61"/>
    <w:rsid w:val="00ED131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tlstnovnzvraznn11">
    <w:name w:val="Světlé stínování – zvýraznění 11"/>
    <w:basedOn w:val="Normlntabulka"/>
    <w:uiPriority w:val="60"/>
    <w:rsid w:val="00FE7F0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rsid w:val="00FE7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lasicktabulka1">
    <w:name w:val="Table Classic 1"/>
    <w:basedOn w:val="Normlntabulka"/>
    <w:rsid w:val="003A618A"/>
    <w:pPr>
      <w:spacing w:after="200" w:line="276" w:lineRule="auto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5A12"/>
    <w:pPr>
      <w:spacing w:after="200" w:line="276" w:lineRule="auto"/>
      <w:jc w:val="both"/>
    </w:pPr>
    <w:rPr>
      <w:rFonts w:eastAsiaTheme="minorHAnsi" w:cstheme="minorBidi"/>
      <w:sz w:val="24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260F3D"/>
    <w:pPr>
      <w:keepNext/>
      <w:spacing w:after="0" w:line="240" w:lineRule="auto"/>
      <w:jc w:val="center"/>
      <w:outlineLvl w:val="0"/>
    </w:pPr>
    <w:rPr>
      <w:rFonts w:eastAsia="Times New Roman" w:cs="Times New Roman"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60F3D"/>
    <w:pPr>
      <w:spacing w:after="0" w:line="360" w:lineRule="auto"/>
      <w:ind w:firstLine="708"/>
    </w:pPr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rsid w:val="00260F3D"/>
    <w:pPr>
      <w:spacing w:after="0" w:line="360" w:lineRule="auto"/>
    </w:pPr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rsid w:val="00260F3D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  <w:lang w:eastAsia="cs-CZ"/>
    </w:rPr>
  </w:style>
  <w:style w:type="character" w:styleId="Hypertextovodkaz">
    <w:name w:val="Hyperlink"/>
    <w:basedOn w:val="Standardnpsmoodstavce"/>
    <w:rsid w:val="00260F3D"/>
    <w:rPr>
      <w:color w:val="0000FF"/>
      <w:u w:val="single"/>
    </w:rPr>
  </w:style>
  <w:style w:type="paragraph" w:styleId="Textbubliny">
    <w:name w:val="Balloon Text"/>
    <w:basedOn w:val="Normln"/>
    <w:semiHidden/>
    <w:rsid w:val="001534B2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cs-CZ"/>
    </w:rPr>
  </w:style>
  <w:style w:type="paragraph" w:styleId="FormtovanvHTML">
    <w:name w:val="HTML Preformatted"/>
    <w:basedOn w:val="Normln"/>
    <w:rsid w:val="00D30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D1142"/>
    <w:rPr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D1315"/>
    <w:pPr>
      <w:ind w:left="720"/>
      <w:contextualSpacing/>
    </w:pPr>
  </w:style>
  <w:style w:type="table" w:styleId="Svtlstnovnzvraznn3">
    <w:name w:val="Light Shading Accent 3"/>
    <w:basedOn w:val="Normlntabulka"/>
    <w:uiPriority w:val="60"/>
    <w:rsid w:val="00ED1315"/>
    <w:rPr>
      <w:rFonts w:asciiTheme="minorHAnsi" w:eastAsiaTheme="minorHAnsi" w:hAnsiTheme="minorHAnsi" w:cstheme="minorBidi"/>
      <w:color w:val="76923C" w:themeColor="accent3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Textpoznpodarou">
    <w:name w:val="footnote text"/>
    <w:basedOn w:val="Normln"/>
    <w:link w:val="TextpoznpodarouChar"/>
    <w:uiPriority w:val="99"/>
    <w:unhideWhenUsed/>
    <w:rsid w:val="00ED131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D1315"/>
    <w:rPr>
      <w:rFonts w:eastAsia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ED1315"/>
    <w:rPr>
      <w:vertAlign w:val="superscript"/>
    </w:rPr>
  </w:style>
  <w:style w:type="table" w:styleId="Svtlseznamzvraznn3">
    <w:name w:val="Light List Accent 3"/>
    <w:basedOn w:val="Normlntabulka"/>
    <w:uiPriority w:val="61"/>
    <w:rsid w:val="00ED131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tlstnovnzvraznn11">
    <w:name w:val="Světlé stínování – zvýraznění 11"/>
    <w:basedOn w:val="Normlntabulka"/>
    <w:uiPriority w:val="60"/>
    <w:rsid w:val="00FE7F0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rsid w:val="00FE7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lasicktabulka1">
    <w:name w:val="Table Classic 1"/>
    <w:basedOn w:val="Normlntabulka"/>
    <w:rsid w:val="003A618A"/>
    <w:pPr>
      <w:spacing w:after="200" w:line="276" w:lineRule="auto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17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9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846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23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63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00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52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72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6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16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2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32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1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14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9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96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7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76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2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53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1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6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pis_vzory\Dopis_hlavi&#269;k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2F283-1F5D-4706-A302-3F083E8B3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Dopis_hlavička</Template>
  <TotalTime>2</TotalTime>
  <Pages>1</Pages>
  <Words>96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Vyšší odborná škola, Střední průmyslová škola, Střední odborné učiliště a Učiliště,</vt:lpstr>
    </vt:vector>
  </TitlesOfParts>
  <Company>VOŠ a SPŠ Jičín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Vyšší odborná škola, Střední průmyslová škola, Střední odborné učiliště a Učiliště,</dc:title>
  <dc:creator>lea</dc:creator>
  <cp:lastModifiedBy>lea</cp:lastModifiedBy>
  <cp:revision>4</cp:revision>
  <cp:lastPrinted>2012-07-10T11:00:00Z</cp:lastPrinted>
  <dcterms:created xsi:type="dcterms:W3CDTF">2012-07-16T20:07:00Z</dcterms:created>
  <dcterms:modified xsi:type="dcterms:W3CDTF">2012-07-17T10:11:00Z</dcterms:modified>
</cp:coreProperties>
</file>