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91" w:rsidRPr="0012012B" w:rsidRDefault="004D4491" w:rsidP="003E12CF">
      <w:pPr>
        <w:pStyle w:val="BodyTextIndent2"/>
        <w:spacing w:after="0" w:line="240" w:lineRule="auto"/>
        <w:ind w:left="0"/>
        <w:jc w:val="both"/>
        <w:rPr>
          <w:rFonts w:ascii="Arial Narrow" w:hAnsi="Arial Narrow"/>
          <w:bCs/>
          <w:sz w:val="22"/>
          <w:szCs w:val="22"/>
          <w:highlight w:val="yellow"/>
        </w:rPr>
      </w:pPr>
    </w:p>
    <w:p w:rsidR="004D4491" w:rsidRPr="00C67361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522E34">
        <w:rPr>
          <w:rFonts w:ascii="Arial Narrow" w:hAnsi="Arial Narrow" w:cs="Arial"/>
          <w:b/>
          <w:sz w:val="32"/>
          <w:szCs w:val="32"/>
        </w:rPr>
        <w:t>příloha A</w:t>
      </w: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9945B3" w:rsidRDefault="004D4491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9945B3">
        <w:rPr>
          <w:rFonts w:ascii="Arial Narrow" w:hAnsi="Arial Narrow" w:cs="Arial"/>
          <w:b/>
          <w:sz w:val="28"/>
          <w:szCs w:val="28"/>
        </w:rPr>
        <w:t>Zadávací dokumentace pro veřejnou zakázku</w:t>
      </w:r>
    </w:p>
    <w:p w:rsidR="004D4491" w:rsidRDefault="004D4491" w:rsidP="00722438">
      <w:pPr>
        <w:tabs>
          <w:tab w:val="left" w:pos="5580"/>
        </w:tabs>
        <w:spacing w:after="0" w:line="360" w:lineRule="auto"/>
        <w:jc w:val="center"/>
        <w:rPr>
          <w:rFonts w:ascii="Arial Narrow" w:hAnsi="Arial Narrow"/>
        </w:rPr>
      </w:pPr>
      <w:r w:rsidRPr="00445FA0">
        <w:rPr>
          <w:rFonts w:ascii="Arial Narrow" w:hAnsi="Arial Narrow"/>
          <w:b/>
          <w:bCs/>
          <w:sz w:val="32"/>
          <w:szCs w:val="32"/>
        </w:rPr>
        <w:t>IT technika pro projekt</w:t>
      </w:r>
      <w:r>
        <w:rPr>
          <w:rFonts w:ascii="Arial Narrow" w:hAnsi="Arial Narrow"/>
          <w:b/>
          <w:bCs/>
          <w:sz w:val="32"/>
          <w:szCs w:val="32"/>
        </w:rPr>
        <w:t>y</w:t>
      </w: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TECHNICKÉ A </w:t>
      </w:r>
      <w:r w:rsidRPr="00522E34">
        <w:rPr>
          <w:rFonts w:ascii="Arial Narrow" w:hAnsi="Arial Narrow" w:cs="Arial"/>
          <w:b/>
          <w:sz w:val="28"/>
          <w:szCs w:val="28"/>
        </w:rPr>
        <w:t>OBCHODNÍ PODMÍNKY</w:t>
      </w: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widowControl w:val="0"/>
        <w:numPr>
          <w:ilvl w:val="0"/>
          <w:numId w:val="5"/>
        </w:numPr>
        <w:tabs>
          <w:tab w:val="clear" w:pos="720"/>
          <w:tab w:val="num" w:pos="3240"/>
        </w:tabs>
        <w:spacing w:after="0" w:line="240" w:lineRule="auto"/>
        <w:ind w:left="3240" w:firstLine="0"/>
        <w:rPr>
          <w:rFonts w:ascii="Arial Narrow" w:hAnsi="Arial Narrow"/>
        </w:rPr>
      </w:pPr>
      <w:r w:rsidRPr="00522E34">
        <w:rPr>
          <w:rFonts w:ascii="Arial Narrow" w:hAnsi="Arial Narrow"/>
        </w:rPr>
        <w:t>krycí list nabídky</w:t>
      </w:r>
    </w:p>
    <w:p w:rsidR="004D4491" w:rsidRPr="00522E34" w:rsidRDefault="004D4491" w:rsidP="003E12CF">
      <w:pPr>
        <w:widowControl w:val="0"/>
        <w:numPr>
          <w:ilvl w:val="0"/>
          <w:numId w:val="5"/>
        </w:numPr>
        <w:tabs>
          <w:tab w:val="clear" w:pos="720"/>
          <w:tab w:val="num" w:pos="3240"/>
        </w:tabs>
        <w:spacing w:after="0" w:line="240" w:lineRule="auto"/>
        <w:ind w:left="3240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technické a </w:t>
      </w:r>
      <w:r w:rsidRPr="00522E34">
        <w:rPr>
          <w:rFonts w:ascii="Arial Narrow" w:hAnsi="Arial Narrow"/>
        </w:rPr>
        <w:t>obchodní podmínky pro plnění veřejné zakázky</w:t>
      </w:r>
    </w:p>
    <w:p w:rsidR="004D4491" w:rsidRPr="00522E34" w:rsidRDefault="004D4491" w:rsidP="003E12CF">
      <w:pPr>
        <w:widowControl w:val="0"/>
        <w:spacing w:after="0" w:line="240" w:lineRule="auto"/>
        <w:jc w:val="center"/>
        <w:rPr>
          <w:rFonts w:ascii="Arial Narrow" w:hAnsi="Arial Narrow" w:cs="Arial"/>
        </w:rPr>
      </w:pPr>
    </w:p>
    <w:p w:rsidR="004D4491" w:rsidRPr="00522E34" w:rsidRDefault="004D4491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22E34">
        <w:rPr>
          <w:rFonts w:ascii="Arial Narrow" w:hAnsi="Arial Narrow" w:cs="Arial"/>
        </w:rPr>
        <w:br w:type="page"/>
      </w:r>
    </w:p>
    <w:p w:rsidR="004D4491" w:rsidRDefault="004D4491" w:rsidP="00722438">
      <w:pPr>
        <w:tabs>
          <w:tab w:val="left" w:pos="5580"/>
        </w:tabs>
        <w:spacing w:after="0" w:line="360" w:lineRule="auto"/>
        <w:jc w:val="center"/>
        <w:rPr>
          <w:rFonts w:ascii="Arial Narrow" w:hAnsi="Arial Narrow"/>
        </w:rPr>
      </w:pPr>
      <w:r w:rsidRPr="00445FA0">
        <w:rPr>
          <w:rFonts w:ascii="Arial Narrow" w:hAnsi="Arial Narrow"/>
          <w:b/>
          <w:bCs/>
          <w:sz w:val="32"/>
          <w:szCs w:val="32"/>
        </w:rPr>
        <w:t>IT technika pro projekt</w:t>
      </w:r>
      <w:r>
        <w:rPr>
          <w:rFonts w:ascii="Arial Narrow" w:hAnsi="Arial Narrow"/>
          <w:b/>
          <w:bCs/>
          <w:sz w:val="32"/>
          <w:szCs w:val="32"/>
        </w:rPr>
        <w:t>y</w:t>
      </w:r>
    </w:p>
    <w:p w:rsidR="004D4491" w:rsidRPr="00522E34" w:rsidRDefault="004D4491" w:rsidP="00646273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highlight w:val="green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522E34">
        <w:rPr>
          <w:rFonts w:ascii="Arial Narrow" w:hAnsi="Arial Narrow" w:cs="Arial"/>
          <w:b/>
          <w:sz w:val="28"/>
          <w:szCs w:val="28"/>
        </w:rPr>
        <w:t>NABÍDKA</w:t>
      </w: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spacing w:line="240" w:lineRule="auto"/>
        <w:rPr>
          <w:rFonts w:ascii="Arial Narrow" w:hAnsi="Arial Narrow" w:cs="Arial"/>
          <w:b/>
        </w:rPr>
      </w:pPr>
      <w:r w:rsidRPr="00522E34">
        <w:rPr>
          <w:rFonts w:ascii="Arial Narrow" w:hAnsi="Arial Narrow" w:cs="Arial"/>
          <w:b/>
        </w:rPr>
        <w:t>Zadavatel</w:t>
      </w:r>
    </w:p>
    <w:p w:rsidR="004D4491" w:rsidRPr="00522E34" w:rsidRDefault="004D4491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Masarykova univerzita</w:t>
      </w:r>
    </w:p>
    <w:p w:rsidR="004D4491" w:rsidRPr="00522E34" w:rsidRDefault="004D4491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Žerotínovo náměstí 9, 601 77 Brno</w:t>
      </w:r>
    </w:p>
    <w:p w:rsidR="004D4491" w:rsidRPr="00522E34" w:rsidRDefault="004D4491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IČ: 00216224</w:t>
      </w: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522E34" w:rsidRDefault="004D4491" w:rsidP="003E12CF">
      <w:pPr>
        <w:tabs>
          <w:tab w:val="left" w:leader="dot" w:pos="8640"/>
        </w:tabs>
        <w:spacing w:line="240" w:lineRule="auto"/>
        <w:rPr>
          <w:rFonts w:ascii="Arial Narrow" w:hAnsi="Arial Narrow"/>
          <w:b/>
        </w:rPr>
      </w:pPr>
      <w:r w:rsidRPr="00522E34">
        <w:rPr>
          <w:rFonts w:ascii="Arial Narrow" w:hAnsi="Arial Narrow"/>
          <w:b/>
        </w:rPr>
        <w:t xml:space="preserve">Dodavatel </w:t>
      </w:r>
    </w:p>
    <w:p w:rsidR="004D4491" w:rsidRPr="00522E34" w:rsidRDefault="004D4491" w:rsidP="003E12CF">
      <w:pPr>
        <w:tabs>
          <w:tab w:val="left" w:leader="dot" w:pos="8640"/>
        </w:tabs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 xml:space="preserve">Obchodní firma dodavatele: </w:t>
      </w:r>
      <w:r w:rsidRPr="00522E34">
        <w:rPr>
          <w:rFonts w:ascii="Arial Narrow" w:hAnsi="Arial Narrow" w:cs="Arial"/>
        </w:rPr>
        <w:tab/>
        <w:t xml:space="preserve"> </w:t>
      </w:r>
    </w:p>
    <w:p w:rsidR="004D4491" w:rsidRPr="00522E34" w:rsidRDefault="004D4491" w:rsidP="003E12CF">
      <w:pPr>
        <w:widowControl w:val="0"/>
        <w:tabs>
          <w:tab w:val="left" w:leader="dot" w:pos="8640"/>
        </w:tabs>
        <w:spacing w:line="240" w:lineRule="auto"/>
        <w:rPr>
          <w:rFonts w:ascii="Arial Narrow" w:hAnsi="Arial Narrow"/>
        </w:rPr>
      </w:pPr>
      <w:r w:rsidRPr="00522E34">
        <w:rPr>
          <w:rFonts w:ascii="Arial Narrow" w:hAnsi="Arial Narrow"/>
        </w:rPr>
        <w:t xml:space="preserve">Sídlo dodavatele: </w:t>
      </w:r>
      <w:r w:rsidRPr="00522E34">
        <w:rPr>
          <w:rFonts w:ascii="Arial Narrow" w:hAnsi="Arial Narrow"/>
        </w:rPr>
        <w:tab/>
        <w:t xml:space="preserve"> </w:t>
      </w:r>
    </w:p>
    <w:p w:rsidR="004D4491" w:rsidRDefault="004D4491" w:rsidP="003E12CF">
      <w:pPr>
        <w:widowControl w:val="0"/>
        <w:tabs>
          <w:tab w:val="left" w:leader="dot" w:pos="3600"/>
        </w:tabs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 xml:space="preserve">IČ: </w:t>
      </w:r>
      <w:r w:rsidRPr="00522E34">
        <w:rPr>
          <w:rFonts w:ascii="Arial Narrow" w:hAnsi="Arial Narrow" w:cs="Arial"/>
        </w:rPr>
        <w:tab/>
        <w:t xml:space="preserve"> </w:t>
      </w:r>
    </w:p>
    <w:p w:rsidR="004D4491" w:rsidRPr="00522E34" w:rsidRDefault="004D4491" w:rsidP="003E12CF">
      <w:pPr>
        <w:widowControl w:val="0"/>
        <w:tabs>
          <w:tab w:val="left" w:leader="dot" w:pos="3600"/>
        </w:tabs>
        <w:spacing w:line="240" w:lineRule="auto"/>
        <w:rPr>
          <w:rFonts w:ascii="Arial Narrow" w:hAnsi="Arial Narrow"/>
        </w:rPr>
      </w:pPr>
      <w:r>
        <w:rPr>
          <w:rFonts w:ascii="Arial Narrow" w:hAnsi="Arial Narrow" w:cs="Arial"/>
        </w:rPr>
        <w:br w:type="page"/>
      </w:r>
    </w:p>
    <w:p w:rsidR="004D4491" w:rsidRPr="00522E34" w:rsidRDefault="004D4491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22E34">
        <w:rPr>
          <w:rFonts w:ascii="Arial Narrow" w:hAnsi="Arial Narrow" w:cs="Arial"/>
          <w:b/>
          <w:sz w:val="24"/>
          <w:szCs w:val="24"/>
        </w:rPr>
        <w:t>zadávací dokumentace pro veřejnou zakázku</w:t>
      </w:r>
    </w:p>
    <w:p w:rsidR="004D4491" w:rsidRDefault="004D4491" w:rsidP="00722438">
      <w:pPr>
        <w:tabs>
          <w:tab w:val="left" w:pos="5580"/>
        </w:tabs>
        <w:spacing w:after="0" w:line="360" w:lineRule="auto"/>
        <w:jc w:val="center"/>
        <w:rPr>
          <w:rFonts w:ascii="Arial Narrow" w:hAnsi="Arial Narrow"/>
        </w:rPr>
      </w:pPr>
      <w:r w:rsidRPr="00445FA0">
        <w:rPr>
          <w:rFonts w:ascii="Arial Narrow" w:hAnsi="Arial Narrow"/>
          <w:b/>
          <w:bCs/>
          <w:sz w:val="32"/>
          <w:szCs w:val="32"/>
        </w:rPr>
        <w:t>IT technika pro projekt</w:t>
      </w:r>
      <w:r>
        <w:rPr>
          <w:rFonts w:ascii="Arial Narrow" w:hAnsi="Arial Narrow"/>
          <w:b/>
          <w:bCs/>
          <w:sz w:val="32"/>
          <w:szCs w:val="32"/>
        </w:rPr>
        <w:t>y</w:t>
      </w:r>
    </w:p>
    <w:p w:rsidR="004D4491" w:rsidRPr="00522E34" w:rsidRDefault="004D4491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4D4491" w:rsidRPr="00522E34" w:rsidRDefault="004D4491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3835A4" w:rsidRDefault="004D4491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TECHNICKÉ A </w:t>
      </w:r>
      <w:r w:rsidRPr="003835A4">
        <w:rPr>
          <w:rFonts w:ascii="Arial Narrow" w:hAnsi="Arial Narrow" w:cs="Arial"/>
          <w:b/>
          <w:sz w:val="28"/>
          <w:szCs w:val="28"/>
        </w:rPr>
        <w:t>OBCHODNÍ PODMÍNKY</w:t>
      </w:r>
    </w:p>
    <w:p w:rsidR="004D4491" w:rsidRPr="003835A4" w:rsidRDefault="004D4491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4D4491" w:rsidRPr="003835A4" w:rsidRDefault="004D4491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  <w:r w:rsidRPr="003835A4">
        <w:rPr>
          <w:rFonts w:ascii="Arial Narrow" w:hAnsi="Arial Narrow" w:cs="Arial"/>
          <w:sz w:val="28"/>
          <w:szCs w:val="28"/>
        </w:rPr>
        <w:t>PREAMBULE</w:t>
      </w:r>
    </w:p>
    <w:p w:rsidR="004D4491" w:rsidRPr="003835A4" w:rsidRDefault="004D4491" w:rsidP="003E12CF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Technické a o</w:t>
      </w:r>
      <w:r w:rsidRPr="003835A4">
        <w:rPr>
          <w:rFonts w:ascii="Arial Narrow" w:hAnsi="Arial Narrow"/>
        </w:rPr>
        <w:t xml:space="preserve">bchodní podmínky pro plnění této veřejné zakázky stanovené zadávací dokumentací musí být uchazečem v nabídce respektovány. </w:t>
      </w:r>
      <w:r>
        <w:rPr>
          <w:rFonts w:ascii="Arial Narrow" w:hAnsi="Arial Narrow"/>
        </w:rPr>
        <w:t>Technické a o</w:t>
      </w:r>
      <w:r w:rsidRPr="003835A4">
        <w:rPr>
          <w:rFonts w:ascii="Arial Narrow" w:hAnsi="Arial Narrow"/>
        </w:rPr>
        <w:t>bchodní podmínky jsou formulovány způsobem umožňujícím převzít jejich text do nabídky (návrhu kupní smlouvy)</w:t>
      </w:r>
      <w:r>
        <w:rPr>
          <w:rFonts w:ascii="Arial Narrow" w:hAnsi="Arial Narrow"/>
        </w:rPr>
        <w:t xml:space="preserve"> -</w:t>
      </w:r>
      <w:r w:rsidRPr="003835A4">
        <w:rPr>
          <w:rFonts w:ascii="Arial Narrow" w:hAnsi="Arial Narrow"/>
        </w:rPr>
        <w:t xml:space="preserve"> jsou promítnuty do přiložené </w:t>
      </w:r>
      <w:r>
        <w:rPr>
          <w:rFonts w:ascii="Arial Narrow" w:hAnsi="Arial Narrow"/>
        </w:rPr>
        <w:t xml:space="preserve">předlohy </w:t>
      </w:r>
      <w:r w:rsidRPr="003835A4">
        <w:rPr>
          <w:rFonts w:ascii="Arial Narrow" w:hAnsi="Arial Narrow"/>
        </w:rPr>
        <w:t>návrhu smlouvy, kter</w:t>
      </w:r>
      <w:r>
        <w:rPr>
          <w:rFonts w:ascii="Arial Narrow" w:hAnsi="Arial Narrow"/>
        </w:rPr>
        <w:t>ou</w:t>
      </w:r>
      <w:r w:rsidRPr="003835A4">
        <w:rPr>
          <w:rFonts w:ascii="Arial Narrow" w:hAnsi="Arial Narrow"/>
        </w:rPr>
        <w:t xml:space="preserve"> uchazeč použije pro zpracování nabídky, tj. na vyznačených místech </w:t>
      </w:r>
      <w:r>
        <w:rPr>
          <w:rFonts w:ascii="Arial Narrow" w:hAnsi="Arial Narrow"/>
        </w:rPr>
        <w:t xml:space="preserve">předlohu </w:t>
      </w:r>
      <w:r w:rsidRPr="003835A4">
        <w:rPr>
          <w:rFonts w:ascii="Arial Narrow" w:hAnsi="Arial Narrow"/>
        </w:rPr>
        <w:t>návrh</w:t>
      </w:r>
      <w:r>
        <w:rPr>
          <w:rFonts w:ascii="Arial Narrow" w:hAnsi="Arial Narrow"/>
        </w:rPr>
        <w:t>u</w:t>
      </w:r>
      <w:r w:rsidRPr="003835A4">
        <w:rPr>
          <w:rFonts w:ascii="Arial Narrow" w:hAnsi="Arial Narrow"/>
        </w:rPr>
        <w:t xml:space="preserve"> smlouvy s přílohami doplní o požadované údaje </w:t>
      </w:r>
      <w:r w:rsidRPr="003835A4">
        <w:rPr>
          <w:rFonts w:ascii="Arial Narrow" w:hAnsi="Arial Narrow"/>
        </w:rPr>
        <w:sym w:font="Symbol" w:char="F02D"/>
      </w:r>
      <w:r w:rsidRPr="003835A4">
        <w:rPr>
          <w:rFonts w:ascii="Arial Narrow" w:hAnsi="Arial Narrow"/>
        </w:rPr>
        <w:t xml:space="preserve"> své identifikační údaje, bankovní spojení, nabídkovou cen</w:t>
      </w:r>
      <w:r>
        <w:rPr>
          <w:rFonts w:ascii="Arial Narrow" w:hAnsi="Arial Narrow"/>
        </w:rPr>
        <w:t>u, položkový rozpočet  datum podpisu návrhu smlouvy</w:t>
      </w:r>
      <w:r w:rsidRPr="003835A4">
        <w:rPr>
          <w:rFonts w:ascii="Arial Narrow" w:hAnsi="Arial Narrow"/>
        </w:rPr>
        <w:t>), parafuje všechny strany dokumentu (návrhu smlouvy) včetně příloh a podepíše dokument způsobem stanoveným podle výpisu z obchodního rejstříku nebo jiné obdobné evidence</w:t>
      </w:r>
      <w:r>
        <w:rPr>
          <w:rFonts w:ascii="Arial Narrow" w:hAnsi="Arial Narrow"/>
        </w:rPr>
        <w:t>, pod</w:t>
      </w:r>
      <w:r w:rsidRPr="003835A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podpis oprávněné osoby </w:t>
      </w:r>
      <w:r w:rsidRPr="003835A4">
        <w:rPr>
          <w:rFonts w:ascii="Arial Narrow" w:hAnsi="Arial Narrow"/>
        </w:rPr>
        <w:t>uvede čitelně jméno, příjmení a funkci</w:t>
      </w:r>
      <w:r>
        <w:rPr>
          <w:rFonts w:ascii="Arial Narrow" w:hAnsi="Arial Narrow"/>
        </w:rPr>
        <w:t xml:space="preserve"> podepisujícího</w:t>
      </w:r>
      <w:r w:rsidRPr="003835A4">
        <w:rPr>
          <w:rFonts w:ascii="Arial Narrow" w:hAnsi="Arial Narrow"/>
        </w:rPr>
        <w:t>.</w:t>
      </w:r>
    </w:p>
    <w:p w:rsidR="004D4491" w:rsidRPr="009226B6" w:rsidRDefault="004D4491" w:rsidP="003E12CF">
      <w:pPr>
        <w:suppressAutoHyphens/>
        <w:spacing w:after="0" w:line="240" w:lineRule="auto"/>
        <w:jc w:val="both"/>
        <w:rPr>
          <w:rFonts w:ascii="Arial Narrow" w:hAnsi="Arial Narrow" w:cs="Arial"/>
          <w:highlight w:val="cyan"/>
        </w:rPr>
      </w:pPr>
    </w:p>
    <w:p w:rsidR="004D4491" w:rsidRPr="003757F5" w:rsidRDefault="004D4491" w:rsidP="00260905">
      <w:pPr>
        <w:spacing w:after="0" w:line="240" w:lineRule="auto"/>
        <w:jc w:val="center"/>
        <w:rPr>
          <w:rFonts w:ascii="Arial Narrow" w:hAnsi="Arial Narrow"/>
          <w:b/>
          <w:caps/>
        </w:rPr>
      </w:pPr>
      <w:r w:rsidRPr="00432C3A">
        <w:rPr>
          <w:rFonts w:ascii="Arial Narrow" w:hAnsi="Arial Narrow"/>
          <w:b/>
          <w:lang w:eastAsia="cs-CZ"/>
        </w:rPr>
        <w:br w:type="page"/>
      </w:r>
      <w:r>
        <w:rPr>
          <w:rFonts w:ascii="Arial Narrow" w:hAnsi="Arial Narrow"/>
          <w:b/>
          <w:caps/>
        </w:rPr>
        <w:t>návrh KUPNÍ SMLOUVy</w:t>
      </w:r>
    </w:p>
    <w:p w:rsidR="004D4491" w:rsidRPr="003757F5" w:rsidRDefault="004D4491" w:rsidP="003E12CF">
      <w:pPr>
        <w:spacing w:line="240" w:lineRule="auto"/>
        <w:jc w:val="center"/>
        <w:rPr>
          <w:rFonts w:ascii="Arial Narrow" w:hAnsi="Arial Narrow" w:cs="Arial"/>
        </w:rPr>
      </w:pPr>
      <w:r w:rsidRPr="003757F5">
        <w:rPr>
          <w:rFonts w:ascii="Arial Narrow" w:hAnsi="Arial Narrow" w:cs="Arial"/>
        </w:rPr>
        <w:t>dle § 409 zákona č. 513/1991 Sb., obchodní zákoník, ve znění pozdějších předpisů (dále jen obchodní zákoník)</w:t>
      </w: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jc w:val="center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I. Smluvní strany</w:t>
      </w:r>
    </w:p>
    <w:p w:rsidR="004D4491" w:rsidRPr="003757F5" w:rsidRDefault="004D4491" w:rsidP="003E12CF">
      <w:pPr>
        <w:spacing w:line="240" w:lineRule="auto"/>
        <w:ind w:left="360"/>
        <w:jc w:val="both"/>
        <w:rPr>
          <w:rFonts w:ascii="Arial Narrow" w:hAnsi="Arial Narrow"/>
        </w:rPr>
      </w:pPr>
    </w:p>
    <w:p w:rsidR="004D4491" w:rsidRPr="003757F5" w:rsidRDefault="004D4491" w:rsidP="00E83235">
      <w:pPr>
        <w:spacing w:line="240" w:lineRule="auto"/>
        <w:jc w:val="both"/>
        <w:rPr>
          <w:rFonts w:ascii="Arial Narrow" w:hAnsi="Arial Narrow" w:cs="Arial"/>
        </w:rPr>
      </w:pPr>
      <w:r w:rsidRPr="003757F5">
        <w:rPr>
          <w:rFonts w:ascii="Arial Narrow" w:hAnsi="Arial Narrow"/>
          <w:b/>
        </w:rPr>
        <w:t>kupující: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 xml:space="preserve">       </w:t>
      </w:r>
      <w:r w:rsidRPr="003757F5">
        <w:rPr>
          <w:rFonts w:ascii="Arial Narrow" w:hAnsi="Arial Narrow"/>
          <w:b/>
        </w:rPr>
        <w:t>Masarykova univerzita</w:t>
      </w:r>
      <w:r w:rsidRPr="003757F5">
        <w:rPr>
          <w:rFonts w:ascii="Arial Narrow" w:hAnsi="Arial Narrow"/>
        </w:rPr>
        <w:t>,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</w:t>
      </w:r>
      <w:r w:rsidRPr="003757F5">
        <w:rPr>
          <w:rFonts w:ascii="Arial Narrow" w:hAnsi="Arial Narrow"/>
        </w:rPr>
        <w:t>se sídlem: Žerotínovo nám. 9, 601 77  Brno,</w:t>
      </w:r>
      <w:r>
        <w:rPr>
          <w:rFonts w:ascii="Arial Narrow" w:hAnsi="Arial Narrow"/>
        </w:rPr>
        <w:tab/>
        <w:t xml:space="preserve">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</w:t>
      </w:r>
      <w:r w:rsidRPr="003757F5">
        <w:rPr>
          <w:rFonts w:ascii="Arial Narrow" w:hAnsi="Arial Narrow"/>
        </w:rPr>
        <w:t>kontaktní adresa: Kamenice 5, 625 00 Brno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</w:t>
      </w:r>
      <w:r w:rsidRPr="003757F5">
        <w:rPr>
          <w:rFonts w:ascii="Arial Narrow" w:hAnsi="Arial Narrow"/>
        </w:rPr>
        <w:t xml:space="preserve">zastoupena: </w:t>
      </w:r>
      <w:r>
        <w:rPr>
          <w:rFonts w:ascii="Arial Narrow" w:hAnsi="Arial Narrow" w:cs="Arial"/>
        </w:rPr>
        <w:t>Ing. Janou Novou, Ph.D., MBA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</w:t>
      </w:r>
      <w:r w:rsidRPr="003757F5">
        <w:rPr>
          <w:rFonts w:ascii="Arial Narrow" w:hAnsi="Arial Narrow"/>
        </w:rPr>
        <w:t>IČ: 00216224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</w:t>
      </w:r>
      <w:r w:rsidRPr="003757F5">
        <w:rPr>
          <w:rFonts w:ascii="Arial Narrow" w:hAnsi="Arial Narrow"/>
        </w:rPr>
        <w:t>DIČ: CZ00216224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</w:t>
      </w:r>
      <w:r w:rsidRPr="003757F5">
        <w:rPr>
          <w:rFonts w:ascii="Arial Narrow" w:hAnsi="Arial Narrow"/>
        </w:rPr>
        <w:t>bankovní spojení: 85636621/0100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</w:t>
      </w:r>
      <w:r w:rsidRPr="003757F5">
        <w:rPr>
          <w:rFonts w:ascii="Arial Narrow" w:hAnsi="Arial Narrow" w:cs="Arial"/>
        </w:rPr>
        <w:t xml:space="preserve">kontaktní osoba: </w:t>
      </w:r>
      <w:r>
        <w:rPr>
          <w:rFonts w:ascii="Arial Narrow" w:hAnsi="Arial Narrow" w:cs="Arial"/>
        </w:rPr>
        <w:t>Bc.</w:t>
      </w:r>
      <w:r w:rsidRPr="003757F5">
        <w:rPr>
          <w:rFonts w:ascii="Arial Narrow" w:hAnsi="Arial Narrow" w:cs="Arial"/>
        </w:rPr>
        <w:t>Roman Drga</w:t>
      </w:r>
      <w:r w:rsidRPr="003757F5">
        <w:rPr>
          <w:rFonts w:ascii="Arial Narrow" w:hAnsi="Arial Narrow"/>
        </w:rPr>
        <w:t xml:space="preserve">, 549 49 </w:t>
      </w:r>
      <w:r>
        <w:rPr>
          <w:rFonts w:ascii="Arial Narrow" w:hAnsi="Arial Narrow"/>
        </w:rPr>
        <w:t>3587, 724352930</w:t>
      </w:r>
      <w:r w:rsidRPr="003757F5">
        <w:rPr>
          <w:rFonts w:ascii="Arial Narrow" w:hAnsi="Arial Narrow"/>
        </w:rPr>
        <w:t>, drga@fsps.muni.cz</w:t>
      </w:r>
    </w:p>
    <w:p w:rsidR="004D4491" w:rsidRPr="003757F5" w:rsidRDefault="004D4491" w:rsidP="003B1871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(dále jen </w:t>
      </w:r>
      <w:r>
        <w:rPr>
          <w:rFonts w:ascii="Arial Narrow" w:hAnsi="Arial Narrow"/>
          <w:i/>
        </w:rPr>
        <w:t>kupující</w:t>
      </w:r>
      <w:r w:rsidRPr="003757F5">
        <w:rPr>
          <w:rFonts w:ascii="Arial Narrow" w:hAnsi="Arial Narrow"/>
        </w:rPr>
        <w:t>)</w:t>
      </w:r>
    </w:p>
    <w:p w:rsidR="004D4491" w:rsidRPr="003757F5" w:rsidRDefault="004D4491" w:rsidP="003B1871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a</w:t>
      </w:r>
    </w:p>
    <w:p w:rsidR="004D4491" w:rsidRPr="003757F5" w:rsidRDefault="004D4491" w:rsidP="003B1871">
      <w:pPr>
        <w:spacing w:line="240" w:lineRule="auto"/>
        <w:jc w:val="both"/>
        <w:rPr>
          <w:rFonts w:ascii="Arial Narrow" w:hAnsi="Arial Narrow"/>
        </w:rPr>
      </w:pPr>
    </w:p>
    <w:p w:rsidR="004D4491" w:rsidRPr="003757F5" w:rsidRDefault="004D4491" w:rsidP="00E83235">
      <w:pPr>
        <w:keepNext/>
        <w:spacing w:line="240" w:lineRule="auto"/>
        <w:rPr>
          <w:rFonts w:ascii="Arial Narrow" w:hAnsi="Arial Narrow"/>
          <w:snapToGrid w:val="0"/>
        </w:rPr>
      </w:pPr>
      <w:r w:rsidRPr="008E7733">
        <w:rPr>
          <w:rFonts w:ascii="Arial Narrow" w:hAnsi="Arial Narrow"/>
        </w:rPr>
        <w:t>prodávající</w:t>
      </w:r>
      <w:r w:rsidRPr="008E7733">
        <w:rPr>
          <w:rFonts w:ascii="Arial Narrow" w:hAnsi="Arial Narrow"/>
        </w:rPr>
        <w:tab/>
        <w:t>:  ………………………………………………………………………………………..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se sídlem</w:t>
      </w:r>
      <w:r w:rsidRPr="008E7733">
        <w:rPr>
          <w:rFonts w:ascii="Arial Narrow" w:hAnsi="Arial Narrow"/>
        </w:rPr>
        <w:tab/>
        <w:t>:…………………………………………………………………………………………..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zastoupený  </w:t>
      </w:r>
      <w:r w:rsidRPr="008E7733">
        <w:rPr>
          <w:rFonts w:ascii="Arial Narrow" w:hAnsi="Arial Narrow"/>
        </w:rPr>
        <w:tab/>
        <w:t>:……………………………………………………………………………………….....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              IČ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>:……………………………………………………………………………………….....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            DIČ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>:................................................................................................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              </w:t>
      </w:r>
      <w:r>
        <w:rPr>
          <w:rFonts w:ascii="Arial Narrow" w:hAnsi="Arial Narrow"/>
        </w:rPr>
        <w:t xml:space="preserve">           </w:t>
      </w:r>
      <w:r w:rsidRPr="008E7733">
        <w:rPr>
          <w:rFonts w:ascii="Arial Narrow" w:hAnsi="Arial Narrow" w:cs="Arial"/>
        </w:rPr>
        <w:t>zapsán v obchodním rejstříku:</w:t>
      </w:r>
      <w:r w:rsidRPr="008E7733">
        <w:rPr>
          <w:rFonts w:ascii="Arial Narrow" w:hAnsi="Arial Narrow"/>
        </w:rPr>
        <w:t xml:space="preserve"> ………………………………………………………………………                             </w:t>
      </w:r>
      <w:r w:rsidRPr="008E7733">
        <w:rPr>
          <w:rFonts w:ascii="Arial Narrow" w:hAnsi="Arial Narrow"/>
          <w:snapToGrid w:val="0"/>
        </w:rPr>
        <w:t>Kontaktní osoba:...............................................................................................</w:t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  <w:t xml:space="preserve">        </w:t>
      </w:r>
      <w:r>
        <w:rPr>
          <w:rFonts w:ascii="Arial Narrow" w:hAnsi="Arial Narrow"/>
          <w:snapToGrid w:val="0"/>
        </w:rPr>
        <w:t xml:space="preserve">              </w:t>
      </w:r>
      <w:r w:rsidRPr="008E7733">
        <w:rPr>
          <w:rFonts w:ascii="Arial Narrow" w:hAnsi="Arial Narrow"/>
          <w:snapToGrid w:val="0"/>
        </w:rPr>
        <w:t xml:space="preserve"> e-mail</w:t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  <w:t>: ..........................................................................................................</w:t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  <w:t xml:space="preserve">       tel.</w:t>
      </w:r>
      <w:r w:rsidRPr="008E7733">
        <w:rPr>
          <w:rFonts w:ascii="Arial Narrow" w:hAnsi="Arial Narrow"/>
          <w:snapToGrid w:val="0"/>
        </w:rPr>
        <w:tab/>
      </w:r>
      <w:r>
        <w:rPr>
          <w:rFonts w:ascii="Arial Narrow" w:hAnsi="Arial Narrow"/>
          <w:snapToGrid w:val="0"/>
        </w:rPr>
        <w:tab/>
      </w:r>
      <w:r w:rsidRPr="003757F5">
        <w:rPr>
          <w:rFonts w:ascii="Arial Narrow" w:hAnsi="Arial Narrow"/>
          <w:snapToGrid w:val="0"/>
        </w:rPr>
        <w:t>: ........................................................................................</w:t>
      </w:r>
      <w:r>
        <w:rPr>
          <w:rFonts w:ascii="Arial Narrow" w:hAnsi="Arial Narrow"/>
          <w:snapToGrid w:val="0"/>
        </w:rPr>
        <w:t>..................</w:t>
      </w: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(dále jen </w:t>
      </w:r>
      <w:r>
        <w:rPr>
          <w:rFonts w:ascii="Arial Narrow" w:hAnsi="Arial Narrow"/>
          <w:i/>
        </w:rPr>
        <w:t>prodávající</w:t>
      </w:r>
      <w:r w:rsidRPr="003757F5">
        <w:rPr>
          <w:rFonts w:ascii="Arial Narrow" w:hAnsi="Arial Narrow"/>
        </w:rPr>
        <w:t>)</w:t>
      </w: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II. Předmět smlouvy</w:t>
      </w:r>
    </w:p>
    <w:p w:rsidR="004D4491" w:rsidRDefault="004D4491" w:rsidP="00AE6A25">
      <w:pPr>
        <w:ind w:left="709" w:hanging="70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3757F5">
        <w:rPr>
          <w:rFonts w:ascii="Arial Narrow" w:hAnsi="Arial Narrow"/>
        </w:rPr>
        <w:t xml:space="preserve">Předmětem této smlouvy je </w:t>
      </w:r>
      <w:r>
        <w:rPr>
          <w:rFonts w:ascii="Arial Narrow" w:hAnsi="Arial Narrow"/>
        </w:rPr>
        <w:t xml:space="preserve">koupě a </w:t>
      </w:r>
      <w:r w:rsidRPr="003757F5">
        <w:rPr>
          <w:rFonts w:ascii="Arial Narrow" w:hAnsi="Arial Narrow"/>
        </w:rPr>
        <w:t>prodej</w:t>
      </w:r>
      <w:r>
        <w:rPr>
          <w:rFonts w:ascii="Arial Narrow" w:hAnsi="Arial Narrow"/>
        </w:rPr>
        <w:t xml:space="preserve"> nestandardní IT techniky pro projekt</w:t>
      </w:r>
      <w:r w:rsidRPr="00C60EA6">
        <w:rPr>
          <w:rFonts w:ascii="Arial Narrow" w:hAnsi="Arial Narrow"/>
        </w:rPr>
        <w:t xml:space="preserve"> OPVK</w:t>
      </w:r>
      <w:r>
        <w:rPr>
          <w:rFonts w:ascii="Arial Narrow" w:hAnsi="Arial Narrow"/>
        </w:rPr>
        <w:t xml:space="preserve"> a projekt Composite a pro potřeby </w:t>
      </w:r>
      <w:r w:rsidRPr="00C60EA6">
        <w:rPr>
          <w:rFonts w:ascii="Arial Narrow" w:hAnsi="Arial Narrow"/>
        </w:rPr>
        <w:t>Fa</w:t>
      </w:r>
      <w:r>
        <w:rPr>
          <w:rFonts w:ascii="Arial Narrow" w:hAnsi="Arial Narrow"/>
        </w:rPr>
        <w:t>kulty sportovních studií, (dále také „věc“).</w:t>
      </w:r>
      <w:r w:rsidRPr="003757F5">
        <w:rPr>
          <w:rFonts w:ascii="Arial Narrow" w:hAnsi="Arial Narrow"/>
        </w:rPr>
        <w:t xml:space="preserve"> </w:t>
      </w:r>
      <w:r w:rsidRPr="002412AB">
        <w:rPr>
          <w:rFonts w:ascii="Arial Narrow" w:hAnsi="Arial Narrow"/>
        </w:rPr>
        <w:t xml:space="preserve">Specifikace technických požadavků věci jsou uvedeny v příloze č. 1 této smlouvy „Specifikace předmětu plnění,“ která je nedílnou součástí této smlouvy. </w:t>
      </w:r>
      <w:r w:rsidRPr="00AE6A25">
        <w:rPr>
          <w:rFonts w:ascii="Arial Narrow" w:hAnsi="Arial Narrow"/>
          <w:bCs/>
        </w:rPr>
        <w:t>Prodávající prodává na základě této smlouvy shora uvedenou věc za vzájemně dohodnutou kupní cenu do vlastnictví kupujícího. Prodávající se zavazuje převést na kupujícího vlastnictví k věci za podmínek níže uvedených, kupující se zavazuje věc převzít a zaplatit za ni prodávajícímu dohodnutou kupní cenu.</w:t>
      </w:r>
      <w:r w:rsidRPr="002412AB">
        <w:rPr>
          <w:rFonts w:ascii="Arial Narrow" w:hAnsi="Arial Narrow"/>
        </w:rPr>
        <w:tab/>
      </w:r>
    </w:p>
    <w:p w:rsidR="004D4491" w:rsidRDefault="004D4491" w:rsidP="00AE6A25">
      <w:pPr>
        <w:ind w:left="709" w:hanging="709"/>
        <w:jc w:val="both"/>
        <w:rPr>
          <w:rFonts w:ascii="Arial Narrow" w:hAnsi="Arial Narrow"/>
        </w:rPr>
      </w:pP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  <w:t xml:space="preserve">                     </w:t>
      </w:r>
    </w:p>
    <w:p w:rsidR="004D4491" w:rsidRPr="002412AB" w:rsidRDefault="004D4491" w:rsidP="003E12CF">
      <w:pPr>
        <w:spacing w:line="240" w:lineRule="auto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 xml:space="preserve">III. Čas a místo plnění a jeho předání </w:t>
      </w:r>
    </w:p>
    <w:p w:rsidR="004D4491" w:rsidRPr="003757F5" w:rsidRDefault="004D4491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Plnění zakázky bude zahájeno dnem podpisu smlouvy s předpokladem dodání zakázky co nejdříve, nejpozději do </w:t>
      </w:r>
      <w:r>
        <w:rPr>
          <w:rFonts w:ascii="Arial Narrow" w:hAnsi="Arial Narrow"/>
        </w:rPr>
        <w:t>30ti dnů po podpisu smlouvy</w:t>
      </w:r>
      <w:r w:rsidRPr="003757F5">
        <w:rPr>
          <w:rFonts w:ascii="Arial Narrow" w:hAnsi="Arial Narrow"/>
        </w:rPr>
        <w:t>.</w:t>
      </w:r>
    </w:p>
    <w:p w:rsidR="004D4491" w:rsidRPr="003757F5" w:rsidRDefault="004D4491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O předání plnění bude sepsán a oběma smluvními stranami podepsán předávací protokol.</w:t>
      </w:r>
    </w:p>
    <w:p w:rsidR="004D4491" w:rsidRPr="003757F5" w:rsidRDefault="004D4491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Nebude-li předávané plnění prosto vad či nedodělků,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uvede zjištěné vady či nedodělky do předávacího protokolu, příp. je písemně oznámí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do doby splatnosti faktury a zároveň stanoví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lhůtu k jejich odstranění. Předání plnění s vadami či nedodělky není splněním </w:t>
      </w:r>
      <w:r>
        <w:rPr>
          <w:rFonts w:ascii="Arial Narrow" w:hAnsi="Arial Narrow"/>
        </w:rPr>
        <w:t>prodávajícího</w:t>
      </w:r>
      <w:r w:rsidRPr="003757F5">
        <w:rPr>
          <w:rFonts w:ascii="Arial Narrow" w:hAnsi="Arial Narrow"/>
        </w:rPr>
        <w:t xml:space="preserve"> závazku, pokud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v protokolu neuvede, že plnění s vytknutými vadami a nedodělky přebírá.</w:t>
      </w:r>
    </w:p>
    <w:p w:rsidR="004D4491" w:rsidRPr="003757F5" w:rsidRDefault="004D4491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Místem plnění </w:t>
      </w:r>
      <w:r>
        <w:rPr>
          <w:rFonts w:ascii="Arial Narrow" w:hAnsi="Arial Narrow"/>
        </w:rPr>
        <w:t>této smlouvy</w:t>
      </w:r>
      <w:r w:rsidRPr="003757F5">
        <w:rPr>
          <w:rFonts w:ascii="Arial Narrow" w:hAnsi="Arial Narrow"/>
        </w:rPr>
        <w:t xml:space="preserve"> je kontaktní adresa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, pokud nebude </w:t>
      </w:r>
      <w:r>
        <w:rPr>
          <w:rFonts w:ascii="Arial Narrow" w:hAnsi="Arial Narrow"/>
        </w:rPr>
        <w:t>dohodnuto</w:t>
      </w:r>
      <w:r w:rsidRPr="003757F5">
        <w:rPr>
          <w:rFonts w:ascii="Arial Narrow" w:hAnsi="Arial Narrow"/>
        </w:rPr>
        <w:t xml:space="preserve"> jinak.</w:t>
      </w:r>
    </w:p>
    <w:p w:rsidR="004D4491" w:rsidRPr="002412AB" w:rsidRDefault="004D4491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Předáním plnění se </w:t>
      </w:r>
      <w:r w:rsidRPr="002412AB">
        <w:rPr>
          <w:rFonts w:ascii="Arial Narrow" w:hAnsi="Arial Narrow"/>
        </w:rPr>
        <w:t>rozumí jeho osobní odevzdání kupujícímu na kontaktní adrese kupujícího</w:t>
      </w:r>
      <w:r>
        <w:rPr>
          <w:rFonts w:ascii="Arial Narrow" w:hAnsi="Arial Narrow"/>
        </w:rPr>
        <w:t>.</w:t>
      </w:r>
    </w:p>
    <w:p w:rsidR="004D4491" w:rsidRDefault="004D4491">
      <w:pPr>
        <w:numPr>
          <w:ilvl w:val="0"/>
          <w:numId w:val="48"/>
        </w:numPr>
        <w:jc w:val="both"/>
        <w:rPr>
          <w:rFonts w:ascii="Arial Narrow" w:hAnsi="Arial Narrow"/>
          <w:bCs/>
        </w:rPr>
      </w:pPr>
      <w:r w:rsidRPr="00AE6A25">
        <w:rPr>
          <w:rFonts w:ascii="Arial Narrow" w:hAnsi="Arial Narrow"/>
          <w:bCs/>
        </w:rPr>
        <w:t xml:space="preserve">Spolu s věcí předá prodávající kupujícímu následující doklady, jsou-li nutné pro používání věci: </w:t>
      </w:r>
      <w:r w:rsidRPr="007E7D3A">
        <w:rPr>
          <w:rFonts w:ascii="Arial Narrow" w:hAnsi="Arial Narrow"/>
          <w:bCs/>
        </w:rPr>
        <w:t>- návod/návody v českém jazyce</w:t>
      </w:r>
      <w:r w:rsidRPr="00AE6A25">
        <w:rPr>
          <w:rFonts w:ascii="Arial Narrow" w:hAnsi="Arial Narrow"/>
          <w:bCs/>
        </w:rPr>
        <w:t>, nedohodne-li se kupující s prodávajícím jinak.</w:t>
      </w:r>
    </w:p>
    <w:p w:rsidR="004D4491" w:rsidRPr="002412AB" w:rsidRDefault="004D4491" w:rsidP="003E12CF">
      <w:pPr>
        <w:pStyle w:val="Import1"/>
        <w:spacing w:after="80" w:line="240" w:lineRule="auto"/>
        <w:ind w:left="708" w:hanging="348"/>
        <w:jc w:val="both"/>
        <w:rPr>
          <w:rFonts w:ascii="Arial Narrow" w:hAnsi="Arial Narrow"/>
          <w:sz w:val="22"/>
          <w:szCs w:val="22"/>
        </w:rPr>
      </w:pPr>
    </w:p>
    <w:p w:rsidR="004D4491" w:rsidRPr="003757F5" w:rsidRDefault="004D4491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IV. Cena</w:t>
      </w: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Default="004D4491" w:rsidP="002E45B6">
      <w:pPr>
        <w:numPr>
          <w:ilvl w:val="0"/>
          <w:numId w:val="44"/>
        </w:num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Kupující</w:t>
      </w:r>
      <w:r w:rsidRPr="003B318E">
        <w:rPr>
          <w:rFonts w:ascii="Arial Narrow" w:hAnsi="Arial Narrow"/>
        </w:rPr>
        <w:t xml:space="preserve"> se zavazuje zaplatit </w:t>
      </w:r>
      <w:r>
        <w:rPr>
          <w:rFonts w:ascii="Arial Narrow" w:hAnsi="Arial Narrow"/>
        </w:rPr>
        <w:t>prodávajícímu</w:t>
      </w:r>
      <w:r w:rsidRPr="003B318E">
        <w:rPr>
          <w:rFonts w:ascii="Arial Narrow" w:hAnsi="Arial Narrow"/>
        </w:rPr>
        <w:t xml:space="preserve"> vzájemně dohodnutou kupní  cenu ve výši:</w:t>
      </w:r>
    </w:p>
    <w:p w:rsidR="004D4491" w:rsidRDefault="004D4491" w:rsidP="003E12CF">
      <w:pPr>
        <w:spacing w:line="240" w:lineRule="auto"/>
        <w:ind w:left="708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Celkem: .............</w:t>
      </w:r>
      <w:r w:rsidRPr="003B318E">
        <w:rPr>
          <w:rFonts w:ascii="Arial Narrow" w:hAnsi="Arial Narrow"/>
          <w:b/>
        </w:rPr>
        <w:t xml:space="preserve"> ……..bez  DPH,  ………..      DPH   …………..    s</w:t>
      </w:r>
      <w:r>
        <w:rPr>
          <w:rFonts w:ascii="Arial Narrow" w:hAnsi="Arial Narrow"/>
          <w:b/>
        </w:rPr>
        <w:t> </w:t>
      </w:r>
      <w:r w:rsidRPr="003B318E">
        <w:rPr>
          <w:rFonts w:ascii="Arial Narrow" w:hAnsi="Arial Narrow"/>
          <w:b/>
        </w:rPr>
        <w:t>DPH</w:t>
      </w:r>
    </w:p>
    <w:p w:rsidR="004D4491" w:rsidRPr="003B318E" w:rsidRDefault="004D4491" w:rsidP="003E12CF">
      <w:pPr>
        <w:numPr>
          <w:ilvl w:val="0"/>
          <w:numId w:val="44"/>
        </w:numPr>
        <w:spacing w:after="0" w:line="240" w:lineRule="auto"/>
        <w:jc w:val="both"/>
        <w:rPr>
          <w:rFonts w:ascii="Arial Narrow" w:hAnsi="Arial Narrow"/>
        </w:rPr>
      </w:pPr>
      <w:r w:rsidRPr="003B318E">
        <w:rPr>
          <w:rFonts w:ascii="Arial Narrow" w:hAnsi="Arial Narrow"/>
        </w:rPr>
        <w:t>Kupní cena je po položkách specifikována v příloze č. 2 této smlouvy „Položkový rozpočet</w:t>
      </w:r>
      <w:r>
        <w:rPr>
          <w:rFonts w:ascii="Arial Narrow" w:hAnsi="Arial Narrow"/>
        </w:rPr>
        <w:t>,</w:t>
      </w:r>
      <w:r w:rsidRPr="003B318E">
        <w:rPr>
          <w:rFonts w:ascii="Arial Narrow" w:hAnsi="Arial Narrow"/>
        </w:rPr>
        <w:t>“</w:t>
      </w:r>
      <w:r>
        <w:rPr>
          <w:rFonts w:ascii="Arial Narrow" w:hAnsi="Arial Narrow"/>
        </w:rPr>
        <w:t xml:space="preserve"> která je nedílnou součástí této smlouvy.</w:t>
      </w:r>
    </w:p>
    <w:p w:rsidR="004D4491" w:rsidRPr="003757F5" w:rsidRDefault="004D4491" w:rsidP="003E12CF">
      <w:pPr>
        <w:numPr>
          <w:ilvl w:val="0"/>
          <w:numId w:val="44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Daň z přidané hodnoty bude účtována ve výši určené podle právních předpisů platných ke dni uskutečnění zdanitelného plnění.</w:t>
      </w:r>
    </w:p>
    <w:p w:rsidR="004D4491" w:rsidRPr="003757F5" w:rsidRDefault="004D4491" w:rsidP="003E12CF">
      <w:pPr>
        <w:numPr>
          <w:ilvl w:val="0"/>
          <w:numId w:val="44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Celková cena obsahuje veškeré náklady nutné pro činnosti spojené s dodáním a předáním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. Dopravu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do místa plnění je také zahrnuta v ceně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a zajistí ji na své nebezpečí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>.</w:t>
      </w: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Pr="003757F5">
        <w:rPr>
          <w:rFonts w:ascii="Arial Narrow" w:hAnsi="Arial Narrow"/>
        </w:rPr>
        <w:t>. Platební podmínky</w:t>
      </w: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numPr>
          <w:ilvl w:val="0"/>
          <w:numId w:val="46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nebude poskytovat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zálohy.</w:t>
      </w:r>
    </w:p>
    <w:p w:rsidR="004D4491" w:rsidRPr="003757F5" w:rsidRDefault="004D4491" w:rsidP="003E12CF">
      <w:pPr>
        <w:pStyle w:val="BodyTextIndent3"/>
        <w:numPr>
          <w:ilvl w:val="0"/>
          <w:numId w:val="46"/>
        </w:numPr>
        <w:tabs>
          <w:tab w:val="clear" w:pos="1080"/>
          <w:tab w:val="num" w:pos="720"/>
        </w:tabs>
        <w:spacing w:after="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Prodávajícímu</w:t>
      </w:r>
      <w:r w:rsidRPr="003757F5">
        <w:rPr>
          <w:rFonts w:ascii="Arial Narrow" w:hAnsi="Arial Narrow"/>
          <w:sz w:val="22"/>
          <w:szCs w:val="22"/>
        </w:rPr>
        <w:t xml:space="preserve"> vzniká právo účtovat cenu dnem předání a převzetí plnění prostého vad a nedodělků.</w:t>
      </w:r>
    </w:p>
    <w:p w:rsidR="004D4491" w:rsidRPr="003757F5" w:rsidRDefault="004D4491" w:rsidP="003E12CF">
      <w:pPr>
        <w:numPr>
          <w:ilvl w:val="0"/>
          <w:numId w:val="46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Faktura bude vystavena na základě předávacího protokolu podepsaného oběma smluvními stranami. Dnem zdanitelného plnění je den podepsání předávacího protokolu oběma smluvními stranami.</w:t>
      </w:r>
    </w:p>
    <w:p w:rsidR="004D4491" w:rsidRPr="003757F5" w:rsidRDefault="004D4491" w:rsidP="003E12CF">
      <w:pPr>
        <w:numPr>
          <w:ilvl w:val="0"/>
          <w:numId w:val="46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Faktura bude mít náležitosti daňového dokladu dle zákona 235/2004 Sb., o dani z přidané hodnoty, v platném znění, zákona č. 563/ 1991 Sb., o účetnictví, v platném znění, a náležitosti obchodní listiny dle § 13a obchodního zákoníku. Nebude-li faktura obsahovat některou náležitost je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oprávněn fakturu před uplynutím lhůty splatnosti vrátit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k provedení opravy. V takovém případě nelze uplatnit zákonné příslušenství (úrok z prodlení). Lhůta splatnosti počíná běžet opět ode dne doručení opravené faktury.</w:t>
      </w:r>
    </w:p>
    <w:p w:rsidR="004D4491" w:rsidRPr="003757F5" w:rsidRDefault="004D4491" w:rsidP="003E12CF">
      <w:pPr>
        <w:numPr>
          <w:ilvl w:val="0"/>
          <w:numId w:val="46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Splatnost faktury se sjednává v délce 30 dnů od jejich obdržení </w:t>
      </w:r>
      <w:r>
        <w:rPr>
          <w:rFonts w:ascii="Arial Narrow" w:hAnsi="Arial Narrow"/>
        </w:rPr>
        <w:t>kupujícím</w:t>
      </w:r>
      <w:r w:rsidRPr="003757F5">
        <w:rPr>
          <w:rFonts w:ascii="Arial Narrow" w:hAnsi="Arial Narrow"/>
        </w:rPr>
        <w:t xml:space="preserve">. </w:t>
      </w: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V</w:t>
      </w:r>
      <w:r>
        <w:rPr>
          <w:rFonts w:ascii="Arial Narrow" w:hAnsi="Arial Narrow"/>
        </w:rPr>
        <w:t>I</w:t>
      </w:r>
      <w:r w:rsidRPr="003757F5">
        <w:rPr>
          <w:rFonts w:ascii="Arial Narrow" w:hAnsi="Arial Narrow"/>
        </w:rPr>
        <w:t>. Smluvní pokuty</w:t>
      </w:r>
    </w:p>
    <w:p w:rsidR="004D4491" w:rsidRPr="003757F5" w:rsidRDefault="004D4491" w:rsidP="003E12CF">
      <w:pPr>
        <w:spacing w:line="240" w:lineRule="auto"/>
        <w:ind w:left="454" w:hanging="634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1.</w:t>
      </w:r>
      <w:r w:rsidRPr="003757F5">
        <w:rPr>
          <w:rFonts w:ascii="Arial Narrow" w:hAnsi="Arial Narrow"/>
        </w:rPr>
        <w:tab/>
        <w:t xml:space="preserve">V případě prodlení </w:t>
      </w:r>
      <w:r>
        <w:rPr>
          <w:rFonts w:ascii="Arial Narrow" w:hAnsi="Arial Narrow"/>
        </w:rPr>
        <w:t>prodávajícího</w:t>
      </w:r>
      <w:r w:rsidRPr="003757F5">
        <w:rPr>
          <w:rFonts w:ascii="Arial Narrow" w:hAnsi="Arial Narrow"/>
        </w:rPr>
        <w:t xml:space="preserve"> s termínem plnění je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oprávněn účtovat smluvní pokutu ve výši 0,1 % z ceny za každý i započatý den prodlení. </w:t>
      </w:r>
    </w:p>
    <w:p w:rsidR="004D4491" w:rsidRPr="003757F5" w:rsidRDefault="004D4491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2.</w:t>
      </w:r>
      <w:r w:rsidRPr="003757F5">
        <w:rPr>
          <w:rFonts w:ascii="Arial Narrow" w:hAnsi="Arial Narrow"/>
        </w:rPr>
        <w:tab/>
        <w:t xml:space="preserve">V případě prodlení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 s úhradou ceny za poskytnuté plnění, je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oprávněn účtovat </w:t>
      </w:r>
      <w:r>
        <w:rPr>
          <w:rFonts w:ascii="Arial Narrow" w:hAnsi="Arial Narrow"/>
        </w:rPr>
        <w:t>kupujícímu</w:t>
      </w:r>
      <w:r w:rsidRPr="003757F5">
        <w:rPr>
          <w:rFonts w:ascii="Arial Narrow" w:hAnsi="Arial Narrow"/>
        </w:rPr>
        <w:t xml:space="preserve"> smluvní pokutu ve výši 0,</w:t>
      </w:r>
      <w:r>
        <w:rPr>
          <w:rFonts w:ascii="Arial Narrow" w:hAnsi="Arial Narrow"/>
        </w:rPr>
        <w:t>1</w:t>
      </w:r>
      <w:r w:rsidRPr="003757F5">
        <w:rPr>
          <w:rFonts w:ascii="Arial Narrow" w:hAnsi="Arial Narrow"/>
        </w:rPr>
        <w:t xml:space="preserve"> % z dlužné částky za každý den prodlení.</w:t>
      </w:r>
    </w:p>
    <w:p w:rsidR="004D4491" w:rsidRPr="003757F5" w:rsidRDefault="004D4491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3.</w:t>
      </w:r>
      <w:r w:rsidRPr="003757F5">
        <w:rPr>
          <w:rFonts w:ascii="Arial Narrow" w:hAnsi="Arial Narrow"/>
        </w:rPr>
        <w:tab/>
        <w:t xml:space="preserve">Jestliže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neodstraní vady či nedodělky předmětu plnění ve sjednaném termínu uvedeném v předávacím protokolu, zaplatí smluvní pokutu ve výši 1.000,- Kč (slovy jedentisíc korun českých) za každý i započatý den prodlení a reklamovanou vadu či nedodělek. </w:t>
      </w:r>
    </w:p>
    <w:p w:rsidR="004D4491" w:rsidRPr="003757F5" w:rsidRDefault="004D4491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4.</w:t>
      </w:r>
      <w:r w:rsidRPr="003757F5">
        <w:rPr>
          <w:rFonts w:ascii="Arial Narrow" w:hAnsi="Arial Narrow"/>
        </w:rPr>
        <w:tab/>
        <w:t xml:space="preserve">V případě, že nebude </w:t>
      </w:r>
      <w:r>
        <w:rPr>
          <w:rFonts w:ascii="Arial Narrow" w:hAnsi="Arial Narrow"/>
        </w:rPr>
        <w:t>prodávajícím</w:t>
      </w:r>
      <w:r w:rsidRPr="003757F5">
        <w:rPr>
          <w:rFonts w:ascii="Arial Narrow" w:hAnsi="Arial Narrow"/>
        </w:rPr>
        <w:t xml:space="preserve"> plnění poskytnuto vůbec, v důsledku čehož dojde k odstoupení od smlouvy ze strany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, je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oprávněn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účtovat smluvní pokutu ve výši 10 000,- Kč (slovy desettisíc korun českých).</w:t>
      </w:r>
    </w:p>
    <w:p w:rsidR="004D4491" w:rsidRDefault="004D4491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5. </w:t>
      </w:r>
      <w:r w:rsidRPr="003757F5">
        <w:rPr>
          <w:rFonts w:ascii="Arial Narrow" w:hAnsi="Arial Narrow"/>
        </w:rPr>
        <w:tab/>
        <w:t>Smluvní pokuta se platí nezávisle na tom, zda a v jaké výši vznikne škoda, kterou lze vymáhat samostatně.</w:t>
      </w:r>
    </w:p>
    <w:p w:rsidR="004D4491" w:rsidRPr="003757F5" w:rsidRDefault="004D4491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>VI</w:t>
      </w:r>
      <w:r w:rsidRPr="003757F5">
        <w:rPr>
          <w:rFonts w:ascii="Arial Narrow" w:hAnsi="Arial Narrow"/>
        </w:rPr>
        <w:t>I. Záruka a odpovědnost</w:t>
      </w:r>
    </w:p>
    <w:p w:rsidR="004D4491" w:rsidRPr="003757F5" w:rsidRDefault="004D4491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poskytuje </w:t>
      </w:r>
      <w:r>
        <w:rPr>
          <w:rFonts w:ascii="Arial Narrow" w:hAnsi="Arial Narrow"/>
        </w:rPr>
        <w:t xml:space="preserve">kupujícímu </w:t>
      </w:r>
      <w:r w:rsidRPr="003757F5">
        <w:rPr>
          <w:rFonts w:ascii="Arial Narrow" w:hAnsi="Arial Narrow"/>
        </w:rPr>
        <w:t xml:space="preserve">záruku na </w:t>
      </w:r>
      <w:r>
        <w:rPr>
          <w:rFonts w:ascii="Arial Narrow" w:hAnsi="Arial Narrow"/>
        </w:rPr>
        <w:t>věc</w:t>
      </w:r>
      <w:r w:rsidRPr="003757F5">
        <w:rPr>
          <w:rFonts w:ascii="Arial Narrow" w:hAnsi="Arial Narrow"/>
        </w:rPr>
        <w:t xml:space="preserve"> v délce 24 měsíců ode dne dodání plnění bez vad a nedodělků (dále také záruční lhůta).</w:t>
      </w:r>
    </w:p>
    <w:p w:rsidR="004D4491" w:rsidRPr="003757F5" w:rsidRDefault="004D4491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Reklamace množstevních vad musí uplatnit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při převzetí plnění. V případě jejího uznání musí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dodat </w:t>
      </w:r>
      <w:r>
        <w:rPr>
          <w:rFonts w:ascii="Arial Narrow" w:hAnsi="Arial Narrow"/>
        </w:rPr>
        <w:t>kupujícímu</w:t>
      </w:r>
      <w:r w:rsidRPr="003757F5">
        <w:rPr>
          <w:rFonts w:ascii="Arial Narrow" w:hAnsi="Arial Narrow"/>
        </w:rPr>
        <w:t xml:space="preserve"> odpovídající množství reklamovaného plnění v požadované kvalitě nebo vystavit dobropis, a to do 14 dnů od uznání reklamace.</w:t>
      </w:r>
    </w:p>
    <w:p w:rsidR="004D4491" w:rsidRPr="003757F5" w:rsidRDefault="004D4491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Jakoukoliv reklamaci ohledně kvality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musí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uplatnit nejpozději poslední den záruční lhůty.</w:t>
      </w:r>
    </w:p>
    <w:p w:rsidR="004D4491" w:rsidRPr="003757F5" w:rsidRDefault="004D4491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Každá reklamace musí být uplatněna </w:t>
      </w:r>
      <w:r>
        <w:rPr>
          <w:rFonts w:ascii="Arial Narrow" w:hAnsi="Arial Narrow"/>
        </w:rPr>
        <w:t xml:space="preserve">poštou nebo </w:t>
      </w:r>
      <w:r w:rsidRPr="003757F5">
        <w:rPr>
          <w:rFonts w:ascii="Arial Narrow" w:hAnsi="Arial Narrow"/>
        </w:rPr>
        <w:t>e-mailem nebo faxem a musí obsahovat tyto údaje:</w:t>
      </w:r>
    </w:p>
    <w:p w:rsidR="004D4491" w:rsidRPr="003757F5" w:rsidRDefault="004D4491" w:rsidP="003E12CF">
      <w:pPr>
        <w:numPr>
          <w:ilvl w:val="1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druh a množství reklamovaných </w:t>
      </w:r>
      <w:r>
        <w:rPr>
          <w:rFonts w:ascii="Arial Narrow" w:hAnsi="Arial Narrow"/>
        </w:rPr>
        <w:t>věcí</w:t>
      </w:r>
    </w:p>
    <w:p w:rsidR="004D4491" w:rsidRPr="003757F5" w:rsidRDefault="004D4491" w:rsidP="003E12CF">
      <w:pPr>
        <w:numPr>
          <w:ilvl w:val="1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úplný a přesný popis závady</w:t>
      </w:r>
    </w:p>
    <w:p w:rsidR="004D4491" w:rsidRPr="003757F5" w:rsidRDefault="004D4491" w:rsidP="003E12CF">
      <w:pPr>
        <w:numPr>
          <w:ilvl w:val="1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datum dodání </w:t>
      </w:r>
      <w:r>
        <w:rPr>
          <w:rFonts w:ascii="Arial Narrow" w:hAnsi="Arial Narrow"/>
        </w:rPr>
        <w:t>věcí</w:t>
      </w:r>
    </w:p>
    <w:p w:rsidR="004D4491" w:rsidRPr="003757F5" w:rsidRDefault="004D4491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  <w:iCs/>
        </w:rPr>
        <w:t xml:space="preserve">Pro případ vady </w:t>
      </w:r>
      <w:r>
        <w:rPr>
          <w:rFonts w:ascii="Arial Narrow" w:hAnsi="Arial Narrow"/>
          <w:iCs/>
        </w:rPr>
        <w:t>věci</w:t>
      </w:r>
      <w:r w:rsidRPr="003757F5">
        <w:rPr>
          <w:rFonts w:ascii="Arial Narrow" w:hAnsi="Arial Narrow"/>
          <w:iCs/>
        </w:rPr>
        <w:t xml:space="preserve"> má </w:t>
      </w:r>
      <w:r>
        <w:rPr>
          <w:rFonts w:ascii="Arial Narrow" w:hAnsi="Arial Narrow"/>
          <w:iCs/>
        </w:rPr>
        <w:t>kupující</w:t>
      </w:r>
      <w:r w:rsidRPr="003757F5">
        <w:rPr>
          <w:rFonts w:ascii="Arial Narrow" w:hAnsi="Arial Narrow"/>
          <w:iCs/>
        </w:rPr>
        <w:t xml:space="preserve"> právo požadovat a </w:t>
      </w:r>
      <w:r>
        <w:rPr>
          <w:rFonts w:ascii="Arial Narrow" w:hAnsi="Arial Narrow"/>
          <w:iCs/>
        </w:rPr>
        <w:t>prodávající</w:t>
      </w:r>
      <w:r w:rsidRPr="003757F5">
        <w:rPr>
          <w:rFonts w:ascii="Arial Narrow" w:hAnsi="Arial Narrow"/>
          <w:iCs/>
        </w:rPr>
        <w:t xml:space="preserve"> povinnost poskytnout bezplatné odstranění vady bez zbytečného odkladu do 14 dnů po obdržení reklamace od </w:t>
      </w:r>
      <w:r>
        <w:rPr>
          <w:rFonts w:ascii="Arial Narrow" w:hAnsi="Arial Narrow"/>
          <w:iCs/>
        </w:rPr>
        <w:t>kupujícího</w:t>
      </w:r>
      <w:r w:rsidRPr="003757F5">
        <w:rPr>
          <w:rFonts w:ascii="Arial Narrow" w:hAnsi="Arial Narrow"/>
          <w:iCs/>
        </w:rPr>
        <w:t>.</w:t>
      </w:r>
    </w:p>
    <w:p w:rsidR="004D4491" w:rsidRPr="003757F5" w:rsidRDefault="004D4491" w:rsidP="003E12CF">
      <w:pPr>
        <w:spacing w:line="240" w:lineRule="auto"/>
        <w:ind w:left="705" w:hanging="345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6. </w:t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  <w:iCs/>
        </w:rPr>
        <w:t xml:space="preserve">Vznikne-li porušením povinností ze strany </w:t>
      </w:r>
      <w:r>
        <w:rPr>
          <w:rFonts w:ascii="Arial Narrow" w:hAnsi="Arial Narrow"/>
          <w:iCs/>
        </w:rPr>
        <w:t>prodávajícího</w:t>
      </w:r>
      <w:r w:rsidRPr="003757F5">
        <w:rPr>
          <w:rFonts w:ascii="Arial Narrow" w:hAnsi="Arial Narrow"/>
          <w:iCs/>
        </w:rPr>
        <w:t xml:space="preserve"> </w:t>
      </w:r>
      <w:r>
        <w:rPr>
          <w:rFonts w:ascii="Arial Narrow" w:hAnsi="Arial Narrow"/>
          <w:iCs/>
        </w:rPr>
        <w:t>kupujícímu</w:t>
      </w:r>
      <w:r w:rsidRPr="003757F5">
        <w:rPr>
          <w:rFonts w:ascii="Arial Narrow" w:hAnsi="Arial Narrow"/>
          <w:iCs/>
        </w:rPr>
        <w:t xml:space="preserve"> škoda, postupuje se podle příslušných ustanovení obchodního zákoníku.</w:t>
      </w:r>
    </w:p>
    <w:p w:rsidR="004D4491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VIII. Ostatní ujednání</w:t>
      </w:r>
    </w:p>
    <w:p w:rsidR="004D4491" w:rsidRPr="003757F5" w:rsidRDefault="004D4491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Dnem předání a převzetí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bez vad a nedodělků se </w:t>
      </w:r>
      <w:r>
        <w:rPr>
          <w:rFonts w:ascii="Arial Narrow" w:hAnsi="Arial Narrow"/>
        </w:rPr>
        <w:t xml:space="preserve">kupující </w:t>
      </w:r>
      <w:r w:rsidRPr="003757F5">
        <w:rPr>
          <w:rFonts w:ascii="Arial Narrow" w:hAnsi="Arial Narrow"/>
        </w:rPr>
        <w:t xml:space="preserve">stává jeho vlastníkem. </w:t>
      </w:r>
    </w:p>
    <w:p w:rsidR="004D4491" w:rsidRPr="003757F5" w:rsidRDefault="004D4491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Kterákoli ze smluvních stran může od této smlouvy odstoupit pouze z důvodů vyplývajících ze zákona nebo při podstatném porušení této smlouvy.</w:t>
      </w:r>
    </w:p>
    <w:p w:rsidR="004D4491" w:rsidRPr="003757F5" w:rsidRDefault="004D4491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Za  podstatné porušení této smlouvy se považuje zejm.: </w:t>
      </w:r>
    </w:p>
    <w:p w:rsidR="004D4491" w:rsidRPr="003757F5" w:rsidRDefault="004D4491" w:rsidP="003E12CF">
      <w:pPr>
        <w:spacing w:line="240" w:lineRule="auto"/>
        <w:ind w:left="708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- překročení sjednaného termínu pro předání plnění o 14 dnů nebo </w:t>
      </w:r>
    </w:p>
    <w:p w:rsidR="004D4491" w:rsidRPr="003757F5" w:rsidRDefault="004D4491" w:rsidP="003E12CF">
      <w:pPr>
        <w:spacing w:line="240" w:lineRule="auto"/>
        <w:ind w:left="708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- plnění provedené s vadami bránícími jeho řádnému užívání, případně s vadami neodstranitelnými nebo plnění není splněno vůbec či nedojde ani k zahájení plnění nebo</w:t>
      </w:r>
    </w:p>
    <w:p w:rsidR="004D4491" w:rsidRPr="003757F5" w:rsidRDefault="004D4491" w:rsidP="003E12CF">
      <w:pPr>
        <w:spacing w:line="240" w:lineRule="auto"/>
        <w:ind w:firstLine="708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- překročení ceny.</w:t>
      </w:r>
    </w:p>
    <w:p w:rsidR="004D4491" w:rsidRPr="003757F5" w:rsidRDefault="004D4491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se zavazuje umožnit všem subjektům oprávněným k výkonu kontroly projektu, z jehož prostředků je dodávka hrazena, provést kontrolu dokladů souvisejících s této plněním zakázky, a to podobu danou právními předpisy ČR k jejich archivaci (zákon č. 563/1991 Sb., o účetnictví, a zákon č. 235/2004 Sb., o dani z přidané hodnoty), nejméně však do roku </w:t>
      </w:r>
      <w:smartTag w:uri="urn:schemas-microsoft-com:office:smarttags" w:element="metricconverter">
        <w:smartTagPr>
          <w:attr w:name="ProductID" w:val="2025 a"/>
        </w:smartTagPr>
        <w:r w:rsidRPr="003757F5">
          <w:rPr>
            <w:rFonts w:ascii="Arial Narrow" w:hAnsi="Arial Narrow"/>
          </w:rPr>
          <w:t>2025 a</w:t>
        </w:r>
      </w:smartTag>
      <w:r w:rsidRPr="003757F5">
        <w:rPr>
          <w:rFonts w:ascii="Arial Narrow" w:hAnsi="Arial Narrow"/>
        </w:rPr>
        <w:t xml:space="preserve"> po tuto dobu doklady související s plněním této zakázky archivovat.</w:t>
      </w:r>
    </w:p>
    <w:p w:rsidR="004D4491" w:rsidRPr="003757F5" w:rsidRDefault="004D4491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Tuto smlouvu lze měnit nebo doplňovat pouze písemnou formou a jakákoliv změna či doplnění smlouvy musí být výslovně nazvána dodatek ke smlouvě, pořadově očíslovaný a potvrzený oprávněnými osobami smluvních stran.</w:t>
      </w:r>
    </w:p>
    <w:p w:rsidR="004D4491" w:rsidRPr="003757F5" w:rsidRDefault="004D4491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Tato smlouva je vyhotovena ve čtyřech stejnopisech, z nichž dva obdrží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a dva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>.</w:t>
      </w:r>
    </w:p>
    <w:p w:rsidR="004D4491" w:rsidRPr="003757F5" w:rsidRDefault="004D4491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Smluvní strany se podle § 262 obchodního zákoníku dohodly, že právní vztahy založené touto smlouvou se řídí ustanoveními obchodního zákoníku. </w:t>
      </w:r>
    </w:p>
    <w:p w:rsidR="004D4491" w:rsidRPr="003757F5" w:rsidRDefault="004D4491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Smlouva nabývá platnosti a účinnosti dnem podpisu oprávněnými osobami smluvních stran.</w:t>
      </w:r>
    </w:p>
    <w:p w:rsidR="004D4491" w:rsidRDefault="004D4491" w:rsidP="003E12CF">
      <w:pPr>
        <w:spacing w:line="240" w:lineRule="auto"/>
        <w:ind w:left="360"/>
        <w:jc w:val="both"/>
        <w:rPr>
          <w:rFonts w:ascii="Arial Narrow" w:hAnsi="Arial Narrow"/>
        </w:rPr>
      </w:pPr>
    </w:p>
    <w:p w:rsidR="004D4491" w:rsidRDefault="004D4491" w:rsidP="003E12CF">
      <w:pPr>
        <w:spacing w:line="240" w:lineRule="auto"/>
        <w:ind w:left="360"/>
        <w:jc w:val="both"/>
        <w:rPr>
          <w:rFonts w:ascii="Arial Narrow" w:hAnsi="Arial Narrow"/>
        </w:rPr>
      </w:pP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V Brně dne …………</w:t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  <w:t>V …………………….……... dne …………….….</w:t>
      </w:r>
    </w:p>
    <w:p w:rsidR="004D4491" w:rsidRPr="003757F5" w:rsidRDefault="004D4491" w:rsidP="003E12CF">
      <w:pPr>
        <w:spacing w:line="240" w:lineRule="auto"/>
        <w:jc w:val="both"/>
        <w:rPr>
          <w:rFonts w:ascii="Arial Narrow" w:hAnsi="Arial Narrow"/>
        </w:rPr>
      </w:pPr>
    </w:p>
    <w:p w:rsidR="004D4491" w:rsidRDefault="004D4491" w:rsidP="003E12CF">
      <w:pPr>
        <w:spacing w:line="240" w:lineRule="auto"/>
        <w:ind w:firstLine="708"/>
        <w:jc w:val="both"/>
        <w:rPr>
          <w:rFonts w:ascii="Arial Narrow" w:hAnsi="Arial Narrow"/>
        </w:rPr>
        <w:sectPr w:rsidR="004D4491" w:rsidSect="00C32D4D">
          <w:headerReference w:type="default" r:id="rId7"/>
          <w:footerReference w:type="default" r:id="rId8"/>
          <w:pgSz w:w="11906" w:h="16838"/>
          <w:pgMar w:top="1418" w:right="1418" w:bottom="1259" w:left="1418" w:header="709" w:footer="709" w:gutter="0"/>
          <w:cols w:space="708"/>
          <w:rtlGutter/>
          <w:docGrid w:linePitch="360"/>
        </w:sectPr>
      </w:pP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>:</w:t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>:</w:t>
      </w:r>
    </w:p>
    <w:p w:rsidR="004D4491" w:rsidRDefault="004D4491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4D4491" w:rsidRDefault="004D4491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4D4491" w:rsidRDefault="004D4491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4D4491" w:rsidRDefault="004D4491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</w:rPr>
      </w:pPr>
      <w:r w:rsidRPr="00417421">
        <w:rPr>
          <w:rFonts w:ascii="Arial Narrow" w:hAnsi="Arial Narrow"/>
          <w:b/>
        </w:rPr>
        <w:t xml:space="preserve">PŘÍLOHA Č. 1 </w:t>
      </w:r>
      <w:r>
        <w:rPr>
          <w:rFonts w:ascii="Arial Narrow" w:hAnsi="Arial Narrow"/>
          <w:b/>
        </w:rPr>
        <w:t xml:space="preserve">KUPNÍ </w:t>
      </w:r>
      <w:r w:rsidRPr="00417421">
        <w:rPr>
          <w:rFonts w:ascii="Arial Narrow" w:hAnsi="Arial Narrow"/>
          <w:b/>
        </w:rPr>
        <w:t>SMLOUVY</w:t>
      </w:r>
      <w:r>
        <w:rPr>
          <w:rFonts w:ascii="Arial Narrow" w:hAnsi="Arial Narrow"/>
          <w:b/>
        </w:rPr>
        <w:t xml:space="preserve"> </w:t>
      </w:r>
      <w:r w:rsidRPr="00417421">
        <w:rPr>
          <w:rFonts w:ascii="Arial Narrow" w:hAnsi="Arial Narrow"/>
          <w:b/>
        </w:rPr>
        <w:t xml:space="preserve">– </w:t>
      </w:r>
      <w:r w:rsidRPr="00417421">
        <w:rPr>
          <w:rFonts w:ascii="Arial Narrow" w:hAnsi="Arial Narrow"/>
          <w:b/>
          <w:caps/>
        </w:rPr>
        <w:t>sPECIFIKACE PŘEDMĚTU PLNĚNÍ</w:t>
      </w:r>
      <w:r>
        <w:rPr>
          <w:rFonts w:ascii="Arial Narrow" w:hAnsi="Arial Narrow"/>
          <w:b/>
          <w:caps/>
        </w:rPr>
        <w:t xml:space="preserve"> </w:t>
      </w:r>
    </w:p>
    <w:p w:rsidR="004D4491" w:rsidRPr="00FB21DD" w:rsidRDefault="004D4491" w:rsidP="0056153F">
      <w:pPr>
        <w:spacing w:after="0"/>
        <w:rPr>
          <w:rFonts w:ascii="Arial Narrow" w:hAnsi="Arial Narrow"/>
        </w:rPr>
      </w:pPr>
      <w:r w:rsidRPr="00FB21DD">
        <w:rPr>
          <w:rFonts w:ascii="Arial Narrow" w:hAnsi="Arial Narrow"/>
        </w:rPr>
        <w:t>V rámci projektu</w:t>
      </w:r>
      <w:r>
        <w:rPr>
          <w:rFonts w:ascii="Arial Narrow" w:hAnsi="Arial Narrow"/>
        </w:rPr>
        <w:t xml:space="preserve"> reg.č. </w:t>
      </w:r>
      <w:r w:rsidRPr="00FB21DD">
        <w:rPr>
          <w:rFonts w:ascii="Arial Narrow" w:hAnsi="Arial Narrow"/>
        </w:rPr>
        <w:t xml:space="preserve">CZ.1.07/2.2.00/28.0221 bude vytvořen nový veřejně přístupný vzdělávací portál, kde budou prezentovány všechny inovované předměty s kompletně vytvořenými vzdělávací materiály a e-learningy. Aby bylo možné otestovat funkčnost, přenositelnost a kompatibilitu vzdělávacího portálu, který vznikne v rámci projektu, na velmi populárních a ve velké míře využívaných „Tabletech“ budou v projektu zakoupeny dva kusy, přičemž každý s jiným operačním systémem (dva typy nejpoužívanějšího operačního systému pro toto zařízení – iOS, Android) . </w:t>
      </w:r>
    </w:p>
    <w:p w:rsidR="004D4491" w:rsidRDefault="004D4491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</w:rPr>
      </w:pPr>
    </w:p>
    <w:tbl>
      <w:tblPr>
        <w:tblW w:w="1319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940"/>
        <w:gridCol w:w="6406"/>
        <w:gridCol w:w="960"/>
        <w:gridCol w:w="2889"/>
      </w:tblGrid>
      <w:tr w:rsidR="004D4491" w:rsidRPr="00C32D4D" w:rsidTr="0029042B">
        <w:trPr>
          <w:trHeight w:val="55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D4491" w:rsidRPr="00C32D4D" w:rsidRDefault="004D4491" w:rsidP="002904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2D4D">
              <w:rPr>
                <w:rFonts w:ascii="Arial" w:hAnsi="Arial" w:cs="Arial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D4491" w:rsidRPr="00C32D4D" w:rsidRDefault="004D4491" w:rsidP="002904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C32D4D">
              <w:rPr>
                <w:rFonts w:ascii="Arial" w:hAnsi="Arial" w:cs="Arial"/>
                <w:sz w:val="24"/>
                <w:szCs w:val="24"/>
                <w:lang w:eastAsia="cs-CZ"/>
              </w:rPr>
              <w:t>specifikace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4D4491" w:rsidRPr="00C32D4D" w:rsidRDefault="004D4491" w:rsidP="0029042B">
            <w:pPr>
              <w:spacing w:after="0" w:line="240" w:lineRule="auto"/>
              <w:jc w:val="center"/>
              <w:rPr>
                <w:rFonts w:ascii="Arial" w:hAnsi="Arial" w:cs="Arial"/>
                <w:lang w:eastAsia="cs-CZ"/>
              </w:rPr>
            </w:pPr>
            <w:r w:rsidRPr="00C32D4D">
              <w:rPr>
                <w:rFonts w:ascii="Arial" w:hAnsi="Arial" w:cs="Arial"/>
                <w:lang w:eastAsia="cs-CZ"/>
              </w:rPr>
              <w:t>počet kusů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4D4491" w:rsidRPr="00C32D4D" w:rsidRDefault="004D4491" w:rsidP="002904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>
              <w:rPr>
                <w:rFonts w:ascii="Arial" w:hAnsi="Arial" w:cs="Arial"/>
                <w:sz w:val="24"/>
                <w:szCs w:val="24"/>
                <w:lang w:eastAsia="cs-CZ"/>
              </w:rPr>
              <w:t>předpokládaná/maximální cena</w:t>
            </w:r>
            <w:r w:rsidRPr="00C32D4D">
              <w:rPr>
                <w:rFonts w:ascii="Arial" w:hAnsi="Arial" w:cs="Arial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cs-CZ"/>
              </w:rPr>
              <w:t xml:space="preserve">celkem </w:t>
            </w:r>
            <w:r w:rsidRPr="00C32D4D">
              <w:rPr>
                <w:rFonts w:ascii="Arial" w:hAnsi="Arial" w:cs="Arial"/>
                <w:sz w:val="24"/>
                <w:szCs w:val="24"/>
                <w:lang w:eastAsia="cs-CZ"/>
              </w:rPr>
              <w:t>(Kč)</w:t>
            </w:r>
            <w:r>
              <w:rPr>
                <w:rFonts w:ascii="Arial" w:hAnsi="Arial" w:cs="Arial"/>
                <w:sz w:val="24"/>
                <w:szCs w:val="24"/>
                <w:lang w:eastAsia="cs-CZ"/>
              </w:rPr>
              <w:t xml:space="preserve"> vč. DPH</w:t>
            </w:r>
          </w:p>
        </w:tc>
      </w:tr>
      <w:tr w:rsidR="004D4491" w:rsidRPr="00C32D4D" w:rsidTr="006D42B8">
        <w:trPr>
          <w:trHeight w:val="159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Default="004D4491" w:rsidP="0056153F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56153F">
              <w:rPr>
                <w:rFonts w:ascii="Arial Narrow" w:hAnsi="Arial Narrow" w:cs="Arial"/>
                <w:sz w:val="24"/>
                <w:szCs w:val="24"/>
                <w:lang w:eastAsia="cs-CZ"/>
              </w:rPr>
              <w:t>Tablet (iOS)</w:t>
            </w:r>
          </w:p>
          <w:p w:rsidR="004D4491" w:rsidRPr="0056153F" w:rsidRDefault="004D4491" w:rsidP="0056153F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</w:rPr>
              <w:t>(</w:t>
            </w:r>
            <w:r w:rsidRPr="00E95A2A">
              <w:rPr>
                <w:rFonts w:ascii="Arial Narrow" w:hAnsi="Arial Narrow"/>
              </w:rPr>
              <w:t>CZ.1.07/2.2.00/28.0221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6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491" w:rsidRPr="00FB21DD" w:rsidRDefault="004D4491" w:rsidP="0056153F">
            <w:pPr>
              <w:spacing w:after="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  <w:u w:val="single"/>
              </w:rPr>
              <w:t>Parametry a specifikace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Operační systém: 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iOS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Procesor: 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Dual-Core s frekvencí 1 GHz, 2 jádra</w:t>
            </w:r>
          </w:p>
          <w:p w:rsidR="004D4491" w:rsidRPr="00FB21DD" w:rsidRDefault="004D4491" w:rsidP="0056153F">
            <w:pPr>
              <w:spacing w:after="0"/>
              <w:ind w:left="2124" w:hanging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Displej: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minimální úhlopříčka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9" LCD,  dotykový, Rozlišení minimálně: 1024 x 768 bodů, 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Paměť:</w:t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B21DD">
              <w:rPr>
                <w:rFonts w:ascii="Arial Narrow" w:hAnsi="Arial Narrow"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ab/>
              <w:t>minimálně 16 GB</w:t>
            </w:r>
          </w:p>
          <w:p w:rsidR="004D4491" w:rsidRPr="00FB21DD" w:rsidRDefault="004D4491" w:rsidP="0056153F">
            <w:pPr>
              <w:spacing w:after="0"/>
              <w:ind w:left="2124" w:hanging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Výbava: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WiFi, BlueTooth, Reproduktor, Mikrofon</w:t>
            </w:r>
          </w:p>
          <w:p w:rsidR="004D4491" w:rsidRPr="00FB21DD" w:rsidRDefault="004D4491" w:rsidP="0056153F">
            <w:pPr>
              <w:spacing w:after="0"/>
              <w:ind w:left="2124" w:hanging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Podpora zvuku: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Formáty: AAC, MP3,  AIFF, WAV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Podpora videa: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Formáty: H.264 (až 720p), MPEG-4, m4v, mp4, mov</w:t>
            </w:r>
          </w:p>
          <w:p w:rsidR="004D4491" w:rsidRPr="00FB21DD" w:rsidRDefault="004D4491" w:rsidP="0056153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Podporované formáty: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Obrázkové: JPG, TIFF, GIF; </w:t>
            </w:r>
          </w:p>
          <w:p w:rsidR="004D4491" w:rsidRPr="00FB21DD" w:rsidRDefault="004D4491" w:rsidP="0056153F">
            <w:pPr>
              <w:spacing w:after="0" w:line="240" w:lineRule="auto"/>
              <w:ind w:left="1416" w:firstLine="708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sz w:val="20"/>
                <w:szCs w:val="20"/>
              </w:rPr>
              <w:t>Microsoft Office doc, docx, ppt, pptx, xls, xlsx, txt, rtf</w:t>
            </w:r>
          </w:p>
          <w:p w:rsidR="004D4491" w:rsidRPr="00FB21DD" w:rsidRDefault="004D4491" w:rsidP="0056153F">
            <w:pPr>
              <w:spacing w:after="0" w:line="240" w:lineRule="auto"/>
              <w:ind w:left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sz w:val="20"/>
                <w:szCs w:val="20"/>
              </w:rPr>
              <w:t>Web: htm, html</w:t>
            </w:r>
          </w:p>
          <w:p w:rsidR="004D4491" w:rsidRPr="00FB21DD" w:rsidRDefault="004D4491" w:rsidP="0056153F">
            <w:pPr>
              <w:spacing w:after="0" w:line="240" w:lineRule="auto"/>
              <w:ind w:left="1416" w:firstLine="708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sz w:val="20"/>
                <w:szCs w:val="20"/>
              </w:rPr>
              <w:t>Adobe Acrobat: pdf</w:t>
            </w:r>
          </w:p>
          <w:p w:rsidR="004D4491" w:rsidRPr="00FB21DD" w:rsidRDefault="004D4491" w:rsidP="0056153F">
            <w:pPr>
              <w:spacing w:after="0" w:line="240" w:lineRule="auto"/>
              <w:ind w:left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sz w:val="20"/>
                <w:szCs w:val="20"/>
              </w:rPr>
              <w:t>Ostatní: key (Keynote), numbers, pages, vcf (contact information)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Rozhraní: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30pinový dokovací konektor, </w:t>
            </w:r>
            <w:smartTag w:uri="urn:schemas-microsoft-com:office:smarttags" w:element="metricconverter">
              <w:smartTagPr>
                <w:attr w:name="ProductID" w:val="3,5 mm"/>
              </w:smartTagPr>
              <w:r w:rsidRPr="00FB21DD">
                <w:rPr>
                  <w:rFonts w:ascii="Arial Narrow" w:hAnsi="Arial Narrow"/>
                  <w:sz w:val="20"/>
                  <w:szCs w:val="20"/>
                </w:rPr>
                <w:t>3,5 mm</w:t>
              </w:r>
            </w:smartTag>
            <w:r w:rsidRPr="00FB21DD">
              <w:rPr>
                <w:rFonts w:ascii="Arial Narrow" w:hAnsi="Arial Narrow"/>
                <w:sz w:val="20"/>
                <w:szCs w:val="20"/>
              </w:rPr>
              <w:t xml:space="preserve"> stereo jack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Baterie: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Výdrž minimálně 10 hodin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Hmotnost:</w:t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FB21DD">
              <w:rPr>
                <w:rFonts w:ascii="Arial Narrow" w:hAnsi="Arial Narrow"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ab/>
              <w:t xml:space="preserve">max. </w:t>
            </w:r>
            <w:smartTag w:uri="urn:schemas-microsoft-com:office:smarttags" w:element="metricconverter">
              <w:smartTagPr>
                <w:attr w:name="ProductID" w:val="800 g"/>
              </w:smartTagPr>
              <w:r w:rsidRPr="00FB21DD">
                <w:rPr>
                  <w:rFonts w:ascii="Arial Narrow" w:hAnsi="Arial Narrow"/>
                  <w:sz w:val="20"/>
                  <w:szCs w:val="20"/>
                </w:rPr>
                <w:t>800 g</w:t>
              </w:r>
            </w:smartTag>
          </w:p>
          <w:p w:rsidR="004D4491" w:rsidRDefault="004D4491" w:rsidP="00C32D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Příslušenství: 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1x Sluchátka, 1x Čtečka paměťových karet MicroSD (až 32         GB), 1x Dokovací konektor</w:t>
            </w:r>
          </w:p>
          <w:p w:rsidR="004D4491" w:rsidRPr="006D42B8" w:rsidRDefault="004D4491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75500D">
              <w:rPr>
                <w:rFonts w:ascii="Arial Narrow" w:hAnsi="Arial Narrow"/>
                <w:b/>
                <w:sz w:val="20"/>
                <w:szCs w:val="20"/>
              </w:rPr>
              <w:t>Záruční doba:</w:t>
            </w:r>
            <w:r>
              <w:rPr>
                <w:rFonts w:ascii="Arial Narrow" w:hAnsi="Arial Narrow"/>
                <w:sz w:val="20"/>
                <w:szCs w:val="20"/>
              </w:rPr>
              <w:t xml:space="preserve"> 2 roky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maximální cena, kterou není možné překročit: 10000,-Kč</w:t>
            </w:r>
          </w:p>
        </w:tc>
      </w:tr>
      <w:tr w:rsidR="004D4491" w:rsidRPr="00C32D4D" w:rsidTr="006D42B8">
        <w:trPr>
          <w:trHeight w:val="144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Default="004D4491" w:rsidP="0056153F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56153F">
              <w:rPr>
                <w:rFonts w:ascii="Arial Narrow" w:hAnsi="Arial Narrow" w:cs="Arial"/>
                <w:sz w:val="24"/>
                <w:szCs w:val="24"/>
                <w:lang w:eastAsia="cs-CZ"/>
              </w:rPr>
              <w:t>Tablet (android)</w:t>
            </w:r>
          </w:p>
          <w:p w:rsidR="004D4491" w:rsidRPr="0056153F" w:rsidRDefault="004D4491" w:rsidP="0056153F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</w:rPr>
              <w:t>(</w:t>
            </w:r>
            <w:r w:rsidRPr="00E95A2A">
              <w:rPr>
                <w:rFonts w:ascii="Arial Narrow" w:hAnsi="Arial Narrow"/>
              </w:rPr>
              <w:t>CZ.1.07/2.2.00/28.0221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FB21DD" w:rsidRDefault="004D4491" w:rsidP="0056153F">
            <w:pPr>
              <w:spacing w:after="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  <w:u w:val="single"/>
              </w:rPr>
              <w:t>Parametry a specifikace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Operační systém: 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Android 4.0 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Procesor: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Dual core s frekvencí  minimálně 1 GHz, 2 jádra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Operační paměť:  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minimálně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FB21DD">
              <w:rPr>
                <w:rFonts w:ascii="Arial Narrow" w:hAnsi="Arial Narrow"/>
                <w:sz w:val="20"/>
                <w:szCs w:val="20"/>
              </w:rPr>
              <w:t>1 GB</w:t>
            </w:r>
          </w:p>
          <w:p w:rsidR="004D4491" w:rsidRPr="00FB21DD" w:rsidRDefault="004D4491" w:rsidP="0056153F">
            <w:pPr>
              <w:spacing w:after="0"/>
              <w:ind w:left="2124" w:hanging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Displej: 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minimální úhlopříčka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FB21DD">
              <w:rPr>
                <w:rFonts w:ascii="Arial Narrow" w:hAnsi="Arial Narrow"/>
                <w:sz w:val="20"/>
                <w:szCs w:val="20"/>
              </w:rPr>
              <w:t>9" LCD, dotykový, Rozlišení minimálně: 1024 x 768 bodů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Pevný disk: 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minimálně 16 GB</w:t>
            </w:r>
          </w:p>
          <w:p w:rsidR="004D4491" w:rsidRPr="00FB21DD" w:rsidRDefault="004D4491" w:rsidP="0056153F">
            <w:pPr>
              <w:spacing w:after="0"/>
              <w:ind w:left="2124" w:hanging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Výbava: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WiFi, BlueTooth, Reproduktor, Mikrofon</w:t>
            </w:r>
          </w:p>
          <w:p w:rsidR="004D4491" w:rsidRPr="00FB21DD" w:rsidRDefault="004D4491" w:rsidP="0056153F">
            <w:pPr>
              <w:spacing w:after="0"/>
              <w:ind w:left="2124" w:hanging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Podpora zvuku: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Formáty: AAC, MP3,  AIFF, WAV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Podpora videa: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>Formáty: H.264 (až 720p), MPEG-4, m4v, mp4, mov</w:t>
            </w:r>
          </w:p>
          <w:p w:rsidR="004D4491" w:rsidRPr="00FB21DD" w:rsidRDefault="004D4491" w:rsidP="0056153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Podporované formáty: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Obrázkové: JPG, TIFF, GIF; </w:t>
            </w:r>
          </w:p>
          <w:p w:rsidR="004D4491" w:rsidRPr="00FB21DD" w:rsidRDefault="004D4491" w:rsidP="0056153F">
            <w:pPr>
              <w:spacing w:after="0" w:line="240" w:lineRule="auto"/>
              <w:ind w:left="1416" w:firstLine="708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sz w:val="20"/>
                <w:szCs w:val="20"/>
              </w:rPr>
              <w:t>Microsoft Office doc, docx, ppt, pptx, xls, xlsx, txt, rtf</w:t>
            </w:r>
          </w:p>
          <w:p w:rsidR="004D4491" w:rsidRPr="00FB21DD" w:rsidRDefault="004D4491" w:rsidP="0056153F">
            <w:pPr>
              <w:spacing w:after="0" w:line="240" w:lineRule="auto"/>
              <w:ind w:left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sz w:val="20"/>
                <w:szCs w:val="20"/>
              </w:rPr>
              <w:t>Web: htm, html</w:t>
            </w:r>
          </w:p>
          <w:p w:rsidR="004D4491" w:rsidRPr="00FB21DD" w:rsidRDefault="004D4491" w:rsidP="0056153F">
            <w:pPr>
              <w:spacing w:after="0" w:line="240" w:lineRule="auto"/>
              <w:ind w:left="1416" w:firstLine="708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sz w:val="20"/>
                <w:szCs w:val="20"/>
              </w:rPr>
              <w:t>Adobe Acrobat: pdf</w:t>
            </w:r>
          </w:p>
          <w:p w:rsidR="004D4491" w:rsidRPr="00FB21DD" w:rsidRDefault="004D4491" w:rsidP="0056153F">
            <w:pPr>
              <w:spacing w:after="0" w:line="240" w:lineRule="auto"/>
              <w:ind w:left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sz w:val="20"/>
                <w:szCs w:val="20"/>
              </w:rPr>
              <w:t>Ostatní: key (Keynote), numbers, pages, vcf (contact information)</w:t>
            </w:r>
          </w:p>
          <w:p w:rsidR="004D4491" w:rsidRPr="00FB21DD" w:rsidRDefault="004D4491" w:rsidP="0056153F">
            <w:pPr>
              <w:spacing w:after="0"/>
              <w:ind w:left="2124" w:hanging="2124"/>
              <w:rPr>
                <w:rFonts w:ascii="Arial Narrow" w:hAnsi="Arial Narrow"/>
                <w:b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Rozhraní: 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smartTag w:uri="urn:schemas-microsoft-com:office:smarttags" w:element="metricconverter">
              <w:smartTagPr>
                <w:attr w:name="ProductID" w:val="3,5 mm"/>
              </w:smartTagPr>
              <w:r w:rsidRPr="00FB21DD">
                <w:rPr>
                  <w:rFonts w:ascii="Arial Narrow" w:hAnsi="Arial Narrow"/>
                  <w:sz w:val="20"/>
                  <w:szCs w:val="20"/>
                </w:rPr>
                <w:t>3,5 mm</w:t>
              </w:r>
            </w:smartTag>
            <w:r w:rsidRPr="00FB21DD">
              <w:rPr>
                <w:rFonts w:ascii="Arial Narrow" w:hAnsi="Arial Narrow"/>
                <w:sz w:val="20"/>
                <w:szCs w:val="20"/>
              </w:rPr>
              <w:t xml:space="preserve"> stereo jack, USB, HDMI výstup, Sluchátka, Micro SDHC (až 32 GB)</w:t>
            </w:r>
          </w:p>
          <w:p w:rsidR="004D4491" w:rsidRPr="00FB21DD" w:rsidRDefault="004D4491" w:rsidP="0056153F">
            <w:pPr>
              <w:spacing w:after="0"/>
              <w:ind w:left="2124" w:hanging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Příslušenství:</w:t>
            </w:r>
            <w:r w:rsidRPr="00FB21DD">
              <w:rPr>
                <w:rFonts w:ascii="Arial Narrow" w:hAnsi="Arial Narrow"/>
                <w:sz w:val="20"/>
                <w:szCs w:val="20"/>
              </w:rPr>
              <w:tab/>
              <w:t>1x Sluchátka,</w:t>
            </w:r>
          </w:p>
          <w:p w:rsidR="004D4491" w:rsidRPr="00FB21DD" w:rsidRDefault="004D4491" w:rsidP="0056153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Baterie: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ab/>
              <w:t>Výdrž minimálně 10 hodin</w:t>
            </w:r>
          </w:p>
          <w:p w:rsidR="004D4491" w:rsidRDefault="004D4491" w:rsidP="00C32D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Hmotnost:</w:t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B21DD">
              <w:rPr>
                <w:rFonts w:ascii="Arial Narrow" w:hAnsi="Arial Narrow"/>
                <w:sz w:val="20"/>
                <w:szCs w:val="20"/>
              </w:rPr>
              <w:tab/>
            </w:r>
            <w:r w:rsidRPr="00FB21DD">
              <w:rPr>
                <w:rFonts w:ascii="Arial Narrow" w:hAnsi="Arial Narrow"/>
                <w:sz w:val="20"/>
                <w:szCs w:val="20"/>
              </w:rPr>
              <w:tab/>
              <w:t xml:space="preserve">max. </w:t>
            </w:r>
            <w:smartTag w:uri="urn:schemas-microsoft-com:office:smarttags" w:element="metricconverter">
              <w:smartTagPr>
                <w:attr w:name="ProductID" w:val="800 g"/>
              </w:smartTagPr>
              <w:r w:rsidRPr="00FB21DD">
                <w:rPr>
                  <w:rFonts w:ascii="Arial Narrow" w:hAnsi="Arial Narrow"/>
                  <w:sz w:val="20"/>
                  <w:szCs w:val="20"/>
                </w:rPr>
                <w:t>800 g</w:t>
              </w:r>
            </w:smartTag>
          </w:p>
          <w:p w:rsidR="004D4491" w:rsidRPr="006D42B8" w:rsidRDefault="004D4491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75500D">
              <w:rPr>
                <w:rFonts w:ascii="Arial Narrow" w:hAnsi="Arial Narrow"/>
                <w:b/>
                <w:sz w:val="20"/>
                <w:szCs w:val="20"/>
              </w:rPr>
              <w:t>Záruční doba: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2 roky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maximální cena, kterou není možné překročit: 10000,-Kč</w:t>
            </w:r>
          </w:p>
        </w:tc>
      </w:tr>
      <w:tr w:rsidR="004D4491" w:rsidRPr="00C32D4D" w:rsidTr="00C10531">
        <w:trPr>
          <w:trHeight w:val="51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numerická klávesnice</w:t>
            </w:r>
          </w:p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/>
              </w:rPr>
              <w:t>(</w:t>
            </w:r>
            <w:r w:rsidRPr="00E95A2A">
              <w:rPr>
                <w:rFonts w:ascii="Arial Narrow" w:hAnsi="Arial Narrow"/>
              </w:rPr>
              <w:t>CZ.1.07/2.2.00/28.0221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bCs/>
                <w:sz w:val="20"/>
                <w:szCs w:val="20"/>
                <w:lang w:eastAsia="cs-CZ"/>
              </w:rPr>
              <w:t>externí číselná klávesnice</w:t>
            </w:r>
          </w:p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připojení přes USB</w:t>
            </w:r>
          </w:p>
          <w:p w:rsidR="004D4491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kabel min. 1m</w:t>
            </w:r>
          </w:p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75500D">
              <w:rPr>
                <w:rFonts w:ascii="Arial Narrow" w:hAnsi="Arial Narrow"/>
                <w:b/>
                <w:sz w:val="20"/>
                <w:szCs w:val="20"/>
              </w:rPr>
              <w:t>Záruční doba: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2 roky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3ks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600,-Kč</w:t>
            </w:r>
          </w:p>
        </w:tc>
      </w:tr>
      <w:tr w:rsidR="004D4491" w:rsidRPr="00C32D4D" w:rsidTr="00D010C7">
        <w:trPr>
          <w:trHeight w:val="102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replikátor USB</w:t>
            </w:r>
          </w:p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/>
              </w:rPr>
              <w:t>(</w:t>
            </w:r>
            <w:r w:rsidRPr="00E95A2A">
              <w:rPr>
                <w:rFonts w:ascii="Arial Narrow" w:hAnsi="Arial Narrow"/>
              </w:rPr>
              <w:t>CZ.1.07/2.2.00/28.0221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6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USB 2.0</w:t>
            </w:r>
          </w:p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min. 4x USB</w:t>
            </w:r>
          </w:p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aktivní</w:t>
            </w:r>
          </w:p>
          <w:p w:rsidR="004D4491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kabel min. 1m</w:t>
            </w:r>
          </w:p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75500D">
              <w:rPr>
                <w:rFonts w:ascii="Arial Narrow" w:hAnsi="Arial Narrow"/>
                <w:b/>
                <w:sz w:val="20"/>
                <w:szCs w:val="20"/>
              </w:rPr>
              <w:t>Záruční doba: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2 roky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3ks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maximální cena celkem za všechny kusy, kterou není možné překročit: 1500,-Kč</w:t>
            </w:r>
          </w:p>
        </w:tc>
      </w:tr>
      <w:tr w:rsidR="004D4491" w:rsidRPr="00C32D4D" w:rsidTr="00C10531">
        <w:trPr>
          <w:trHeight w:val="51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kabel USB - SATA</w:t>
            </w:r>
          </w:p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/>
              </w:rPr>
              <w:t>(</w:t>
            </w:r>
            <w:r w:rsidRPr="00E95A2A">
              <w:rPr>
                <w:rFonts w:ascii="Arial Narrow" w:hAnsi="Arial Narrow"/>
              </w:rPr>
              <w:t>CZ.1.07/2.2.00/28.0221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6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AC adaptér - konvertor USB 3.0 → SATA 2,5“ i 3,5“</w:t>
            </w:r>
          </w:p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-USB 3.0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1ks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maximální cena celkem, kterou není možné překročit: 700,-Kč</w:t>
            </w:r>
          </w:p>
        </w:tc>
      </w:tr>
      <w:tr w:rsidR="004D4491" w:rsidRPr="00C32D4D" w:rsidTr="0075500D">
        <w:trPr>
          <w:trHeight w:val="1011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notebook s vyměnitelnou mechanikou za sekundární baterii</w:t>
            </w:r>
          </w:p>
          <w:p w:rsidR="004D4491" w:rsidRPr="00E95A2A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(fakulta)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FB21DD" w:rsidRDefault="004D4491" w:rsidP="006D42B8">
            <w:pPr>
              <w:spacing w:after="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  <w:u w:val="single"/>
              </w:rPr>
              <w:t>Parametry a specifikace</w:t>
            </w:r>
          </w:p>
          <w:p w:rsidR="004D4491" w:rsidRPr="00FB21DD" w:rsidRDefault="004D4491" w:rsidP="006D42B8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VELIKOST OBRAZOVKY: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min 13,3"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</w: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ROZLIŠENÍ OBRAZOVKY: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min. 1600 x min. 900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</w: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PROCESOR: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x86-64 kompatibilní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</w: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PAMĚŤ RAM: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min. 4GB (rozšiřitelná na min. 6GB)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</w: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PEVNÝ DISK: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min. 500 GB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</w: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MECHANIKY PRO MÉDIA: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DVD+-RW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</w: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 xml:space="preserve">MECHANIKA VYMĚNITELNÁ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>za sekundární baterii ANO , součástí dodávky je tato sekundární baterie jako příslušenství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  <w:t> </w:t>
            </w: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SÍŤOVÁ KARTA: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Ethernet 100/1000 Mb, RJ 45 </w:t>
            </w:r>
          </w:p>
          <w:p w:rsidR="004D4491" w:rsidRPr="00FB21DD" w:rsidRDefault="004D4491" w:rsidP="006D42B8">
            <w:pPr>
              <w:spacing w:after="0" w:line="240" w:lineRule="auto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WIFI: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   802.11b/g/n </w:t>
            </w:r>
          </w:p>
          <w:p w:rsidR="004D4491" w:rsidRPr="00FB21DD" w:rsidRDefault="004D4491" w:rsidP="006D42B8">
            <w:pPr>
              <w:spacing w:after="0" w:line="240" w:lineRule="auto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VSTUPNÍ A VÝSTUPNÍ: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min. 3x USB porty z toho min. 1x USB 3.0, PORTY vstup a výstup pro mikrofon a sluchátka, analogový výstup pro externí monitor, HDMI nebo DisplayPort </w:t>
            </w:r>
          </w:p>
          <w:p w:rsidR="004D4491" w:rsidRPr="00FB21DD" w:rsidRDefault="004D4491" w:rsidP="006D42B8">
            <w:pPr>
              <w:spacing w:after="0" w:line="240" w:lineRule="auto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FB21DD">
              <w:rPr>
                <w:rFonts w:ascii="Arial Narrow" w:hAnsi="Arial Narrow" w:cs="Tahoma"/>
                <w:b/>
                <w:caps/>
                <w:color w:val="000000"/>
                <w:sz w:val="20"/>
                <w:szCs w:val="20"/>
              </w:rPr>
              <w:t xml:space="preserve">Výbava: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>interní reproduktory, interní mikrofon, čtečka paměťových karet, webová kamera,  bluetooth</w:t>
            </w:r>
          </w:p>
          <w:p w:rsidR="004D4491" w:rsidRPr="00FB21DD" w:rsidRDefault="004D4491" w:rsidP="006D42B8">
            <w:pPr>
              <w:spacing w:after="0" w:line="240" w:lineRule="auto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POLOHOVACÍ ZAŘÍZENÍ: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touchpad </w:t>
            </w:r>
          </w:p>
          <w:p w:rsidR="004D4491" w:rsidRPr="00FB21DD" w:rsidRDefault="004D4491" w:rsidP="006D42B8">
            <w:pPr>
              <w:spacing w:after="0" w:line="240" w:lineRule="auto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VÝKON: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PassMark CPU Mark min. 6000. </w:t>
            </w:r>
          </w:p>
          <w:p w:rsidR="004D4491" w:rsidRPr="00FB21DD" w:rsidRDefault="004D4491" w:rsidP="006D42B8">
            <w:pPr>
              <w:spacing w:after="0" w:line="240" w:lineRule="auto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HMOTNOST: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max. </w:t>
            </w:r>
            <w:smartTag w:uri="urn:schemas-microsoft-com:office:smarttags" w:element="metricconverter">
              <w:smartTagPr>
                <w:attr w:name="ProductID" w:val="2.0 a"/>
              </w:smartTagPr>
              <w:r w:rsidRPr="00FB21DD">
                <w:rPr>
                  <w:rFonts w:ascii="Arial Narrow" w:hAnsi="Arial Narrow" w:cs="Tahoma"/>
                  <w:color w:val="000000"/>
                  <w:sz w:val="20"/>
                  <w:szCs w:val="20"/>
                </w:rPr>
                <w:t>3 kg</w:t>
              </w:r>
            </w:smartTag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</w:t>
            </w:r>
          </w:p>
          <w:p w:rsidR="004D4491" w:rsidRPr="00386ED6" w:rsidRDefault="004D4491" w:rsidP="006D42B8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OPERAČNÍ SYSTÉM: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Windows 7 Professional CZ nebo Windows 7 Home Premium CZ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</w: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POŽADAVKY NA SERVIS: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Zahájení a ukončení servisního zásahu v místě instalace.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</w:r>
            <w:r w:rsidRPr="00FB21DD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ZÁRUČNÍ DOBA: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2 roky 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br/>
            </w:r>
            <w:r w:rsidRPr="00FB21DD">
              <w:rPr>
                <w:rFonts w:ascii="Arial Narrow" w:hAnsi="Arial Narrow" w:cs="Tahoma"/>
                <w:b/>
                <w:caps/>
                <w:color w:val="000000"/>
                <w:sz w:val="20"/>
                <w:szCs w:val="20"/>
              </w:rPr>
              <w:t>Příslušenství:</w:t>
            </w:r>
            <w:r w:rsidRPr="00FB21DD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Brašna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2ks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80.000,-Kč</w:t>
            </w:r>
          </w:p>
        </w:tc>
      </w:tr>
      <w:tr w:rsidR="004D4491" w:rsidRPr="00C32D4D" w:rsidTr="00C10531">
        <w:trPr>
          <w:trHeight w:val="1074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D4491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Počítač all - in - one (pro střih videa)</w:t>
            </w:r>
          </w:p>
          <w:p w:rsidR="004D4491" w:rsidRPr="00E95A2A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</w:t>
            </w:r>
            <w:r w:rsidRPr="00E95A2A">
              <w:rPr>
                <w:rFonts w:ascii="Arial Narrow" w:hAnsi="Arial Narrow" w:cs="Arial"/>
                <w:lang w:eastAsia="cs-CZ"/>
              </w:rPr>
              <w:t>CZ.1.07/2.2.00/28.0221</w:t>
            </w:r>
            <w:r>
              <w:rPr>
                <w:rFonts w:ascii="Arial Narrow" w:hAnsi="Arial Narrow" w:cs="Arial"/>
                <w:lang w:eastAsia="cs-CZ"/>
              </w:rPr>
              <w:t>)</w:t>
            </w:r>
          </w:p>
        </w:tc>
        <w:tc>
          <w:tcPr>
            <w:tcW w:w="6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D4491" w:rsidRPr="00FB21DD" w:rsidRDefault="004D4491" w:rsidP="00C32D4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na počítači musí být možnost instalace softwaru Final Cut Pro</w:t>
            </w:r>
          </w:p>
          <w:p w:rsidR="004D4491" w:rsidRPr="00FB21DD" w:rsidRDefault="004D4491" w:rsidP="00B16882">
            <w:pPr>
              <w:spacing w:after="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  <w:u w:val="single"/>
              </w:rPr>
              <w:t>Parametry a specifikace</w:t>
            </w:r>
          </w:p>
          <w:p w:rsidR="004D4491" w:rsidRPr="00FB21DD" w:rsidRDefault="004D4491" w:rsidP="00B16882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Operační systém: </w:t>
            </w:r>
            <w:r w:rsidRPr="00FB21DD">
              <w:rPr>
                <w:rFonts w:ascii="Arial Narrow" w:hAnsi="Arial Narrow"/>
                <w:sz w:val="20"/>
                <w:szCs w:val="20"/>
              </w:rPr>
              <w:t>Mac OS X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4D4491" w:rsidRPr="00FB21DD" w:rsidRDefault="004D4491" w:rsidP="00B1688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Procesor: </w:t>
            </w:r>
            <w:r w:rsidRPr="00FB21DD">
              <w:rPr>
                <w:rFonts w:ascii="Arial Narrow" w:hAnsi="Arial Narrow"/>
                <w:sz w:val="20"/>
                <w:szCs w:val="20"/>
              </w:rPr>
              <w:t>min. 2,7Ghz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  <w:p w:rsidR="004D4491" w:rsidRPr="00FB21DD" w:rsidRDefault="004D4491" w:rsidP="00B16882">
            <w:pPr>
              <w:spacing w:after="0"/>
              <w:ind w:left="2124" w:hanging="2124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Displej: </w:t>
            </w:r>
            <w:r w:rsidRPr="00FB21DD">
              <w:rPr>
                <w:rFonts w:ascii="Arial Narrow" w:hAnsi="Arial Narrow"/>
                <w:sz w:val="20"/>
                <w:szCs w:val="20"/>
              </w:rPr>
              <w:t>min.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FB21DD">
              <w:rPr>
                <w:rFonts w:ascii="Arial Narrow" w:hAnsi="Arial Narrow"/>
                <w:sz w:val="20"/>
                <w:szCs w:val="20"/>
              </w:rPr>
              <w:t>27palců monitor - rozlišení 2560 x 1440</w:t>
            </w:r>
          </w:p>
          <w:p w:rsidR="004D4491" w:rsidRPr="00FB21DD" w:rsidRDefault="004D4491" w:rsidP="00B1688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Paměť RAM:</w:t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 min. 4GB s možností rozšíření</w:t>
            </w:r>
          </w:p>
          <w:p w:rsidR="004D4491" w:rsidRPr="00FB21DD" w:rsidRDefault="004D4491" w:rsidP="00B16882">
            <w:pPr>
              <w:spacing w:after="0"/>
              <w:ind w:left="2124" w:hanging="2124"/>
              <w:rPr>
                <w:rFonts w:ascii="Arial Narrow" w:hAnsi="Arial Narrow"/>
                <w:b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bCs/>
                <w:sz w:val="20"/>
                <w:szCs w:val="20"/>
              </w:rPr>
              <w:t>Grafická karta</w:t>
            </w: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: </w:t>
            </w:r>
            <w:r w:rsidRPr="00FB21DD">
              <w:rPr>
                <w:rFonts w:ascii="Arial Narrow" w:hAnsi="Arial Narrow"/>
                <w:sz w:val="20"/>
                <w:szCs w:val="20"/>
              </w:rPr>
              <w:t>min. 512MB</w:t>
            </w:r>
          </w:p>
          <w:p w:rsidR="004D4491" w:rsidRPr="00FB21DD" w:rsidRDefault="004D4491" w:rsidP="00B1688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>Rozhraní:</w:t>
            </w:r>
            <w:r w:rsidRPr="00FB21DD">
              <w:rPr>
                <w:rFonts w:ascii="Arial Narrow" w:hAnsi="Arial Narrow"/>
                <w:sz w:val="20"/>
                <w:szCs w:val="20"/>
              </w:rPr>
              <w:t xml:space="preserve"> Thunderbolt (velká přenosová rychlost)</w:t>
            </w:r>
          </w:p>
          <w:p w:rsidR="004D4491" w:rsidRDefault="004D4491" w:rsidP="00B16882">
            <w:pPr>
              <w:spacing w:after="0" w:line="240" w:lineRule="auto"/>
              <w:rPr>
                <w:rFonts w:ascii="Arial Narrow" w:hAnsi="Arial Narrow" w:cs="Helvetica"/>
                <w:sz w:val="20"/>
                <w:szCs w:val="20"/>
              </w:rPr>
            </w:pPr>
            <w:r w:rsidRPr="00FB21DD">
              <w:rPr>
                <w:rFonts w:ascii="Arial Narrow" w:hAnsi="Arial Narrow"/>
                <w:b/>
                <w:sz w:val="20"/>
                <w:szCs w:val="20"/>
              </w:rPr>
              <w:t xml:space="preserve">Příslušenství: </w:t>
            </w:r>
            <w:r w:rsidRPr="00FB21DD">
              <w:rPr>
                <w:rFonts w:ascii="Arial Narrow" w:hAnsi="Arial Narrow" w:cs="Helvetica"/>
                <w:sz w:val="20"/>
                <w:szCs w:val="20"/>
              </w:rPr>
              <w:t>klávesnice, myš</w:t>
            </w:r>
          </w:p>
          <w:p w:rsidR="004D4491" w:rsidRPr="00386ED6" w:rsidRDefault="004D4491" w:rsidP="00B16882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75500D">
              <w:rPr>
                <w:rFonts w:ascii="Arial Narrow" w:hAnsi="Arial Narrow"/>
                <w:b/>
                <w:sz w:val="20"/>
                <w:szCs w:val="20"/>
              </w:rPr>
              <w:t>Záruční doba: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2 roky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40.000,-Kč</w:t>
            </w:r>
          </w:p>
        </w:tc>
      </w:tr>
      <w:tr w:rsidR="004D4491" w:rsidRPr="00C32D4D" w:rsidTr="00E66CAC">
        <w:trPr>
          <w:trHeight w:val="688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USB 3.0 HUB</w:t>
            </w:r>
          </w:p>
          <w:p w:rsidR="004D4491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(1x projekt Composite)</w:t>
            </w:r>
          </w:p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 xml:space="preserve">(2x </w:t>
            </w:r>
            <w:r w:rsidRPr="00E95A2A">
              <w:rPr>
                <w:rFonts w:ascii="Arial Narrow" w:hAnsi="Arial Narrow" w:cs="Arial"/>
                <w:lang w:eastAsia="cs-CZ"/>
              </w:rPr>
              <w:t>CZ.1.07/2.2.00/28.0221</w:t>
            </w:r>
            <w:r>
              <w:rPr>
                <w:rFonts w:ascii="Arial Narrow" w:hAnsi="Arial Narrow" w:cs="Arial"/>
                <w:lang w:eastAsia="cs-CZ"/>
              </w:rPr>
              <w:t>)</w:t>
            </w:r>
          </w:p>
        </w:tc>
        <w:tc>
          <w:tcPr>
            <w:tcW w:w="6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FB21DD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čtyřportový s napájením a vypínáním portů</w:t>
            </w:r>
          </w:p>
          <w:p w:rsidR="004D4491" w:rsidRPr="00FB21DD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 xml:space="preserve">- USB 3.0, zpětně kompatibilní s USB </w:t>
            </w:r>
            <w:smartTag w:uri="urn:schemas-microsoft-com:office:smarttags" w:element="metricconverter">
              <w:smartTagPr>
                <w:attr w:name="ProductID" w:val="2.0 a"/>
              </w:smartTagPr>
              <w:r w:rsidRPr="00FB21DD">
                <w:rPr>
                  <w:rFonts w:ascii="Arial Narrow" w:hAnsi="Arial Narrow" w:cs="Arial"/>
                  <w:sz w:val="20"/>
                  <w:szCs w:val="20"/>
                  <w:lang w:eastAsia="cs-CZ"/>
                </w:rPr>
                <w:t>2.0 a</w:t>
              </w:r>
            </w:smartTag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 xml:space="preserve"> 1.1</w:t>
            </w:r>
          </w:p>
          <w:p w:rsidR="004D4491" w:rsidRPr="00FB21DD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každý z portů je možno vypnout/zapnout jednotlivě spínačem</w:t>
            </w:r>
          </w:p>
          <w:p w:rsidR="004D4491" w:rsidRPr="00FB21DD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HUB obsahuje (nebo je přiložen jako příslušenství) vlastní zdroj pro napájení energeticky náročnějších zařízení (např. externí disk)</w:t>
            </w:r>
          </w:p>
          <w:p w:rsidR="004D4491" w:rsidRPr="00FB21DD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cs-CZ"/>
              </w:rPr>
              <w:t>- kaž</w:t>
            </w: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dý s portů má svoji LED kontrolku komunikace a ochranu proti proudovému    přetížení</w:t>
            </w:r>
          </w:p>
          <w:p w:rsidR="004D4491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podporuje hot plug (připojování bez restartu PC)</w:t>
            </w:r>
          </w:p>
          <w:p w:rsidR="004D4491" w:rsidRPr="00386ED6" w:rsidRDefault="004D4491" w:rsidP="00E66CAC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75500D">
              <w:rPr>
                <w:rFonts w:ascii="Arial Narrow" w:hAnsi="Arial Narrow"/>
                <w:b/>
                <w:sz w:val="20"/>
                <w:szCs w:val="20"/>
              </w:rPr>
              <w:t>Záruční doba: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2 roky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3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předpokládaná  cena celkem: 3600,-</w:t>
            </w:r>
          </w:p>
        </w:tc>
      </w:tr>
      <w:tr w:rsidR="004D4491" w:rsidRPr="00C32D4D" w:rsidTr="00E66CAC">
        <w:trPr>
          <w:trHeight w:val="51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USB klávesnice s nízkým profilem</w:t>
            </w:r>
          </w:p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 xml:space="preserve">(projekt Composite) 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FB21DD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USB klávesnice s nízkým profilem s izolovanými tlačítky zabraňujícímu náhodnému stisknutí sousedních tlačítek</w:t>
            </w:r>
          </w:p>
          <w:p w:rsidR="004D4491" w:rsidRPr="00FB21DD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 samostatný numerický blok vpravo</w:t>
            </w:r>
          </w:p>
          <w:p w:rsidR="004D4491" w:rsidRPr="00FB21DD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>-podpora MS windows7/Vista/XP</w:t>
            </w:r>
          </w:p>
          <w:p w:rsidR="004D4491" w:rsidRDefault="004D4491" w:rsidP="00E66CA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eastAsia="cs-CZ"/>
              </w:rPr>
            </w:pPr>
            <w:r w:rsidRPr="00FB21DD">
              <w:rPr>
                <w:rFonts w:ascii="Arial Narrow" w:hAnsi="Arial Narrow" w:cs="Arial"/>
                <w:sz w:val="20"/>
                <w:szCs w:val="20"/>
                <w:lang w:eastAsia="cs-CZ"/>
              </w:rPr>
              <w:t xml:space="preserve">- CZ popisky kláves </w:t>
            </w:r>
          </w:p>
          <w:p w:rsidR="004D4491" w:rsidRPr="00FB21DD" w:rsidRDefault="004D4491" w:rsidP="00E66CAC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eastAsia="cs-CZ"/>
              </w:rPr>
            </w:pPr>
            <w:r w:rsidRPr="0075500D">
              <w:rPr>
                <w:rFonts w:ascii="Arial Narrow" w:hAnsi="Arial Narrow"/>
                <w:b/>
                <w:sz w:val="20"/>
                <w:szCs w:val="20"/>
              </w:rPr>
              <w:t>Záruční doba: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2 roky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386ED6" w:rsidRDefault="004D4491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380,-</w:t>
            </w:r>
          </w:p>
        </w:tc>
      </w:tr>
    </w:tbl>
    <w:p w:rsidR="004D4491" w:rsidRDefault="004D4491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4D4491" w:rsidRDefault="004D4491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4D4491" w:rsidRDefault="004D4491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  <w:r w:rsidRPr="00417421">
        <w:rPr>
          <w:rFonts w:ascii="Arial Narrow" w:hAnsi="Arial Narrow"/>
          <w:b/>
        </w:rPr>
        <w:t xml:space="preserve">PŘÍLOHA Č. </w:t>
      </w:r>
      <w:r>
        <w:rPr>
          <w:rFonts w:ascii="Arial Narrow" w:hAnsi="Arial Narrow"/>
          <w:b/>
        </w:rPr>
        <w:t>2 KUPNÍ SMLOUVY -</w:t>
      </w:r>
      <w:r w:rsidRPr="0041742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POLOŽKOVÝ ROZPOČET</w:t>
      </w:r>
    </w:p>
    <w:tbl>
      <w:tblPr>
        <w:tblW w:w="1419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615"/>
        <w:gridCol w:w="1395"/>
        <w:gridCol w:w="1800"/>
        <w:gridCol w:w="2320"/>
        <w:gridCol w:w="5060"/>
      </w:tblGrid>
      <w:tr w:rsidR="004D4491" w:rsidRPr="00C32D4D" w:rsidTr="00661658">
        <w:trPr>
          <w:trHeight w:val="55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D4491" w:rsidRPr="00C72FC6" w:rsidRDefault="004D4491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Název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D4491" w:rsidRPr="00C72FC6" w:rsidRDefault="004D4491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počet kusů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D4491" w:rsidRPr="00C72FC6" w:rsidRDefault="004D4491" w:rsidP="00C72FC6">
            <w:pPr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 xml:space="preserve">cena/kus        </w:t>
            </w:r>
            <w:r>
              <w:rPr>
                <w:rFonts w:ascii="Arial Narrow" w:hAnsi="Arial Narrow" w:cs="Arial"/>
                <w:lang w:eastAsia="cs-CZ"/>
              </w:rPr>
              <w:t xml:space="preserve">          </w:t>
            </w:r>
            <w:r w:rsidRPr="00C72FC6">
              <w:rPr>
                <w:rFonts w:ascii="Arial Narrow" w:hAnsi="Arial Narrow" w:cs="Arial"/>
                <w:lang w:eastAsia="cs-CZ"/>
              </w:rPr>
              <w:t xml:space="preserve"> vč. DPH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4D4491" w:rsidRPr="00C72FC6" w:rsidRDefault="004D4491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cena celkem</w:t>
            </w:r>
          </w:p>
          <w:p w:rsidR="004D4491" w:rsidRPr="00C72FC6" w:rsidRDefault="004D4491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vč. DPH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D4491" w:rsidRPr="00C72FC6" w:rsidRDefault="004D4491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29042B">
              <w:rPr>
                <w:rFonts w:ascii="Arial Narrow" w:hAnsi="Arial Narrow" w:cs="Arial"/>
                <w:lang w:eastAsia="cs-CZ"/>
              </w:rPr>
              <w:t>typ, značka, popis</w:t>
            </w:r>
          </w:p>
        </w:tc>
      </w:tr>
      <w:tr w:rsidR="004D4491" w:rsidRPr="00C32D4D" w:rsidTr="00B85A55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>Tablet (iOS)</w:t>
            </w:r>
          </w:p>
          <w:p w:rsidR="004D4491" w:rsidRPr="004F1236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</w:t>
            </w:r>
            <w:r w:rsidRPr="00E95A2A">
              <w:rPr>
                <w:rFonts w:ascii="Arial Narrow" w:hAnsi="Arial Narrow" w:cs="Arial"/>
                <w:lang w:eastAsia="cs-CZ"/>
              </w:rPr>
              <w:t>CZ.1.07/2.2.00/28.0221</w:t>
            </w:r>
            <w:r>
              <w:rPr>
                <w:rFonts w:ascii="Arial Narrow" w:hAnsi="Arial Narrow" w:cs="Arial"/>
                <w:lang w:eastAsia="cs-CZ"/>
              </w:rPr>
              <w:t>)</w:t>
            </w: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4D4491" w:rsidRPr="00C32D4D" w:rsidTr="00B85A55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>Tablet (android)</w:t>
            </w:r>
          </w:p>
          <w:p w:rsidR="004D4491" w:rsidRPr="004F1236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</w:t>
            </w:r>
            <w:r w:rsidRPr="00E95A2A">
              <w:rPr>
                <w:rFonts w:ascii="Arial Narrow" w:hAnsi="Arial Narrow" w:cs="Arial"/>
                <w:lang w:eastAsia="cs-CZ"/>
              </w:rPr>
              <w:t>CZ.1.07/2.2.00/28.0221</w:t>
            </w:r>
            <w:r>
              <w:rPr>
                <w:rFonts w:ascii="Arial Narrow" w:hAnsi="Arial Narrow" w:cs="Arial"/>
                <w:lang w:eastAsia="cs-CZ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4D4491" w:rsidRPr="00C32D4D" w:rsidTr="00B85A55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>numerická klávesnice</w:t>
            </w:r>
          </w:p>
          <w:p w:rsidR="004D4491" w:rsidRPr="004F1236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</w:t>
            </w:r>
            <w:r w:rsidRPr="00E95A2A">
              <w:rPr>
                <w:rFonts w:ascii="Arial Narrow" w:hAnsi="Arial Narrow" w:cs="Arial"/>
                <w:lang w:eastAsia="cs-CZ"/>
              </w:rPr>
              <w:t>CZ.1.07/2.2.00/28.0221</w:t>
            </w:r>
            <w:r>
              <w:rPr>
                <w:rFonts w:ascii="Arial Narrow" w:hAnsi="Arial Narrow" w:cs="Arial"/>
                <w:lang w:eastAsia="cs-CZ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4D4491" w:rsidRPr="00C32D4D" w:rsidTr="00B85A55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>replikátor USB</w:t>
            </w:r>
          </w:p>
          <w:p w:rsidR="004D4491" w:rsidRPr="004F1236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</w:t>
            </w:r>
            <w:r w:rsidRPr="00E95A2A">
              <w:rPr>
                <w:rFonts w:ascii="Arial Narrow" w:hAnsi="Arial Narrow" w:cs="Arial"/>
                <w:lang w:eastAsia="cs-CZ"/>
              </w:rPr>
              <w:t>CZ.1.07/2.2.00/28.0221</w:t>
            </w:r>
            <w:r>
              <w:rPr>
                <w:rFonts w:ascii="Arial Narrow" w:hAnsi="Arial Narrow" w:cs="Arial"/>
                <w:lang w:eastAsia="cs-CZ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4D4491" w:rsidRPr="00C32D4D" w:rsidTr="00B85A55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>kabel USB - SATA</w:t>
            </w:r>
          </w:p>
          <w:p w:rsidR="004D4491" w:rsidRPr="004F1236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</w:t>
            </w:r>
            <w:r w:rsidRPr="00E95A2A">
              <w:rPr>
                <w:rFonts w:ascii="Arial Narrow" w:hAnsi="Arial Narrow" w:cs="Arial"/>
                <w:lang w:eastAsia="cs-CZ"/>
              </w:rPr>
              <w:t>CZ.1.07/2.2.00/28.0221</w:t>
            </w:r>
            <w:r>
              <w:rPr>
                <w:rFonts w:ascii="Arial Narrow" w:hAnsi="Arial Narrow" w:cs="Arial"/>
                <w:lang w:eastAsia="cs-CZ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4D4491" w:rsidRPr="00C32D4D" w:rsidTr="00B85A55">
        <w:trPr>
          <w:trHeight w:val="397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4F1236" w:rsidRDefault="004D4491" w:rsidP="004F123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>notebook s vyměnitelnou mechanikou za sekundární baterii</w:t>
            </w:r>
          </w:p>
          <w:p w:rsidR="004D4491" w:rsidRPr="00386ED6" w:rsidRDefault="004D4491" w:rsidP="004F123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 xml:space="preserve"> </w:t>
            </w:r>
            <w:r>
              <w:rPr>
                <w:rFonts w:ascii="Arial Narrow" w:hAnsi="Arial Narrow" w:cs="Arial"/>
                <w:lang w:eastAsia="cs-CZ"/>
              </w:rPr>
              <w:t>(fakulta)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4D4491" w:rsidRPr="00C32D4D" w:rsidTr="00B85A55">
        <w:trPr>
          <w:trHeight w:val="397"/>
        </w:trPr>
        <w:tc>
          <w:tcPr>
            <w:tcW w:w="36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D4491" w:rsidRPr="004F1236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>Počítač all - in - one</w:t>
            </w:r>
          </w:p>
          <w:p w:rsidR="004D4491" w:rsidRPr="00386ED6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</w:t>
            </w:r>
            <w:r w:rsidRPr="00E95A2A">
              <w:rPr>
                <w:rFonts w:ascii="Arial Narrow" w:hAnsi="Arial Narrow" w:cs="Arial"/>
                <w:lang w:eastAsia="cs-CZ"/>
              </w:rPr>
              <w:t>CZ.1.07/2.2.00/28.0221</w:t>
            </w:r>
            <w:r>
              <w:rPr>
                <w:rFonts w:ascii="Arial Narrow" w:hAnsi="Arial Narrow" w:cs="Arial"/>
                <w:lang w:eastAsia="cs-CZ"/>
              </w:rPr>
              <w:t>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4D4491" w:rsidRPr="00C32D4D" w:rsidTr="00B85A55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491" w:rsidRPr="004F1236" w:rsidRDefault="004D4491" w:rsidP="00E95A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>USB 3.0 HUB</w:t>
            </w:r>
          </w:p>
          <w:p w:rsidR="004D4491" w:rsidRDefault="004D4491" w:rsidP="004F123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(1x projekt Composite)</w:t>
            </w:r>
          </w:p>
          <w:p w:rsidR="004D4491" w:rsidRPr="00386ED6" w:rsidRDefault="004D4491" w:rsidP="004F123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 xml:space="preserve">(2x </w:t>
            </w:r>
            <w:r w:rsidRPr="00E95A2A">
              <w:rPr>
                <w:rFonts w:ascii="Arial Narrow" w:hAnsi="Arial Narrow" w:cs="Arial"/>
                <w:lang w:eastAsia="cs-CZ"/>
              </w:rPr>
              <w:t>CZ.1.07/2.2.00/28.0221</w:t>
            </w:r>
            <w:r>
              <w:rPr>
                <w:rFonts w:ascii="Arial Narrow" w:hAnsi="Arial Narrow" w:cs="Arial"/>
                <w:lang w:eastAsia="cs-CZ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491" w:rsidRPr="00C72FC6" w:rsidRDefault="004D4491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4D4491" w:rsidRPr="00C32D4D" w:rsidTr="00B85A55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4F123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eastAsia="cs-CZ"/>
              </w:rPr>
            </w:pPr>
            <w:r w:rsidRPr="004F1236">
              <w:rPr>
                <w:rFonts w:ascii="Arial Narrow" w:hAnsi="Arial Narrow" w:cs="Arial"/>
                <w:b/>
                <w:lang w:eastAsia="cs-CZ"/>
              </w:rPr>
              <w:t>USB klávesnice s nízkým profilem</w:t>
            </w:r>
          </w:p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 xml:space="preserve">(projekt Composite)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4491" w:rsidRPr="00386ED6" w:rsidRDefault="004D4491" w:rsidP="007A0049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491" w:rsidRPr="00C72FC6" w:rsidRDefault="004D4491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</w:tbl>
    <w:p w:rsidR="004D4491" w:rsidRDefault="004D4491" w:rsidP="00C32D4D">
      <w:pPr>
        <w:tabs>
          <w:tab w:val="center" w:pos="4500"/>
        </w:tabs>
        <w:jc w:val="center"/>
        <w:outlineLvl w:val="0"/>
      </w:pPr>
    </w:p>
    <w:sectPr w:rsidR="004D4491" w:rsidSect="009945B3">
      <w:pgSz w:w="16838" w:h="11906" w:orient="landscape"/>
      <w:pgMar w:top="1418" w:right="1418" w:bottom="1418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491" w:rsidRDefault="004D4491">
      <w:r>
        <w:separator/>
      </w:r>
    </w:p>
  </w:endnote>
  <w:endnote w:type="continuationSeparator" w:id="0">
    <w:p w:rsidR="004D4491" w:rsidRDefault="004D4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91" w:rsidRPr="00445FA0" w:rsidRDefault="004D4491" w:rsidP="00722438">
    <w:pPr>
      <w:pStyle w:val="NormalWeb"/>
      <w:jc w:val="center"/>
      <w:rPr>
        <w:rFonts w:ascii="Arial Narrow" w:hAnsi="Arial Narrow"/>
        <w:b/>
      </w:rPr>
    </w:pPr>
    <w:r>
      <w:rPr>
        <w:rFonts w:ascii="Arial Narrow" w:hAnsi="Arial Narrow"/>
      </w:rPr>
      <w:t>Veřejná zakázka</w:t>
    </w:r>
    <w:r w:rsidRPr="00DD02C1">
      <w:rPr>
        <w:rFonts w:ascii="Arial Narrow" w:hAnsi="Arial Narrow"/>
        <w:b/>
        <w:bCs/>
        <w:color w:val="auto"/>
        <w:sz w:val="22"/>
        <w:szCs w:val="22"/>
      </w:rPr>
      <w:t xml:space="preserve"> </w:t>
    </w:r>
    <w:r w:rsidRPr="00722438">
      <w:rPr>
        <w:rFonts w:ascii="Arial Narrow" w:hAnsi="Arial Narrow"/>
        <w:b/>
        <w:bCs/>
      </w:rPr>
      <w:t>IT technika pro projekty</w:t>
    </w:r>
    <w:r>
      <w:rPr>
        <w:rFonts w:ascii="Arial Narrow" w:hAnsi="Arial Narrow"/>
        <w:b/>
      </w:rPr>
      <w:t xml:space="preserve">, </w:t>
    </w:r>
    <w:r>
      <w:rPr>
        <w:rFonts w:ascii="Arial Narrow" w:hAnsi="Arial Narrow"/>
      </w:rPr>
      <w:t>reg.č. projektu</w:t>
    </w:r>
    <w:r w:rsidRPr="00445FA0">
      <w:rPr>
        <w:rFonts w:ascii="Arial Narrow" w:hAnsi="Arial Narrow"/>
      </w:rPr>
      <w:t>:</w:t>
    </w:r>
    <w:r>
      <w:rPr>
        <w:rFonts w:ascii="Arial Narrow" w:hAnsi="Arial Narrow"/>
        <w:b/>
      </w:rPr>
      <w:t xml:space="preserve"> </w:t>
    </w:r>
    <w:r w:rsidRPr="003715FE">
      <w:rPr>
        <w:rFonts w:ascii="Arial Narrow" w:hAnsi="Arial Narrow"/>
        <w:b/>
      </w:rPr>
      <w:t>CZ.1.07/2.2.00/28.0221</w:t>
    </w:r>
    <w:r>
      <w:rPr>
        <w:rFonts w:ascii="Arial Narrow" w:hAnsi="Arial Narrow"/>
        <w:b/>
      </w:rPr>
      <w:t xml:space="preserve">, </w:t>
    </w:r>
    <w:r w:rsidRPr="00445FA0">
      <w:rPr>
        <w:rFonts w:ascii="Arial Narrow" w:hAnsi="Arial Narrow"/>
      </w:rPr>
      <w:t>názv</w:t>
    </w:r>
    <w:r>
      <w:rPr>
        <w:rFonts w:ascii="Arial Narrow" w:hAnsi="Arial Narrow"/>
      </w:rPr>
      <w:t>y</w:t>
    </w:r>
    <w:r w:rsidRPr="00445FA0">
      <w:rPr>
        <w:rFonts w:ascii="Arial Narrow" w:hAnsi="Arial Narrow"/>
      </w:rPr>
      <w:t xml:space="preserve">: </w:t>
    </w:r>
    <w:r w:rsidRPr="00445FA0">
      <w:rPr>
        <w:rFonts w:ascii="Arial Narrow" w:hAnsi="Arial Narrow"/>
        <w:b/>
      </w:rPr>
      <w:t>Inovace a modernizace studijních oborů FSpS</w:t>
    </w:r>
    <w:r>
      <w:rPr>
        <w:rFonts w:ascii="Arial Narrow" w:hAnsi="Arial Narrow"/>
        <w:b/>
      </w:rPr>
      <w:t xml:space="preserve"> </w:t>
    </w:r>
    <w:r w:rsidRPr="00EB5090">
      <w:rPr>
        <w:rFonts w:ascii="Arial Narrow" w:hAnsi="Arial Narrow"/>
      </w:rPr>
      <w:t>a</w:t>
    </w:r>
    <w:r>
      <w:rPr>
        <w:rFonts w:ascii="Arial Narrow" w:hAnsi="Arial Narrow"/>
        <w:b/>
      </w:rPr>
      <w:t xml:space="preserve"> Composite</w:t>
    </w:r>
  </w:p>
  <w:p w:rsidR="004D4491" w:rsidRDefault="004D44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491" w:rsidRDefault="004D4491">
      <w:r>
        <w:separator/>
      </w:r>
    </w:p>
  </w:footnote>
  <w:footnote w:type="continuationSeparator" w:id="0">
    <w:p w:rsidR="004D4491" w:rsidRDefault="004D44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91" w:rsidRDefault="004D4491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C0CB7"/>
    <w:multiLevelType w:val="hybridMultilevel"/>
    <w:tmpl w:val="9976ADC8"/>
    <w:lvl w:ilvl="0" w:tplc="001A2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F8B5F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1F30399"/>
    <w:multiLevelType w:val="multilevel"/>
    <w:tmpl w:val="043A7E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">
    <w:nsid w:val="033665F7"/>
    <w:multiLevelType w:val="multilevel"/>
    <w:tmpl w:val="E2465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197602"/>
    <w:multiLevelType w:val="multilevel"/>
    <w:tmpl w:val="3D7E89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6">
    <w:nsid w:val="0AB162DB"/>
    <w:multiLevelType w:val="hybridMultilevel"/>
    <w:tmpl w:val="265873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D5B036F"/>
    <w:multiLevelType w:val="hybridMultilevel"/>
    <w:tmpl w:val="C1209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430FAC"/>
    <w:multiLevelType w:val="multilevel"/>
    <w:tmpl w:val="3E0A4E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0">
    <w:nsid w:val="13B6679E"/>
    <w:multiLevelType w:val="hybridMultilevel"/>
    <w:tmpl w:val="9B36FBD8"/>
    <w:lvl w:ilvl="0" w:tplc="04050001">
      <w:start w:val="1"/>
      <w:numFmt w:val="bullet"/>
      <w:lvlText w:val=""/>
      <w:lvlJc w:val="left"/>
      <w:pPr>
        <w:tabs>
          <w:tab w:val="num" w:pos="1227"/>
        </w:tabs>
        <w:ind w:left="1227" w:hanging="360"/>
      </w:pPr>
      <w:rPr>
        <w:rFonts w:ascii="Symbol" w:hAnsi="Symbol" w:hint="default"/>
      </w:rPr>
    </w:lvl>
    <w:lvl w:ilvl="1" w:tplc="2A48656A">
      <w:numFmt w:val="bullet"/>
      <w:lvlText w:val="-"/>
      <w:lvlJc w:val="left"/>
      <w:pPr>
        <w:tabs>
          <w:tab w:val="num" w:pos="1947"/>
        </w:tabs>
        <w:ind w:left="1947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11">
    <w:nsid w:val="13F96987"/>
    <w:multiLevelType w:val="hybridMultilevel"/>
    <w:tmpl w:val="3E9428B2"/>
    <w:lvl w:ilvl="0" w:tplc="DABE318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56921AD"/>
    <w:multiLevelType w:val="hybridMultilevel"/>
    <w:tmpl w:val="30242A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563E16"/>
    <w:multiLevelType w:val="hybridMultilevel"/>
    <w:tmpl w:val="07F6C288"/>
    <w:lvl w:ilvl="0" w:tplc="38F0CAFC">
      <w:start w:val="4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307C0F"/>
    <w:multiLevelType w:val="hybridMultilevel"/>
    <w:tmpl w:val="D28841DE"/>
    <w:lvl w:ilvl="0" w:tplc="9BD011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79EEB3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C142F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A869CF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54EF8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30C386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20B6698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9CA89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17455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D807869"/>
    <w:multiLevelType w:val="hybridMultilevel"/>
    <w:tmpl w:val="353A701C"/>
    <w:lvl w:ilvl="0" w:tplc="0405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6775C8"/>
    <w:multiLevelType w:val="multilevel"/>
    <w:tmpl w:val="97448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  <w:rPr>
        <w:rFonts w:cs="Times New Roman" w:hint="default"/>
      </w:rPr>
    </w:lvl>
  </w:abstractNum>
  <w:abstractNum w:abstractNumId="17">
    <w:nsid w:val="1FC3317A"/>
    <w:multiLevelType w:val="hybridMultilevel"/>
    <w:tmpl w:val="10A2941E"/>
    <w:lvl w:ilvl="0" w:tplc="A7329D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F11076"/>
    <w:multiLevelType w:val="multilevel"/>
    <w:tmpl w:val="7F1011D4"/>
    <w:lvl w:ilvl="0">
      <w:start w:val="6"/>
      <w:numFmt w:val="decimal"/>
      <w:lvlText w:val="%1."/>
      <w:lvlJc w:val="left"/>
      <w:pPr>
        <w:tabs>
          <w:tab w:val="num" w:pos="822"/>
        </w:tabs>
        <w:ind w:left="822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542"/>
        </w:tabs>
        <w:ind w:left="125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2"/>
        </w:tabs>
        <w:ind w:left="1686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82"/>
        </w:tabs>
        <w:ind w:left="219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2"/>
        </w:tabs>
        <w:ind w:left="269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62"/>
        </w:tabs>
        <w:ind w:left="319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82"/>
        </w:tabs>
        <w:ind w:left="370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2"/>
        </w:tabs>
        <w:ind w:left="420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62"/>
        </w:tabs>
        <w:ind w:left="4782" w:hanging="1440"/>
      </w:pPr>
      <w:rPr>
        <w:rFonts w:cs="Times New Roman" w:hint="default"/>
      </w:rPr>
    </w:lvl>
  </w:abstractNum>
  <w:abstractNum w:abstractNumId="19">
    <w:nsid w:val="219878BB"/>
    <w:multiLevelType w:val="multilevel"/>
    <w:tmpl w:val="4416794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>
    <w:nsid w:val="238A1B83"/>
    <w:multiLevelType w:val="multilevel"/>
    <w:tmpl w:val="611E517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1">
    <w:nsid w:val="2B7B5027"/>
    <w:multiLevelType w:val="multilevel"/>
    <w:tmpl w:val="C0DA1A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2">
    <w:nsid w:val="2F132944"/>
    <w:multiLevelType w:val="multilevel"/>
    <w:tmpl w:val="AF90C4E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>
    <w:nsid w:val="329E23F1"/>
    <w:multiLevelType w:val="hybridMultilevel"/>
    <w:tmpl w:val="2BC8098E"/>
    <w:lvl w:ilvl="0" w:tplc="A7329DA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35750F2E"/>
    <w:multiLevelType w:val="hybridMultilevel"/>
    <w:tmpl w:val="ED6E4CF4"/>
    <w:lvl w:ilvl="0" w:tplc="6AA6E7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8569FD"/>
    <w:multiLevelType w:val="hybridMultilevel"/>
    <w:tmpl w:val="97424E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73D5212"/>
    <w:multiLevelType w:val="hybridMultilevel"/>
    <w:tmpl w:val="43CC6592"/>
    <w:lvl w:ilvl="0" w:tplc="04050001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37A4474E"/>
    <w:multiLevelType w:val="multilevel"/>
    <w:tmpl w:val="974489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8">
    <w:nsid w:val="38694888"/>
    <w:multiLevelType w:val="multilevel"/>
    <w:tmpl w:val="C8AC27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9">
    <w:nsid w:val="3AA351D7"/>
    <w:multiLevelType w:val="hybridMultilevel"/>
    <w:tmpl w:val="88C69CAE"/>
    <w:lvl w:ilvl="0" w:tplc="040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802C06"/>
    <w:multiLevelType w:val="hybridMultilevel"/>
    <w:tmpl w:val="4B52F032"/>
    <w:lvl w:ilvl="0" w:tplc="0405000F">
      <w:start w:val="1"/>
      <w:numFmt w:val="bullet"/>
      <w:lvlText w:val=""/>
      <w:lvlJc w:val="left"/>
      <w:pPr>
        <w:tabs>
          <w:tab w:val="num" w:pos="764"/>
        </w:tabs>
        <w:ind w:left="764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84"/>
        </w:tabs>
        <w:ind w:left="1484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44"/>
        </w:tabs>
        <w:ind w:left="3644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64"/>
        </w:tabs>
        <w:ind w:left="436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84"/>
        </w:tabs>
        <w:ind w:left="508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804"/>
        </w:tabs>
        <w:ind w:left="5804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24"/>
        </w:tabs>
        <w:ind w:left="6524" w:hanging="360"/>
      </w:pPr>
      <w:rPr>
        <w:rFonts w:ascii="Wingdings" w:hAnsi="Wingdings" w:hint="default"/>
      </w:rPr>
    </w:lvl>
  </w:abstractNum>
  <w:abstractNum w:abstractNumId="31">
    <w:nsid w:val="3C887F22"/>
    <w:multiLevelType w:val="multilevel"/>
    <w:tmpl w:val="2D6C11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2">
    <w:nsid w:val="3E3E0702"/>
    <w:multiLevelType w:val="hybridMultilevel"/>
    <w:tmpl w:val="1EEA5F8A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F6679F0"/>
    <w:multiLevelType w:val="multilevel"/>
    <w:tmpl w:val="8FDA3A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4">
    <w:nsid w:val="434C7139"/>
    <w:multiLevelType w:val="hybridMultilevel"/>
    <w:tmpl w:val="D71CC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3C40C7"/>
    <w:multiLevelType w:val="hybridMultilevel"/>
    <w:tmpl w:val="9B6AA2C6"/>
    <w:lvl w:ilvl="0" w:tplc="8710E5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B454DA2"/>
    <w:multiLevelType w:val="hybridMultilevel"/>
    <w:tmpl w:val="96A81C8C"/>
    <w:lvl w:ilvl="0" w:tplc="CDC6BB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D4479CE"/>
    <w:multiLevelType w:val="hybridMultilevel"/>
    <w:tmpl w:val="3D60F932"/>
    <w:lvl w:ilvl="0" w:tplc="04050003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8">
    <w:nsid w:val="4E4D2551"/>
    <w:multiLevelType w:val="hybridMultilevel"/>
    <w:tmpl w:val="9208A1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4BA254C"/>
    <w:multiLevelType w:val="multilevel"/>
    <w:tmpl w:val="9B6AA2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51D0C2F"/>
    <w:multiLevelType w:val="multilevel"/>
    <w:tmpl w:val="4CF266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1">
    <w:nsid w:val="559502EC"/>
    <w:multiLevelType w:val="multilevel"/>
    <w:tmpl w:val="043A7E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2">
    <w:nsid w:val="569B4765"/>
    <w:multiLevelType w:val="hybridMultilevel"/>
    <w:tmpl w:val="73724FEE"/>
    <w:lvl w:ilvl="0" w:tplc="04050001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3">
    <w:nsid w:val="58045BD3"/>
    <w:multiLevelType w:val="hybridMultilevel"/>
    <w:tmpl w:val="CCD8FD4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5A40097D"/>
    <w:multiLevelType w:val="hybridMultilevel"/>
    <w:tmpl w:val="F6EC75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D890B11"/>
    <w:multiLevelType w:val="hybridMultilevel"/>
    <w:tmpl w:val="F4B2FC2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F504681"/>
    <w:multiLevelType w:val="multilevel"/>
    <w:tmpl w:val="FF643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11943F6"/>
    <w:multiLevelType w:val="multilevel"/>
    <w:tmpl w:val="29C61BF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8">
    <w:nsid w:val="620E6C1A"/>
    <w:multiLevelType w:val="multilevel"/>
    <w:tmpl w:val="080C09D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9">
    <w:nsid w:val="643627C1"/>
    <w:multiLevelType w:val="hybridMultilevel"/>
    <w:tmpl w:val="1C8EBBD8"/>
    <w:lvl w:ilvl="0" w:tplc="A7329DA4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0">
    <w:nsid w:val="69081B17"/>
    <w:multiLevelType w:val="hybridMultilevel"/>
    <w:tmpl w:val="DCD0D7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BE91395"/>
    <w:multiLevelType w:val="multilevel"/>
    <w:tmpl w:val="E9E47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52">
    <w:nsid w:val="7A817540"/>
    <w:multiLevelType w:val="multilevel"/>
    <w:tmpl w:val="70E46B6E"/>
    <w:lvl w:ilvl="0">
      <w:start w:val="1"/>
      <w:numFmt w:val="decimal"/>
      <w:pStyle w:val="Styl1"/>
      <w:lvlText w:val="%1."/>
      <w:lvlJc w:val="left"/>
      <w:pPr>
        <w:tabs>
          <w:tab w:val="num" w:pos="1363"/>
        </w:tabs>
        <w:ind w:left="1363" w:hanging="360"/>
      </w:pPr>
      <w:rPr>
        <w:rFonts w:cs="Times New Roman"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1795"/>
        </w:tabs>
        <w:ind w:left="179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43"/>
        </w:tabs>
        <w:ind w:left="22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3"/>
        </w:tabs>
        <w:ind w:left="27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3"/>
        </w:tabs>
        <w:ind w:left="32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3"/>
        </w:tabs>
        <w:ind w:left="37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3"/>
        </w:tabs>
        <w:ind w:left="42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3"/>
        </w:tabs>
        <w:ind w:left="47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3"/>
        </w:tabs>
        <w:ind w:left="5323" w:hanging="1440"/>
      </w:pPr>
      <w:rPr>
        <w:rFonts w:cs="Times New Roman" w:hint="default"/>
      </w:rPr>
    </w:lvl>
  </w:abstractNum>
  <w:num w:numId="1">
    <w:abstractNumId w:val="52"/>
  </w:num>
  <w:num w:numId="2">
    <w:abstractNumId w:val="26"/>
  </w:num>
  <w:num w:numId="3">
    <w:abstractNumId w:val="49"/>
  </w:num>
  <w:num w:numId="4">
    <w:abstractNumId w:val="17"/>
  </w:num>
  <w:num w:numId="5">
    <w:abstractNumId w:val="15"/>
  </w:num>
  <w:num w:numId="6">
    <w:abstractNumId w:val="14"/>
  </w:num>
  <w:num w:numId="7">
    <w:abstractNumId w:val="30"/>
  </w:num>
  <w:num w:numId="8">
    <w:abstractNumId w:val="42"/>
  </w:num>
  <w:num w:numId="9">
    <w:abstractNumId w:val="10"/>
  </w:num>
  <w:num w:numId="10">
    <w:abstractNumId w:val="29"/>
  </w:num>
  <w:num w:numId="11">
    <w:abstractNumId w:val="3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12"/>
  </w:num>
  <w:num w:numId="15">
    <w:abstractNumId w:val="23"/>
  </w:num>
  <w:num w:numId="16">
    <w:abstractNumId w:val="11"/>
  </w:num>
  <w:num w:numId="17">
    <w:abstractNumId w:val="6"/>
  </w:num>
  <w:num w:numId="18">
    <w:abstractNumId w:val="51"/>
  </w:num>
  <w:num w:numId="19">
    <w:abstractNumId w:val="31"/>
  </w:num>
  <w:num w:numId="20">
    <w:abstractNumId w:val="41"/>
  </w:num>
  <w:num w:numId="21">
    <w:abstractNumId w:val="33"/>
  </w:num>
  <w:num w:numId="22">
    <w:abstractNumId w:val="3"/>
  </w:num>
  <w:num w:numId="23">
    <w:abstractNumId w:val="21"/>
  </w:num>
  <w:num w:numId="24">
    <w:abstractNumId w:val="5"/>
  </w:num>
  <w:num w:numId="25">
    <w:abstractNumId w:val="28"/>
  </w:num>
  <w:num w:numId="26">
    <w:abstractNumId w:val="48"/>
  </w:num>
  <w:num w:numId="27">
    <w:abstractNumId w:val="40"/>
  </w:num>
  <w:num w:numId="28">
    <w:abstractNumId w:val="27"/>
  </w:num>
  <w:num w:numId="29">
    <w:abstractNumId w:val="18"/>
  </w:num>
  <w:num w:numId="30">
    <w:abstractNumId w:val="16"/>
  </w:num>
  <w:num w:numId="31">
    <w:abstractNumId w:val="20"/>
  </w:num>
  <w:num w:numId="32">
    <w:abstractNumId w:val="19"/>
  </w:num>
  <w:num w:numId="33">
    <w:abstractNumId w:val="47"/>
  </w:num>
  <w:num w:numId="34">
    <w:abstractNumId w:val="9"/>
  </w:num>
  <w:num w:numId="35">
    <w:abstractNumId w:val="22"/>
  </w:num>
  <w:num w:numId="36">
    <w:abstractNumId w:val="50"/>
  </w:num>
  <w:num w:numId="37">
    <w:abstractNumId w:val="25"/>
  </w:num>
  <w:num w:numId="38">
    <w:abstractNumId w:val="44"/>
  </w:num>
  <w:num w:numId="39">
    <w:abstractNumId w:val="24"/>
  </w:num>
  <w:num w:numId="40">
    <w:abstractNumId w:val="36"/>
  </w:num>
  <w:num w:numId="41">
    <w:abstractNumId w:val="35"/>
  </w:num>
  <w:num w:numId="42">
    <w:abstractNumId w:val="39"/>
  </w:num>
  <w:num w:numId="43">
    <w:abstractNumId w:val="13"/>
  </w:num>
  <w:num w:numId="44">
    <w:abstractNumId w:val="1"/>
  </w:num>
  <w:num w:numId="45">
    <w:abstractNumId w:val="8"/>
  </w:num>
  <w:num w:numId="46">
    <w:abstractNumId w:val="43"/>
  </w:num>
  <w:num w:numId="47">
    <w:abstractNumId w:val="2"/>
  </w:num>
  <w:num w:numId="48">
    <w:abstractNumId w:val="38"/>
  </w:num>
  <w:num w:numId="49">
    <w:abstractNumId w:val="45"/>
  </w:num>
  <w:num w:numId="50">
    <w:abstractNumId w:val="34"/>
  </w:num>
  <w:num w:numId="51">
    <w:abstractNumId w:val="7"/>
  </w:num>
  <w:num w:numId="52">
    <w:abstractNumId w:val="0"/>
  </w:num>
  <w:num w:numId="53">
    <w:abstractNumId w:val="4"/>
  </w:num>
  <w:num w:numId="54">
    <w:abstractNumId w:val="46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E45"/>
    <w:rsid w:val="0000253E"/>
    <w:rsid w:val="00005B83"/>
    <w:rsid w:val="00012F2A"/>
    <w:rsid w:val="00014040"/>
    <w:rsid w:val="000174CD"/>
    <w:rsid w:val="00017D58"/>
    <w:rsid w:val="00021E00"/>
    <w:rsid w:val="000263A3"/>
    <w:rsid w:val="000302E3"/>
    <w:rsid w:val="000307A2"/>
    <w:rsid w:val="00030E27"/>
    <w:rsid w:val="00035938"/>
    <w:rsid w:val="00036A81"/>
    <w:rsid w:val="00037919"/>
    <w:rsid w:val="00041D7E"/>
    <w:rsid w:val="00042A49"/>
    <w:rsid w:val="00042F4E"/>
    <w:rsid w:val="00045AA3"/>
    <w:rsid w:val="00047CBA"/>
    <w:rsid w:val="00047FE9"/>
    <w:rsid w:val="000500EE"/>
    <w:rsid w:val="00050974"/>
    <w:rsid w:val="00052635"/>
    <w:rsid w:val="00053FAA"/>
    <w:rsid w:val="000572CF"/>
    <w:rsid w:val="00062B36"/>
    <w:rsid w:val="00063168"/>
    <w:rsid w:val="0006420D"/>
    <w:rsid w:val="000647E3"/>
    <w:rsid w:val="000656AB"/>
    <w:rsid w:val="00066D0D"/>
    <w:rsid w:val="00067C19"/>
    <w:rsid w:val="00071D08"/>
    <w:rsid w:val="00072242"/>
    <w:rsid w:val="0007604D"/>
    <w:rsid w:val="00080630"/>
    <w:rsid w:val="000811A2"/>
    <w:rsid w:val="00082215"/>
    <w:rsid w:val="000829E5"/>
    <w:rsid w:val="000855E8"/>
    <w:rsid w:val="00085664"/>
    <w:rsid w:val="000A059C"/>
    <w:rsid w:val="000A2797"/>
    <w:rsid w:val="000A4D1D"/>
    <w:rsid w:val="000A598F"/>
    <w:rsid w:val="000A78E7"/>
    <w:rsid w:val="000B23C1"/>
    <w:rsid w:val="000B3A65"/>
    <w:rsid w:val="000B4938"/>
    <w:rsid w:val="000B50FF"/>
    <w:rsid w:val="000B5A89"/>
    <w:rsid w:val="000C00AE"/>
    <w:rsid w:val="000C0C4D"/>
    <w:rsid w:val="000C214B"/>
    <w:rsid w:val="000C27AF"/>
    <w:rsid w:val="000C64BA"/>
    <w:rsid w:val="000C6874"/>
    <w:rsid w:val="000D009E"/>
    <w:rsid w:val="000D11E6"/>
    <w:rsid w:val="000D46E0"/>
    <w:rsid w:val="000D7068"/>
    <w:rsid w:val="000E373E"/>
    <w:rsid w:val="000E3F24"/>
    <w:rsid w:val="000E4CB1"/>
    <w:rsid w:val="000E691F"/>
    <w:rsid w:val="000E7806"/>
    <w:rsid w:val="000F0A02"/>
    <w:rsid w:val="000F292D"/>
    <w:rsid w:val="000F3BC7"/>
    <w:rsid w:val="000F49EA"/>
    <w:rsid w:val="000F74FC"/>
    <w:rsid w:val="00104256"/>
    <w:rsid w:val="00112EA5"/>
    <w:rsid w:val="001150C8"/>
    <w:rsid w:val="0012012B"/>
    <w:rsid w:val="001218C7"/>
    <w:rsid w:val="0012428E"/>
    <w:rsid w:val="00126784"/>
    <w:rsid w:val="00134DEA"/>
    <w:rsid w:val="00137536"/>
    <w:rsid w:val="00141577"/>
    <w:rsid w:val="00141968"/>
    <w:rsid w:val="001424A7"/>
    <w:rsid w:val="001426D3"/>
    <w:rsid w:val="00144AAC"/>
    <w:rsid w:val="001473AA"/>
    <w:rsid w:val="00150B7F"/>
    <w:rsid w:val="00153847"/>
    <w:rsid w:val="00155470"/>
    <w:rsid w:val="001604A1"/>
    <w:rsid w:val="00160A31"/>
    <w:rsid w:val="00163852"/>
    <w:rsid w:val="00172D3C"/>
    <w:rsid w:val="00173858"/>
    <w:rsid w:val="001769D8"/>
    <w:rsid w:val="00177FE0"/>
    <w:rsid w:val="001827C3"/>
    <w:rsid w:val="00187196"/>
    <w:rsid w:val="0019043E"/>
    <w:rsid w:val="00192871"/>
    <w:rsid w:val="00195ECA"/>
    <w:rsid w:val="00196CC4"/>
    <w:rsid w:val="001A1F26"/>
    <w:rsid w:val="001A5801"/>
    <w:rsid w:val="001A64A2"/>
    <w:rsid w:val="001A7929"/>
    <w:rsid w:val="001B4B06"/>
    <w:rsid w:val="001B762F"/>
    <w:rsid w:val="001C0CE5"/>
    <w:rsid w:val="001C10B9"/>
    <w:rsid w:val="001C6099"/>
    <w:rsid w:val="001D32E6"/>
    <w:rsid w:val="001D53D1"/>
    <w:rsid w:val="001D5C34"/>
    <w:rsid w:val="001D6527"/>
    <w:rsid w:val="001E1DD2"/>
    <w:rsid w:val="001E3423"/>
    <w:rsid w:val="001E359A"/>
    <w:rsid w:val="001E4722"/>
    <w:rsid w:val="001E5FBF"/>
    <w:rsid w:val="001F17B5"/>
    <w:rsid w:val="001F2FB6"/>
    <w:rsid w:val="001F5044"/>
    <w:rsid w:val="001F6216"/>
    <w:rsid w:val="002005D4"/>
    <w:rsid w:val="00207496"/>
    <w:rsid w:val="00207B9F"/>
    <w:rsid w:val="0021156C"/>
    <w:rsid w:val="00213AE8"/>
    <w:rsid w:val="0021419D"/>
    <w:rsid w:val="00214839"/>
    <w:rsid w:val="00216285"/>
    <w:rsid w:val="00222BCF"/>
    <w:rsid w:val="00225829"/>
    <w:rsid w:val="0023066F"/>
    <w:rsid w:val="002313B0"/>
    <w:rsid w:val="002412AB"/>
    <w:rsid w:val="00245AC0"/>
    <w:rsid w:val="00247FDC"/>
    <w:rsid w:val="00253130"/>
    <w:rsid w:val="00260905"/>
    <w:rsid w:val="0026275D"/>
    <w:rsid w:val="002656B3"/>
    <w:rsid w:val="00266556"/>
    <w:rsid w:val="00266A97"/>
    <w:rsid w:val="00273A03"/>
    <w:rsid w:val="002778AD"/>
    <w:rsid w:val="00277E0B"/>
    <w:rsid w:val="00280A85"/>
    <w:rsid w:val="002823DD"/>
    <w:rsid w:val="00283A1E"/>
    <w:rsid w:val="0029042B"/>
    <w:rsid w:val="002914C6"/>
    <w:rsid w:val="0029162A"/>
    <w:rsid w:val="00291CE7"/>
    <w:rsid w:val="00296139"/>
    <w:rsid w:val="00297023"/>
    <w:rsid w:val="002A2110"/>
    <w:rsid w:val="002A48F1"/>
    <w:rsid w:val="002A680C"/>
    <w:rsid w:val="002B012F"/>
    <w:rsid w:val="002B0A04"/>
    <w:rsid w:val="002B0C70"/>
    <w:rsid w:val="002B3961"/>
    <w:rsid w:val="002B5883"/>
    <w:rsid w:val="002B6174"/>
    <w:rsid w:val="002B7CC0"/>
    <w:rsid w:val="002C2360"/>
    <w:rsid w:val="002D1ABE"/>
    <w:rsid w:val="002D5FBB"/>
    <w:rsid w:val="002E1514"/>
    <w:rsid w:val="002E1C68"/>
    <w:rsid w:val="002E27D7"/>
    <w:rsid w:val="002E395B"/>
    <w:rsid w:val="002E415C"/>
    <w:rsid w:val="002E45B6"/>
    <w:rsid w:val="002E5645"/>
    <w:rsid w:val="002E5B30"/>
    <w:rsid w:val="002F2D9F"/>
    <w:rsid w:val="002F3395"/>
    <w:rsid w:val="002F3D08"/>
    <w:rsid w:val="002F4AF7"/>
    <w:rsid w:val="002F5137"/>
    <w:rsid w:val="002F52D5"/>
    <w:rsid w:val="00300161"/>
    <w:rsid w:val="00301AD3"/>
    <w:rsid w:val="00301BF1"/>
    <w:rsid w:val="00312829"/>
    <w:rsid w:val="003163C4"/>
    <w:rsid w:val="0031673D"/>
    <w:rsid w:val="00321B8B"/>
    <w:rsid w:val="00330DBD"/>
    <w:rsid w:val="003310DF"/>
    <w:rsid w:val="00331B6F"/>
    <w:rsid w:val="00332FEF"/>
    <w:rsid w:val="003338D6"/>
    <w:rsid w:val="00336B09"/>
    <w:rsid w:val="00340EA0"/>
    <w:rsid w:val="00341D06"/>
    <w:rsid w:val="00342921"/>
    <w:rsid w:val="0034690C"/>
    <w:rsid w:val="003515BA"/>
    <w:rsid w:val="003523E6"/>
    <w:rsid w:val="003561F2"/>
    <w:rsid w:val="00356328"/>
    <w:rsid w:val="0035710A"/>
    <w:rsid w:val="003620E8"/>
    <w:rsid w:val="00367174"/>
    <w:rsid w:val="00367B48"/>
    <w:rsid w:val="003715FE"/>
    <w:rsid w:val="00371EF1"/>
    <w:rsid w:val="00372DEA"/>
    <w:rsid w:val="00374C58"/>
    <w:rsid w:val="003757F5"/>
    <w:rsid w:val="00376D27"/>
    <w:rsid w:val="003779B3"/>
    <w:rsid w:val="00381A7E"/>
    <w:rsid w:val="003832E1"/>
    <w:rsid w:val="003835A4"/>
    <w:rsid w:val="0038398C"/>
    <w:rsid w:val="003841EE"/>
    <w:rsid w:val="00385C7B"/>
    <w:rsid w:val="00386ED6"/>
    <w:rsid w:val="00390DD5"/>
    <w:rsid w:val="003912DF"/>
    <w:rsid w:val="00391791"/>
    <w:rsid w:val="00392486"/>
    <w:rsid w:val="003937AB"/>
    <w:rsid w:val="00393D15"/>
    <w:rsid w:val="00394BE4"/>
    <w:rsid w:val="003968C5"/>
    <w:rsid w:val="00396F92"/>
    <w:rsid w:val="003A57B1"/>
    <w:rsid w:val="003A5A9C"/>
    <w:rsid w:val="003A5E4D"/>
    <w:rsid w:val="003B1871"/>
    <w:rsid w:val="003B318E"/>
    <w:rsid w:val="003B3738"/>
    <w:rsid w:val="003B48E3"/>
    <w:rsid w:val="003B5B87"/>
    <w:rsid w:val="003B5C00"/>
    <w:rsid w:val="003B5FDE"/>
    <w:rsid w:val="003B60BB"/>
    <w:rsid w:val="003B6563"/>
    <w:rsid w:val="003B77EC"/>
    <w:rsid w:val="003C121F"/>
    <w:rsid w:val="003C3EA3"/>
    <w:rsid w:val="003C5D1F"/>
    <w:rsid w:val="003C778B"/>
    <w:rsid w:val="003C7C73"/>
    <w:rsid w:val="003D185D"/>
    <w:rsid w:val="003D471A"/>
    <w:rsid w:val="003D5D8E"/>
    <w:rsid w:val="003D6F3F"/>
    <w:rsid w:val="003E12CF"/>
    <w:rsid w:val="003E274B"/>
    <w:rsid w:val="003E336B"/>
    <w:rsid w:val="003E5809"/>
    <w:rsid w:val="003E5B07"/>
    <w:rsid w:val="003E712C"/>
    <w:rsid w:val="003F0E0D"/>
    <w:rsid w:val="003F149A"/>
    <w:rsid w:val="003F1538"/>
    <w:rsid w:val="003F687E"/>
    <w:rsid w:val="00402C8A"/>
    <w:rsid w:val="004053F0"/>
    <w:rsid w:val="00406179"/>
    <w:rsid w:val="00407633"/>
    <w:rsid w:val="004127C2"/>
    <w:rsid w:val="00412F9A"/>
    <w:rsid w:val="0041406A"/>
    <w:rsid w:val="00414FCE"/>
    <w:rsid w:val="00415D64"/>
    <w:rsid w:val="00417421"/>
    <w:rsid w:val="0042089B"/>
    <w:rsid w:val="00425D3D"/>
    <w:rsid w:val="00426289"/>
    <w:rsid w:val="0042640D"/>
    <w:rsid w:val="00432C3A"/>
    <w:rsid w:val="00434ED2"/>
    <w:rsid w:val="004457AF"/>
    <w:rsid w:val="004459B0"/>
    <w:rsid w:val="00445FA0"/>
    <w:rsid w:val="00447192"/>
    <w:rsid w:val="00452B8D"/>
    <w:rsid w:val="004541F1"/>
    <w:rsid w:val="0045519C"/>
    <w:rsid w:val="004560D1"/>
    <w:rsid w:val="0045613C"/>
    <w:rsid w:val="004644D2"/>
    <w:rsid w:val="00464557"/>
    <w:rsid w:val="004650FD"/>
    <w:rsid w:val="00465511"/>
    <w:rsid w:val="00475F8D"/>
    <w:rsid w:val="00476EC7"/>
    <w:rsid w:val="00480532"/>
    <w:rsid w:val="0048111C"/>
    <w:rsid w:val="00481382"/>
    <w:rsid w:val="004822AE"/>
    <w:rsid w:val="00482FE3"/>
    <w:rsid w:val="004851DF"/>
    <w:rsid w:val="004856F4"/>
    <w:rsid w:val="004875D4"/>
    <w:rsid w:val="0049007D"/>
    <w:rsid w:val="0049112D"/>
    <w:rsid w:val="0049148B"/>
    <w:rsid w:val="00495548"/>
    <w:rsid w:val="00496714"/>
    <w:rsid w:val="004A0774"/>
    <w:rsid w:val="004A3C8F"/>
    <w:rsid w:val="004A5DDC"/>
    <w:rsid w:val="004A6449"/>
    <w:rsid w:val="004B0DF1"/>
    <w:rsid w:val="004B3868"/>
    <w:rsid w:val="004C4771"/>
    <w:rsid w:val="004C6562"/>
    <w:rsid w:val="004D198B"/>
    <w:rsid w:val="004D1E0E"/>
    <w:rsid w:val="004D2910"/>
    <w:rsid w:val="004D4491"/>
    <w:rsid w:val="004E6B56"/>
    <w:rsid w:val="004F1236"/>
    <w:rsid w:val="004F1BCC"/>
    <w:rsid w:val="004F42B4"/>
    <w:rsid w:val="004F48A2"/>
    <w:rsid w:val="004F4B9B"/>
    <w:rsid w:val="004F61C2"/>
    <w:rsid w:val="005035A0"/>
    <w:rsid w:val="00511151"/>
    <w:rsid w:val="00511FE6"/>
    <w:rsid w:val="00512A7E"/>
    <w:rsid w:val="005163F5"/>
    <w:rsid w:val="00522E34"/>
    <w:rsid w:val="00523EF7"/>
    <w:rsid w:val="00524A54"/>
    <w:rsid w:val="00527B7D"/>
    <w:rsid w:val="0053088C"/>
    <w:rsid w:val="00532BCC"/>
    <w:rsid w:val="005341B8"/>
    <w:rsid w:val="00536DAF"/>
    <w:rsid w:val="00537455"/>
    <w:rsid w:val="005409B6"/>
    <w:rsid w:val="00540FA8"/>
    <w:rsid w:val="00541651"/>
    <w:rsid w:val="0054276F"/>
    <w:rsid w:val="005435DA"/>
    <w:rsid w:val="00547CB7"/>
    <w:rsid w:val="00550EA9"/>
    <w:rsid w:val="00551A80"/>
    <w:rsid w:val="005522A7"/>
    <w:rsid w:val="00553550"/>
    <w:rsid w:val="00556458"/>
    <w:rsid w:val="005606DC"/>
    <w:rsid w:val="0056153F"/>
    <w:rsid w:val="00563872"/>
    <w:rsid w:val="00563D70"/>
    <w:rsid w:val="00565CD2"/>
    <w:rsid w:val="005667E4"/>
    <w:rsid w:val="00570333"/>
    <w:rsid w:val="00573804"/>
    <w:rsid w:val="005763E2"/>
    <w:rsid w:val="005769AB"/>
    <w:rsid w:val="00576F9B"/>
    <w:rsid w:val="00577BCA"/>
    <w:rsid w:val="005854A7"/>
    <w:rsid w:val="0058641A"/>
    <w:rsid w:val="00592E33"/>
    <w:rsid w:val="00597B26"/>
    <w:rsid w:val="005A06D7"/>
    <w:rsid w:val="005A424E"/>
    <w:rsid w:val="005B115E"/>
    <w:rsid w:val="005B1F48"/>
    <w:rsid w:val="005B2F60"/>
    <w:rsid w:val="005B30C7"/>
    <w:rsid w:val="005B40A2"/>
    <w:rsid w:val="005B41BB"/>
    <w:rsid w:val="005B4C78"/>
    <w:rsid w:val="005C0346"/>
    <w:rsid w:val="005C26FC"/>
    <w:rsid w:val="005C2DAD"/>
    <w:rsid w:val="005C59EB"/>
    <w:rsid w:val="005C5CB2"/>
    <w:rsid w:val="005C61C8"/>
    <w:rsid w:val="005C639D"/>
    <w:rsid w:val="005C6528"/>
    <w:rsid w:val="005D18A5"/>
    <w:rsid w:val="005D2D89"/>
    <w:rsid w:val="005D4745"/>
    <w:rsid w:val="005E0541"/>
    <w:rsid w:val="005E1A32"/>
    <w:rsid w:val="005E6598"/>
    <w:rsid w:val="005F13E2"/>
    <w:rsid w:val="005F2A96"/>
    <w:rsid w:val="005F58CC"/>
    <w:rsid w:val="005F71F9"/>
    <w:rsid w:val="006006CE"/>
    <w:rsid w:val="006009FE"/>
    <w:rsid w:val="0060129B"/>
    <w:rsid w:val="00602DD3"/>
    <w:rsid w:val="0060367C"/>
    <w:rsid w:val="006064D1"/>
    <w:rsid w:val="00606CD9"/>
    <w:rsid w:val="006152B1"/>
    <w:rsid w:val="00615C66"/>
    <w:rsid w:val="00615CD0"/>
    <w:rsid w:val="00635572"/>
    <w:rsid w:val="00640867"/>
    <w:rsid w:val="0064158B"/>
    <w:rsid w:val="00645315"/>
    <w:rsid w:val="00646273"/>
    <w:rsid w:val="006517F5"/>
    <w:rsid w:val="00652D36"/>
    <w:rsid w:val="00653BE1"/>
    <w:rsid w:val="00661658"/>
    <w:rsid w:val="00661779"/>
    <w:rsid w:val="00661FB1"/>
    <w:rsid w:val="00662BEC"/>
    <w:rsid w:val="006668A6"/>
    <w:rsid w:val="00672743"/>
    <w:rsid w:val="00673E48"/>
    <w:rsid w:val="006756E1"/>
    <w:rsid w:val="00675C04"/>
    <w:rsid w:val="0067600C"/>
    <w:rsid w:val="00677401"/>
    <w:rsid w:val="00680363"/>
    <w:rsid w:val="00685905"/>
    <w:rsid w:val="006866A5"/>
    <w:rsid w:val="00690EB9"/>
    <w:rsid w:val="006926FC"/>
    <w:rsid w:val="00692773"/>
    <w:rsid w:val="0069355D"/>
    <w:rsid w:val="00694F10"/>
    <w:rsid w:val="00694FCC"/>
    <w:rsid w:val="00696BD2"/>
    <w:rsid w:val="00696C53"/>
    <w:rsid w:val="006A0AED"/>
    <w:rsid w:val="006A0F2D"/>
    <w:rsid w:val="006A3823"/>
    <w:rsid w:val="006A73CE"/>
    <w:rsid w:val="006A748C"/>
    <w:rsid w:val="006A7515"/>
    <w:rsid w:val="006A7521"/>
    <w:rsid w:val="006B1EB6"/>
    <w:rsid w:val="006B2D17"/>
    <w:rsid w:val="006B61FE"/>
    <w:rsid w:val="006B675D"/>
    <w:rsid w:val="006C10EF"/>
    <w:rsid w:val="006C2EE3"/>
    <w:rsid w:val="006D3545"/>
    <w:rsid w:val="006D420B"/>
    <w:rsid w:val="006D42B8"/>
    <w:rsid w:val="006D5195"/>
    <w:rsid w:val="006E10FD"/>
    <w:rsid w:val="006E2136"/>
    <w:rsid w:val="006E6C9B"/>
    <w:rsid w:val="006F1316"/>
    <w:rsid w:val="006F2578"/>
    <w:rsid w:val="006F47DE"/>
    <w:rsid w:val="007009F7"/>
    <w:rsid w:val="00701707"/>
    <w:rsid w:val="00702132"/>
    <w:rsid w:val="00704572"/>
    <w:rsid w:val="00707EEC"/>
    <w:rsid w:val="00707F3A"/>
    <w:rsid w:val="00711034"/>
    <w:rsid w:val="00712FFA"/>
    <w:rsid w:val="00715921"/>
    <w:rsid w:val="007204AD"/>
    <w:rsid w:val="00722438"/>
    <w:rsid w:val="00722538"/>
    <w:rsid w:val="00722EE3"/>
    <w:rsid w:val="00724820"/>
    <w:rsid w:val="00725B4B"/>
    <w:rsid w:val="0072796F"/>
    <w:rsid w:val="00734FA7"/>
    <w:rsid w:val="0073602C"/>
    <w:rsid w:val="00736A66"/>
    <w:rsid w:val="00742424"/>
    <w:rsid w:val="00743A18"/>
    <w:rsid w:val="00745C33"/>
    <w:rsid w:val="00746150"/>
    <w:rsid w:val="007468BB"/>
    <w:rsid w:val="00747459"/>
    <w:rsid w:val="00750366"/>
    <w:rsid w:val="007506EC"/>
    <w:rsid w:val="00750F27"/>
    <w:rsid w:val="00754DB8"/>
    <w:rsid w:val="0075500D"/>
    <w:rsid w:val="00755E17"/>
    <w:rsid w:val="00762A4A"/>
    <w:rsid w:val="00764275"/>
    <w:rsid w:val="007672FE"/>
    <w:rsid w:val="00772B06"/>
    <w:rsid w:val="0077422B"/>
    <w:rsid w:val="0077455A"/>
    <w:rsid w:val="0077485B"/>
    <w:rsid w:val="007749E3"/>
    <w:rsid w:val="007756FC"/>
    <w:rsid w:val="00781D60"/>
    <w:rsid w:val="00781E78"/>
    <w:rsid w:val="00784214"/>
    <w:rsid w:val="00784F6F"/>
    <w:rsid w:val="0078666D"/>
    <w:rsid w:val="00787F09"/>
    <w:rsid w:val="00795023"/>
    <w:rsid w:val="00796DEE"/>
    <w:rsid w:val="007A0049"/>
    <w:rsid w:val="007A0CEC"/>
    <w:rsid w:val="007A6674"/>
    <w:rsid w:val="007B00FF"/>
    <w:rsid w:val="007B1A59"/>
    <w:rsid w:val="007B3EFA"/>
    <w:rsid w:val="007B4196"/>
    <w:rsid w:val="007B4956"/>
    <w:rsid w:val="007B5711"/>
    <w:rsid w:val="007B5AC5"/>
    <w:rsid w:val="007B615E"/>
    <w:rsid w:val="007C02C6"/>
    <w:rsid w:val="007C33CC"/>
    <w:rsid w:val="007C46F8"/>
    <w:rsid w:val="007C50CA"/>
    <w:rsid w:val="007C5490"/>
    <w:rsid w:val="007C59D3"/>
    <w:rsid w:val="007C5B74"/>
    <w:rsid w:val="007D2E57"/>
    <w:rsid w:val="007D2FC9"/>
    <w:rsid w:val="007D3024"/>
    <w:rsid w:val="007D5369"/>
    <w:rsid w:val="007D5C94"/>
    <w:rsid w:val="007D6662"/>
    <w:rsid w:val="007D6768"/>
    <w:rsid w:val="007D6D20"/>
    <w:rsid w:val="007D78B8"/>
    <w:rsid w:val="007D7FFD"/>
    <w:rsid w:val="007E091A"/>
    <w:rsid w:val="007E13B1"/>
    <w:rsid w:val="007E1B53"/>
    <w:rsid w:val="007E2F5A"/>
    <w:rsid w:val="007E4235"/>
    <w:rsid w:val="007E6FDA"/>
    <w:rsid w:val="007E7D3A"/>
    <w:rsid w:val="007F109C"/>
    <w:rsid w:val="007F1C8F"/>
    <w:rsid w:val="007F6551"/>
    <w:rsid w:val="007F6991"/>
    <w:rsid w:val="00802B25"/>
    <w:rsid w:val="008053DE"/>
    <w:rsid w:val="00807AE7"/>
    <w:rsid w:val="00807B4B"/>
    <w:rsid w:val="00810BA2"/>
    <w:rsid w:val="00814508"/>
    <w:rsid w:val="00814C6F"/>
    <w:rsid w:val="00815269"/>
    <w:rsid w:val="00816668"/>
    <w:rsid w:val="00816827"/>
    <w:rsid w:val="00821F1D"/>
    <w:rsid w:val="00822120"/>
    <w:rsid w:val="00822614"/>
    <w:rsid w:val="00822C3B"/>
    <w:rsid w:val="00826674"/>
    <w:rsid w:val="008306CD"/>
    <w:rsid w:val="00841431"/>
    <w:rsid w:val="0084209C"/>
    <w:rsid w:val="0084392A"/>
    <w:rsid w:val="00844F6A"/>
    <w:rsid w:val="0084549D"/>
    <w:rsid w:val="00845C2A"/>
    <w:rsid w:val="008465AB"/>
    <w:rsid w:val="008525A9"/>
    <w:rsid w:val="00853618"/>
    <w:rsid w:val="008560B0"/>
    <w:rsid w:val="008625C8"/>
    <w:rsid w:val="00862A12"/>
    <w:rsid w:val="008658F0"/>
    <w:rsid w:val="0086762E"/>
    <w:rsid w:val="008709C6"/>
    <w:rsid w:val="00872883"/>
    <w:rsid w:val="008735BE"/>
    <w:rsid w:val="008736BC"/>
    <w:rsid w:val="0087578F"/>
    <w:rsid w:val="00880720"/>
    <w:rsid w:val="00880AF0"/>
    <w:rsid w:val="00882AC7"/>
    <w:rsid w:val="0089285E"/>
    <w:rsid w:val="008A06EE"/>
    <w:rsid w:val="008A0DDC"/>
    <w:rsid w:val="008A45EC"/>
    <w:rsid w:val="008A6BE6"/>
    <w:rsid w:val="008B64D2"/>
    <w:rsid w:val="008B65FC"/>
    <w:rsid w:val="008B7633"/>
    <w:rsid w:val="008C1D2B"/>
    <w:rsid w:val="008C4950"/>
    <w:rsid w:val="008C58FF"/>
    <w:rsid w:val="008C5EEC"/>
    <w:rsid w:val="008C66C2"/>
    <w:rsid w:val="008D21BF"/>
    <w:rsid w:val="008D2E44"/>
    <w:rsid w:val="008E0751"/>
    <w:rsid w:val="008E4166"/>
    <w:rsid w:val="008E7733"/>
    <w:rsid w:val="008E7A73"/>
    <w:rsid w:val="008F2186"/>
    <w:rsid w:val="008F3896"/>
    <w:rsid w:val="008F6059"/>
    <w:rsid w:val="009029E0"/>
    <w:rsid w:val="0090689D"/>
    <w:rsid w:val="00911CD5"/>
    <w:rsid w:val="00914CB8"/>
    <w:rsid w:val="009153A8"/>
    <w:rsid w:val="009205BC"/>
    <w:rsid w:val="009226B6"/>
    <w:rsid w:val="00922A29"/>
    <w:rsid w:val="00926BA8"/>
    <w:rsid w:val="00934B7C"/>
    <w:rsid w:val="0093797E"/>
    <w:rsid w:val="009438D1"/>
    <w:rsid w:val="00952A57"/>
    <w:rsid w:val="00953E57"/>
    <w:rsid w:val="00954AB9"/>
    <w:rsid w:val="00954F49"/>
    <w:rsid w:val="00967A47"/>
    <w:rsid w:val="00970F72"/>
    <w:rsid w:val="009744CB"/>
    <w:rsid w:val="0098040A"/>
    <w:rsid w:val="009805F9"/>
    <w:rsid w:val="00981960"/>
    <w:rsid w:val="009831FC"/>
    <w:rsid w:val="0098655A"/>
    <w:rsid w:val="00987916"/>
    <w:rsid w:val="009912CB"/>
    <w:rsid w:val="009925E2"/>
    <w:rsid w:val="00993380"/>
    <w:rsid w:val="009945B3"/>
    <w:rsid w:val="00996489"/>
    <w:rsid w:val="009A123C"/>
    <w:rsid w:val="009A4072"/>
    <w:rsid w:val="009B0C84"/>
    <w:rsid w:val="009C2977"/>
    <w:rsid w:val="009C453F"/>
    <w:rsid w:val="009C6874"/>
    <w:rsid w:val="009D1EE5"/>
    <w:rsid w:val="009D2723"/>
    <w:rsid w:val="009D3DF3"/>
    <w:rsid w:val="009D4E78"/>
    <w:rsid w:val="009D679F"/>
    <w:rsid w:val="009D7F5E"/>
    <w:rsid w:val="009E00B3"/>
    <w:rsid w:val="009E2FDC"/>
    <w:rsid w:val="009E3B1C"/>
    <w:rsid w:val="009E5C97"/>
    <w:rsid w:val="009F0D48"/>
    <w:rsid w:val="009F2984"/>
    <w:rsid w:val="009F2E80"/>
    <w:rsid w:val="009F421E"/>
    <w:rsid w:val="009F491B"/>
    <w:rsid w:val="00A00F04"/>
    <w:rsid w:val="00A020D5"/>
    <w:rsid w:val="00A03475"/>
    <w:rsid w:val="00A07402"/>
    <w:rsid w:val="00A07601"/>
    <w:rsid w:val="00A0783E"/>
    <w:rsid w:val="00A141E9"/>
    <w:rsid w:val="00A1540E"/>
    <w:rsid w:val="00A20549"/>
    <w:rsid w:val="00A205B6"/>
    <w:rsid w:val="00A26078"/>
    <w:rsid w:val="00A27D82"/>
    <w:rsid w:val="00A3362E"/>
    <w:rsid w:val="00A3500C"/>
    <w:rsid w:val="00A3602D"/>
    <w:rsid w:val="00A370E2"/>
    <w:rsid w:val="00A37295"/>
    <w:rsid w:val="00A409A3"/>
    <w:rsid w:val="00A42576"/>
    <w:rsid w:val="00A43417"/>
    <w:rsid w:val="00A4417A"/>
    <w:rsid w:val="00A44F39"/>
    <w:rsid w:val="00A453E7"/>
    <w:rsid w:val="00A45BF3"/>
    <w:rsid w:val="00A4653F"/>
    <w:rsid w:val="00A4775E"/>
    <w:rsid w:val="00A47B1B"/>
    <w:rsid w:val="00A50C25"/>
    <w:rsid w:val="00A515AC"/>
    <w:rsid w:val="00A51A11"/>
    <w:rsid w:val="00A55765"/>
    <w:rsid w:val="00A604FA"/>
    <w:rsid w:val="00A61E47"/>
    <w:rsid w:val="00A62722"/>
    <w:rsid w:val="00A825B9"/>
    <w:rsid w:val="00A85D28"/>
    <w:rsid w:val="00A86EB0"/>
    <w:rsid w:val="00A87CCF"/>
    <w:rsid w:val="00A9632A"/>
    <w:rsid w:val="00A976D3"/>
    <w:rsid w:val="00A9777A"/>
    <w:rsid w:val="00AA33B8"/>
    <w:rsid w:val="00AA504E"/>
    <w:rsid w:val="00AA5510"/>
    <w:rsid w:val="00AA6800"/>
    <w:rsid w:val="00AA7F31"/>
    <w:rsid w:val="00AB4BF7"/>
    <w:rsid w:val="00AC177B"/>
    <w:rsid w:val="00AC1CE5"/>
    <w:rsid w:val="00AC2DA8"/>
    <w:rsid w:val="00AC2DE9"/>
    <w:rsid w:val="00AC3D7E"/>
    <w:rsid w:val="00AC3EC2"/>
    <w:rsid w:val="00AC5549"/>
    <w:rsid w:val="00AD3B0C"/>
    <w:rsid w:val="00AE0F21"/>
    <w:rsid w:val="00AE43EC"/>
    <w:rsid w:val="00AE6A25"/>
    <w:rsid w:val="00AE7208"/>
    <w:rsid w:val="00AE7409"/>
    <w:rsid w:val="00AF1B2B"/>
    <w:rsid w:val="00AF2488"/>
    <w:rsid w:val="00AF34DA"/>
    <w:rsid w:val="00B02EF0"/>
    <w:rsid w:val="00B04CC9"/>
    <w:rsid w:val="00B07542"/>
    <w:rsid w:val="00B12BC8"/>
    <w:rsid w:val="00B137CE"/>
    <w:rsid w:val="00B15920"/>
    <w:rsid w:val="00B16882"/>
    <w:rsid w:val="00B203AC"/>
    <w:rsid w:val="00B208ED"/>
    <w:rsid w:val="00B211C7"/>
    <w:rsid w:val="00B22E72"/>
    <w:rsid w:val="00B25710"/>
    <w:rsid w:val="00B330CB"/>
    <w:rsid w:val="00B3535E"/>
    <w:rsid w:val="00B3695E"/>
    <w:rsid w:val="00B41F75"/>
    <w:rsid w:val="00B43B3D"/>
    <w:rsid w:val="00B4405D"/>
    <w:rsid w:val="00B46957"/>
    <w:rsid w:val="00B4705B"/>
    <w:rsid w:val="00B53431"/>
    <w:rsid w:val="00B5419A"/>
    <w:rsid w:val="00B54E7E"/>
    <w:rsid w:val="00B56BAB"/>
    <w:rsid w:val="00B5705B"/>
    <w:rsid w:val="00B6268A"/>
    <w:rsid w:val="00B6373A"/>
    <w:rsid w:val="00B6581E"/>
    <w:rsid w:val="00B70394"/>
    <w:rsid w:val="00B71306"/>
    <w:rsid w:val="00B72B0F"/>
    <w:rsid w:val="00B72B5A"/>
    <w:rsid w:val="00B72CB5"/>
    <w:rsid w:val="00B7366B"/>
    <w:rsid w:val="00B7475C"/>
    <w:rsid w:val="00B80CBA"/>
    <w:rsid w:val="00B814C7"/>
    <w:rsid w:val="00B828FA"/>
    <w:rsid w:val="00B83FEE"/>
    <w:rsid w:val="00B85A55"/>
    <w:rsid w:val="00B875A9"/>
    <w:rsid w:val="00B9093D"/>
    <w:rsid w:val="00B91CBB"/>
    <w:rsid w:val="00B94F53"/>
    <w:rsid w:val="00BA04B0"/>
    <w:rsid w:val="00BA0932"/>
    <w:rsid w:val="00BA1C06"/>
    <w:rsid w:val="00BA1DC9"/>
    <w:rsid w:val="00BA1E2A"/>
    <w:rsid w:val="00BA66E3"/>
    <w:rsid w:val="00BB2823"/>
    <w:rsid w:val="00BB4BAC"/>
    <w:rsid w:val="00BB533A"/>
    <w:rsid w:val="00BB5B30"/>
    <w:rsid w:val="00BB5EE1"/>
    <w:rsid w:val="00BB61AF"/>
    <w:rsid w:val="00BC244E"/>
    <w:rsid w:val="00BC2912"/>
    <w:rsid w:val="00BC32C1"/>
    <w:rsid w:val="00BC4024"/>
    <w:rsid w:val="00BC5229"/>
    <w:rsid w:val="00BC53B1"/>
    <w:rsid w:val="00BC5708"/>
    <w:rsid w:val="00BD06CF"/>
    <w:rsid w:val="00BD28CD"/>
    <w:rsid w:val="00BD2A92"/>
    <w:rsid w:val="00BD5E23"/>
    <w:rsid w:val="00BD6DAD"/>
    <w:rsid w:val="00BE0C52"/>
    <w:rsid w:val="00BE4C2A"/>
    <w:rsid w:val="00BE4E21"/>
    <w:rsid w:val="00BE6C93"/>
    <w:rsid w:val="00BE703B"/>
    <w:rsid w:val="00BF4444"/>
    <w:rsid w:val="00BF4696"/>
    <w:rsid w:val="00C00009"/>
    <w:rsid w:val="00C0230B"/>
    <w:rsid w:val="00C03618"/>
    <w:rsid w:val="00C06A13"/>
    <w:rsid w:val="00C10531"/>
    <w:rsid w:val="00C121C4"/>
    <w:rsid w:val="00C12F0B"/>
    <w:rsid w:val="00C14E7C"/>
    <w:rsid w:val="00C178A1"/>
    <w:rsid w:val="00C1792A"/>
    <w:rsid w:val="00C2167F"/>
    <w:rsid w:val="00C21E46"/>
    <w:rsid w:val="00C240AA"/>
    <w:rsid w:val="00C2779E"/>
    <w:rsid w:val="00C3278E"/>
    <w:rsid w:val="00C32D4D"/>
    <w:rsid w:val="00C33194"/>
    <w:rsid w:val="00C375E1"/>
    <w:rsid w:val="00C45107"/>
    <w:rsid w:val="00C52290"/>
    <w:rsid w:val="00C52716"/>
    <w:rsid w:val="00C55859"/>
    <w:rsid w:val="00C57982"/>
    <w:rsid w:val="00C6027C"/>
    <w:rsid w:val="00C60EA6"/>
    <w:rsid w:val="00C61F81"/>
    <w:rsid w:val="00C67361"/>
    <w:rsid w:val="00C72FC6"/>
    <w:rsid w:val="00C73EEB"/>
    <w:rsid w:val="00C74216"/>
    <w:rsid w:val="00C76E06"/>
    <w:rsid w:val="00C77392"/>
    <w:rsid w:val="00C77A23"/>
    <w:rsid w:val="00C80915"/>
    <w:rsid w:val="00C83721"/>
    <w:rsid w:val="00C83F29"/>
    <w:rsid w:val="00C87579"/>
    <w:rsid w:val="00C90400"/>
    <w:rsid w:val="00C92081"/>
    <w:rsid w:val="00C92FF1"/>
    <w:rsid w:val="00C9744C"/>
    <w:rsid w:val="00C977F2"/>
    <w:rsid w:val="00CA01EF"/>
    <w:rsid w:val="00CA251F"/>
    <w:rsid w:val="00CA5F84"/>
    <w:rsid w:val="00CB3838"/>
    <w:rsid w:val="00CB3D6F"/>
    <w:rsid w:val="00CB3DAE"/>
    <w:rsid w:val="00CC351D"/>
    <w:rsid w:val="00CD00AE"/>
    <w:rsid w:val="00CD0A7D"/>
    <w:rsid w:val="00CD3AED"/>
    <w:rsid w:val="00CD4261"/>
    <w:rsid w:val="00CD42E9"/>
    <w:rsid w:val="00CD4305"/>
    <w:rsid w:val="00CD45E0"/>
    <w:rsid w:val="00CD5B07"/>
    <w:rsid w:val="00CE0E1E"/>
    <w:rsid w:val="00CE1399"/>
    <w:rsid w:val="00CE3B43"/>
    <w:rsid w:val="00CE4F2D"/>
    <w:rsid w:val="00CE6BE3"/>
    <w:rsid w:val="00CF024F"/>
    <w:rsid w:val="00CF5016"/>
    <w:rsid w:val="00CF5DC7"/>
    <w:rsid w:val="00D010C7"/>
    <w:rsid w:val="00D05099"/>
    <w:rsid w:val="00D068D3"/>
    <w:rsid w:val="00D10CA8"/>
    <w:rsid w:val="00D11E25"/>
    <w:rsid w:val="00D1379F"/>
    <w:rsid w:val="00D16C9E"/>
    <w:rsid w:val="00D171DE"/>
    <w:rsid w:val="00D208C0"/>
    <w:rsid w:val="00D20B29"/>
    <w:rsid w:val="00D21C1B"/>
    <w:rsid w:val="00D224FA"/>
    <w:rsid w:val="00D225EC"/>
    <w:rsid w:val="00D25C8D"/>
    <w:rsid w:val="00D31228"/>
    <w:rsid w:val="00D31BB0"/>
    <w:rsid w:val="00D403C5"/>
    <w:rsid w:val="00D40CE0"/>
    <w:rsid w:val="00D41C76"/>
    <w:rsid w:val="00D44FBB"/>
    <w:rsid w:val="00D45E72"/>
    <w:rsid w:val="00D52380"/>
    <w:rsid w:val="00D545F6"/>
    <w:rsid w:val="00D5731E"/>
    <w:rsid w:val="00D6049C"/>
    <w:rsid w:val="00D6126D"/>
    <w:rsid w:val="00D6370A"/>
    <w:rsid w:val="00D71FD9"/>
    <w:rsid w:val="00D731CF"/>
    <w:rsid w:val="00D73BA7"/>
    <w:rsid w:val="00D75D5A"/>
    <w:rsid w:val="00D7688B"/>
    <w:rsid w:val="00D76B5B"/>
    <w:rsid w:val="00D81635"/>
    <w:rsid w:val="00D85F12"/>
    <w:rsid w:val="00D8602D"/>
    <w:rsid w:val="00D863A6"/>
    <w:rsid w:val="00D904DE"/>
    <w:rsid w:val="00D90673"/>
    <w:rsid w:val="00D91A1A"/>
    <w:rsid w:val="00D95047"/>
    <w:rsid w:val="00D965E5"/>
    <w:rsid w:val="00DA1620"/>
    <w:rsid w:val="00DA1E05"/>
    <w:rsid w:val="00DA3B49"/>
    <w:rsid w:val="00DA45DF"/>
    <w:rsid w:val="00DA567D"/>
    <w:rsid w:val="00DB5000"/>
    <w:rsid w:val="00DB61FB"/>
    <w:rsid w:val="00DB6377"/>
    <w:rsid w:val="00DC0F2F"/>
    <w:rsid w:val="00DC13FC"/>
    <w:rsid w:val="00DC204A"/>
    <w:rsid w:val="00DC4F4A"/>
    <w:rsid w:val="00DD02C1"/>
    <w:rsid w:val="00DD7A3D"/>
    <w:rsid w:val="00DE6BBF"/>
    <w:rsid w:val="00DE6D1B"/>
    <w:rsid w:val="00DE6D57"/>
    <w:rsid w:val="00DE6F73"/>
    <w:rsid w:val="00DF2578"/>
    <w:rsid w:val="00DF3851"/>
    <w:rsid w:val="00DF52BA"/>
    <w:rsid w:val="00E00B97"/>
    <w:rsid w:val="00E04DAF"/>
    <w:rsid w:val="00E10DE4"/>
    <w:rsid w:val="00E12C6C"/>
    <w:rsid w:val="00E137E0"/>
    <w:rsid w:val="00E16033"/>
    <w:rsid w:val="00E26B60"/>
    <w:rsid w:val="00E26BD3"/>
    <w:rsid w:val="00E3295C"/>
    <w:rsid w:val="00E34828"/>
    <w:rsid w:val="00E35F9A"/>
    <w:rsid w:val="00E419DC"/>
    <w:rsid w:val="00E4707A"/>
    <w:rsid w:val="00E50E58"/>
    <w:rsid w:val="00E5379B"/>
    <w:rsid w:val="00E555CF"/>
    <w:rsid w:val="00E5741D"/>
    <w:rsid w:val="00E61F2D"/>
    <w:rsid w:val="00E63B2E"/>
    <w:rsid w:val="00E64461"/>
    <w:rsid w:val="00E66CAC"/>
    <w:rsid w:val="00E7287C"/>
    <w:rsid w:val="00E74B33"/>
    <w:rsid w:val="00E759FE"/>
    <w:rsid w:val="00E77EA7"/>
    <w:rsid w:val="00E83235"/>
    <w:rsid w:val="00E8706C"/>
    <w:rsid w:val="00E9224A"/>
    <w:rsid w:val="00E929F1"/>
    <w:rsid w:val="00E92E42"/>
    <w:rsid w:val="00E948AB"/>
    <w:rsid w:val="00E95A2A"/>
    <w:rsid w:val="00E96A4D"/>
    <w:rsid w:val="00E97240"/>
    <w:rsid w:val="00EA1176"/>
    <w:rsid w:val="00EA41F4"/>
    <w:rsid w:val="00EA5732"/>
    <w:rsid w:val="00EA73DF"/>
    <w:rsid w:val="00EB0E0A"/>
    <w:rsid w:val="00EB17A9"/>
    <w:rsid w:val="00EB2C93"/>
    <w:rsid w:val="00EB3512"/>
    <w:rsid w:val="00EB47AC"/>
    <w:rsid w:val="00EB5090"/>
    <w:rsid w:val="00EB7537"/>
    <w:rsid w:val="00EB77C2"/>
    <w:rsid w:val="00EB7C14"/>
    <w:rsid w:val="00EC107B"/>
    <w:rsid w:val="00EC19F6"/>
    <w:rsid w:val="00EC21ED"/>
    <w:rsid w:val="00EC5808"/>
    <w:rsid w:val="00EC63A2"/>
    <w:rsid w:val="00EC717D"/>
    <w:rsid w:val="00ED0C53"/>
    <w:rsid w:val="00ED0E75"/>
    <w:rsid w:val="00ED25C8"/>
    <w:rsid w:val="00ED6276"/>
    <w:rsid w:val="00EE27E8"/>
    <w:rsid w:val="00EE2F14"/>
    <w:rsid w:val="00EE3095"/>
    <w:rsid w:val="00EE34BA"/>
    <w:rsid w:val="00EE4AF4"/>
    <w:rsid w:val="00EE658B"/>
    <w:rsid w:val="00EF044A"/>
    <w:rsid w:val="00EF08A5"/>
    <w:rsid w:val="00EF0B80"/>
    <w:rsid w:val="00EF2731"/>
    <w:rsid w:val="00EF3BE4"/>
    <w:rsid w:val="00EF455B"/>
    <w:rsid w:val="00EF4B27"/>
    <w:rsid w:val="00EF74A7"/>
    <w:rsid w:val="00EF7FD0"/>
    <w:rsid w:val="00F0048F"/>
    <w:rsid w:val="00F00693"/>
    <w:rsid w:val="00F037C0"/>
    <w:rsid w:val="00F0558D"/>
    <w:rsid w:val="00F05DFC"/>
    <w:rsid w:val="00F05F2E"/>
    <w:rsid w:val="00F12152"/>
    <w:rsid w:val="00F15945"/>
    <w:rsid w:val="00F16FA5"/>
    <w:rsid w:val="00F202B3"/>
    <w:rsid w:val="00F219C0"/>
    <w:rsid w:val="00F22A6F"/>
    <w:rsid w:val="00F33C0A"/>
    <w:rsid w:val="00F356DA"/>
    <w:rsid w:val="00F35C1F"/>
    <w:rsid w:val="00F40CB8"/>
    <w:rsid w:val="00F42E74"/>
    <w:rsid w:val="00F441E0"/>
    <w:rsid w:val="00F45F7C"/>
    <w:rsid w:val="00F52C87"/>
    <w:rsid w:val="00F5371C"/>
    <w:rsid w:val="00F538E0"/>
    <w:rsid w:val="00F576A0"/>
    <w:rsid w:val="00F6105E"/>
    <w:rsid w:val="00F67E40"/>
    <w:rsid w:val="00F67E7D"/>
    <w:rsid w:val="00F72476"/>
    <w:rsid w:val="00F7574F"/>
    <w:rsid w:val="00F7606C"/>
    <w:rsid w:val="00F81D50"/>
    <w:rsid w:val="00F837BD"/>
    <w:rsid w:val="00F86B7F"/>
    <w:rsid w:val="00F905FD"/>
    <w:rsid w:val="00FA5195"/>
    <w:rsid w:val="00FA6073"/>
    <w:rsid w:val="00FA6FFA"/>
    <w:rsid w:val="00FB09A6"/>
    <w:rsid w:val="00FB142F"/>
    <w:rsid w:val="00FB21DD"/>
    <w:rsid w:val="00FB2CA0"/>
    <w:rsid w:val="00FB3434"/>
    <w:rsid w:val="00FB5869"/>
    <w:rsid w:val="00FC195C"/>
    <w:rsid w:val="00FC5B38"/>
    <w:rsid w:val="00FC712B"/>
    <w:rsid w:val="00FC7BFF"/>
    <w:rsid w:val="00FD03DB"/>
    <w:rsid w:val="00FD0CC8"/>
    <w:rsid w:val="00FD19F7"/>
    <w:rsid w:val="00FD36D4"/>
    <w:rsid w:val="00FD550A"/>
    <w:rsid w:val="00FE33F7"/>
    <w:rsid w:val="00FE3E45"/>
    <w:rsid w:val="00FE6D76"/>
    <w:rsid w:val="00FF3B0B"/>
    <w:rsid w:val="00F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E3E45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E3E45"/>
    <w:pPr>
      <w:keepNext/>
      <w:spacing w:after="0" w:line="240" w:lineRule="auto"/>
      <w:jc w:val="both"/>
      <w:outlineLvl w:val="0"/>
    </w:pPr>
    <w:rPr>
      <w:rFonts w:ascii="Arial Narrow" w:hAnsi="Arial Narrow"/>
      <w:b/>
      <w:lang w:eastAsia="cs-CZ"/>
    </w:rPr>
  </w:style>
  <w:style w:type="paragraph" w:styleId="Heading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al"/>
    <w:next w:val="Normal"/>
    <w:link w:val="Heading2Char"/>
    <w:autoRedefine/>
    <w:uiPriority w:val="99"/>
    <w:qFormat/>
    <w:rsid w:val="00FE3E45"/>
    <w:pPr>
      <w:keepNext/>
      <w:tabs>
        <w:tab w:val="center" w:pos="4500"/>
      </w:tabs>
      <w:spacing w:before="120" w:after="0" w:line="240" w:lineRule="auto"/>
      <w:jc w:val="center"/>
      <w:outlineLvl w:val="1"/>
    </w:pPr>
    <w:rPr>
      <w:rFonts w:ascii="Arial Narrow" w:hAnsi="Arial Narrow"/>
      <w:b/>
      <w:sz w:val="28"/>
      <w:szCs w:val="28"/>
      <w:u w:color="333399"/>
      <w:lang w:eastAsia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783E"/>
    <w:pPr>
      <w:keepNext/>
      <w:widowControl w:val="0"/>
      <w:spacing w:before="120" w:after="120" w:line="240" w:lineRule="auto"/>
      <w:jc w:val="both"/>
      <w:outlineLvl w:val="2"/>
    </w:pPr>
    <w:rPr>
      <w:rFonts w:ascii="Times New Roman" w:hAnsi="Times New Roman"/>
      <w:sz w:val="24"/>
      <w:szCs w:val="20"/>
      <w:lang w:eastAsia="cs-CZ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0783E"/>
    <w:pPr>
      <w:keepNext/>
      <w:widowControl w:val="0"/>
      <w:spacing w:before="120" w:after="120" w:line="240" w:lineRule="auto"/>
      <w:jc w:val="both"/>
      <w:outlineLvl w:val="3"/>
    </w:pPr>
    <w:rPr>
      <w:rFonts w:ascii="Times New Roman" w:hAnsi="Times New Roman"/>
      <w:sz w:val="24"/>
      <w:szCs w:val="20"/>
      <w:lang w:eastAsia="cs-CZ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4"/>
    </w:pPr>
    <w:rPr>
      <w:rFonts w:ascii="Times New Roman" w:hAnsi="Times New Roman"/>
      <w:szCs w:val="20"/>
      <w:lang w:eastAsia="cs-CZ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5"/>
    </w:pPr>
    <w:rPr>
      <w:rFonts w:ascii="Times New Roman" w:hAnsi="Times New Roman"/>
      <w:i/>
      <w:szCs w:val="20"/>
      <w:lang w:eastAsia="cs-CZ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6"/>
    </w:pPr>
    <w:rPr>
      <w:rFonts w:ascii="Arial" w:hAnsi="Arial"/>
      <w:sz w:val="24"/>
      <w:szCs w:val="20"/>
      <w:lang w:eastAsia="cs-CZ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7"/>
    </w:pPr>
    <w:rPr>
      <w:rFonts w:ascii="Arial" w:hAnsi="Arial"/>
      <w:i/>
      <w:sz w:val="24"/>
      <w:szCs w:val="20"/>
      <w:lang w:eastAsia="cs-CZ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8"/>
    </w:pPr>
    <w:rPr>
      <w:rFonts w:ascii="Arial" w:hAnsi="Arial"/>
      <w:b/>
      <w:i/>
      <w:sz w:val="18"/>
      <w:szCs w:val="20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48F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Nadpis 2 Char1 Char,Nadpis 2 Char Char1 Char,Nadpis 2 Char1 Char Char1 Char,Nadpis 2 Char Char1 Char Char Char,Nadpis 2 Char2 Char Char Char Char1 Char,Nadpis 2 Char1 Char Char Char Char Char1 Char"/>
    <w:basedOn w:val="DefaultParagraphFont"/>
    <w:link w:val="Heading2"/>
    <w:uiPriority w:val="99"/>
    <w:semiHidden/>
    <w:locked/>
    <w:rsid w:val="002A48F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A48F1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A48F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A48F1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A48F1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A48F1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A48F1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A48F1"/>
    <w:rPr>
      <w:rFonts w:ascii="Cambria" w:hAnsi="Cambria" w:cs="Times New Roman"/>
      <w:lang w:eastAsia="en-US"/>
    </w:rPr>
  </w:style>
  <w:style w:type="paragraph" w:styleId="Header">
    <w:name w:val="header"/>
    <w:basedOn w:val="Normal"/>
    <w:link w:val="HeaderChar"/>
    <w:uiPriority w:val="99"/>
    <w:rsid w:val="00FE3E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Footer">
    <w:name w:val="footer"/>
    <w:basedOn w:val="Normal"/>
    <w:link w:val="FooterChar"/>
    <w:uiPriority w:val="99"/>
    <w:semiHidden/>
    <w:rsid w:val="00FE3E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NoSpacing">
    <w:name w:val="No Spacing"/>
    <w:link w:val="NoSpacingChar"/>
    <w:uiPriority w:val="99"/>
    <w:qFormat/>
    <w:rsid w:val="00FE3E45"/>
    <w:rPr>
      <w:rFonts w:ascii="Calibri" w:hAnsi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BodyText">
    <w:name w:val="Body Text"/>
    <w:basedOn w:val="Normal"/>
    <w:link w:val="BodyTextChar"/>
    <w:uiPriority w:val="99"/>
    <w:rsid w:val="00FE3E45"/>
    <w:pPr>
      <w:spacing w:after="0" w:line="240" w:lineRule="auto"/>
    </w:pPr>
    <w:rPr>
      <w:rFonts w:ascii="Times New Roman" w:hAnsi="Times New Roman"/>
      <w:b/>
      <w:sz w:val="28"/>
      <w:szCs w:val="20"/>
      <w:u w:val="single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8F1"/>
    <w:rPr>
      <w:rFonts w:ascii="Calibri" w:hAnsi="Calibri" w:cs="Times New Roman"/>
      <w:lang w:eastAsia="en-US"/>
    </w:rPr>
  </w:style>
  <w:style w:type="paragraph" w:customStyle="1" w:styleId="Normln">
    <w:name w:val="Normální~"/>
    <w:basedOn w:val="Normal"/>
    <w:uiPriority w:val="99"/>
    <w:rsid w:val="00FE3E45"/>
    <w:pPr>
      <w:widowControl w:val="0"/>
      <w:spacing w:after="0" w:line="240" w:lineRule="auto"/>
    </w:pPr>
    <w:rPr>
      <w:rFonts w:ascii="Times New Roman" w:hAnsi="Times New Roman"/>
      <w:noProof/>
      <w:sz w:val="24"/>
      <w:szCs w:val="20"/>
      <w:lang w:eastAsia="cs-CZ"/>
    </w:rPr>
  </w:style>
  <w:style w:type="character" w:styleId="Hyperlink">
    <w:name w:val="Hyperlink"/>
    <w:basedOn w:val="DefaultParagraphFont"/>
    <w:uiPriority w:val="99"/>
    <w:rsid w:val="00FE3E45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FE3E4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A48F1"/>
    <w:rPr>
      <w:rFonts w:ascii="Calibri" w:hAnsi="Calibri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E3E45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A48F1"/>
    <w:rPr>
      <w:rFonts w:ascii="Calibri" w:hAnsi="Calibri" w:cs="Times New Roman"/>
      <w:lang w:eastAsia="en-US"/>
    </w:rPr>
  </w:style>
  <w:style w:type="paragraph" w:customStyle="1" w:styleId="Styl1">
    <w:name w:val="Styl1"/>
    <w:basedOn w:val="Heading1"/>
    <w:uiPriority w:val="99"/>
    <w:rsid w:val="00FE3E45"/>
    <w:pPr>
      <w:numPr>
        <w:numId w:val="1"/>
      </w:numPr>
      <w:spacing w:before="240" w:after="60" w:line="264" w:lineRule="auto"/>
      <w:ind w:right="110"/>
    </w:pPr>
    <w:rPr>
      <w:rFonts w:ascii="Arial" w:hAnsi="Arial" w:cs="Arial"/>
      <w:bCs/>
      <w:kern w:val="32"/>
      <w:sz w:val="32"/>
      <w:szCs w:val="32"/>
    </w:rPr>
  </w:style>
  <w:style w:type="paragraph" w:customStyle="1" w:styleId="Styl2">
    <w:name w:val="Styl2"/>
    <w:basedOn w:val="Heading2"/>
    <w:uiPriority w:val="99"/>
    <w:rsid w:val="00FE3E45"/>
    <w:pPr>
      <w:numPr>
        <w:ilvl w:val="1"/>
        <w:numId w:val="1"/>
      </w:numPr>
      <w:tabs>
        <w:tab w:val="clear" w:pos="4500"/>
      </w:tabs>
      <w:spacing w:before="240" w:after="60" w:line="264" w:lineRule="auto"/>
      <w:ind w:right="110"/>
      <w:jc w:val="both"/>
    </w:pPr>
    <w:rPr>
      <w:rFonts w:ascii="Arial" w:hAnsi="Arial" w:cs="Arial"/>
      <w:bCs/>
      <w:i/>
      <w:iCs/>
      <w:sz w:val="24"/>
    </w:rPr>
  </w:style>
  <w:style w:type="character" w:styleId="Strong">
    <w:name w:val="Strong"/>
    <w:basedOn w:val="DefaultParagraphFont"/>
    <w:uiPriority w:val="99"/>
    <w:qFormat/>
    <w:rsid w:val="00FE3E45"/>
    <w:rPr>
      <w:rFonts w:cs="Times New Roman"/>
      <w:b/>
      <w:bCs/>
    </w:rPr>
  </w:style>
  <w:style w:type="paragraph" w:styleId="BodyText3">
    <w:name w:val="Body Text 3"/>
    <w:basedOn w:val="Normal"/>
    <w:link w:val="BodyText3Char"/>
    <w:uiPriority w:val="99"/>
    <w:rsid w:val="000302E3"/>
    <w:pPr>
      <w:spacing w:after="120" w:line="240" w:lineRule="auto"/>
    </w:pPr>
    <w:rPr>
      <w:rFonts w:ascii="Times New Roman" w:hAnsi="Times New Roman"/>
      <w:sz w:val="16"/>
      <w:szCs w:val="16"/>
      <w:lang w:eastAsia="cs-CZ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A48F1"/>
    <w:rPr>
      <w:rFonts w:ascii="Calibri" w:hAnsi="Calibri" w:cs="Times New Roman"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0302E3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A48F1"/>
    <w:rPr>
      <w:rFonts w:ascii="Calibri" w:hAnsi="Calibri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0302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lanekC">
    <w:name w:val="ClanekC"/>
    <w:uiPriority w:val="99"/>
    <w:rsid w:val="000302E3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  <w:szCs w:val="20"/>
    </w:rPr>
  </w:style>
  <w:style w:type="paragraph" w:customStyle="1" w:styleId="Odstavec1">
    <w:name w:val="Odstavec1"/>
    <w:basedOn w:val="Normal"/>
    <w:uiPriority w:val="99"/>
    <w:rsid w:val="00A0783E"/>
    <w:pPr>
      <w:keepNext/>
      <w:spacing w:before="120" w:after="60" w:line="240" w:lineRule="auto"/>
      <w:ind w:left="907" w:hanging="907"/>
      <w:jc w:val="both"/>
    </w:pPr>
    <w:rPr>
      <w:rFonts w:ascii="Arial" w:hAnsi="Arial"/>
      <w:sz w:val="20"/>
      <w:szCs w:val="20"/>
      <w:lang w:eastAsia="cs-CZ"/>
    </w:rPr>
  </w:style>
  <w:style w:type="paragraph" w:customStyle="1" w:styleId="Odstavec11">
    <w:name w:val="Odstavec11"/>
    <w:basedOn w:val="Odstavec1"/>
    <w:uiPriority w:val="99"/>
    <w:rsid w:val="00A0783E"/>
    <w:pPr>
      <w:ind w:firstLine="0"/>
    </w:pPr>
  </w:style>
  <w:style w:type="paragraph" w:customStyle="1" w:styleId="Odstavec2">
    <w:name w:val="Odstavec2"/>
    <w:uiPriority w:val="99"/>
    <w:rsid w:val="00A0783E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80" w:after="40"/>
      <w:ind w:left="1626" w:hanging="720"/>
      <w:jc w:val="both"/>
    </w:pPr>
    <w:rPr>
      <w:rFonts w:ascii="Arial" w:hAnsi="Arial"/>
      <w:sz w:val="20"/>
      <w:szCs w:val="20"/>
    </w:rPr>
  </w:style>
  <w:style w:type="paragraph" w:customStyle="1" w:styleId="Import34">
    <w:name w:val="Import 34"/>
    <w:uiPriority w:val="99"/>
    <w:rsid w:val="00A0783E"/>
    <w:pPr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jc w:val="both"/>
    </w:pPr>
    <w:rPr>
      <w:rFonts w:ascii="Arial" w:hAnsi="Arial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0783E"/>
    <w:pPr>
      <w:spacing w:after="0" w:line="240" w:lineRule="auto"/>
      <w:ind w:left="425"/>
      <w:jc w:val="both"/>
    </w:pPr>
    <w:rPr>
      <w:rFonts w:ascii="Arial Narrow" w:hAnsi="Arial Narrow"/>
      <w:bCs/>
      <w:szCs w:val="20"/>
      <w:lang w:eastAsia="cs-CZ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A48F1"/>
    <w:rPr>
      <w:rFonts w:ascii="Calibri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783E"/>
    <w:pPr>
      <w:spacing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48F1"/>
    <w:rPr>
      <w:rFonts w:cs="Times New Roman"/>
      <w:sz w:val="2"/>
      <w:lang w:eastAsia="en-US"/>
    </w:rPr>
  </w:style>
  <w:style w:type="character" w:styleId="PageNumber">
    <w:name w:val="page number"/>
    <w:basedOn w:val="DefaultParagraphFont"/>
    <w:uiPriority w:val="99"/>
    <w:rsid w:val="00A0783E"/>
    <w:rPr>
      <w:rFonts w:cs="Times New Roman"/>
    </w:rPr>
  </w:style>
  <w:style w:type="paragraph" w:customStyle="1" w:styleId="bllzaklad">
    <w:name w:val="bll_zaklad"/>
    <w:uiPriority w:val="99"/>
    <w:rsid w:val="00A0783E"/>
    <w:pPr>
      <w:spacing w:after="120"/>
      <w:jc w:val="both"/>
    </w:pPr>
    <w:rPr>
      <w:rFonts w:ascii="Arial Narrow" w:hAnsi="Arial Narrow"/>
      <w:noProof/>
      <w:szCs w:val="20"/>
    </w:rPr>
  </w:style>
  <w:style w:type="paragraph" w:customStyle="1" w:styleId="Nadpisek">
    <w:name w:val="Nadpisek"/>
    <w:basedOn w:val="Normal"/>
    <w:uiPriority w:val="99"/>
    <w:rsid w:val="00A0783E"/>
    <w:pPr>
      <w:spacing w:before="240" w:after="60" w:line="240" w:lineRule="auto"/>
      <w:jc w:val="both"/>
    </w:pPr>
    <w:rPr>
      <w:rFonts w:ascii="Arial" w:hAnsi="Arial"/>
      <w:b/>
      <w:sz w:val="20"/>
      <w:szCs w:val="20"/>
      <w:u w:val="single"/>
      <w:lang w:eastAsia="cs-CZ"/>
    </w:rPr>
  </w:style>
  <w:style w:type="paragraph" w:styleId="CommentText">
    <w:name w:val="annotation text"/>
    <w:basedOn w:val="Normal"/>
    <w:link w:val="CommentTextChar"/>
    <w:uiPriority w:val="99"/>
    <w:rsid w:val="00A0783E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0783E"/>
    <w:rPr>
      <w:rFonts w:cs="Times New Roman"/>
      <w:lang w:val="cs-CZ" w:eastAsia="cs-CZ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7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48F1"/>
    <w:rPr>
      <w:rFonts w:ascii="Calibri" w:hAnsi="Calibri"/>
      <w:b/>
      <w:bCs/>
      <w:sz w:val="20"/>
      <w:szCs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A0783E"/>
    <w:pPr>
      <w:widowControl w:val="0"/>
      <w:spacing w:after="0" w:line="240" w:lineRule="auto"/>
      <w:jc w:val="center"/>
    </w:pPr>
    <w:rPr>
      <w:rFonts w:ascii="Times New Roman" w:hAnsi="Times New Roman"/>
      <w:b/>
      <w:sz w:val="24"/>
      <w:szCs w:val="20"/>
      <w:lang w:eastAsia="cs-CZ"/>
    </w:rPr>
  </w:style>
  <w:style w:type="character" w:customStyle="1" w:styleId="TitleChar">
    <w:name w:val="Title Char"/>
    <w:basedOn w:val="DefaultParagraphFont"/>
    <w:link w:val="Title"/>
    <w:uiPriority w:val="99"/>
    <w:locked/>
    <w:rsid w:val="002A48F1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Import1">
    <w:name w:val="Import 1"/>
    <w:basedOn w:val="Normal"/>
    <w:uiPriority w:val="99"/>
    <w:rsid w:val="00A0783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</w:pPr>
    <w:rPr>
      <w:rFonts w:ascii="Casablanca" w:hAnsi="Casablanca"/>
      <w:sz w:val="20"/>
      <w:szCs w:val="20"/>
      <w:lang w:eastAsia="cs-CZ"/>
    </w:rPr>
  </w:style>
  <w:style w:type="character" w:styleId="CommentReference">
    <w:name w:val="annotation reference"/>
    <w:basedOn w:val="DefaultParagraphFont"/>
    <w:uiPriority w:val="99"/>
    <w:semiHidden/>
    <w:rsid w:val="00A0783E"/>
    <w:rPr>
      <w:rFonts w:cs="Times New Roman"/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A0783E"/>
    <w:pPr>
      <w:keepNext/>
      <w:keepLines/>
      <w:tabs>
        <w:tab w:val="left" w:pos="340"/>
      </w:tabs>
      <w:spacing w:before="280" w:after="0" w:line="240" w:lineRule="auto"/>
      <w:ind w:left="5103"/>
    </w:pPr>
    <w:rPr>
      <w:rFonts w:ascii="Times New Roman" w:hAnsi="Times New Roman"/>
      <w:sz w:val="24"/>
      <w:szCs w:val="24"/>
      <w:lang w:eastAsia="cs-CZ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2A48F1"/>
    <w:rPr>
      <w:rFonts w:ascii="Calibri" w:hAnsi="Calibri" w:cs="Times New Roman"/>
      <w:lang w:eastAsia="en-US"/>
    </w:rPr>
  </w:style>
  <w:style w:type="paragraph" w:customStyle="1" w:styleId="Default">
    <w:name w:val="Default"/>
    <w:uiPriority w:val="99"/>
    <w:rsid w:val="00A07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A0783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rsid w:val="00A0783E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A48F1"/>
    <w:rPr>
      <w:rFonts w:ascii="Calibri" w:hAnsi="Calibri" w:cs="Times New Roman"/>
      <w:sz w:val="20"/>
      <w:szCs w:val="20"/>
      <w:lang w:eastAsia="en-US"/>
    </w:rPr>
  </w:style>
  <w:style w:type="character" w:styleId="FootnoteReference">
    <w:name w:val="footnote reference"/>
    <w:aliases w:val="EN Footnote Reference"/>
    <w:basedOn w:val="DefaultParagraphFont"/>
    <w:uiPriority w:val="99"/>
    <w:rsid w:val="00A0783E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0783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18"/>
      <w:szCs w:val="18"/>
      <w:lang w:eastAsia="cs-CZ"/>
    </w:rPr>
  </w:style>
  <w:style w:type="character" w:customStyle="1" w:styleId="CharChar3">
    <w:name w:val="Char Char3"/>
    <w:basedOn w:val="DefaultParagraphFont"/>
    <w:uiPriority w:val="99"/>
    <w:locked/>
    <w:rsid w:val="00A0783E"/>
    <w:rPr>
      <w:rFonts w:ascii="Arial" w:hAnsi="Arial" w:cs="Times New Roman"/>
      <w:lang w:val="cs-CZ" w:eastAsia="cs-CZ" w:bidi="ar-SA"/>
    </w:rPr>
  </w:style>
  <w:style w:type="paragraph" w:customStyle="1" w:styleId="Komentare">
    <w:name w:val="Komentare"/>
    <w:basedOn w:val="Normal"/>
    <w:link w:val="KomentareChar"/>
    <w:uiPriority w:val="99"/>
    <w:rsid w:val="00A0783E"/>
    <w:pPr>
      <w:spacing w:before="60" w:after="60" w:line="240" w:lineRule="auto"/>
    </w:pPr>
    <w:rPr>
      <w:rFonts w:ascii="Times New Roman" w:hAnsi="Times New Roman"/>
      <w:i/>
      <w:lang w:eastAsia="cs-CZ"/>
    </w:rPr>
  </w:style>
  <w:style w:type="character" w:customStyle="1" w:styleId="KomentareChar">
    <w:name w:val="Komentare Char"/>
    <w:basedOn w:val="DefaultParagraphFont"/>
    <w:link w:val="Komentare"/>
    <w:uiPriority w:val="99"/>
    <w:locked/>
    <w:rsid w:val="00A0783E"/>
    <w:rPr>
      <w:rFonts w:cs="Times New Roman"/>
      <w:i/>
      <w:sz w:val="22"/>
      <w:szCs w:val="22"/>
      <w:lang w:val="cs-CZ" w:eastAsia="cs-CZ" w:bidi="ar-SA"/>
    </w:rPr>
  </w:style>
  <w:style w:type="paragraph" w:styleId="ListParagraph">
    <w:name w:val="List Paragraph"/>
    <w:basedOn w:val="Normal"/>
    <w:uiPriority w:val="99"/>
    <w:qFormat/>
    <w:rsid w:val="00A0783E"/>
    <w:pPr>
      <w:spacing w:after="0" w:line="240" w:lineRule="auto"/>
      <w:ind w:left="708"/>
    </w:pPr>
    <w:rPr>
      <w:rFonts w:ascii="Arial Narrow" w:hAnsi="Arial Narrow"/>
      <w:szCs w:val="20"/>
      <w:lang w:eastAsia="cs-CZ"/>
    </w:rPr>
  </w:style>
  <w:style w:type="character" w:customStyle="1" w:styleId="CharChar7">
    <w:name w:val="Char Char7"/>
    <w:basedOn w:val="DefaultParagraphFont"/>
    <w:uiPriority w:val="99"/>
    <w:rsid w:val="00A0783E"/>
    <w:rPr>
      <w:rFonts w:cs="Times New Roman"/>
      <w:sz w:val="24"/>
      <w:szCs w:val="24"/>
      <w:lang w:val="cs-CZ" w:eastAsia="cs-CZ" w:bidi="ar-SA"/>
    </w:rPr>
  </w:style>
  <w:style w:type="character" w:customStyle="1" w:styleId="apple-style-span">
    <w:name w:val="apple-style-span"/>
    <w:basedOn w:val="DefaultParagraphFont"/>
    <w:uiPriority w:val="99"/>
    <w:rsid w:val="00300161"/>
    <w:rPr>
      <w:rFonts w:cs="Times New Roman"/>
    </w:rPr>
  </w:style>
  <w:style w:type="paragraph" w:customStyle="1" w:styleId="Normlnzarovnatdobloku">
    <w:name w:val="Normální + zarovnat do bloku"/>
    <w:basedOn w:val="Normal"/>
    <w:uiPriority w:val="99"/>
    <w:rsid w:val="00A51A11"/>
    <w:pPr>
      <w:shd w:val="clear" w:color="auto" w:fill="FFFFFF"/>
      <w:tabs>
        <w:tab w:val="left" w:pos="696"/>
      </w:tabs>
      <w:spacing w:after="0" w:line="341" w:lineRule="exact"/>
      <w:ind w:left="350"/>
    </w:pPr>
    <w:rPr>
      <w:rFonts w:ascii="Times New Roman" w:hAnsi="Times New Roman"/>
      <w:color w:val="000000"/>
      <w:spacing w:val="-5"/>
      <w:sz w:val="24"/>
      <w:szCs w:val="24"/>
      <w:lang w:eastAsia="cs-CZ"/>
    </w:rPr>
  </w:style>
  <w:style w:type="paragraph" w:styleId="HTMLPreformatted">
    <w:name w:val="HTML Preformatted"/>
    <w:basedOn w:val="Normal"/>
    <w:link w:val="HTMLPreformattedChar"/>
    <w:uiPriority w:val="99"/>
    <w:rsid w:val="00BE7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A48F1"/>
    <w:rPr>
      <w:rFonts w:ascii="Courier New" w:hAnsi="Courier New" w:cs="Courier New"/>
      <w:sz w:val="20"/>
      <w:szCs w:val="20"/>
      <w:lang w:eastAsia="en-US"/>
    </w:rPr>
  </w:style>
  <w:style w:type="paragraph" w:customStyle="1" w:styleId="nadpis1">
    <w:name w:val="nadpis1"/>
    <w:basedOn w:val="Normal"/>
    <w:uiPriority w:val="99"/>
    <w:rsid w:val="00BE703B"/>
    <w:pPr>
      <w:spacing w:after="0" w:line="240" w:lineRule="auto"/>
      <w:jc w:val="center"/>
    </w:pPr>
    <w:rPr>
      <w:rFonts w:ascii="Times New Roman" w:hAnsi="Times New Roman"/>
      <w:b/>
      <w:sz w:val="36"/>
      <w:szCs w:val="36"/>
      <w:lang w:eastAsia="cs-CZ"/>
    </w:rPr>
  </w:style>
  <w:style w:type="character" w:customStyle="1" w:styleId="FontStyle60">
    <w:name w:val="Font Style60"/>
    <w:uiPriority w:val="99"/>
    <w:rsid w:val="007749E3"/>
  </w:style>
  <w:style w:type="paragraph" w:customStyle="1" w:styleId="Style17">
    <w:name w:val="Style17"/>
    <w:basedOn w:val="Normal"/>
    <w:uiPriority w:val="99"/>
    <w:rsid w:val="007749E3"/>
    <w:pPr>
      <w:suppressAutoHyphens/>
      <w:spacing w:after="0" w:line="240" w:lineRule="auto"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FontStyle61">
    <w:name w:val="Font Style61"/>
    <w:uiPriority w:val="99"/>
    <w:rsid w:val="007749E3"/>
  </w:style>
  <w:style w:type="paragraph" w:customStyle="1" w:styleId="Standard">
    <w:name w:val="Standard"/>
    <w:uiPriority w:val="99"/>
    <w:rsid w:val="007749E3"/>
    <w:pPr>
      <w:suppressAutoHyphens/>
      <w:textAlignment w:val="baseline"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0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238</TotalTime>
  <Pages>12</Pages>
  <Words>2276</Words>
  <Characters>13434</Characters>
  <Application>Microsoft Office Outlook</Application>
  <DocSecurity>0</DocSecurity>
  <Lines>0</Lines>
  <Paragraphs>0</Paragraphs>
  <ScaleCrop>false</ScaleCrop>
  <Company>RMU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Masarykova univerzita</dc:title>
  <dc:subject/>
  <dc:creator>janikova</dc:creator>
  <cp:keywords/>
  <dc:description/>
  <cp:lastModifiedBy>Roman Drga</cp:lastModifiedBy>
  <cp:revision>17</cp:revision>
  <cp:lastPrinted>2012-08-15T07:21:00Z</cp:lastPrinted>
  <dcterms:created xsi:type="dcterms:W3CDTF">2012-05-22T20:57:00Z</dcterms:created>
  <dcterms:modified xsi:type="dcterms:W3CDTF">2012-08-15T10:56:00Z</dcterms:modified>
</cp:coreProperties>
</file>