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49" w:rsidRDefault="00101B49" w:rsidP="00101B49">
      <w:pPr>
        <w:outlineLvl w:val="0"/>
      </w:pPr>
      <w:r>
        <w:rPr>
          <w:sz w:val="52"/>
          <w:szCs w:val="52"/>
        </w:rPr>
        <w:t xml:space="preserve">Základní </w:t>
      </w:r>
      <w:proofErr w:type="gramStart"/>
      <w:r>
        <w:rPr>
          <w:sz w:val="52"/>
          <w:szCs w:val="52"/>
        </w:rPr>
        <w:t>obrazovka</w:t>
      </w:r>
      <w:r>
        <w:t xml:space="preserve">  podobně</w:t>
      </w:r>
      <w:proofErr w:type="gramEnd"/>
      <w:r>
        <w:t xml:space="preserve"> jako </w:t>
      </w:r>
      <w:r w:rsidR="00F05C45">
        <w:fldChar w:fldCharType="begin"/>
      </w:r>
      <w:r>
        <w:instrText xml:space="preserve"> REF _Ref235425013 \h </w:instrText>
      </w:r>
      <w:r w:rsidR="00F05C45">
        <w:fldChar w:fldCharType="separate"/>
      </w:r>
      <w:r w:rsidR="00D21A7E">
        <w:rPr>
          <w:b/>
          <w:bCs/>
        </w:rPr>
        <w:t xml:space="preserve">Chyba! Nenalezen zdroj </w:t>
      </w:r>
      <w:proofErr w:type="gramStart"/>
      <w:r w:rsidR="00D21A7E">
        <w:rPr>
          <w:b/>
          <w:bCs/>
        </w:rPr>
        <w:t>odkazů.</w:t>
      </w:r>
      <w:r w:rsidR="00F05C45">
        <w:fldChar w:fldCharType="end"/>
      </w:r>
      <w:r>
        <w:t>,  na</w:t>
      </w:r>
      <w:proofErr w:type="gramEnd"/>
      <w:r>
        <w:t xml:space="preserve"> vzhledu netrváme</w:t>
      </w:r>
    </w:p>
    <w:p w:rsidR="00101B49" w:rsidRDefault="00101B49" w:rsidP="00101B49"/>
    <w:p w:rsidR="00101B49" w:rsidRDefault="00101B49" w:rsidP="00101B49">
      <w:pPr>
        <w:outlineLvl w:val="0"/>
      </w:pPr>
      <w:r>
        <w:t>Bíle prvky jsou tlačítka nebo funkce zesílit a zeslabit ozvučení</w:t>
      </w:r>
    </w:p>
    <w:p w:rsidR="00101B49" w:rsidRDefault="00101B49" w:rsidP="00101B49"/>
    <w:p w:rsidR="00101B49" w:rsidRDefault="00101B49" w:rsidP="00101B49">
      <w:pPr>
        <w:outlineLvl w:val="0"/>
      </w:pPr>
      <w:r>
        <w:t>ZAPNI VŠECHNO je ON-OFF funkce s přepisovatelným nápisem – viz další okna</w:t>
      </w:r>
    </w:p>
    <w:p w:rsidR="00101B49" w:rsidRDefault="00101B49" w:rsidP="00101B49"/>
    <w:p w:rsidR="00101B49" w:rsidRDefault="00101B49" w:rsidP="00101B49">
      <w:pPr>
        <w:outlineLvl w:val="0"/>
      </w:pPr>
      <w:r>
        <w:t>Podbarvené pole jsou informační bloky</w:t>
      </w:r>
    </w:p>
    <w:p w:rsidR="00101B49" w:rsidRDefault="00101B49" w:rsidP="00101B49">
      <w:r>
        <w:tab/>
        <w:t>Spodní část – informuje učitele o tom, jestli se podařilo automaticky všechno zapnout</w:t>
      </w:r>
    </w:p>
    <w:p w:rsidR="00101B49" w:rsidRDefault="00101B49" w:rsidP="00101B49">
      <w:pPr>
        <w:ind w:left="2040"/>
      </w:pPr>
      <w:r>
        <w:t xml:space="preserve">Učitel v kontextu s tím co </w:t>
      </w:r>
      <w:proofErr w:type="gramStart"/>
      <w:r>
        <w:t>chce</w:t>
      </w:r>
      <w:proofErr w:type="gramEnd"/>
      <w:r>
        <w:t xml:space="preserve"> dělat </w:t>
      </w:r>
      <w:proofErr w:type="gramStart"/>
      <w:r>
        <w:t>může</w:t>
      </w:r>
      <w:proofErr w:type="gramEnd"/>
      <w:r>
        <w:t xml:space="preserve"> ignorovat to, že se některé přístroje nepodaří zapnout, informace o poruše poslat mailem na domluvenou adresu (co když se adresa změní?)</w:t>
      </w:r>
    </w:p>
    <w:p w:rsidR="00101B49" w:rsidRDefault="00101B49" w:rsidP="00101B49">
      <w:r>
        <w:tab/>
        <w:t>Vrchní část – informuje o nahrávání – viz další okna</w:t>
      </w:r>
    </w:p>
    <w:p w:rsidR="00101B49" w:rsidRDefault="00101B49" w:rsidP="00101B49"/>
    <w:p w:rsidR="00101B49" w:rsidRDefault="00101B49" w:rsidP="00101B49"/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370" name="Plátno 3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321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ZAPNI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Oval 333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Připraveno k </w:t>
                              </w:r>
                              <w:proofErr w:type="gramStart"/>
                              <w:r>
                                <w:t>nahrávaní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0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1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2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3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pPr>
                                <w:rPr>
                                  <w:color w:val="BFBFBF"/>
                                  <w:sz w:val="22"/>
                                </w:rPr>
                              </w:pPr>
                              <w:r w:rsidRPr="004D7D33">
                                <w:rPr>
                                  <w:color w:val="BFBFBF"/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4D7D3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8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339" name="Line 348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349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Oval 351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Oval 352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5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346" name="Group 355"/>
                        <wpg:cNvGrpSpPr>
                          <a:grpSpLocks/>
                        </wpg:cNvGrpSpPr>
                        <wpg:grpSpPr bwMode="auto">
                          <a:xfrm>
                            <a:off x="56752" y="3372709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347" name="Rectangle 3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Text Box 3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9" name="Text Box 3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0" name="Text Box 3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1" name="Text Box 3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2" name="Text Box 3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353" name="Group 362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354" name="Rectangle 36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Text Box 3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Text Box 3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AutoShape 367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AutoShape 36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AutoShape 36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AutoShape 37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Rectangle 372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Text Box 3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5" name="Text Box 3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6" name="Text Box 3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7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8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9" name="Text Box 3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328" o:spid="_x0000_s1026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0" o:spid="_x0000_s1028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8+58QA&#10;AADcAAAADwAAAGRycy9kb3ducmV2LnhtbESPwWrDMBBE74X8g9hAbo0ch5biRAkmpeCDKW2aQ46L&#10;tbFNrJWRlMj9+6pQ6HGYmTfMdj+ZQdzJ+d6ygtUyA0HcWN1zq+D09fb4AsIHZI2DZVLwTR72u9nD&#10;FgttI3/S/RhakSDsC1TQhTAWUvqmI4N+aUfi5F2sMxiSdK3UDmOCm0HmWfYsDfacFjoc6dBRcz3e&#10;jIIskovt0/nD9O8168rH+vVWKrWYT+UGRKAp/If/2pVWsM5X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vPuf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331" o:spid="_x0000_s1029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81S8UA&#10;AADcAAAADwAAAGRycy9kb3ducmV2LnhtbESPQWvCQBSE70L/w/IKvYhuGkVt6iql0KI3m4q9PrLP&#10;JDT7Nt3dxvjvXUHwOMzMN8xy3ZtGdOR8bVnB8zgBQVxYXXOpYP/9MVqA8AFZY2OZFJzJw3r1MFhi&#10;pu2Jv6jLQykihH2GCqoQ2kxKX1Rk0I9tSxy9o3UGQ5SulNrhKcJNI9MkmUmDNceFClt6r6j4zf+N&#10;gsV00/347WR3KGbH5iUM593nn1Pq6bF/ewURqA/38K290QomaQrXM/E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zVLxQAAANw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ZAPNI VŠECHNO</w:t>
                        </w:r>
                      </w:p>
                    </w:txbxContent>
                  </v:textbox>
                </v:shape>
                <v:rect id="Rectangle 332" o:spid="_x0000_s1030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wacMA&#10;AADcAAAADwAAAGRycy9kb3ducmV2LnhtbESPQWsCMRSE70L/Q3iF3jSrYimrUVZR6EmoFtTbY/NM&#10;Fjcvyya623/fCIUeh5n5hlmseleLB7Wh8qxgPMpAEJdeV2wUfB93ww8QISJrrD2Tgh8KsFq+DBaY&#10;a9/xFz0O0YgE4ZCjAhtjk0sZSksOw8g3xMm7+tZhTLI1UrfYJbir5STL3qXDitOCxYY2lsrb4e4U&#10;bJvLvpiZIItTtOebX3c7uzdKvb32xRxEpD7+h//an1rBdDKF5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JwacMAAADcAAAADwAAAAAAAAAAAAAAAACYAgAAZHJzL2Rv&#10;d25yZXYueG1sUEsFBgAAAAAEAAQA9QAAAIgDAAAAAA==&#10;" filled="f"/>
                <v:oval id="Oval 333" o:spid="_x0000_s1031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dbM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0ukM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XWzEAAAA3AAAAA8AAAAAAAAAAAAAAAAAmAIAAGRycy9k&#10;b3ducmV2LnhtbFBLBQYAAAAABAAEAPUAAACJAwAAAAA=&#10;"/>
                <v:rect id="Rectangle 334" o:spid="_x0000_s1032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MT18IA&#10;AADcAAAADwAAAGRycy9kb3ducmV2LnhtbESPQYvCMBSE74L/ITzBm6ZWLFKNsgjCeqzuYff2aJ5t&#10;2eYlJNF2//1mQdjjMDPfMPvjaHrxJB86ywpWywwEcW11x42Cj9t5sQURIrLG3jIp+KEAx8N0ssdS&#10;24Erel5jIxKEQ4kK2hhdKWWoWzIYltYRJ+9uvcGYpG+k9jgkuOllnmWFNNhxWmjR0aml+vv6MArc&#10;6lJVw9ftYlzIcv+4f1JRWKXms/FtByLSGP/Dr/a7VrDON/B3Jh0Be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QxPXwgAAANwAAAAPAAAAAAAAAAAAAAAAAJgCAABkcnMvZG93&#10;bnJldi54bWxQSwUGAAAAAAQABAD1AAAAhwMAAAAA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Připraveno k nahrávaní</w:t>
                        </w:r>
                      </w:p>
                    </w:txbxContent>
                  </v:textbox>
                </v:rect>
                <v:rect id="Rectangle 335" o:spid="_x0000_s1033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NoMEA&#10;AADcAAAADwAAAGRycy9kb3ducmV2LnhtbESPQYvCMBSE7wv+h/AEb2tqhbJUo4gg6LG6h/X2aJ5t&#10;sXkJSbTdf78RhD0OM/MNs96OphdP8qGzrGAxz0AQ11Z33Cj4vhw+v0CEiKyxt0wKfinAdjP5WGOp&#10;7cAVPc+xEQnCoUQFbYyulDLULRkMc+uIk3ez3mBM0jdSexwS3PQyz7JCGuw4LbToaN9SfT8/jAK3&#10;OFXVcL2cjAtZ7h+3HyoKq9RsOu5WICKN8T/8bh+1gmVewOtMOgJ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RjaDBAAAA3AAAAA8AAAAAAAAAAAAAAAAAmAIAAGRycy9kb3du&#10;cmV2LnhtbFBLBQYAAAAABAAEAPUAAACGAwAAAAA=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336" o:spid="_x0000_s1034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DCMMA&#10;AADcAAAADwAAAGRycy9kb3ducmV2LnhtbESPQWsCMRSE74L/ITzBm2a1VGVrFFEKHqTotgePj83r&#10;7uLmZUmiWf99Uyj0OMzMN8x625tWPMj5xrKC2TQDQVxa3XCl4OvzfbIC4QOyxtYyKXiSh+1mOFhj&#10;rm3kCz2KUIkEYZ+jgjqELpfSlzUZ9FPbESfv2zqDIUlXSe0wJrhp5TzLFtJgw2mhxo72NZW34m4U&#10;ZJFcrF6vZ9N8nFgffTwd7julxqN+9wYiUB/+w3/to1bwMl/C75l0BO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oDCMMAAADcAAAADwAAAAAAAAAAAAAAAACYAgAAZHJzL2Rv&#10;d25yZXYueG1sUEsFBgAAAAAEAAQA9QAAAIg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337" o:spid="_x0000_s1035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WXer8A&#10;AADcAAAADwAAAGRycy9kb3ducmV2LnhtbERPy4rCMBTdC/5DuIK7MR3FQTpGEUVwIeJr4fLS3GnL&#10;NDcliab+vVkILg/nPV92phEPcr62rOB7lIEgLqyuuVRwvWy/ZiB8QNbYWCYFT/KwXPR7c8y1jXyi&#10;xzmUIoWwz1FBFUKbS+mLigz6kW2JE/dnncGQoCuldhhTuGnkOMt+pMGaU0OFLa0rKv7Pd6Mgi+Ri&#10;Ob0dTX3Ys975uN/cV0oNB93qF0SgLnzEb/dOK5iM09p0Jh0B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VZd6vwAAANwAAAAPAAAAAAAAAAAAAAAAAJgCAABkcnMvZG93bnJl&#10;di54bWxQSwUGAAAAAAQABAD1AAAAhA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338" o:spid="_x0000_s1036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0wEcQA&#10;AADcAAAADwAAAGRycy9kb3ducmV2LnhtbESPW2sCMRSE3wv+h3AE32rWFaSuRlGhoPSlXvD5sDl7&#10;0c3JkqTr+u8bodDHYWa+YZbr3jSiI+drywom4wQEcW51zaWCy/nz/QOED8gaG8uk4Eke1qvB2xIz&#10;bR98pO4UShEh7DNUUIXQZlL6vCKDfmxb4ugV1hkMUbpSaoePCDeNTJNkJg3WHBcqbGlXUX4//RgF&#10;527r98dbmOtDsZXpV/GdXt1GqdGw3yxABOrDf/ivvdcKpukcXm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tMBH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START</w:t>
                        </w:r>
                      </w:p>
                    </w:txbxContent>
                  </v:textbox>
                </v:shape>
                <v:shape id="Text Box 339" o:spid="_x0000_s1037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4PUcAA&#10;AADcAAAADwAAAGRycy9kb3ducmV2LnhtbERPy4rCMBTdD/gP4QruxtQKw0w1igqCMhsfg+tLc/vQ&#10;5qYksda/Nwthlofzni9704iOnK8tK5iMExDEudU1lwr+ztvPbxA+IGtsLJOCJ3lYLgYfc8y0ffCR&#10;ulMoRQxhn6GCKoQ2k9LnFRn0Y9sSR66wzmCI0JVSO3zEcNPINEm+pMGaY0OFLW0qym+nu1Fw7tZ+&#10;d7yGH70v1jL9LQ7pxa2UGg371QxEoD78i9/unVYwncb58Uw8An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04PUcAAAADcAAAADwAAAAAAAAAAAAAAAACYAgAAZHJzL2Rvd25y&#10;ZXYueG1sUEsFBgAAAAAEAAQA9QAAAIU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PAUZA</w:t>
                        </w:r>
                      </w:p>
                    </w:txbxContent>
                  </v:textbox>
                </v:shape>
                <v:shape id="Text Box 340" o:spid="_x0000_s1038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qysMA&#10;AADcAAAADwAAAGRycy9kb3ducmV2LnhtbESPT2sCMRTE7wW/Q3iCt5p1BWlXo6ggKL1ULZ4fm7d/&#10;dPOyJHFdv30jFHocZuY3zGLVm0Z05HxtWcFknIAgzq2uuVTwc969f4DwAVljY5kUPMnDajl4W2Cm&#10;7YOP1J1CKSKEfYYKqhDaTEqfV2TQj21LHL3COoMhSldK7fAR4aaRaZLMpMGa40KFLW0rym+nu1Fw&#10;7jZ+f7yGT30oNjL9Kr7Ti1srNRr26zmIQH34D/+191rBdDqB15l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KqysMAAADc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STOP</w:t>
                        </w:r>
                      </w:p>
                    </w:txbxContent>
                  </v:textbox>
                </v:shape>
                <v:shape id="Text Box 341" o:spid="_x0000_s1039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A0vcQA&#10;AADcAAAADwAAAGRycy9kb3ducmV2LnhtbESPW2sCMRSE3wv+h3AE32rWFUpdjaKCoPSlXvD5sDl7&#10;0c3JksR1/fdNodDHYWa+YRar3jSiI+drywom4wQEcW51zaWCy3n3/gnCB2SNjWVS8CIPq+XgbYGZ&#10;tk8+UncKpYgQ9hkqqEJoMyl9XpFBP7YtcfQK6wyGKF0ptcNnhJtGpknyIQ3WHBcqbGlbUX4/PYyC&#10;c7fx++MtzPSh2Mj0q/hOr26t1GjYr+cgAvXhP/zX3msF02kKv2fi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QNL3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NOTEBOOK</w:t>
                        </w:r>
                      </w:p>
                    </w:txbxContent>
                  </v:textbox>
                </v:shape>
                <v:shape id="Text Box 342" o:spid="_x0000_s1040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RJsQA&#10;AADcAAAADwAAAGRycy9kb3ducmV2LnhtbESPW2sCMRSE3wv+h3CEvtWsu1DqahQVBKUv9YLPh83Z&#10;i25OliRd13/fFAp9HGbmG2axGkwrenK+saxgOklAEBdWN1wpuJx3bx8gfEDW2FomBU/ysFqOXhaY&#10;a/vgI/WnUIkIYZ+jgjqELpfSFzUZ9BPbEUevtM5giNJVUjt8RLhpZZok79Jgw3Ghxo62NRX307dR&#10;cO43fn+8hZk+lBuZfpZf6dWtlXodD+s5iEBD+A//tfdaQZZl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ckSb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TABLET</w:t>
                        </w:r>
                      </w:p>
                    </w:txbxContent>
                  </v:textbox>
                </v:shape>
                <v:shape id="Text Box 343" o:spid="_x0000_s1041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UJUsQA&#10;AADcAAAADwAAAGRycy9kb3ducmV2LnhtbESPW2sCMRSE3wv+h3CEvtWsq5S6GkWFguJLveDzYXP2&#10;opuTJUnX7b83hUIfh5n5hlmsetOIjpyvLSsYjxIQxLnVNZcKLufPtw8QPiBrbCyTgh/ysFoOXhaY&#10;afvgI3WnUIoIYZ+hgiqENpPS5xUZ9CPbEkevsM5giNKVUjt8RLhpZJok79JgzXGhwpa2FeX307dR&#10;cO42fne8hZneFxuZHoqv9OrWSr0O+/UcRKA+/If/2jutYDKZwu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1CVLEAAAA3AAAAA8AAAAAAAAAAAAAAAAAmAIAAGRycy9k&#10;b3ducmV2LnhtbFBLBQYAAAAABAAEAPUAAACJAwAAAAA=&#10;">
                  <v:textbox inset="0,0,0,0">
                    <w:txbxContent>
                      <w:p w:rsidR="00101B49" w:rsidRPr="004D7D33" w:rsidRDefault="00101B49" w:rsidP="00101B49">
                        <w:pPr>
                          <w:rPr>
                            <w:color w:val="BFBFBF"/>
                            <w:sz w:val="22"/>
                          </w:rPr>
                        </w:pPr>
                        <w:r w:rsidRPr="004D7D33">
                          <w:rPr>
                            <w:color w:val="BFBFBF"/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344" o:spid="_x0000_s1042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7bW8MA&#10;AADcAAAADwAAAGRycy9kb3ducmV2LnhtbESPQWsCMRSE74X+h/AKvdWsilJWo2yLgiehWlBvj80z&#10;Wdy8LJvUXf+9EQoeh5n5hpkve1eLK7Wh8qxgOMhAEJdeV2wU/O7XH58gQkTWWHsmBTcKsFy8vswx&#10;177jH7ruohEJwiFHBTbGJpcylJYchoFviJN39q3DmGRrpG6xS3BXy1GWTaXDitOCxYa+LZWX3Z9T&#10;sGpO22JigiwO0R4v/qtb261R6v2tL2YgIvXxGf5vb7SC8XgCjzPp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7bW8MAAADcAAAADwAAAAAAAAAAAAAAAACYAgAAZHJzL2Rv&#10;d25yZXYueG1sUEsFBgAAAAAEAAQA9QAAAIgDAAAAAA==&#10;" filled="f"/>
                <v:rect id="Rectangle 345" o:spid="_x0000_s1043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FLMMA&#10;AADcAAAADwAAAGRycy9kb3ducmV2LnhtbESPQWsCMRSE70L/Q3iF3jSropTVKNui4EmoFtTbY/NM&#10;FjcvyyZ1139vCoUeh5n5hlmue1eLO7Wh8qxgPMpAEJdeV2wUfB+3w3cQISJrrD2TggcFWK9eBkvM&#10;te/4i+6HaESCcMhRgY2xyaUMpSWHYeQb4uRdfeswJtkaqVvsEtzVcpJlc+mw4rRgsaFPS+Xt8OMU&#10;bJrLvpiZIItTtOeb/+i2dm+UenvtiwWISH38D/+1d1rBdDqH3zPpCM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xFLMMAAADcAAAADwAAAAAAAAAAAAAAAACYAgAAZHJzL2Rv&#10;d25yZXYueG1sUEsFBgAAAAAEAAQA9QAAAIgDAAAAAA==&#10;" filled="f"/>
                <v:shape id="Text Box 346" o:spid="_x0000_s1044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eXJcQA&#10;AADcAAAADwAAAGRycy9kb3ducmV2LnhtbESPW2sCMRSE3wv+h3CEvtWsK9i6GkWFguJLveDzYXP2&#10;opuTJUnX7b83hUIfh5n5hlmsetOIjpyvLSsYjxIQxLnVNZcKLufPtw8QPiBrbCyTgh/ysFoOXhaY&#10;afvgI3WnUIoIYZ+hgiqENpPS5xUZ9CPbEkevsM5giNKVUjt8RLhpZJokU2mw5rhQYUvbivL76dso&#10;OHcbvzvewkzvi41MD8VXenVrpV6H/XoOIlAf/sN/7Z1WMJm8w+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nlyX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4D7D33">
                          <w:t>MUTE</w:t>
                        </w:r>
                      </w:p>
                    </w:txbxContent>
                  </v:textbox>
                </v:shape>
                <v:rect id="Rectangle 347" o:spid="_x0000_s1045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Ng8AA&#10;AADcAAAADwAAAGRycy9kb3ducmV2LnhtbERP3WrCMBS+H+wdwhG8GTO1DimdUYagCGMXqz7AITn9&#10;weakJKnWtzcXg11+fP+b3WR7cSMfOscKlosMBLF2puNGweV8eC9AhIhssHdMCh4UYLd9fdlgadyd&#10;f+lWxUakEA4lKmhjHEopg27JYli4gThxtfMWY4K+kcbjPYXbXuZZtpYWO04NLQ60b0lfq9EqGFHb&#10;7wI/jvVE40/M8zfdNaNS89n09Qki0hT/xX/uk1GwWqW16Uw6An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mNg8AAAADcAAAADwAAAAAAAAAAAAAAAACYAgAAZHJzL2Rvd25y&#10;ZXYueG1sUEsFBgAAAAAEAAQA9QAAAIUDAAAAAA=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</w:txbxContent>
                  </v:textbox>
                </v:rect>
                <v:line id="Line 348" o:spid="_x0000_s1046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Pdi8UAAADcAAAADwAAAGRycy9kb3ducmV2LnhtbESPQWsCMRSE70L/Q3gFb5q1Qu2uRild&#10;BA+1oJaeXzfPzdLNy7KJa/rvG6HgcZiZb5jVJtpWDNT7xrGC2TQDQVw53XCt4PO0nbyA8AFZY+uY&#10;FPySh836YbTCQrsrH2g4hlokCPsCFZgQukJKXxmy6KeuI07e2fUWQ5J9LXWP1wS3rXzKsmdpseG0&#10;YLCjN0PVz/FiFSxMeZALWb6fPsqhmeVxH7++c6XGj/F1CSJQDPfwf3unFczn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Pdi8UAAADcAAAADwAAAAAAAAAA&#10;AAAAAAChAgAAZHJzL2Rvd25yZXYueG1sUEsFBgAAAAAEAAQA+QAAAJMDAAAAAA==&#10;">
                  <v:stroke endarrow="block"/>
                </v:line>
                <v:line id="Line 349" o:spid="_x0000_s1047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BA+MUAAADcAAAADwAAAGRycy9kb3ducmV2LnhtbESPTUvDQBCG74L/YRnBS2g3GhEbuy1+&#10;tCAUD6Y9eByyYxLMzobs2Kb/3jkIHod33meeWa6n0JsjjamL7OBmnoMhrqPvuHFw2G9nD2CSIHvs&#10;I5ODMyVYry4vllj6eOIPOlbSGIVwKtFBKzKU1qa6pYBpHgdizb7iGFB0HBvrRzwpPPT2Ns/vbcCO&#10;9UKLA720VH9XP0E1tu/8WhTZc7BZtqDNp+xyK85dX01Pj2CEJvlf/mu/eQfFnerrM0oA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hBA+MUAAADcAAAADwAAAAAAAAAA&#10;AAAAAAChAgAAZHJzL2Rvd25yZXYueG1sUEsFBgAAAAAEAAQA+QAAAJMDAAAAAA==&#10;">
                  <v:stroke endarrow="block"/>
                </v:line>
                <v:shape id="Text Box 350" o:spid="_x0000_s1048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i/sYA&#10;AADcAAAADwAAAGRycy9kb3ducmV2LnhtbESPT2vCQBTE74LfYXmFXkQ3tuKf6CqS0iKll6ro9ZF9&#10;TYLZtzG7xvjtXUHocZiZ3zCLVWtK0VDtCssKhoMIBHFqdcGZgv3usz8F4TyyxtIyKbiRg9Wy21lg&#10;rO2Vf6nZ+kwECLsYFeTeV7GULs3JoBvYijh4f7Y26IOsM6lrvAa4KeVbFI2lwYLDQo4VJTmlp+3F&#10;KJiNyw8svvZJdEjO3Ps+NpPLT6PU60u7noPw1Pr/8LO90QreR0N4nA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Oi/sYAAADcAAAADwAAAAAAAAAAAAAAAACYAgAAZHJz&#10;L2Rvd25yZXYueG1sUEsFBgAAAAAEAAQA9QAAAIsDAAAAAA==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351" o:spid="_x0000_s1049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FI8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0tkU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RhSPEAAAA3AAAAA8AAAAAAAAAAAAAAAAAmAIAAGRycy9k&#10;b3ducmV2LnhtbFBLBQYAAAAABAAEAPUAAACJAwAAAAA=&#10;"/>
                <v:oval id="Oval 352" o:spid="_x0000_s1050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0guMQA&#10;AADcAAAADwAAAGRycy9kb3ducmV2LnhtbESPQWvCQBSE74X+h+UVeqsb3SoldRVRCnrooVHvj+wz&#10;CWbfhuxrTP+9Wyj0OMzMN8xyPfpWDdTHJrCF6SQDRVwG13Bl4XT8eHkDFQXZYRuYLPxQhPXq8WGJ&#10;uQs3/qKhkEolCMccLdQiXa51LGvyGCehI07eJfQeJcm+0q7HW4L7Vs+ybKE9NpwWauxoW1N5Lb69&#10;hV21KRaDNjI3l91e5tfz58FMrX1+GjfvoIRG+Q//tffOgnk18HsmHQG9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dILjEAAAA3AAAAA8AAAAAAAAAAAAAAAAAmAIAAGRycy9k&#10;b3ducmV2LnhtbFBLBQYAAAAABAAEAPUAAACJAwAAAAA=&#10;"/>
                <v:shape id="Text Box 353" o:spid="_x0000_s1051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JY8MA&#10;AADcAAAADwAAAGRycy9kb3ducmV2LnhtbESPQWvCQBSE7wX/w/KE3upGK63GrKKWSm/SKHh9ZF+y&#10;Idm3Ibtq+u+7QqHHYeabYbLNYFtxo97XjhVMJwkI4sLpmisF59PnywKED8gaW8ek4Ic8bNajpwxT&#10;7e78Tbc8VCKWsE9RgQmhS6X0hSGLfuI64uiVrrcYouwrqXu8x3LbylmSvEmLNccFgx3tDRVNfrUK&#10;Xo+z94s/5B/77kLLZuF3TclGqefxsF2BCDSE//Af/aUjN5/D40w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aJY8MAAADc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354" o:spid="_x0000_s1052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s+MQA&#10;AADcAAAADwAAAGRycy9kb3ducmV2LnhtbESPT2vCQBTE74LfYXlCb3WjrX+auoq1VLyJaSHXR/Yl&#10;G5J9G7JbTb99t1DwOMz8ZpjNbrCtuFLva8cKZtMEBHHhdM2Vgq/Pj8c1CB+QNbaOScEPedhtx6MN&#10;ptrd+ELXLFQilrBPUYEJoUul9IUhi37qOuLola63GKLsK6l7vMVy28p5kiylxZrjgsGODoaKJvu2&#10;Cp7O81Xuj9n7ocvppVn7t6Zko9TDZNi/ggg0hHv4nz7pyD0v4O9MP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KLPjEAAAA3AAAAA8AAAAAAAAAAAAAAAAAmAIAAGRycy9k&#10;b3ducmV2LnhtbFBLBQYAAAAABAAEAPUAAACJ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355" o:spid="_x0000_s1053" style="position:absolute;left:567;top:33727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<v:rect id="Rectangle 356" o:spid="_x0000_s1054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aTysQA&#10;AADcAAAADwAAAGRycy9kb3ducmV2LnhtbESPQWsCMRSE70L/Q3iCt5q1trZsjbJKBU+CWtDeHpvX&#10;ZHHzsmxSd/vvTaHgcZiZb5j5sne1uFIbKs8KJuMMBHHpdcVGwedx8/gGIkRkjbVnUvBLAZaLh8Ec&#10;c+073tP1EI1IEA45KrAxNrmUobTkMIx9Q5y8b986jEm2RuoWuwR3tXzKspl0WHFasNjQ2lJ5Ofw4&#10;BR/N1654MUEWp2jPF7/qNnZnlBoN++IdRKQ+3sP/7a1WMH1+hb8z6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2k8rEAAAA3AAAAA8AAAAAAAAAAAAAAAAAmAIAAGRycy9k&#10;b3ducmV2LnhtbFBLBQYAAAAABAAEAPUAAACJAwAAAAA=&#10;" filled="f"/>
                  <v:shape id="Text Box 357" o:spid="_x0000_s1055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yFWsEA&#10;AADcAAAADwAAAGRycy9kb3ducmV2LnhtbERPz2vCMBS+D/wfwhN2m2lnGVKNIsJgF3VTL94ezbMp&#10;Ni+lyWzmX28Owo4f3+/FKtpW3Kj3jWMF+SQDQVw53XCt4HT8fJuB8AFZY+uYFPyRh9Vy9LLAUruB&#10;f+h2CLVIIexLVGBC6EopfWXIop+4jjhxF9dbDAn2tdQ9DinctvI9yz6kxYZTg8GONoaq6+HXKkCd&#10;f9+3RYz73a7Ni8FUl3ieKfU6jus5iEAx/Iuf7i+tYFqktelMOgJ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shVrBAAAA3AAAAA8AAAAAAAAAAAAAAAAAmAIAAGRycy9kb3du&#10;cmV2LnhtbFBLBQYAAAAABAAEAPUAAACG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358" o:spid="_x0000_s1056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BfNsQA&#10;AADcAAAADwAAAGRycy9kb3ducmV2LnhtbESPS2vCQBSF9wX/w3CFbkqdqRZpo6MUIcRVfUK318w1&#10;CWbuhMxUo7++IwhdHs7j40znna3FmVpfOdbwNlAgiHNnKi407Hfp6wcIH5AN1o5Jw5U8zGe9pykm&#10;xl14Q+dtKEQcYZ+ghjKEJpHS5yVZ9APXEEfv6FqLIcq2kKbFSxy3tRwqNZYWK46EEhtalJSftr82&#10;clcGD1mT5Zlar3dq/5N+315SrZ/73dcERKAu/Icf7aXRMHr/hPuZe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wXzbEAAAA3AAAAA8AAAAAAAAAAAAAAAAAmAIAAGRycy9k&#10;b3ducmV2LnhtbFBLBQYAAAAABAAEAPUAAACJAwAAAAA=&#10;" fillcolor="#fc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359" o:spid="_x0000_s1057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gdsIA&#10;AADcAAAADwAAAGRycy9kb3ducmV2LnhtbERPS0vDQBC+C/6HZQQv0u5WUSTttogQ0pP2Bb1Os9Mk&#10;NDsbsts29dc7B8Hjx/eeLQbfqgv1sQlsYTI2oIjL4BquLOy2+egdVEzIDtvAZOFGERbz+7sZZi5c&#10;eU2XTaqUhHDM0EKdUpdpHcuaPMZx6IiFO4beYxLYV9r1eJVw3+pnY960x4alocaOPmsqT5uzl95v&#10;h4eiK8rCrFZbs9vnXz9PubWPD8PHFFSiIf2L/9xLZ+HlVebLGTkCe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2B2wgAAANwAAAAPAAAAAAAAAAAAAAAAAJgCAABkcnMvZG93&#10;bnJldi54bWxQSwUGAAAAAAQABAD1AAAAhwMAAAAA&#10;" fillcolor="#fc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360" o:spid="_x0000_s1058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/F7cUA&#10;AADcAAAADwAAAGRycy9kb3ducmV2LnhtbESPy2rDMBBF94H8g5hAN6GR0pJSXMuhFIy7ap7Q7dSa&#10;2CbWyFhq4vbro0Agy8t9HG66HGwrTtT7xrGG+UyBIC6dabjSsN/lj68gfEA22DomDX/kYZmNRykm&#10;xp15Q6dtqEQcYZ+ghjqELpHSlzVZ9DPXEUfv4HqLIcq+kqbHcxy3rXxS6kVabDgSauzoo6byuP21&#10;kbsy+FN0RVmo9Xqn9t/51/801/phMry/gQg0hHv41v40Gp4Xc7ieiUdAZ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38XtxQAAANwAAAAPAAAAAAAAAAAAAAAAAJgCAABkcnMv&#10;ZG93bnJldi54bWxQSwUGAAAAAAQABAD1AAAAigMAAAAA&#10;" fillcolor="#fc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361" o:spid="_x0000_s1059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bmsQA&#10;AADcAAAADwAAAGRycy9kb3ducmV2LnhtbESPS2vCQBSF94L/YbhCN6XOqFQkdRQRQrqqT+j2NnNN&#10;gpk7ITNq6q93CgWXh/P4OPNlZ2txpdZXjjWMhgoEce5MxYWG4yF9m4HwAdlg7Zg0/JKH5aLfm2Ni&#10;3I13dN2HQsQR9glqKENoEil9XpJFP3QNcfROrrUYomwLaVq8xXFby7FSU2mx4kgosaF1Sfl5f7GR&#10;uzH4kzVZnqnt9qCO3+nX/TXV+mXQrT5ABOrCM/zf/jQaJu9j+Ds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NW5rEAAAA3AAAAA8AAAAAAAAAAAAAAAAAmAIAAGRycy9k&#10;b3ducmV2LnhtbFBLBQYAAAAABAAEAPUAAACJAwAAAAA=&#10;" fillcolor="#fc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v:group id="Group 362" o:spid="_x0000_s1060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<v:rect id="Rectangle 363" o:spid="_x0000_s1061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2bYMQA&#10;AADcAAAADwAAAGRycy9kb3ducmV2LnhtbESPQWsCMRSE74L/ITyhN81Wq8jWKKso9CRUC7W3x+Y1&#10;Wdy8LJvobv99Uyh4HGbmG2a16V0t7tSGyrOC50kGgrj0umKj4ON8GC9BhIissfZMCn4owGY9HKww&#10;177jd7qfohEJwiFHBTbGJpcylJYcholviJP37VuHMcnWSN1il+CultMsW0iHFacFiw3tLJXX080p&#10;2Ddfx2Jugiw+o71c/bY72KNR6mnUF68gIvXxEf5vv2kFs/kL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9m2DEAAAA3AAAAA8AAAAAAAAAAAAAAAAAmAIAAGRycy9k&#10;b3ducmV2LnhtbFBLBQYAAAAABAAEAPUAAACJAwAAAAA=&#10;" filled="f"/>
                  <v:shape id="Text Box 364" o:spid="_x0000_s1062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LmcQA&#10;AADcAAAADwAAAGRycy9kb3ducmV2LnhtbESPQWvCQBSE70L/w/IK3nTTSqREN0FaBA9Sqvbg8ZF9&#10;JsHs27C7uvHfdwuFHoeZ+YZZV6PpxZ2c7ywreJlnIIhrqztuFHyftrM3ED4ga+wtk4IHeajKp8ka&#10;C20jH+h+DI1IEPYFKmhDGAopfd2SQT+3A3HyLtYZDEm6RmqHMcFNL1+zbCkNdpwWWhzovaX6erwZ&#10;BVkkF5v8/GW6zz3rnY/7j9tGqenzuFmBCDSG//Bfe6cVLPIc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SS5nEAAAA3AAAAA8AAAAAAAAAAAAAAAAAmAIAAGRycy9k&#10;b3ducmV2LnhtbFBLBQYAAAAABAAEAPUAAACJAwAAAAA=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365" o:spid="_x0000_s1063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OgjMMA&#10;AADcAAAADwAAAGRycy9kb3ducmV2LnhtbESPQWsCMRSE70L/Q3gFb5rVopTVKNui4EmoFtTbY/NM&#10;FjcvyyZ1139vCoUeh5n5hlmue1eLO7Wh8qxgMs5AEJdeV2wUfB+3o3cQISJrrD2TggcFWK9eBkvM&#10;te/4i+6HaESCcMhRgY2xyaUMpSWHYewb4uRdfeswJtkaqVvsEtzVcpplc+mw4rRgsaFPS+Xt8OMU&#10;bJrLvpiZIItTtOeb/+i2dm+UGr72xQJEpD7+h//aO63gbTaH3zPpCM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OgjMMAAADcAAAADwAAAAAAAAAAAAAAAACYAgAAZHJzL2Rv&#10;d25yZXYueG1sUEsFBgAAAAAEAAQA9QAAAIgDAAAAAA==&#10;" filled="f"/>
                  <v:shape id="Text Box 366" o:spid="_x0000_s1064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wdcMA&#10;AADcAAAADwAAAGRycy9kb3ducmV2LnhtbESPT2sCMRTE7wW/Q3hCbzWrxT9sjSKK4EFEbQ8eH5vX&#10;3cXNy5JEs/32jSB4HGbmN8x82ZlG3Mn52rKC4SADQVxYXXOp4Od7+zED4QOyxsYyKfgjD8tF722O&#10;ubaRT3Q/h1IkCPscFVQhtLmUvqjIoB/Yljh5v9YZDEm6UmqHMcFNI0dZNpEGa04LFba0rqi4nm9G&#10;QRbJxXJ8OZr6sGe983G/ua2Ueu93qy8QgbrwCj/bO63gczyFx5l0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xwdcMAAADcAAAADwAAAAAAAAAAAAAAAACYAgAAZHJzL2Rv&#10;d25yZXYueG1sUEsFBgAAAAAEAAQA9QAAAIgDAAAAAA==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AutoShape 367" o:spid="_x0000_s1065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5C8MA&#10;AADcAAAADwAAAGRycy9kb3ducmV2LnhtbERPTWvCQBC9F/wPyxR6002tVptmlVIseBGbKIK3ITsm&#10;IdnZJLvV9N93D0KPj/edrAfTiCv1rrKs4HkSgSDOra64UHA8fI2XIJxH1thYJgW/5GC9Gj0kGGt7&#10;45SumS9ECGEXo4LS+zaW0uUlGXQT2xIH7mJ7gz7AvpC6x1sIN42cRtGrNFhxaCixpc+S8jr7MQp2&#10;3Szdu25z/k7N22U44abzi1qpp8fh4x2Ep8H/i+/urVbwMg9rw5lw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F5C8MAAADcAAAADwAAAAAAAAAAAAAAAACYAgAAZHJzL2Rv&#10;d25yZXYueG1sUEsFBgAAAAAEAAQA9QAAAIgDAAAAAA==&#10;" fillcolor="#f90"/>
                  <v:shape id="AutoShape 368" o:spid="_x0000_s1066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3ckMUA&#10;AADcAAAADwAAAGRycy9kb3ducmV2LnhtbESPT2vCQBTE74V+h+UVvNWN9X90lSIKXopGpdDbI/tM&#10;gtm3SXbV+O27QqHHYWZ+w8yXrSnFjRpXWFbQ60YgiFOrC84UnI6b9wkI55E1lpZJwYMcLBevL3OM&#10;tb1zQreDz0SAsItRQe59FUvp0pwMuq6tiIN3to1BH2STSd3gPcBNKT+iaCQNFhwWcqxolVN6OVyN&#10;gq96kOxcvf7ZJ2Z6br9xXfvxRanOW/s5A+Gp9f/hv/ZWK+gPp/A8E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3dyQxQAAANwAAAAPAAAAAAAAAAAAAAAAAJgCAABkcnMv&#10;ZG93bnJldi54bWxQSwUGAAAAAAQABAD1AAAAigMAAAAA&#10;" fillcolor="#f90"/>
                  <v:shape id="AutoShape 369" o:spid="_x0000_s1067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sktMUA&#10;AADcAAAADwAAAGRycy9kb3ducmV2LnhtbERPTWvCQBC9F/wPywi9FLPRgpboKqJILfSgRmi9jdkx&#10;iWZn0+xWU39991Do8fG+J7PWVOJKjSstK+hHMQjizOqScwX7dNV7AeE8ssbKMin4IQezaedhgom2&#10;N97SdedzEULYJaig8L5OpHRZQQZdZGviwJ1sY9AH2ORSN3gL4aaSgzgeSoMlh4YCa1oUlF1230bB&#10;+f7p22V+HH2lMb6n5eHjbfP0qtRjt52PQXhq/b/4z73WCp6HYX44E4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yS0xQAAANwAAAAPAAAAAAAAAAAAAAAAAJgCAABkcnMv&#10;ZG93bnJldi54bWxQSwUGAAAAAAQABAD1AAAAigMAAAAA&#10;" fillcolor="#f90"/>
                  <v:shape id="AutoShape 370" o:spid="_x0000_s1068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eBL8gA&#10;AADcAAAADwAAAGRycy9kb3ducmV2LnhtbESPQWvCQBSE70L/w/IKvYhurGAluooopQoerBHU2zP7&#10;mqRm36bZrab99d2C4HGYmW+Y8bQxpbhQ7QrLCnrdCARxanXBmYJd8toZgnAeWWNpmRT8kIPp5KE1&#10;xljbK7/TZeszESDsYlSQe1/FUro0J4Ouayvi4H3Y2qAPss6krvEa4KaUz1E0kAYLDgs5VjTPKT1v&#10;v42Cz9+DbxbZ6eUriXCdFMf9atN+U+rpsZmNQHhq/D18ay+1gv6gB/9nwhGQk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F4EvyAAAANwAAAAPAAAAAAAAAAAAAAAAAJgCAABk&#10;cnMvZG93bnJldi54bWxQSwUGAAAAAAQABAD1AAAAjQMAAAAA&#10;" fillcolor="#f90"/>
                  <v:rect id="Rectangle 371" o:spid="_x0000_s1069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O3WMQA&#10;AADcAAAADwAAAGRycy9kb3ducmV2LnhtbESP0WrCQBRE34X+w3IF33SjQrDRVaRQrBUEtR9wyV6T&#10;aPZu2F1j7Ne7hYKPw8ycYRarztSiJecrywrGowQEcW51xYWCn9PncAbCB2SNtWVS8CAPq+Vbb4GZ&#10;tnc+UHsMhYgQ9hkqKENoMil9XpJBP7INcfTO1hkMUbpCaof3CDe1nCRJKg1WHBdKbOijpPx6vBkF&#10;6ey8Obn3/RaLw67my/et/d3slRr0u/UcRKAuvML/7S+tYJpO4O9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t1jEAAAA3AAAAA8AAAAAAAAAAAAAAAAAmAIAAGRycy9k&#10;b3ducmV2LnhtbFBLBQYAAAAABAAEAPUAAACJAwAAAAA=&#10;" fillcolor="#f90"/>
                  <v:rect id="Rectangle 372" o:spid="_x0000_s1070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8Sw8UA&#10;AADcAAAADwAAAGRycy9kb3ducmV2LnhtbESP3WrCQBSE7wt9h+UUvKubKgSNriIFUVsQ/HmAQ/aY&#10;RLNnw+4aY5++KwheDjPzDTOdd6YWLTlfWVbw1U9AEOdWV1woOB6WnyMQPiBrrC2Tgjt5mM/e36aY&#10;aXvjHbX7UIgIYZ+hgjKEJpPS5yUZ9H3bEEfvZJ3BEKUrpHZ4i3BTy0GSpNJgxXGhxIa+S8ov+6tR&#10;kI5Oq4MbbzdY7H5rPv9c27/VVqneR7eYgAjUhVf42V5rBcN0CI8z8Qj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xLDxQAAANwAAAAPAAAAAAAAAAAAAAAAAJgCAABkcnMv&#10;ZG93bnJldi54bWxQSwUGAAAAAAQABAD1AAAAigMAAAAA&#10;" fillcolor="#f90"/>
                  <v:shape id="Text Box 373" o:spid="_x0000_s1071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YmT8QA&#10;AADcAAAADwAAAGRycy9kb3ducmV2LnhtbESPW2sCMRSE3wv9D+EIfatZtyLtahQtCIovXorPh83Z&#10;S7s5WZK4rv/eCEIfh5n5hpktetOIjpyvLSsYDRMQxLnVNZcKfk7r908QPiBrbCyTght5WMxfX2aY&#10;aXvlA3XHUIoIYZ+hgiqENpPS5xUZ9EPbEkevsM5giNKVUju8RrhpZJokE2mw5rhQYUvfFeV/x4tR&#10;cOpWfnP4DV96W6xkuiv26dktlXob9MspiEB9+A8/2xut4GMyhseZe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GJk/EAAAA3AAAAA8AAAAAAAAAAAAAAAAAmAIAAGRycy9k&#10;b3ducmV2LnhtbFBLBQYAAAAABAAEAPUAAACJ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374" o:spid="_x0000_s1072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2J9MYA&#10;AADcAAAADwAAAGRycy9kb3ducmV2LnhtbESPQWvCQBSE70L/w/IKvemmlkZJXUVthYJejIp4e2Rf&#10;s6HZtzG71fTfdwuCx2FmvmEms87W4kKtrxwreB4kIIgLpysuFex3q/4YhA/IGmvHpOCXPMymD70J&#10;ZtpdeUuXPJQiQthnqMCE0GRS+sKQRT9wDXH0vlxrMUTZllK3eI1wW8thkqTSYsVxwWBDS0PFd/5j&#10;FcwXx9GG3k26Dntfnk/b1cepPij19NjN30AE6sI9fGt/agUv6Sv8n4lH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2J9M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375" o:spid="_x0000_s1073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8Xg8YA&#10;AADcAAAADwAAAGRycy9kb3ducmV2LnhtbESPW2vCQBSE34X+h+UUfNONFaJEV0kvgYK+eCnFt0P2&#10;mA1mz6bZrcZ/3y0U+jjMzDfMct3bRlyp87VjBZNxAoK4dLrmSsHxUIzmIHxA1tg4JgV38rBePQyW&#10;mGl34x1d96ESEcI+QwUmhDaT0peGLPqxa4mjd3adxRBlV0nd4S3CbSOfkiSVFmuOCwZbejFUXvbf&#10;VkH+/Dnb0qtJN+Hoq6/Trng7NR9KDR/7fAEiUB/+w3/td61gmqbweyYe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8Xg8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376" o:spid="_x0000_s1074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yGMYA&#10;AADcAAAADwAAAGRycy9kb3ducmV2LnhtbESPQWvCQBSE7wX/w/KE3urGFqKkrhLbBgp60VqKt0f2&#10;mQ1m36bZrab/3hUEj8PMfMPMFr1txIk6XztWMB4lIIhLp2uuFOy+iqcpCB+QNTaOScE/eVjMBw8z&#10;zLQ784ZO21CJCGGfoQITQptJ6UtDFv3ItcTRO7jOYoiyq6Tu8BzhtpHPSZJKizXHBYMtvRkqj9s/&#10;qyBf/kzW9G7SVdj56ne/KT72zbdSj8M+fwURqA/38K39qRW8pBO4nolH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OyGM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377" o:spid="_x0000_s1075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sSsEA&#10;AADcAAAADwAAAGRycy9kb3ducmV2LnhtbERPyWrDMBC9B/oPYgq9xXJdCK1r2SSFQEouWUrPgzVe&#10;WmtkJMVx/z46BHp8vL2oZjOIiZzvLSt4TlIQxLXVPbcKvs7b5SsIH5A1DpZJwR95qMqHRYG5tlc+&#10;0nQKrYgh7HNU0IUw5lL6uiODPrEjceQa6wyGCF0rtcNrDDeDzNJ0JQ32HBs6HOmjo/r3dDEKztPG&#10;744/4U1/NhuZ7ZtD9u3WSj09zut3EIHm8C++u3dawcsqro1n4hGQ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LLErBAAAA3AAAAA8AAAAAAAAAAAAAAAAAmAIAAGRycy9kb3du&#10;cmV2LnhtbFBLBQYAAAAABAAEAPUAAACGAwAAAAA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378" o:spid="_x0000_s1076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LcsQA&#10;AADcAAAADwAAAGRycy9kb3ducmV2LnhtbESPT4vCMBTE7wv7HcJb8LKs6Sq6tmsUEUTxIv67P5q3&#10;bdjmpTSp1m9vBMHjMDO/YabzzlbiQo03jhV89xMQxLnThgsFp+PqawLCB2SNlWNScCMP89n72xQz&#10;7a68p8shFCJC2GeooAyhzqT0eUkWfd/VxNH7c43FEGVTSN3gNcJtJQdJMpYWDceFEmtalpT/H1qr&#10;wG/XO9MdV+lnem53p/bHmP1oqVTvo1v8ggjUhVf42d5oBcNxCo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DC3LEAAAA3AAAAA8AAAAAAAAAAAAAAAAAmAIAAGRycy9k&#10;b3ducmV2LnhtbFBLBQYAAAAABAAEAPUAAACJ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0" w:name="_Toc331149283"/>
      <w:r>
        <w:t xml:space="preserve">Obr. </w:t>
      </w:r>
      <w:fldSimple w:instr=" SEQ Obr. \* ARABIC ">
        <w:r w:rsidR="00D21A7E">
          <w:rPr>
            <w:noProof/>
          </w:rPr>
          <w:t>1</w:t>
        </w:r>
      </w:fldSimple>
      <w:r>
        <w:t xml:space="preserve">  Základní obrazovka</w:t>
      </w:r>
      <w:bookmarkEnd w:id="0"/>
    </w:p>
    <w:p w:rsidR="00101B49" w:rsidRDefault="00101B49" w:rsidP="00101B49"/>
    <w:p w:rsidR="00101B49" w:rsidRDefault="00101B49" w:rsidP="00101B49"/>
    <w:p w:rsidR="00101B49" w:rsidRDefault="00101B49" w:rsidP="00101B49">
      <w:r>
        <w:t>Při každém STARTU NAHRÁVÁNÍ kontrolovat zapnutí mikrofonu.</w:t>
      </w:r>
    </w:p>
    <w:p w:rsidR="00101B49" w:rsidRDefault="00101B49" w:rsidP="00101B49">
      <w:r>
        <w:t xml:space="preserve">Vždy při zapnutí či vypnuti </w:t>
      </w:r>
      <w:proofErr w:type="gramStart"/>
      <w:r>
        <w:t>projektoru  srolovat</w:t>
      </w:r>
      <w:proofErr w:type="gramEnd"/>
      <w:r>
        <w:t xml:space="preserve"> plátno.</w:t>
      </w:r>
    </w:p>
    <w:p w:rsidR="00101B49" w:rsidRDefault="00101B49" w:rsidP="00101B49"/>
    <w:p w:rsidR="00101B49" w:rsidRDefault="00101B49" w:rsidP="00101B49">
      <w:r>
        <w:br w:type="page"/>
      </w:r>
      <w:r>
        <w:lastRenderedPageBreak/>
        <w:t xml:space="preserve">Stav po kliku </w:t>
      </w:r>
      <w:proofErr w:type="gramStart"/>
      <w:r>
        <w:t>na ZAPNI</w:t>
      </w:r>
      <w:proofErr w:type="gramEnd"/>
      <w:r>
        <w:t xml:space="preserve"> VŠECHNO – zapne projektor a zvolí vstup notebook a zároveň automaticky zkontroluje přístroje a výsledek zobrazí do spodního rámečku Diagnostika.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320" name="Plátno 2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71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Oval 282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Připraveno k </w:t>
                              </w:r>
                              <w:proofErr w:type="gramStart"/>
                              <w:r>
                                <w:t>nahrávaní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r w:rsidRPr="004D7D33"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4D7D3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4D7D3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289" name="Line 297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298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Oval 300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Oval 301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296" name="Group 304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297" name="Rectangle 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Text Box 3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Rectangle 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AutoShape 309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AutoShape 3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AutoShape 311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AutoShape 31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Rectangle 3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Rectangle 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Text Box 3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8" name="Text Box 3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9" name="Text Box 3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0" name="Text Box 3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1" name="Text Box 3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2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313" name="Group 321"/>
                        <wpg:cNvGrpSpPr>
                          <a:grpSpLocks/>
                        </wpg:cNvGrpSpPr>
                        <wpg:grpSpPr bwMode="auto">
                          <a:xfrm>
                            <a:off x="165210" y="3266130"/>
                            <a:ext cx="2477526" cy="769391"/>
                            <a:chOff x="1507" y="6045"/>
                            <a:chExt cx="3929" cy="1219"/>
                          </a:xfrm>
                        </wpg:grpSpPr>
                        <wps:wsp>
                          <wps:cNvPr id="314" name="Rectangle 3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6" name="Text Box 3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7" name="Text Box 3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8" name="Text Box 3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9" name="Text Box 3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77" o:spid="_x0000_s1077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">
                <v:shape id="_x0000_s1078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279" o:spid="_x0000_s1079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eZ8QA&#10;AADcAAAADwAAAGRycy9kb3ducmV2LnhtbESPwWrDMBBE74X8g9hAbo0cQ9riRAkmpeCDKW2aQ46L&#10;tbFNrJWRlMj9+6pQ6HGYmTfMdj+ZQdzJ+d6ygtUyA0HcWN1zq+D09fb4AsIHZI2DZVLwTR72u9nD&#10;FgttI3/S/RhakSDsC1TQhTAWUvqmI4N+aUfi5F2sMxiSdK3UDmOCm0HmWfYkDfacFjoc6dBRcz3e&#10;jIIskovt+vxh+veadeVj/XorlVrMp3IDItAU/sN/7UoryJ9X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9Hmf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280" o:spid="_x0000_s1080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0Vy8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XpLIX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bRXLxQAAANw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281" o:spid="_x0000_s1081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BQ6cQA&#10;AADcAAAADwAAAGRycy9kb3ducmV2LnhtbESPQWsCMRSE74L/ITzBm2artJWtUVZR8CTUFmpvj81r&#10;srh5WTbRXf99Uyh4HGbmG2a57l0tbtSGyrOCp2kGgrj0umKj4PNjP1mACBFZY+2ZFNwpwHo1HCwx&#10;177jd7qdohEJwiFHBTbGJpcylJYchqlviJP341uHMcnWSN1il+CulrMse5EOK04LFhvaWiovp6tT&#10;sGu+j8WzCbL4ivZ88Ztub49GqfGoL95AROrjI/zfPmgFs9c5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AUOnEAAAA3AAAAA8AAAAAAAAAAAAAAAAAmAIAAGRycy9k&#10;b3ducmV2LnhtbFBLBQYAAAAABAAEAPUAAACJAwAAAAA=&#10;" filled="f"/>
                <v:oval id="Oval 282" o:spid="_x0000_s1082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97MUA&#10;AADcAAAADwAAAGRycy9kb3ducmV2LnhtbESPT2vCQBTE70K/w/IKvelGU/8QXUUqBXvwYFrvj+wz&#10;CWbfhuxrTL99t1DwOMzMb5jNbnCN6qkLtWcD00kCirjwtubSwNfn+3gFKgiyxcYzGfihALvt02iD&#10;mfV3PlOfS6kihEOGBiqRNtM6FBU5DBPfEkfv6juHEmVXatvhPcJdo2dJstAOa44LFbb0VlFxy7+d&#10;gUO5zxe9TmWeXg9Hmd8up490aszL87BfgxIa5BH+bx+tgdnyFf7OxCO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X3sxQAAANwAAAAPAAAAAAAAAAAAAAAAAJgCAABkcnMv&#10;ZG93bnJldi54bWxQSwUGAAAAAAQABAD1AAAAigMAAAAA&#10;"/>
                <v:rect id="Rectangle 283" o:spid="_x0000_s1083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zV8IA&#10;AADcAAAADwAAAGRycy9kb3ducmV2LnhtbESPQYvCMBSE74L/ITzBm6YW7Eo1yiII67G6h93bo3m2&#10;ZZuXkETb/febBcHjMDPfMLvDaHrxIB86ywpWywwEcW11x42Cz+tpsQERIrLG3jIp+KUAh/10ssNS&#10;24ErelxiIxKEQ4kK2hhdKWWoWzIYltYRJ+9mvcGYpG+k9jgkuOllnmWFNNhxWmjR0bGl+udyNwrc&#10;6lxVw/f1bFzIcn+/fVFRWKXms/F9CyLSGF/hZ/tDK8jf1vB/Jh0Bu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TNXwgAAANwAAAAPAAAAAAAAAAAAAAAAAJgCAABkcnMvZG93&#10;bnJldi54bWxQSwUGAAAAAAQABAD1AAAAhwMAAAAA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Připraveno k nahrávaní</w:t>
                        </w:r>
                      </w:p>
                    </w:txbxContent>
                  </v:textbox>
                </v:rect>
                <v:rect id="Rectangle 284" o:spid="_x0000_s1084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GL8YA&#10;AADcAAAADwAAAGRycy9kb3ducmV2LnhtbESPzWrDMBCE74W+g9hCbo0cH+LiRgkhJBAKoTQ/5LpY&#10;W8vYWjmW6qhvXxUKPQ4z8w2zWEXbiZEG3zhWMJtmIIgrpxuuFZxPu+cXED4ga+wck4Jv8rBaPj4s&#10;sNTuzh80HkMtEoR9iQpMCH0ppa8MWfRT1xMn79MNFkOSQy31gPcEt53Ms2wuLTacFgz2tDFUtccv&#10;q6C4joft/vq2fW/NLW6KeDm1+UWpyVNcv4IIFMN/+K+91wryYg6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pGL8YAAADcAAAADwAAAAAAAAAAAAAAAACYAgAAZHJz&#10;L2Rvd25yZXYueG1sUEsFBgAAAAAEAAQA9QAAAIsDAAAAAA=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285" o:spid="_x0000_s1085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gjiMQA&#10;AADcAAAADwAAAGRycy9kb3ducmV2LnhtbESPwWrDMBBE74X8g9hAb42cQOviRAkhoeCDKW2aQ46L&#10;tbFNrJWRFMv9+6pQ6HGYmTfMZjeZXozkfGdZwXKRgSCure64UXD+ent6BeEDssbeMin4Jg+77exh&#10;g4W2kT9pPIVGJAj7AhW0IQyFlL5uyaBf2IE4eVfrDIYkXSO1w5jgpperLHuRBjtOCy0OdGipvp3u&#10;RkEWycXm+fJhuveKdeljdbzvlXqcT/s1iEBT+A//tUutYJXn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YI4j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286" o:spid="_x0000_s1086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e3+r8A&#10;AADcAAAADwAAAGRycy9kb3ducmV2LnhtbERPy4rCMBTdC/5DuIK7MR1BRzpGEUVwIeJr4fLS3GnL&#10;NDcliab+vVkILg/nPV92phEPcr62rOB7lIEgLqyuuVRwvWy/ZiB8QNbYWCYFT/KwXPR7c8y1jXyi&#10;xzmUIoWwz1FBFUKbS+mLigz6kW2JE/dnncGQoCuldhhTuGnkOMum0mDNqaHCltYVFf/nu1GQRXKx&#10;nNyOpj7sWe983G/uK6WGg271CyJQFz7it3unFYx/0tp0Jh0B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B7f6vwAAANwAAAAPAAAAAAAAAAAAAAAAAJgCAABkcnMvZG93bnJl&#10;di54bWxQSwUGAAAAAAQABAD1AAAAhA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287" o:spid="_x0000_s1087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8QkcQA&#10;AADcAAAADwAAAGRycy9kb3ducmV2LnhtbESPzWsCMRTE7wX/h/AEbzXrHrSuRlGhoPRSP/D82Lz9&#10;0M3LkqTr+t83QqHHYWZ+wyzXvWlER87XlhVMxgkI4tzqmksFl/Pn+wcIH5A1NpZJwZM8rFeDtyVm&#10;2j74SN0plCJC2GeooAqhzaT0eUUG/di2xNErrDMYonSl1A4fEW4amSbJVBqsOS5U2NKuovx++jEK&#10;zt3W74+3MNeHYivTr+I7vbqNUqNhv1mACNSH//Bfe68VpLM5vM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/EJHEAAAA3AAAAA8AAAAAAAAAAAAAAAAAmAIAAGRycy9k&#10;b3ducmV2LnhtbFBLBQYAAAAABAAEAPUAAACJAwAAAAA=&#10;">
                  <v:textbox inset="0,0,0,0">
                    <w:txbxContent>
                      <w:p w:rsidR="00101B49" w:rsidRPr="004D7D33" w:rsidRDefault="00101B49" w:rsidP="00101B49">
                        <w:r w:rsidRPr="004D7D33">
                          <w:t>START</w:t>
                        </w:r>
                      </w:p>
                    </w:txbxContent>
                  </v:textbox>
                </v:shape>
                <v:shape id="Text Box 288" o:spid="_x0000_s1088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DJK78A&#10;AADcAAAADwAAAGRycy9kb3ducmV2LnhtbERPy4rCMBTdD/gP4QruxtQuRKtRVBhQ3IwPXF+a24c2&#10;NyXJ1Pr3ZjHg8nDey3VvGtGR87VlBZNxAoI4t7rmUsH18vM9A+EDssbGMil4kYf1avC1xEzbJ5+o&#10;O4dSxBD2GSqoQmgzKX1ekUE/ti1x5ArrDIYIXSm1w2cMN41Mk2QqDdYcGypsaVdR/jj/GQWXbuv3&#10;p3uY60Oxlemx+E1vbqPUaNhvFiAC9eEj/nfvtYJ0FufHM/EI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EMkrvwAAANwAAAAPAAAAAAAAAAAAAAAAAJgCAABkcnMvZG93bnJl&#10;di54bWxQSwUGAAAAAAQABAD1AAAAhA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PAUZA</w:t>
                        </w:r>
                      </w:p>
                    </w:txbxContent>
                  </v:textbox>
                </v:shape>
                <v:shape id="Text Box 289" o:spid="_x0000_s1089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xssMMA&#10;AADcAAAADwAAAGRycy9kb3ducmV2LnhtbESPS4sCMRCE78L+h9ALe9OMc1h0NIoKgosXX3huJj2P&#10;3UlnSLLj+O+NIHgsquorar7sTSM6cr62rGA8SkAQ51bXXCq4nLfDCQgfkDU2lknBnTwsFx+DOWba&#10;3vhI3SmUIkLYZ6igCqHNpPR5RQb9yLbE0SusMxiidKXUDm8RbhqZJsm3NFhzXKiwpU1F+d/p3yg4&#10;d2u/O/6Gqf4p1jLdF4f06lZKfX32qxmIQH14h1/tnVaQTsb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xssMMAAADc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STOP</w:t>
                        </w:r>
                      </w:p>
                    </w:txbxContent>
                  </v:textbox>
                </v:shape>
                <v:shape id="Text Box 290" o:spid="_x0000_s1090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7yx8MA&#10;AADcAAAADwAAAGRycy9kb3ducmV2LnhtbESPzWsCMRTE7wX/h/AEbzXbHES3RlFBsHipH3h+bN5+&#10;tJuXJUnX9b9vCgWPw8z8hlmuB9uKnnxoHGt4m2YgiAtnGq40XC/71zmIEJENto5Jw4MCrFejlyXm&#10;xt35RP05ViJBOOSooY6xy6UMRU0Ww9R1xMkrnbcYk/SVNB7vCW5bqbJsJi02nBZq7GhXU/F9/rEa&#10;Lv02HE5fcWE+yq1Ux/JT3fxG68l42LyDiDTEZ/i/fTAa1FzB35l0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7yx8MAAADc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t>NOTEBOOK</w:t>
                        </w:r>
                      </w:p>
                    </w:txbxContent>
                  </v:textbox>
                </v:shape>
                <v:shape id="Text Box 291" o:spid="_x0000_s1091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XXMQA&#10;AADcAAAADwAAAGRycy9kb3ducmV2LnhtbESPW2sCMRSE3wv+h3AE32rWLRRdjaKCoPSlXvD5sDl7&#10;0c3JkqTr+u9NodDHYWa+YRar3jSiI+drywom4wQEcW51zaWCy3n3PgXhA7LGxjIpeJKH1XLwtsBM&#10;2wcfqTuFUkQI+wwVVCG0mZQ+r8igH9uWOHqFdQZDlK6U2uEjwk0j0yT5lAZrjgsVtrStKL+ffoyC&#10;c7fx++MtzPSh2Mj0q/hOr26t1GjYr+cgAvXhP/zX3msF6fQDfs/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CV1zEAAAA3AAAAA8AAAAAAAAAAAAAAAAAmAIAAGRycy9k&#10;b3ducmV2LnhtbFBLBQYAAAAABAAEAPUAAACJAwAAAAA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292" o:spid="_x0000_s1092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vPKMQA&#10;AADcAAAADwAAAGRycy9kb3ducmV2LnhtbESPW2sCMRSE3wv+h3AE32rWpRRdjaKCoPSlXvD5sDl7&#10;0c3JkqTr+u9NodDHYWa+YRar3jSiI+drywom4wQEcW51zaWCy3n3PgXhA7LGxjIpeJKH1XLwtsBM&#10;2wcfqTuFUkQI+wwVVCG0mZQ+r8igH9uWOHqFdQZDlK6U2uEjwk0j0yT5lAZrjgsVtrStKL+ffoyC&#10;c7fx++MtzPSh2Mj0q/hOr26t1GjYr+cgAvXhP/zX3msF6fQDfs/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rzyjEAAAA3AAAAA8AAAAAAAAAAAAAAAAAmAIAAGRycy9k&#10;b3ducmV2LnhtbFBLBQYAAAAABAAEAPUAAACJAwAAAAA=&#10;">
                  <v:textbox inset="0,0,0,0">
                    <w:txbxContent>
                      <w:p w:rsidR="00101B49" w:rsidRPr="004D7D3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4D7D3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293" o:spid="_x0000_s1093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dIcMA&#10;AADcAAAADwAAAGRycy9kb3ducmV2LnhtbESPQWsCMRSE7wX/Q3iCt5pVsMhqlFUqeBJqBfX22DyT&#10;xc3Lsknd9d+bQqHHYWa+YZbr3tXiQW2oPCuYjDMQxKXXFRsFp+/d+xxEiMgaa8+k4EkB1qvB2xJz&#10;7Tv+oscxGpEgHHJUYGNscilDaclhGPuGOHk33zqMSbZG6ha7BHe1nGbZh3RYcVqw2NDWUnk//jgF&#10;n831UMxMkMU52svdb7qdPRilRsO+WICI1Mf/8F97rxVM5zP4PZOO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AdIcMAAADcAAAADwAAAAAAAAAAAAAAAACYAgAAZHJzL2Rv&#10;d25yZXYueG1sUEsFBgAAAAAEAAQA9QAAAIgDAAAAAA==&#10;" filled="f"/>
                <v:rect id="Rectangle 294" o:spid="_x0000_s1094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DVsMA&#10;AADcAAAADwAAAGRycy9kb3ducmV2LnhtbESPQWsCMRSE7wX/Q3hCbzWroMhqlFUqeBK0gnp7bJ7J&#10;4uZl2aTu9t+bQqHHYWa+YZbr3tXiSW2oPCsYjzIQxKXXFRsF56/dxxxEiMgaa8+k4IcCrFeDtyXm&#10;2nd8pOcpGpEgHHJUYGNscilDaclhGPmGOHl33zqMSbZG6ha7BHe1nGTZTDqsOC1YbGhrqXycvp2C&#10;z+Z2KKYmyOIS7fXhN93OHoxS78O+WICI1Mf/8F97rxVM5jP4PZOO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KDVsMAAADcAAAADwAAAAAAAAAAAAAAAACYAgAAZHJzL2Rv&#10;d25yZXYueG1sUEsFBgAAAAAEAAQA9QAAAIgDAAAAAA==&#10;" filled="f"/>
                <v:shape id="Text Box 295" o:spid="_x0000_s1095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RX8QA&#10;AADcAAAADwAAAGRycy9kb3ducmV2LnhtbESPzWsCMRTE7wX/h/AEbzXrHlpdjaKCoPRSP/D82Lz9&#10;0M3LkqTr+t+bQqHHYWZ+wyxWvWlER87XlhVMxgkI4tzqmksFl/PufQrCB2SNjWVS8CQPq+XgbYGZ&#10;tg8+UncKpYgQ9hkqqEJoMyl9XpFBP7YtcfQK6wyGKF0ptcNHhJtGpknyIQ3WHBcqbGlbUX4//RgF&#10;527j98dbmOlDsZHpV/GdXt1aqdGwX89BBOrDf/ivvdcK0ukn/J6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5UV/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4D7D33">
                          <w:t>MUTE</w:t>
                        </w:r>
                      </w:p>
                    </w:txbxContent>
                  </v:textbox>
                </v:shape>
                <v:rect id="Rectangle 296" o:spid="_x0000_s1096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dL+b8A&#10;AADcAAAADwAAAGRycy9kb3ducmV2LnhtbERPy4rCMBTdC/5DuMJsRNMpIqU2iggzDIgLHx9wSW4f&#10;2NyUJtXO35uF4PJw3sVutK14UO8bxwq+lwkIYu1Mw5WC2/VnkYHwAdlg65gU/JOH3XY6KTA37sln&#10;elxCJWII+xwV1CF0uZRe12TRL11HHLnS9RZDhH0lTY/PGG5bmSbJWlpsODbU2NGhJn2/DFbBgNoe&#10;M1z9liMNp5Cmc91Ug1Jfs3G/ARFoDB/x2/1nFKRZXBvPxCMgt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10v5vwAAANwAAAAPAAAAAAAAAAAAAAAAAJgCAABkcnMvZG93bnJl&#10;di54bWxQSwUGAAAAAAQABAD1AAAAhAMAAAAA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297" o:spid="_x0000_s1097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0b8cUAAADcAAAADwAAAGRycy9kb3ducmV2LnhtbESPT2sCMRTE74V+h/AK3mpWD+quRild&#10;Ch5swT/0/Lp5bpZuXpZNXOO3bwqCx2FmfsOsNtG2YqDeN44VTMYZCOLK6YZrBafjx+sChA/IGlvH&#10;pOBGHjbr56cVFtpdeU/DIdQiQdgXqMCE0BVS+sqQRT92HXHyzq63GJLsa6l7vCa4beU0y2bSYsNp&#10;wWBH74aq38PFKpibci/nstwdv8qhmeTxM37/5EqNXuLbEkSgGB7he3urFUwXOfyfSU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0b8cUAAADcAAAADwAAAAAAAAAA&#10;AAAAAAChAgAAZHJzL2Rvd25yZXYueG1sUEsFBgAAAAAEAAQA+QAAAJMDAAAAAA==&#10;">
                  <v:stroke endarrow="block"/>
                </v:line>
                <v:line id="Line 298" o:spid="_x0000_s1098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FjIsUAAADcAAAADwAAAGRycy9kb3ducmV2LnhtbESPwWrCQBCG70LfYZlCL6FuVJAaXaW1&#10;FYTiQduDxyE7TUKzsyE71fTtOwehx+Gf/5tvVpshtOZCfWoiO5iMczDEZfQNVw4+P3aPT2CSIHts&#10;I5ODX0qwWd+NVlj4eOUjXU5SGYVwKtBBLdIV1qaypoBpHDtizb5iH1B07Cvre7wqPLR2mudzG7Bh&#10;vVBjR9uayu/TT1CN3YFfZ7PsJdgsW9DbWd5zK8493A/PSzBCg/wv39p772C6UH19Rgl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FjIsUAAADcAAAADwAAAAAAAAAA&#10;AAAAAAChAgAAZHJzL2Rvd25yZXYueG1sUEsFBgAAAAAEAAQA+QAAAJMDAAAAAA==&#10;">
                  <v:stroke endarrow="block"/>
                </v:line>
                <v:shape id="Text Box 299" o:spid="_x0000_s1099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BJMUA&#10;AADcAAAADwAAAGRycy9kb3ducmV2LnhtbESPT4vCMBTE7wt+h/AEL4umenC1GkW6KCJ78Q96fTTP&#10;tti8dJtY67c3wsIeh5n5DTNftqYUDdWusKxgOIhAEKdWF5wpOB3X/QkI55E1lpZJwZMcLBedjznG&#10;2j54T83BZyJA2MWoIPe+iqV0aU4G3cBWxMG72tqgD7LOpK7xEeCmlKMoGkuDBYeFHCtKckpvh7tR&#10;MB2X31hsTkl0Tn75c3dpvu4/jVK9bruagfDU+v/wX3urFYymQ3ifCUd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oEkxQAAANwAAAAPAAAAAAAAAAAAAAAAAJgCAABkcnMv&#10;ZG93bnJldi54bWxQSwUGAAAAAAQABAD1AAAAigMAAAAA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300" o:spid="_x0000_s1100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Cm+cQA&#10;AADcAAAADwAAAGRycy9kb3ducmV2LnhtbESPQWvCQBSE70L/w/IKvZmNCUqbuopUCnrowbS9P7LP&#10;JJh9G7KvMf33XaHgcZiZb5j1dnKdGmkIrWcDiyQFRVx523Jt4Ovzff4MKgiyxc4zGfilANvNw2yN&#10;hfVXPtFYSq0ihEOBBhqRvtA6VA05DInviaN39oNDiXKotR3wGuGu01marrTDluNCgz29NVRdyh9n&#10;YF/vytWoc1nm5/1Blpfvj2O+MObpcdq9ghKa5B7+bx+sgewlg9uZeAT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QpvnEAAAA3AAAAA8AAAAAAAAAAAAAAAAAmAIAAGRycy9k&#10;b3ducmV2LnhtbFBLBQYAAAAABAAEAPUAAACJAwAAAAA=&#10;"/>
                <v:oval id="Oval 301" o:spid="_x0000_s1101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DYsQA&#10;AADc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ZqsUHmfiEd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cA2LEAAAA3AAAAA8AAAAAAAAAAAAAAAAAmAIAAGRycy9k&#10;b3ducmV2LnhtbFBLBQYAAAAABAAEAPUAAACJAwAAAAA=&#10;"/>
                <v:shape id="Text Box 302" o:spid="_x0000_s1102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qucQA&#10;AADcAAAADwAAAGRycy9kb3ducmV2LnhtbESPT2vCQBTE7wW/w/IEb3VjWqpGV/EPlt7EKHh9ZJ/Z&#10;kOzbkN1q/PbdQqHHYWZ+wyzXvW3EnTpfOVYwGScgiAunKy4VXM6H1xkIH5A1No5JwZM8rFeDlyVm&#10;2j34RPc8lCJC2GeowITQZlL6wpBFP3YtcfRurrMYouxKqTt8RLhtZJokH9JixXHBYEs7Q0Wdf1sF&#10;b8d0evWf+X7XXmlez/y2vrFRajTsNwsQgfrwH/5rf2kF6fwdfs/E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HqrnEAAAA3AAAAA8AAAAAAAAAAAAAAAAAmAIAAGRycy9k&#10;b3ducmV2LnhtbFBLBQYAAAAABAAEAPUAAACJ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303" o:spid="_x0000_s1103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sPIsQA&#10;AADcAAAADwAAAGRycy9kb3ducmV2LnhtbESPT2vCQBTE7wW/w/IEb3VjSqtGV/EPlt7EKHh9ZJ/Z&#10;kOzbkN1q/PbdQqHHYWZ+wyzXvW3EnTpfOVYwGScgiAunKy4VXM6H1xkIH5A1No5JwZM8rFeDlyVm&#10;2j34RPc8lCJC2GeowITQZlL6wpBFP3YtcfRurrMYouxKqTt8RLhtZJokH9JixXHBYEs7Q0Wdf1sF&#10;b8d0evWf+X7XXmlez/y2vrFRajTsNwsQgfrwH/5rf2kF6fwdfs/E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LDyLEAAAA3AAAAA8AAAAAAAAAAAAAAAAAmAIAAGRycy9k&#10;b3ducmV2LnhtbFBLBQYAAAAABAAEAPUAAACJ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304" o:spid="_x0000_s1104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rect id="Rectangle 305" o:spid="_x0000_s1105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wEMQA&#10;AADcAAAADwAAAGRycy9kb3ducmV2LnhtbESPQWsCMRSE74L/ITzBm2Yr2NatUVZR8CTUFmpvj81r&#10;srh5WTbRXf99Uyh4HGbmG2a57l0tbtSGyrOCp2kGgrj0umKj4PNjP3kFESKyxtozKbhTgPVqOFhi&#10;rn3H73Q7RSMShEOOCmyMTS5lKC05DFPfECfvx7cOY5KtkbrFLsFdLWdZ9iwdVpwWLDa0tVReTlen&#10;YNd8H4u5CbL4ivZ88Ztub49GqfGoL95AROrjI/zfPmgFs8UL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3sBDEAAAA3AAAAA8AAAAAAAAAAAAAAAAAmAIAAGRycy9k&#10;b3ducmV2LnhtbFBLBQYAAAAABAAEAPUAAACJAwAAAAA=&#10;" filled="f"/>
                  <v:shape id="Text Box 306" o:spid="_x0000_s1106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RAL8A&#10;AADcAAAADwAAAGRycy9kb3ducmV2LnhtbERPy4rCMBTdC/5DuIK7MR1BGTtGEUVwIeJr4fLS3GnL&#10;NDcliab+vVkILg/nPV92phEPcr62rOB7lIEgLqyuuVRwvWy/fkD4gKyxsUwKnuRhuej35phrG/lE&#10;j3MoRQphn6OCKoQ2l9IXFRn0I9sSJ+7POoMhQVdK7TCmcNPIcZZNpcGaU0OFLa0rKv7Pd6Mgi+Ri&#10;ObkdTX3Ys975uN/cV0oNB93qF0SgLnzEb/dOKxjP0tp0Jh0B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C1EAvwAAANwAAAAPAAAAAAAAAAAAAAAAAJgCAABkcnMvZG93bnJl&#10;di54bWxQSwUGAAAAAAQABAD1AAAAhAMAAAAA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307" o:spid="_x0000_s1107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SB+cMA&#10;AADcAAAADwAAAGRycy9kb3ducmV2LnhtbESPQWsCMRSE7wX/Q3iCt5pVsNTVKGup4EmoCurtsXkm&#10;i5uXZRPd7b9vCoUeh5n5hlmue1eLJ7Wh8qxgMs5AEJdeV2wUnI7b13cQISJrrD2Tgm8KsF4NXpaY&#10;a9/xFz0P0YgE4ZCjAhtjk0sZSksOw9g3xMm7+dZhTLI1UrfYJbir5TTL3qTDitOCxYY+LJX3w8Mp&#10;+Gyu+2JmgizO0V7uftNt7d4oNRr2xQJEpD7+h//aO61gOp/D75l0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SB+cMAAADcAAAADwAAAAAAAAAAAAAAAACYAgAAZHJzL2Rv&#10;d25yZXYueG1sUEsFBgAAAAAEAAQA9QAAAIgDAAAAAA==&#10;" filled="f"/>
                  <v:shape id="Text Box 308" o:spid="_x0000_s1108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bHHMAA&#10;AADcAAAADwAAAGRycy9kb3ducmV2LnhtbERPTWsCMRC9F/wPYYTeaqKlRVajiFLwINKuHjwOm3F3&#10;cTNZkmi2/94cCj0+3vdyPdhOPMiH1rGG6USBIK6cabnWcD59vc1BhIhssHNMGn4pwHo1elliYVzi&#10;H3qUsRY5hEOBGpoY+0LKUDVkMUxcT5y5q/MWY4a+lsZjyuG2kzOlPqXFlnNDgz1tG6pu5d1qUIl8&#10;qj8u37Y9HtjsQzrs7hutX8fDZgEi0hD/xX/uvdHwrvL8fCYfAb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bHHMAAAADcAAAADwAAAAAAAAAAAAAAAACYAgAAZHJzL2Rvd25y&#10;ZXYueG1sUEsFBgAAAAAEAAQA9QAAAIUDAAAAAA==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309" o:spid="_x0000_s1109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/i8YA&#10;AADcAAAADwAAAGRycy9kb3ducmV2LnhtbESPQWvCQBSE70L/w/IKvelGK7aNWUWKhV6KJi0Fb4/s&#10;MwnJvk2yW43/visIHoeZ+YZJ1oNpxIl6V1lWMJ1EIIhzqysuFPx8f4xfQTiPrLGxTAou5GC9ehgl&#10;GGt75pROmS9EgLCLUUHpfRtL6fKSDLqJbYmDd7S9QR9kX0jd4znATSNnUbSQBisOCyW29F5SXmd/&#10;RsFXN093rtse9ql5Ow6/uO38S63U0+OwWYLwNPh7+Nb+1Aqeoylcz4Qj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j/i8YAAADcAAAADwAAAAAAAAAAAAAAAACYAgAAZHJz&#10;L2Rvd25yZXYueG1sUEsFBgAAAAAEAAQA9QAAAIsDAAAAAA==&#10;" fillcolor="#f90"/>
                  <v:shape id="AutoShape 310" o:spid="_x0000_s1110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ph/MUA&#10;AADcAAAADwAAAGRycy9kb3ducmV2LnhtbESPQWvCQBSE74L/YXmF3nRTLVajq4hY6KVoUhG8PbLP&#10;JJh9m2S3mv77riB4HGbmG2ax6kwlrtS60rKCt2EEgjizuuRcweHnczAF4TyyxsoyKfgjB6tlv7fA&#10;WNsbJ3RNfS4ChF2MCgrv61hKlxVk0A1tTRy8s20N+iDbXOoWbwFuKjmKook0WHJYKLCmTUHZJf01&#10;Cr6b92Tnmu1pn5jZuTvitvEfF6VeX7r1HISnzj/Dj/aXVjCORnA/E46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mH8xQAAANwAAAAPAAAAAAAAAAAAAAAAAJgCAABkcnMv&#10;ZG93bnJldi54bWxQSwUGAAAAAAQABAD1AAAAigMAAAAA&#10;" fillcolor="#f90"/>
                  <v:shape id="AutoShape 311" o:spid="_x0000_s1111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ZfY8gA&#10;AADcAAAADwAAAGRycy9kb3ducmV2LnhtbESPQUvDQBSE7wX/w/IEL6Xd1UIraTdBFFGhB20K2ttr&#10;9jWJZt+m2bWN/fWuUPA4zMw3zCLrbSMO1PnasYbrsQJBXDhTc6lhnT+ObkH4gGywcUwafshDll4M&#10;FpgYd+Q3OqxCKSKEfYIaqhDaREpfVGTRj11LHL2d6yyGKLtSmg6PEW4beaPUVFqsOS5U2NJ9RcXX&#10;6ttq+Dx9hP6h3M72ucJlXm/eX16HT1pfXfZ3cxCB+vAfPrefjYaJmsDfmXgEZPo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Vl9jyAAAANwAAAAPAAAAAAAAAAAAAAAAAJgCAABk&#10;cnMvZG93bnJldi54bWxQSwUGAAAAAAQABAD1AAAAjQMAAAAA&#10;" fillcolor="#f90"/>
                  <v:shape id="AutoShape 312" o:spid="_x0000_s1112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/HF8gA&#10;AADcAAAADwAAAGRycy9kb3ducmV2LnhtbESPUUsCQRSF34P+w3AFX0JnrEjZHCUMSaGHcgXr7bZz&#10;3d3aubPujLr26xsh8PFwzvkOZzxtbSUO1PjSsYZBX4EgzpwpOdewTue9EQgfkA1WjknDiTxMJ9dX&#10;Y0yMO/I7HVYhFxHCPkENRQh1IqXPCrLo+64mjt7WNRZDlE0uTYPHCLeVvFXqQVosOS4UWNOsoOxn&#10;tbcavn8/Qvucfw13qcLXtPzcLN9uXrTudtqnRxCB2nAJ/7cXRsOduofzmXgE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v8cXyAAAANwAAAAPAAAAAAAAAAAAAAAAAJgCAABk&#10;cnMvZG93bnJldi54bWxQSwUGAAAAAAQABAD1AAAAjQMAAAAA&#10;" fillcolor="#f90"/>
                  <v:rect id="Rectangle 313" o:spid="_x0000_s1113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XKjMUA&#10;AADcAAAADwAAAGRycy9kb3ducmV2LnhtbESP0WrCQBRE34X+w3ILfdNNFcWmrlIEsSoI0X7AJXtN&#10;0mbvht01Rr/eFYQ+DjNzhpktOlOLlpyvLCt4HyQgiHOrKy4U/BxX/SkIH5A11pZJwZU8LOYvvRmm&#10;2l44o/YQChEh7FNUUIbQpFL6vCSDfmAb4uidrDMYonSF1A4vEW5qOUySiTRYcVwosaFlSfnf4WwU&#10;TKan9dF97DdYZLuaf7fn9rbeK/X22n19ggjUhf/ws/2tFYySMTzOx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BcqMxQAAANwAAAAPAAAAAAAAAAAAAAAAAJgCAABkcnMv&#10;ZG93bnJldi54bWxQSwUGAAAAAAQABAD1AAAAigMAAAAA&#10;" fillcolor="#f90"/>
                  <v:rect id="Rectangle 314" o:spid="_x0000_s1114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U+8UA&#10;AADcAAAADwAAAGRycy9kb3ducmV2LnhtbESP3WrCQBSE74W+w3IK3ummCkHTrFIKRduCYOwDHLIn&#10;P5o9G3bXmPbpu4WCl8PMfMPk29F0YiDnW8sKnuYJCOLS6pZrBV+nt9kKhA/IGjvLpOCbPGw3D5Mc&#10;M21vfKShCLWIEPYZKmhC6DMpfdmQQT+3PXH0KusMhihdLbXDW4SbTi6SJJUGW44LDfb02lB5Ka5G&#10;Qbqqdie3Prxjffzs+PxxHX52B6Wmj+PLM4hAY7iH/9t7rWCZpPB3Jh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11T7xQAAANwAAAAPAAAAAAAAAAAAAAAAAJgCAABkcnMv&#10;ZG93bnJldi54bWxQSwUGAAAAAAQABAD1AAAAigMAAAAA&#10;" fillcolor="#f90"/>
                  <v:shape id="Text Box 315" o:spid="_x0000_s1115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dmMQA&#10;AADcAAAADwAAAGRycy9kb3ducmV2LnhtbESPW2sCMRSE3wv+h3CEvtWsK7S6GkUFwdKXesHnw+bs&#10;RTcnSxLX7b9vCgUfh5n5hlmsetOIjpyvLSsYjxIQxLnVNZcKzqfd2xSED8gaG8uk4Ic8rJaDlwVm&#10;2j74QN0xlCJC2GeooAqhzaT0eUUG/ci2xNErrDMYonSl1A4fEW4amSbJuzRYc1yosKVtRfnteDcK&#10;Tt3G7w/XMNOfxUamX8V3enFrpV6H/XoOIlAfnuH/9l4rmCQf8HcmH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LXZjEAAAA3AAAAA8AAAAAAAAAAAAAAAAAmAIAAGRycy9k&#10;b3ducmV2LnhtbFBLBQYAAAAABAAEAPUAAACJ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316" o:spid="_x0000_s1116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PDysEA&#10;AADcAAAADwAAAGRycy9kb3ducmV2LnhtbERPy4rCMBTdD/gP4QruxlQFR6pRfMLAuPGFuLs016bY&#10;3NQmo52/N4sBl4fznswaW4oH1b5wrKDXTUAQZ04XnCs4HjafIxA+IGssHZOCP/Iwm7Y+Jphq9+Qd&#10;PfYhFzGEfYoKTAhVKqXPDFn0XVcRR+7qaoshwjqXusZnDLel7CfJUFosODYYrGhpKLvtf62C+eL8&#10;taWVGf6Eo8/vl91mfSlPSnXazXwMIlAT3uJ/97dWMEji2ngmHgE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jw8rBAAAA3AAAAA8AAAAAAAAAAAAAAAAAmAIAAGRycy9kb3du&#10;cmV2LnhtbFBLBQYAAAAABAAEAPUAAACG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317" o:spid="_x0000_s1117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9mUcYA&#10;AADcAAAADwAAAGRycy9kb3ducmV2LnhtbESPQWvCQBSE74X+h+UVvNVNFWybukqsCoJetIp4e2Rf&#10;s6HZt2l2jfHfu0Khx2FmvmHG085WoqXGl44VvPQTEMS50yUXCvZfy+c3ED4ga6wck4IreZhOHh/G&#10;mGp34S21u1CICGGfogITQp1K6XNDFn3f1cTR+3aNxRBlU0jd4CXCbSUHSTKSFkuOCwZr+jSU/+zO&#10;VkE2O75uaG5G67D3xe9pu1ycqoNSvacu+wARqAv/4b/2SisYJu9wPxOP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9mUc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318" o:spid="_x0000_s1118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xZEcEA&#10;AADcAAAADwAAAGRycy9kb3ducmV2LnhtbERPy4rCMBTdD/gP4QqzG1Md0KEaxScIzsYX4u7SXJti&#10;c1ObqPXvJwthlofzHk0aW4oH1b5wrKDbSUAQZ04XnCs47FdfPyB8QNZYOiYFL/IwGbc+Rphq9+Qt&#10;PXYhFzGEfYoKTAhVKqXPDFn0HVcRR+7iaoshwjqXusZnDLel7CVJX1osODYYrGhuKLvu7lbBdHYa&#10;/NLC9Dfh4PPbebtansujUp/tZjoEEagJ/+K3e60VfHfj/HgmHgE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MWRHBAAAA3AAAAA8AAAAAAAAAAAAAAAAAmAIAAGRycy9kb3du&#10;cmV2LnhtbFBLBQYAAAAABAAEAPUAAACG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319" o:spid="_x0000_s1119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f2qsQA&#10;AADcAAAADwAAAGRycy9kb3ducmV2LnhtbESPW2sCMRSE3wv+h3AKvtXsriB1axQVCkpfvOHzYXP2&#10;0m5OliRd13/fCEIfh5n5hlmsBtOKnpxvLCtIJwkI4sLqhisFl/Pn2zsIH5A1tpZJwZ08rJajlwXm&#10;2t74SP0pVCJC2OeooA6hy6X0RU0G/cR2xNErrTMYonSV1A5vEW5amSXJTBpsOC7U2NG2puLn9GsU&#10;nPuN3x2/w1zvy43MvspDdnVrpcavw/oDRKAh/Ief7Z1WME1TeJy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9qrEAAAA3AAAAA8AAAAAAAAAAAAAAAAAmAIAAGRycy9k&#10;b3ducmV2LnhtbFBLBQYAAAAABAAEAPUAAACJAwAAAAA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320" o:spid="_x0000_s1120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qfsQA&#10;AADcAAAADwAAAGRycy9kb3ducmV2LnhtbESPT4vCMBTE78J+h/CEvciaquhqNcoiiIsX8d/90Tzb&#10;YPNSmlS7334jCB6HmfkNs1i1thR3qr1xrGDQT0AQZ04bzhWcT5uvKQgfkDWWjknBH3lYLT86C0y1&#10;e/CB7seQiwhhn6KCIoQqldJnBVn0fVcRR+/qaoshyjqXusZHhNtSDpNkIi0ajgsFVrQuKLsdG6vA&#10;77Z70542s97s0uzPzbcxh/Faqc9u+zMHEagN7/Cr/asVjAZDeJ6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h6n7EAAAA3AAAAA8AAAAAAAAAAAAAAAAAmAIAAGRycy9k&#10;b3ducmV2LnhtbFBLBQYAAAAABAAEAPUAAACJ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v:group id="Group 321" o:spid="_x0000_s1121" style="position:absolute;left:1652;top:32661;width:24775;height:7694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<v:rect id="Rectangle 322" o:spid="_x0000_s1122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ioMQA&#10;AADcAAAADwAAAGRycy9kb3ducmV2LnhtbESPQWsCMRSE70L/Q3gFb5q1tiJbo2yLgiehWqi9PTav&#10;yeLmZdlEd/33jSB4HGbmG2ax6l0tLtSGyrOCyTgDQVx6XbFR8H3YjOYgQkTWWHsmBVcKsFo+DRaY&#10;a9/xF1320YgE4ZCjAhtjk0sZSksOw9g3xMn7863DmGRrpG6xS3BXy5csm0mHFacFiw19WipP+7NT&#10;sG5+d8WbCbL4ifZ48h/dxu6MUsPnvngHEamPj/C9vdUKppNXuJ1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XIqDEAAAA3AAAAA8AAAAAAAAAAAAAAAAAmAIAAGRycy9k&#10;b3ducmV2LnhtbFBLBQYAAAAABAAEAPUAAACJAwAAAAA=&#10;" filled="f"/>
                  <v:shape id="Text Box 323" o:spid="_x0000_s1123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4F2cQA&#10;AADcAAAADwAAAGRycy9kb3ducmV2LnhtbESPQWsCMRSE74X+h/AKvdXsWiuyGkUEoRe1ai+9PTbP&#10;zeLmZdmkbvTXG6HQ4zAz3zCzRbSNuFDna8cK8kEGgrh0uuZKwfdx/TYB4QOyxsYxKbiSh8X8+WmG&#10;hXY97+lyCJVIEPYFKjAhtIWUvjRk0Q9cS5y8k+sshiS7SuoO+wS3jRxm2VharDktGGxpZag8H36t&#10;AtT5120zinG33Tb5qDflKf5MlHp9icspiEAx/If/2p9awXv+AY8z6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BdnEAAAA3AAAAA8AAAAAAAAAAAAAAAAAmAIAAGRycy9k&#10;b3ducmV2LnhtbFBLBQYAAAAABAAEAPUAAACJ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324" o:spid="_x0000_s1124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UAWMMA&#10;AADcAAAADwAAAGRycy9kb3ducmV2LnhtbESP0YrCMBRE3wX/IVzBF1lTlRXpGsUKguCDbPUDLs21&#10;6W5zU5uo9e+NsLCPw8ycYZbrztbiTq2vHCuYjBMQxIXTFZcKzqfdxwKED8gaa8ek4Eke1qt+b4mp&#10;dg/+pnseShEh7FNUYEJoUil9YciiH7uGOHoX11oMUbal1C0+ItzWcpokc2mx4rhgsKGtoeI3v1kF&#10;Wck/WfZ5oOZ6nJludDEm3IxSw0G3+QIRqAv/4b/2XiuYTeb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UAWMMAAADc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325" o:spid="_x0000_s1125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mlw8UA&#10;AADcAAAADwAAAGRycy9kb3ducmV2LnhtbESP3WrCQBSE7wu+w3IEb0rdRKkt0VWaQkHoRVH7AIfs&#10;MRvNno3ZzU/f3i0UejnMzDfMZjfaWvTU+sqxgnSegCAunK64VPB9+nh6BeEDssbaMSn4IQ+77eRh&#10;g5l2Ax+oP4ZSRAj7DBWYEJpMSl8YsujnriGO3tm1FkOUbSl1i0OE21oukmQlLVYcFww29G6ouB47&#10;qyAv+ZLnz5/U3L6WZnw8GxM6o9RsOr6tQQQaw3/4r73XCpbpC/yeiUd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SaXD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326" o:spid="_x0000_s1126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YxscEA&#10;AADcAAAADwAAAGRycy9kb3ducmV2LnhtbERP3WrCMBS+H/gO4QjeDE1VJlKNYgeCsIux6gMcmtOm&#10;2px0TWy7t18uBrv8+P73x9E2oqfO144VLBcJCOLC6ZorBbfreb4F4QOyxsYxKfghD8fD5GWPqXYD&#10;f1Gfh0rEEPYpKjAhtKmUvjBk0S9cSxy50nUWQ4RdJXWHQwy3jVwlyUZarDk2GGzp3VDxyJ9WQVbx&#10;PcvePqj9/lyb8bU0JjyNUrPpeNqBCDSGf/Gf+6IVrJdxbTwTj4A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WMbHBAAAA3AAAAA8AAAAAAAAAAAAAAAAAmAIAAGRycy9kb3du&#10;cmV2LnhtbFBLBQYAAAAABAAEAPUAAACGAwAAAAA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327" o:spid="_x0000_s1127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qUKsUA&#10;AADcAAAADwAAAGRycy9kb3ducmV2LnhtbESP3WrCQBSE7wu+w3IEb0rdRKm00VWaQkHoRVH7AIfs&#10;MRvNno3ZzU/f3i0UejnMzDfMZjfaWvTU+sqxgnSegCAunK64VPB9+nh6AeEDssbaMSn4IQ+77eRh&#10;g5l2Ax+oP4ZSRAj7DBWYEJpMSl8YsujnriGO3tm1FkOUbSl1i0OE21oukmQlLVYcFww29G6ouB47&#10;qyAv+ZLnz5/U3L6WZnw8GxM6o9RsOr6tQQQaw3/4r73XCpbpK/yeiUd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pQq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1" w:name="_Toc331149284"/>
      <w:r>
        <w:t xml:space="preserve">Obr. </w:t>
      </w:r>
      <w:fldSimple w:instr=" SEQ Obr. \* ARABIC ">
        <w:r w:rsidR="00D21A7E">
          <w:rPr>
            <w:noProof/>
          </w:rPr>
          <w:t>2</w:t>
        </w:r>
      </w:fldSimple>
      <w:r>
        <w:t xml:space="preserve">  Obrazovka </w:t>
      </w:r>
      <w:proofErr w:type="gramStart"/>
      <w:r>
        <w:t>po ZAPNI</w:t>
      </w:r>
      <w:proofErr w:type="gramEnd"/>
      <w:r>
        <w:t xml:space="preserve"> VŠECHNO</w:t>
      </w:r>
      <w:bookmarkEnd w:id="1"/>
    </w:p>
    <w:p w:rsidR="00101B49" w:rsidRDefault="00101B49" w:rsidP="00101B49">
      <w:pPr>
        <w:outlineLvl w:val="0"/>
      </w:pPr>
      <w:r>
        <w:t xml:space="preserve">Stav po chybě při ZAPNI VŠECHNO – příklad. </w:t>
      </w:r>
      <w:proofErr w:type="gramStart"/>
      <w:r>
        <w:t>kdy</w:t>
      </w:r>
      <w:proofErr w:type="gramEnd"/>
      <w:r>
        <w:t xml:space="preserve"> to nemusí být překážkou nahrávání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270" name="Plátno 2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21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Oval 231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Připraveno k </w:t>
                              </w:r>
                              <w:proofErr w:type="gramStart"/>
                              <w:r>
                                <w:t>nahrávaní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4D7D3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4D7D3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239" name="Line 246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47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Oval 249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246" name="Group 253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247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Text Box 2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Text Box 2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AutoShap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AutoShap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AutoShape 26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AutoShape 261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Text Box 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8" name="Text Box 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9" name="Text Box 2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0" name="Text Box 2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1" name="Text Box 2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2" name="Text Box 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263" name="Group 270"/>
                        <wpg:cNvGrpSpPr>
                          <a:grpSpLocks/>
                        </wpg:cNvGrpSpPr>
                        <wpg:grpSpPr bwMode="auto">
                          <a:xfrm>
                            <a:off x="100261" y="3206218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264" name="Rectangl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Text Box 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6" name="Text Box 2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7" name="Text Box 2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8" name="Text Box 2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FABF8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9" name="Text Box 2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26" o:spid="_x0000_s1128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">
                <v:shape id="_x0000_s1129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228" o:spid="_x0000_s1130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4xesIA&#10;AADcAAAADwAAAGRycy9kb3ducmV2LnhtbESPQYvCMBSE7wv+h/AEb2tqQVmqUUQRPMjiqgePj+bZ&#10;FpuXkkRT/71ZWNjjMDPfMItVb1rxJOcbywom4wwEcWl1w5WCy3n3+QXCB2SNrWVS8CIPq+XgY4GF&#10;tpF/6HkKlUgQ9gUqqEPoCil9WZNBP7YdcfJu1hkMSbpKaocxwU0r8yybSYMNp4UaO9rUVN5PD6Mg&#10;i+RiNb0eTfN9YL338bB9rJUaDfv1HESgPvyH/9p7rSDPJ/B7Jh0B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jF6wgAAANw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229" o:spid="_x0000_s1131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461sUA&#10;AADcAAAADwAAAGRycy9kb3ducmV2LnhtbESPQWvCQBSE74X+h+UJvRTdNC1qU1eRQovebBS9PrLP&#10;JJh9G3e3Mf57Vyj0OMzMN8xs0ZtGdOR8bVnByygBQVxYXXOpYLf9Gk5B+ICssbFMCq7kYTF/fJhh&#10;pu2Ff6jLQykihH2GCqoQ2kxKX1Rk0I9sSxy9o3UGQ5SulNrhJcJNI9MkGUuDNceFClv6rKg45b9G&#10;wfRt1R38+nWzL8bH5j08T7rvs1PqadAvP0AE6sN/+K+90grSNIX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3jrWxQAAANw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230" o:spid="_x0000_s1132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N/9MQA&#10;AADcAAAADwAAAGRycy9kb3ducmV2LnhtbESPQWsCMRSE74L/IbxCb5rtloqsRllFoSdBW7C9PTbP&#10;ZHHzsmxSd/vvm4LgcZiZb5jlenCNuFEXas8KXqYZCOLK65qNgs+P/WQOIkRkjY1nUvBLAdar8WiJ&#10;hfY9H+l2ikYkCIcCFdgY20LKUFlyGKa+JU7exXcOY5KdkbrDPsFdI/Msm0mHNacFiy1tLVXX049T&#10;sGu/D+WbCbI8R/t19Zt+bw9GqeenoVyAiDTER/jeftcK8vwV/s+k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zf/TEAAAA3AAAAA8AAAAAAAAAAAAAAAAAmAIAAGRycy9k&#10;b3ducmV2LnhtbFBLBQYAAAAABAAEAPUAAACJAwAAAAA=&#10;" filled="f"/>
                <v:oval id="Oval 231" o:spid="_x0000_s1133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S8cQA&#10;AADcAAAADwAAAGRycy9kb3ducmV2LnhtbESPQWvCQBSE7wX/w/IK3urGRKWkriJKQQ89NG3vj+wz&#10;CWbfhuxrjP/eFQo9DjPzDbPejq5VA/Wh8WxgPktAEZfeNlwZ+P56f3kFFQTZYuuZDNwowHYzeVpj&#10;bv2VP2kopFIRwiFHA7VIl2sdypochpnviKN39r1DibKvtO3xGuGu1WmSrLTDhuNCjR3tayovxa8z&#10;cKh2xWrQmSyz8+Eoy8vPxymbGzN9HndvoIRG+Q//tY/WQJou4HEmHgG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KUvHEAAAA3AAAAA8AAAAAAAAAAAAAAAAAmAIAAGRycy9k&#10;b3ducmV2LnhtbFBLBQYAAAAABAAEAPUAAACJAwAAAAA=&#10;"/>
                <v:rect id="Rectangle 232" o:spid="_x0000_s1134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IcSsEA&#10;AADcAAAADwAAAGRycy9kb3ducmV2LnhtbESPQYvCMBSE74L/ITzBm6YWLEvXKMuCoMeqh/X2aJ5t&#10;2eYlJNF2//1GEDwOM/MNs9mNphcP8qGzrGC1zEAQ11Z33Ci4nPeLDxAhImvsLZOCPwqw204nGyy1&#10;Hbiixyk2IkE4lKigjdGVUoa6JYNhaR1x8m7WG4xJ+kZqj0OCm17mWVZIgx2nhRYdfbdU/57uRoFb&#10;HatquJ6PxoUs9/fbDxWFVWo+G78+QUQa4zv8ah+0gjxfw/NMOgJ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iHErBAAAA3AAAAA8AAAAAAAAAAAAAAAAAmAIAAGRycy9kb3du&#10;cmV2LnhtbFBLBQYAAAAABAAEAPUAAACGAwAAAAA=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Připraveno k nahrávaní</w:t>
                        </w:r>
                      </w:p>
                    </w:txbxContent>
                  </v:textbox>
                </v:rect>
                <v:rect id="Rectangle 233" o:spid="_x0000_s1135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pMsUA&#10;AADcAAAADwAAAGRycy9kb3ducmV2LnhtbESPQWvCQBSE70L/w/IKvemmOaikrlLEghRK0SheH9nX&#10;bEj2bZrdxu2/7xYEj8PMfMOsNtF2YqTBN44VPM8yEMSV0w3XCk7l23QJwgdkjZ1jUvBLHjbrh8kK&#10;C+2ufKDxGGqRIOwLVGBC6AspfWXIop+5njh5X26wGJIcaqkHvCa47WSeZXNpseG0YLCnraGqPf5Y&#10;BYvL+LHbX953n635jttFPJdtflbq6TG+voAIFMM9fGvvtYI8n8P/mXQ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KWkyxQAAANwAAAAPAAAAAAAAAAAAAAAAAJgCAABkcnMv&#10;ZG93bnJldi54bWxQSwUGAAAAAAQABAD1AAAAigMAAAAA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234" o:spid="_x0000_s1136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sMlcQA&#10;AADcAAAADwAAAGRycy9kb3ducmV2LnhtbESPzWrDMBCE74G+g9hCb4lcQ5PiRjahpZBDCPnpocfF&#10;2tqm1spISuS8fRQI5DjMzDfMshpNL87kfGdZwessA0FcW91xo+Dn+D19B+EDssbeMim4kIeqfJos&#10;sdA28p7Oh9CIBGFfoII2hKGQ0tctGfQzOxAn7886gyFJ10jtMCa46WWeZXNpsOO00OJAny3V/4eT&#10;UZBFcrF5+92ZbrthvfZx83VaKfXyPK4+QAQawyN8b6+1gjxfwO1MOgKy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DJX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235" o:spid="_x0000_s1137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SY58AA&#10;AADcAAAADwAAAGRycy9kb3ducmV2LnhtbERPy4rCMBTdC/MP4Q64s+kUFOkYRRwEFyI+ZjHLS3On&#10;LTY3JYmm/r1ZCC4P571YDaYTd3K+tazgK8tBEFdWt1wr+L1sJ3MQPiBr7CyTggd5WC0/RgsstY18&#10;ovs51CKFsC9RQRNCX0rpq4YM+sz2xIn7t85gSNDVUjuMKdx0ssjzmTTYcmposKdNQ9X1fDMK8kgu&#10;1tO/o2kPe9Y7H/c/t7VS489h/Q0i0BDe4pd7pxUURVqbzqQj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SY58AAAADcAAAADwAAAAAAAAAAAAAAAACYAgAAZHJzL2Rvd25y&#10;ZXYueG1sUEsFBgAAAAAEAAQA9QAAAIU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236" o:spid="_x0000_s1138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/jMMA&#10;AADcAAAADwAAAGRycy9kb3ducmV2LnhtbESPzWsCMRTE7wX/h/AEbzXbHKRujaKCYPFSP/D82Lz9&#10;aDcvS5Ku63/fFASPw8z8hlmsBtuKnnxoHGt4m2YgiAtnGq40XM6713cQISIbbB2ThjsFWC1HLwvM&#10;jbvxkfpTrESCcMhRQx1jl0sZiposhqnriJNXOm8xJukraTzeEty2UmXZTFpsOC3U2NG2puLn9Gs1&#10;nPtN2B+/49x8lhupDuWXuvq11pPxsP4AEWmIz/CjvTcalJrD/5l0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w/jMMAAADc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t>START</w:t>
                        </w:r>
                      </w:p>
                    </w:txbxContent>
                  </v:textbox>
                </v:shape>
                <v:shape id="Text Box 237" o:spid="_x0000_s1139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8AzMAA&#10;AADcAAAADwAAAGRycy9kb3ducmV2LnhtbERPy4rCMBTdD/gP4QruxtQODFqNooKgzGZ84PrS3D60&#10;uSlJpta/N4sBl4fzXqx604iOnK8tK5iMExDEudU1lwou593nFIQPyBoby6TgSR5Wy8HHAjNtH3yk&#10;7hRKEUPYZ6igCqHNpPR5RQb92LbEkSusMxgidKXUDh8x3DQyTZJvabDm2FBhS9uK8vvpzyg4dxu/&#10;P97CTB+KjUx/it/06tZKjYb9eg4iUB/e4n/3XitIv+L8eCYe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8AzMAAAADcAAAADwAAAAAAAAAAAAAAAACYAgAAZHJzL2Rvd25y&#10;ZXYueG1sUEsFBgAAAAAEAAQA9QAAAIU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PAUZA</w:t>
                        </w:r>
                      </w:p>
                    </w:txbxContent>
                  </v:textbox>
                </v:shape>
                <v:shape id="Text Box 238" o:spid="_x0000_s1140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OlV8QA&#10;AADcAAAADwAAAGRycy9kb3ducmV2LnhtbESPW2sCMRSE3wv+h3AE32rWFaSuRlGhoPSlXvD5sDl7&#10;0c3JkqTr+u8bodDHYWa+YZbr3jSiI+drywom4wQEcW51zaWCy/nz/QOED8gaG8uk4Eke1qvB2xIz&#10;bR98pO4UShEh7DNUUIXQZlL6vCKDfmxb4ugV1hkMUbpSaoePCDeNTJNkJg3WHBcqbGlXUX4//RgF&#10;527r98dbmOtDsZXpV/GdXt1GqdGw3yxABOrDf/ivvdcK0ukEXm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jpVf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STOP</w:t>
                        </w:r>
                      </w:p>
                    </w:txbxContent>
                  </v:textbox>
                </v:shape>
                <v:shape id="Text Box 239" o:spid="_x0000_s1141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7IMQA&#10;AADcAAAADwAAAGRycy9kb3ducmV2LnhtbESPT2sCMRTE74LfITyhN82aQqlbo6ggWHqpq/T82Lz9&#10;025eliSu22/fFAo9DjPzG2a9HW0nBvKhdaxhuchAEJfOtFxruF6O82cQISIb7ByThm8KsN1MJ2vM&#10;jbvzmYYi1iJBOOSooYmxz6UMZUMWw8L1xMmrnLcYk/S1NB7vCW47qbLsSVpsOS002NOhofKruFkN&#10;l2EfTufPuDKv1V6qt+pdffid1g+zcfcCItIY/8N/7ZPRoB4V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xOyD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NOTEBOOK</w:t>
                        </w:r>
                      </w:p>
                    </w:txbxContent>
                  </v:textbox>
                </v:shape>
                <v:shape id="Text Box 240" o:spid="_x0000_s1142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2eu8QA&#10;AADcAAAADwAAAGRycy9kb3ducmV2LnhtbESPW2sCMRSE3wv+h3AE32rWFUpdjaKCoPSlXvD5sDl7&#10;0c3JksR1/fdNodDHYWa+YRar3jSiI+drywom4wQEcW51zaWCy3n3/gnCB2SNjWVS8CIPq+XgbYGZ&#10;tk8+UncKpYgQ9hkqqEJoMyl9XpFBP7YtcfQK6wyGKF0ptcNnhJtGpknyIQ3WHBcqbGlbUX4/PYyC&#10;c7fx++MtzPSh2Mj0q/hOr26t1GjYr+cgAvXhP/zX3msF6XQKv2fi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9nrvEAAAA3AAAAA8AAAAAAAAAAAAAAAAAmAIAAGRycy9k&#10;b3ducmV2LnhtbFBLBQYAAAAABAAEAPUAAACJAwAAAAA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241" o:spid="_x0000_s1143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QGz8QA&#10;AADcAAAADwAAAGRycy9kb3ducmV2LnhtbESPW2sCMRSE3wv+h3CEvtWsaym6GkUFwdKXesHnw+bs&#10;RTcnSxLX7b9vCgUfh5n5hlmsetOIjpyvLSsYjxIQxLnVNZcKzqfd2xSED8gaG8uk4Ic8rJaDlwVm&#10;2j74QN0xlCJC2GeooAqhzaT0eUUG/ci2xNErrDMYonSl1A4fEW4amSbJhzRYc1yosKVtRfnteDcK&#10;Tt3G7w/XMNOfxUamX8V3enFrpV6H/XoOIlAfnuH/9l4rSCfv8HcmH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UBs/EAAAA3AAAAA8AAAAAAAAAAAAAAAAAmAIAAGRycy9k&#10;b3ducmV2LnhtbFBLBQYAAAAABAAEAPUAAACJAwAAAAA=&#10;">
                  <v:textbox inset="0,0,0,0">
                    <w:txbxContent>
                      <w:p w:rsidR="00101B49" w:rsidRPr="004D7D3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4D7D3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242" o:spid="_x0000_s1144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/UxsMA&#10;AADcAAAADwAAAGRycy9kb3ducmV2LnhtbESPQWsCMRSE74L/ITyhN83WopTVKKtU6ElQC623x+Y1&#10;Wdy8LJvU3f57Iwgeh5n5hlmue1eLK7Wh8qzgdZKBIC69rtgo+Drtxu8gQkTWWHsmBf8UYL0aDpaY&#10;a9/xga7HaESCcMhRgY2xyaUMpSWHYeIb4uT9+tZhTLI1UrfYJbir5TTL5tJhxWnBYkNbS+Xl+OcU&#10;fDTnfTEzQRbf0f5c/Kbb2b1R6mXUFwsQkfr4DD/an1rB9G0G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/UxsMAAADcAAAADwAAAAAAAAAAAAAAAACYAgAAZHJzL2Rv&#10;d25yZXYueG1sUEsFBgAAAAAEAAQA9QAAAIgDAAAAAA==&#10;" filled="f"/>
                <v:rect id="Rectangle 243" o:spid="_x0000_s1145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1KscMA&#10;AADcAAAADwAAAGRycy9kb3ducmV2LnhtbESPQWsCMRSE74L/ITyhN83WopTVKKtU6ElQC623x+Y1&#10;Wdy8LJvU3f57Iwgeh5n5hlmue1eLK7Wh8qzgdZKBIC69rtgo+Drtxu8gQkTWWHsmBf8UYL0aDpaY&#10;a9/xga7HaESCcMhRgY2xyaUMpSWHYeIb4uT9+tZhTLI1UrfYJbir5TTL5tJhxWnBYkNbS+Xl+OcU&#10;fDTnfTEzQRbf0f5c/Kbb2b1R6mXUFwsQkfr4DD/an1rB9G0O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1KscMAAADcAAAADwAAAAAAAAAAAAAAAACYAgAAZHJzL2Rv&#10;d25yZXYueG1sUEsFBgAAAAAEAAQA9QAAAIgDAAAAAA==&#10;" filled="f"/>
                <v:shape id="Text Box 244" o:spid="_x0000_s1146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YuMQA&#10;AADcAAAADwAAAGRycy9kb3ducmV2LnhtbESPW2sCMRSE3wv+h3CEvtWsK7S6GkUFwdKXesHnw+bs&#10;RTcnSxLX7b9vCgUfh5n5hlmsetOIjpyvLSsYjxIQxLnVNZcKzqfd2xSED8gaG8uk4Ic8rJaDlwVm&#10;2j74QN0xlCJC2GeooAqhzaT0eUUG/ci2xNErrDMYonSl1A4fEW4amSbJuzRYc1yosKVtRfnteDcK&#10;Tt3G7w/XMNOfxUamX8V3enFrpV6H/XoOIlAfnuH/9l4rSCcf8HcmH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GmLj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4D7D33">
                          <w:t>MUTE</w:t>
                        </w:r>
                      </w:p>
                    </w:txbxContent>
                  </v:textbox>
                </v:shape>
                <v:rect id="Rectangle 245" o:spid="_x0000_s1147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CHsAA&#10;AADcAAAADwAAAGRycy9kb3ducmV2LnhtbERPzYrCMBC+C75DGGEvsk23ikhtlGVhF0E8WPcBhmRs&#10;i82kNKnWtzcHwePH91/sRtuKG/W+cazgK0lBEGtnGq4U/J9/P9cgfEA22DomBQ/ysNtOJwXmxt35&#10;RLcyVCKGsM9RQR1Cl0vpdU0WfeI64shdXG8xRNhX0vR4j+G2lVmarqTFhmNDjR391KSv5WAVDKjt&#10;YY3Lv8tIwzFk2Vw31aDUx2z83oAINIa3+OXeGwXZIq6NZ+IR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miCHsAAAADcAAAADwAAAAAAAAAAAAAAAACYAgAAZHJzL2Rvd25y&#10;ZXYueG1sUEsFBgAAAAAEAAQA9QAAAIUDAAAAAA=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246" o:spid="_x0000_s1148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SFsUAAADcAAAADwAAAGRycy9kb3ducmV2LnhtbESPQWsCMRSE70L/Q3iF3jSrQu2uRild&#10;hB60oJaeXzfPzdLNy7JJ1/jvG6HgcZiZb5jVJtpWDNT7xrGC6SQDQVw53XCt4PO0Hb+A8AFZY+uY&#10;FFzJw2b9MFphod2FDzQcQy0ShH2BCkwIXSGlrwxZ9BPXESfv7HqLIcm+lrrHS4LbVs6y7FlabDgt&#10;GOzozVD1c/y1ChamPMiFLHenj3Jopnncx6/vXKmnx/i6BBEohnv4v/2uFczm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LSFsUAAADcAAAADwAAAAAAAAAA&#10;AAAAAAChAgAAZHJzL2Rvd25yZXYueG1sUEsFBgAAAAAEAAQA+QAAAJMDAAAAAA==&#10;">
                  <v:stroke endarrow="block"/>
                </v:line>
                <v:line id="Line 247" o:spid="_x0000_s1149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FPZcUAAADcAAAADwAAAGRycy9kb3ducmV2LnhtbESPTUvDQBCG74L/YRnBS7Ab2yIasyl+&#10;tFAQD7Y9eByyYxLMzobs2Kb/3jkIHod33meeKVdT6M2RxtRFdnA7y8EQ19F33Dg47Dc392CSIHvs&#10;I5ODMyVYVZcXJRY+nviDjjtpjEI4FeigFRkKa1PdUsA0iwOxZl9xDCg6jo31I54UHno7z/M7G7Bj&#10;vdDiQC8t1d+7n6Aam3d+XSyy52Cz7IHWn/KWW3Hu+mp6egQjNMn/8l976x3Ml6qvzygBb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PFPZcUAAADcAAAADwAAAAAAAAAA&#10;AAAAAAChAgAAZHJzL2Rvd25yZXYueG1sUEsFBgAAAAAEAAQA+QAAAJMDAAAAAA==&#10;">
                  <v:stroke endarrow="block"/>
                </v:line>
                <v:shape id="Text Box 248" o:spid="_x0000_s1150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KtY8UA&#10;AADcAAAADwAAAGRycy9kb3ducmV2LnhtbESPT2vCQBTE74LfYXmCl1I3StE2uopEFCle/EO9PrLP&#10;JJh9G7NrTL+9Wyh4HGbmN8xs0ZpSNFS7wrKC4SACQZxaXXCm4HRcv3+CcB5ZY2mZFPySg8W825lh&#10;rO2D99QcfCYChF2MCnLvq1hKl+Zk0A1sRRy8i60N+iDrTOoaHwFuSjmKorE0WHBYyLGiJKf0ergb&#10;BV/jcoXF5pREP8mN377PzeS+a5Tq99rlFISn1r/C/+2tVjD6GMLfmX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q1jxQAAANwAAAAPAAAAAAAAAAAAAAAAAJgCAABkcnMv&#10;ZG93bnJldi54bWxQSwUGAAAAAAQABAD1AAAAigMAAAAA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249" o:spid="_x0000_s1151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KvsQA&#10;AADcAAAADwAAAGRycy9kb3ducmV2LnhtbESPQWvCQBSE7wX/w/IK3urGRKWkriJKQQ89NG3vj+wz&#10;CWbfhuxrjP/eFQo9DjPzDbPejq5VA/Wh8WxgPktAEZfeNlwZ+P56f3kFFQTZYuuZDNwowHYzeVpj&#10;bv2VP2kopFIRwiFHA7VIl2sdypochpnviKN39r1DibKvtO3xGuGu1WmSrLTDhuNCjR3tayovxa8z&#10;cKh2xWrQmSyz8+Eoy8vPxymbGzN9HndvoIRG+Q//tY/WQLpI4XEmHgG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wir7EAAAA3AAAAA8AAAAAAAAAAAAAAAAAmAIAAGRycy9k&#10;b3ducmV2LnhtbFBLBQYAAAAABAAEAPUAAACJAwAAAAA=&#10;"/>
                <v:oval id="Oval 250" o:spid="_x0000_s1152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vJc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prMU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8LyXEAAAA3AAAAA8AAAAAAAAAAAAAAAAAmAIAAGRycy9k&#10;b3ducmV2LnhtbFBLBQYAAAAABAAEAPUAAACJAwAAAAA=&#10;"/>
                <v:shape id="Text Box 251" o:spid="_x0000_s1153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eG/sMA&#10;AADcAAAADwAAAGRycy9kb3ducmV2LnhtbESPQWvCQBSE7wX/w/IEb3VjlKrRVazF0psYBa+P7DMb&#10;kn0bsltN/71bKPQ4zMw3zHrb20bcqfOVYwWTcQKCuHC64lLB5Xx4XYDwAVlj45gU/JCH7WbwssZM&#10;uwef6J6HUkQI+wwVmBDaTEpfGLLox64ljt7NdRZDlF0pdYePCLeNTJPkTVqsOC4YbGlvqKjzb6tg&#10;ekznV/+Zf+zbKy3rhX+vb2yUGg373QpEoD78h//aX1pBOpvB75l4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eG/sMAAADc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252" o:spid="_x0000_s1154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jZcQA&#10;AADcAAAADwAAAGRycy9kb3ducmV2LnhtbESPQWvCQBSE7wX/w/KE3urGtFaNrmItFW/FKHh9ZJ/Z&#10;kOzbkN1q/PduodDjMDPfMMt1bxtxpc5XjhWMRwkI4sLpiksFp+PXywyED8gaG8ek4E4e1qvB0xIz&#10;7W58oGseShEh7DNUYEJoMyl9YciiH7mWOHoX11kMUXal1B3eItw2Mk2Sd2mx4rhgsKWtoaLOf6yC&#10;1+90eva7/HPbnmlez/xHfWGj1POw3yxABOrDf/ivvdcK0rcJ/J6JR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rI2XEAAAA3AAAAA8AAAAAAAAAAAAAAAAAmAIAAGRycy9k&#10;b3ducmV2LnhtbFBLBQYAAAAABAAEAPUAAACJ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253" o:spid="_x0000_s1155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<v:rect id="Rectangle 254" o:spid="_x0000_s1156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cV8QA&#10;AADcAAAADwAAAGRycy9kb3ducmV2LnhtbESPQWsCMRSE74L/ITzBm2YrtpWtUVZR8CTUFmpvj81r&#10;srh5WTbRXf99Uyh4HGbmG2a57l0tbtSGyrOCp2kGgrj0umKj4PNjP1mACBFZY+2ZFNwpwHo1HCwx&#10;177jd7qdohEJwiFHBTbGJpcylJYchqlviJP341uHMcnWSN1il+CulrMse5EOK04LFhvaWiovp6tT&#10;sGu+j8WzCbL4ivZ88Ztub49GqfGoL95AROrjI/zfPmgFs/kr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XnFfEAAAA3AAAAA8AAAAAAAAAAAAAAAAAmAIAAGRycy9k&#10;b3ducmV2LnhtbFBLBQYAAAAABAAEAPUAAACJAwAAAAA=&#10;" filled="f"/>
                  <v:shape id="Text Box 255" o:spid="_x0000_s1157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9R78A&#10;AADcAAAADwAAAGRycy9kb3ducmV2LnhtbERPy4rCMBTdC/5DuIK7MR3RQTpGEUVwIeJr4fLS3GnL&#10;NDcliab+vVkILg/nPV92phEPcr62rOB7lIEgLqyuuVRwvWy/ZiB8QNbYWCYFT/KwXPR7c8y1jXyi&#10;xzmUIoWwz1FBFUKbS+mLigz6kW2JE/dnncGQoCuldhhTuGnkOMt+pMGaU0OFLa0rKv7Pd6Mgi+Ri&#10;Ob0dTX3Ys975uN/cV0oNB93qF0SgLnzEb/dOKxhP0tp0Jh0B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a31HvwAAANwAAAAPAAAAAAAAAAAAAAAAAJgCAABkcnMvZG93bnJl&#10;di54bWxQSwUGAAAAAAQABAD1AAAAhAMAAAAA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256" o:spid="_x0000_s1158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StvsQA&#10;AADcAAAADwAAAGRycy9kb3ducmV2LnhtbESPQWsCMRSE74L/ITzBm2YrttStUVZR8CTUFmpvj81r&#10;srh5WTbRXf99Uyh4HGbmG2a57l0tbtSGyrOCp2kGgrj0umKj4PNjP3kFESKyxtozKbhTgPVqOFhi&#10;rn3H73Q7RSMShEOOCmyMTS5lKC05DFPfECfvx7cOY5KtkbrFLsFdLWdZ9iIdVpwWLDa0tVReTlen&#10;YNd8H4tnE2TxFe354jfd3h6NUuNRX7yBiNTHR/i/fdAKZvMF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Erb7EAAAA3AAAAA8AAAAAAAAAAAAAAAAAmAIAAGRycy9k&#10;b3ducmV2LnhtbFBLBQYAAAAABAAEAPUAAACJAwAAAAA=&#10;" filled="f"/>
                  <v:shape id="Text Box 257" o:spid="_x0000_s1159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nnMAA&#10;AADcAAAADwAAAGRycy9kb3ducmV2LnhtbERPTYvCMBC9C/6HMII3TVdQlmpaZEXwIOKqB49DM9uW&#10;bSYliab+e3NY2OPjfW/KwXTiSc63lhV8zDMQxJXVLdcKbtf97BOED8gaO8uk4EUeymI82mCubeRv&#10;el5CLVII+xwVNCH0uZS+asign9ueOHE/1hkMCbpaaocxhZtOLrJsJQ22nBoa7Omroer38jAKskgu&#10;1sv72bSnI+uDj8fdY6vUdDJs1yACDeFf/Oc+aAWLZZqfzqQjI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TnnMAAAADcAAAADwAAAAAAAAAAAAAAAACYAgAAZHJzL2Rvd25y&#10;ZXYueG1sUEsFBgAAAAAEAAQA9QAAAIUDAAAAAA==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258" o:spid="_x0000_s1160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fC8YA&#10;AADcAAAADwAAAGRycy9kb3ducmV2LnhtbESPT2vCQBTE7wW/w/KE3upG8U8bs4qIhV5KjRWht0f2&#10;mYRk3ybZrcZv3y0IHoeZ+Q2TrHtTiwt1rrSsYDyKQBBnVpecKzh+v7+8gnAeWWNtmRTcyMF6NXhK&#10;MNb2yildDj4XAcIuRgWF900spcsKMuhGtiEO3tl2Bn2QXS51h9cAN7WcRNFcGiw5LBTY0LagrDr8&#10;GgWf7TT9cu3uZ5+at3N/wl3rF5VSz8N+swThqfeP8L39oRVMZmP4Px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rfC8YAAADcAAAADwAAAAAAAAAAAAAAAACYAgAAZHJz&#10;L2Rvd25yZXYueG1sUEsFBgAAAAAEAAQA9QAAAIsDAAAAAA==&#10;" fillcolor="#f90"/>
                  <v:shape id="AutoShape 259" o:spid="_x0000_s1161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hBfMYA&#10;AADcAAAADwAAAGRycy9kb3ducmV2LnhtbESPW2vCQBSE3wv9D8sp+FY3DdZLmlWKKPhS2qgIfTtk&#10;Ty6YPZtkV03/fbcg9HGYmW+YdDWYRlypd7VlBS/jCARxbnXNpYLjYfs8B+E8ssbGMin4IQer5eND&#10;iom2N87ouvelCBB2CSqovG8TKV1ekUE3ti1x8ArbG/RB9qXUPd4C3DQyjqKpNFhzWKiwpXVF+Xl/&#10;MQo+ukn26brN91dmFsVwwk3nZ2elRk/D+xsIT4P/D9/bO60gfo3h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hBfMYAAADcAAAADwAAAAAAAAAAAAAAAACYAgAAZHJz&#10;L2Rvd25yZXYueG1sUEsFBgAAAAAEAAQA9QAAAIsDAAAAAA==&#10;" fillcolor="#f90"/>
                  <v:shape id="AutoShape 260" o:spid="_x0000_s1162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/48kA&#10;AADcAAAADwAAAGRycy9kb3ducmV2LnhtbESPQWvCQBSE7wX/w/IEL6VuaqmV6CpFKW3BgyZC6+01&#10;+5pEs29jdhvT/vpuoeBxmJlvmNmiM5VoqXGlZQW3wwgEcWZ1ybmCXfp0MwHhPLLGyjIp+CYHi3nv&#10;aoaxtmfeUpv4XAQIuxgVFN7XsZQuK8igG9qaOHiftjHog2xyqRs8B7ip5CiKxtJgyWGhwJqWBWXH&#10;5MsoOPy8+26Vfzyc0gjXabl/e91cPys16HePUxCeOn8J/7dftILR/R38nQlHQM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gR/48kAAADcAAAADwAAAAAAAAAAAAAAAACYAgAA&#10;ZHJzL2Rvd25yZXYueG1sUEsFBgAAAAAEAAQA9QAAAI4DAAAAAA==&#10;" fillcolor="#f90"/>
                  <v:shape id="AutoShape 261" o:spid="_x0000_s1163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3nl8kA&#10;AADcAAAADwAAAGRycy9kb3ducmV2LnhtbESPQWvCQBSE7wX/w/IEL6VuKq2V6CpFKW3BgyZC6+01&#10;+5pEs29jdhvT/vpuoeBxmJlvmNmiM5VoqXGlZQW3wwgEcWZ1ybmCXfp0MwHhPLLGyjIp+CYHi3nv&#10;aoaxtmfeUpv4XAQIuxgVFN7XsZQuK8igG9qaOHiftjHog2xyqRs8B7ip5CiKxtJgyWGhwJqWBWXH&#10;5MsoOPy8+26Vfzyc0gjXabl/e91cPys16HePUxCeOn8J/7dftILR/R38nQlHQM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e3nl8kAAADcAAAADwAAAAAAAAAAAAAAAACYAgAA&#10;ZHJzL2Rvd25yZXYueG1sUEsFBgAAAAAEAAQA9QAAAI4DAAAAAA==&#10;" fillcolor="#f90"/>
                  <v:rect id="Rectangle 262" o:spid="_x0000_s1164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fqDMQA&#10;AADcAAAADwAAAGRycy9kb3ducmV2LnhtbESP3YrCMBSE7xd8h3CEvVtTBUWrUUQQVwXBnwc4NMe2&#10;u81JSWKtPr1ZWPBymJlvmNmiNZVoyPnSsoJ+LwFBnFldcq7gcl5/jUH4gKyxskwKHuRhMe98zDDV&#10;9s5Hak4hFxHCPkUFRQh1KqXPCjLoe7Ymjt7VOoMhSpdL7fAe4aaSgyQZSYMlx4UCa1oVlP2ebkbB&#10;aHzdnN3ksMX8uK/4Z3drnpuDUp/ddjkFEagN7/B/+1srGAyH8HcmHg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X6gzEAAAA3AAAAA8AAAAAAAAAAAAAAAAAmAIAAGRycy9k&#10;b3ducmV2LnhtbFBLBQYAAAAABAAEAPUAAACJAwAAAAA=&#10;" fillcolor="#f90"/>
                  <v:rect id="Rectangle 263" o:spid="_x0000_s1165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V0e8QA&#10;AADcAAAADwAAAGRycy9kb3ducmV2LnhtbESP0WrCQBRE34X+w3IF33SjYLDRVaRQrBUEtR9wyV6T&#10;aPZu2F1j7Ne7hYKPw8ycYRarztSiJecrywrGowQEcW51xYWCn9PncAbCB2SNtWVS8CAPq+Vbb4GZ&#10;tnc+UHsMhYgQ9hkqKENoMil9XpJBP7INcfTO1hkMUbpCaof3CDe1nCRJKg1WHBdKbOijpPx6vBkF&#10;6ey8Obn3/RaLw67my/et/d3slRr0u/UcRKAuvML/7S+tYDJN4e9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FdHvEAAAA3AAAAA8AAAAAAAAAAAAAAAAAmAIAAGRycy9k&#10;b3ducmV2LnhtbFBLBQYAAAAABAAEAPUAAACJAwAAAAA=&#10;" fillcolor="#f90"/>
                  <v:shape id="Text Box 264" o:spid="_x0000_s1166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l9GMQA&#10;AADcAAAADwAAAGRycy9kb3ducmV2LnhtbESPW2sCMRSE3wv+h3CEvtWsC7a6GkUFwdKXesHnw+bs&#10;RTcnSxLX7b9vCgUfh5n5hlmsetOIjpyvLSsYjxIQxLnVNZcKzqfd2xSED8gaG8uk4Ic8rJaDlwVm&#10;2j74QN0xlCJC2GeooAqhzaT0eUUG/ci2xNErrDMYonSl1A4fEW4amSbJuzRYc1yosKVtRfnteDcK&#10;Tt3G7w/XMNOfxUamX8V3enFrpV6H/XoOIlAfnuH/9l4rSCcf8HcmH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ZfRjEAAAA3AAAAA8AAAAAAAAAAAAAAAAAmAIAAGRycy9k&#10;b3ducmV2LnhtbFBLBQYAAAAABAAEAPUAAACJ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265" o:spid="_x0000_s1167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HjSsMA&#10;AADcAAAADwAAAGRycy9kb3ducmV2LnhtbERPy2rCQBTdC/2H4QruzMSAtqSOYquC0G58UbK7ZG4z&#10;oZk7aWaM6d93FoUuD+e9XA+2ET11vnasYJakIIhLp2uuFFzO++kTCB+QNTaOScEPeVivHkZLzLW7&#10;85H6U6hEDGGfowITQptL6UtDFn3iWuLIfbrOYoiwq6Tu8B7DbSOzNF1IizXHBoMtvRoqv043q2Dz&#10;8vH4TluzeAsXX30Xx/2uaK5KTcbD5hlEoCH8i//cB60gm8e18Uw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HjSsMAAADcAAAADwAAAAAAAAAAAAAAAACYAgAAZHJzL2Rv&#10;d25yZXYueG1sUEsFBgAAAAAEAAQA9QAAAIg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266" o:spid="_x0000_s1168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1G0cYA&#10;AADcAAAADwAAAGRycy9kb3ducmV2LnhtbESPT2vCQBTE7wW/w/IEb3VjQNtGV4n/oNBetBbx9sg+&#10;s8Hs25jdavrtu4VCj8PM/IaZLTpbixu1vnKsYDRMQBAXTldcKjh8bB+fQfiArLF2TAq+ycNi3nuY&#10;YabdnXd024dSRAj7DBWYEJpMSl8YsuiHriGO3tm1FkOUbSl1i/cIt7VMk2QiLVYcFww2tDJUXPZf&#10;VkG+PD6909pM3sLBl9fTbrs51Z9KDfpdPgURqAv/4b/2q1aQjl/g90w8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1G0c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267" o:spid="_x0000_s1169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sl8cEA&#10;AADcAAAADwAAAGRycy9kb3ducmV2LnhtbERPy4rCMBTdC/MP4Q6403RcVKlGcWYUBGfjC3F3aa5N&#10;sbmpTdT695OF4PJw3pNZaytxp8aXjhV89RMQxLnTJRcK9rtlbwTCB2SNlWNS8CQPs+lHZ4KZdg/e&#10;0H0bChFD2GeowIRQZ1L63JBF33c1ceTOrrEYImwKqRt8xHBbyUGSpNJiybHBYE0/hvLL9mYVzL+P&#10;wz/6Nek67H1xPW2Wi1N1UKr72c7HIAK14S1+uVdawSCN8+OZeATk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rJfHBAAAA3AAAAA8AAAAAAAAAAAAAAAAAmAIAAGRycy9kb3du&#10;cmV2LnhtbFBLBQYAAAAABAAEAPUAAACG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268" o:spid="_x0000_s1170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CKSsMA&#10;AADcAAAADwAAAGRycy9kb3ducmV2LnhtbESPS4sCMRCE78L+h9ALe9OMcxAdjaKC4OLFF56bSc9j&#10;d9IZkuw4+++NIHgsquorarHqTSM6cr62rGA8SkAQ51bXXCq4XnbDKQgfkDU2lknBP3lYLT8GC8y0&#10;vfOJunMoRYSwz1BBFUKbSenzigz6kW2Jo1dYZzBE6UqpHd4j3DQyTZKJNFhzXKiwpW1F+e/5zyi4&#10;dBu/P/2Emf4uNjI9FMf05tZKfX326zmIQH14h1/tvVaQTsbwPBOP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CKSsMAAADcAAAADwAAAAAAAAAAAAAAAACYAgAAZHJzL2Rv&#10;d25yZXYueG1sUEsFBgAAAAAEAAQA9QAAAIgDAAAAAA=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269" o:spid="_x0000_s1171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aWnsQA&#10;AADcAAAADwAAAGRycy9kb3ducmV2LnhtbESPT4vCMBTE7wt+h/AEL8uabkFdq1EWQRQv4r/7o3m2&#10;wealNKnWb2+EhT0OM/MbZr7sbCXu1HjjWMH3MAFBnDttuFBwPq2/fkD4gKyxckwKnuRhueh9zDHT&#10;7sEHuh9DISKEfYYKyhDqTEqfl2TRD11NHL2rayyGKJtC6gYfEW4rmSbJWFo0HBdKrGlVUn47tlaB&#10;3232pjutp5/TS7s/txNjDqOVUoN+9zsDEagL/+G/9lYrSMcpvM/EIy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Glp7EAAAA3AAAAA8AAAAAAAAAAAAAAAAAmAIAAGRycy9k&#10;b3ducmV2LnhtbFBLBQYAAAAABAAEAPUAAACJ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v:group id="Group 270" o:spid="_x0000_s1172" style="position:absolute;left:1002;top:32062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<v:rect id="Rectangle 271" o:spid="_x0000_s1173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BeQMMA&#10;AADcAAAADwAAAGRycy9kb3ducmV2LnhtbESPQWsCMRSE74L/ITyhN81WqpTVKKtU6ElQC623x+Y1&#10;Wdy8LJvU3f57Iwgeh5n5hlmue1eLK7Wh8qzgdZKBIC69rtgo+Drtxu8gQkTWWHsmBf8UYL0aDpaY&#10;a9/xga7HaESCcMhRgY2xyaUMpSWHYeIb4uT9+tZhTLI1UrfYJbir5TTL5tJhxWnBYkNbS+Xl+OcU&#10;fDTnfTEzQRbf0f5c/Kbb2b1R6mXUFwsQkfr4DD/an1rBdP4G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BeQMMAAADcAAAADwAAAAAAAAAAAAAAAACYAgAAZHJzL2Rv&#10;d25yZXYueG1sUEsFBgAAAAAEAAQA9QAAAIgDAAAAAA==&#10;" filled="f"/>
                  <v:shape id="Text Box 272" o:spid="_x0000_s1174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l5OcQA&#10;AADcAAAADwAAAGRycy9kb3ducmV2LnhtbESPQWsCMRSE7wX/Q3iCt5pdUZHVKCIIvWit7cXbY/Pc&#10;LG5elk3qpv31jSD0OMzMN8xqE20j7tT52rGCfJyBIC6drrlS8PW5f12A8AFZY+OYFPyQh8168LLC&#10;QrueP+h+DpVIEPYFKjAhtIWUvjRk0Y9dS5y8q+sshiS7SuoO+wS3jZxk2VxarDktGGxpZ6i8nb+t&#10;AtT56fcwjfH9eGzyaW/Ka7wslBoN43YJIlAM/+Fn+00rmMxn8Di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5eTnEAAAA3AAAAA8AAAAAAAAAAAAAAAAAmAIAAGRycy9k&#10;b3ducmV2LnhtbFBLBQYAAAAABAAEAPUAAACJ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273" o:spid="_x0000_s1175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J8uMUA&#10;AADcAAAADwAAAGRycy9kb3ducmV2LnhtbESPzWrDMBCE74G+g9hCLqGR4xJT3CihLhQCPYSkfYDF&#10;2lhurZVjyT99+yoQyHGYmW+YzW6yjRio87VjBatlAoK4dLrmSsH318fTCwgfkDU2jknBH3nYbR9m&#10;G8y1G/lIwylUIkLY56jAhNDmUvrSkEW/dC1x9M6usxii7CqpOxwj3DYyTZJMWqw5Lhhs6d1Q+Xvq&#10;rYKi4p+iWH9Sezk8m2lxNib0Rqn54/T2CiLQFO7hW3uvFaRZBtcz8QjI7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4ny4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274" o:spid="_x0000_s1176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7ZI8UA&#10;AADcAAAADwAAAGRycy9kb3ducmV2LnhtbESP3WrCQBSE7wu+w3IEb0rdNKW2RFdpBKHQi6L2AQ7Z&#10;YzaaPRuzmx/fvlsoeDnMzDfMajPaWvTU+sqxgud5AoK4cLriUsHPcff0DsIHZI21Y1JwIw+b9eRh&#10;hZl2A++pP4RSRAj7DBWYEJpMSl8YsujnriGO3sm1FkOUbSl1i0OE21qmSbKQFiuOCwYb2hoqLofO&#10;KshLPuf56xc11+8XMz6ejAmdUWo2HT+WIAKN4R7+b39qBeniDf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rtkj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275" o:spid="_x0000_s1177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lW8MA&#10;AADcAAAADwAAAGRycy9kb3ducmV2LnhtbERPTWuDQBC9F/oflin01qzVIsFkE4KlkNCD1JSeJ+5E&#10;Td1ZcTdq/332EOjx8b7X29l0YqTBtZYVvC4iEMSV1S3XCr6PHy9LEM4ja+wsk4I/crDdPD6sMdN2&#10;4i8aS1+LEMIuQwWN930mpasaMugWticO3NkOBn2AQy31gFMIN52MoyiVBlsODQ32lDdU/ZZXoyDf&#10;JT/LQrrDe/yWXA5F+lkW/Ump56d5twLhafb/4rt7rxXEaVgbzoQj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rlW8MAAADcAAAADwAAAAAAAAAAAAAAAACYAgAAZHJzL2Rv&#10;d25yZXYueG1sUEsFBgAAAAAEAAQA9QAAAIgDAAAAAA==&#10;" fillcolor="#fabf8f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276" o:spid="_x0000_s1178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3oysUA&#10;AADcAAAADwAAAGRycy9kb3ducmV2LnhtbESP3WrCQBSE7wu+w3IEb0rdNKXSRldpBKHQi6L2AQ7Z&#10;YzaaPRuzmx/fvlsoeDnMzDfMajPaWvTU+sqxgud5AoK4cLriUsHPcff0BsIHZI21Y1JwIw+b9eRh&#10;hZl2A++pP4RSRAj7DBWYEJpMSl8YsujnriGO3sm1FkOUbSl1i0OE21qmSbKQFiuOCwYb2hoqLofO&#10;KshLPuf56xc11+8XMz6ejAmdUWo2HT+WIAKN4R7+b39qBeniHf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ejK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</w:pPr>
      <w:bookmarkStart w:id="2" w:name="_Toc331149285"/>
      <w:r>
        <w:t xml:space="preserve">Obr. </w:t>
      </w:r>
      <w:fldSimple w:instr=" SEQ Obr. \* ARABIC ">
        <w:r w:rsidR="00D21A7E">
          <w:rPr>
            <w:noProof/>
          </w:rPr>
          <w:t>3</w:t>
        </w:r>
      </w:fldSimple>
      <w:r>
        <w:t xml:space="preserve">   Příklad chybové obrazovky</w:t>
      </w:r>
      <w:bookmarkEnd w:id="2"/>
    </w:p>
    <w:p w:rsidR="00101B49" w:rsidRDefault="00101B49" w:rsidP="00101B49">
      <w:pPr>
        <w:outlineLvl w:val="0"/>
      </w:pPr>
      <w:r>
        <w:lastRenderedPageBreak/>
        <w:t xml:space="preserve">Stav po kliku na START NAHRÁVÁNÍ 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220" name="Plátno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71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180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 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2673A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2673A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2673A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189" name="Line 195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96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198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199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196" name="Group 202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197" name="Rectangl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Text Box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Rectangl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Text Box 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AutoShap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AutoShape 20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AutoShape 21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Rectangl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Rectangl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8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9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0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1" name="Text Box 2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2" name="Text Box 2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213" name="Group 219"/>
                        <wpg:cNvGrpSpPr>
                          <a:grpSpLocks/>
                        </wpg:cNvGrpSpPr>
                        <wpg:grpSpPr bwMode="auto">
                          <a:xfrm>
                            <a:off x="165210" y="3201173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214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6" name="Text Box 2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7" name="Text Box 2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8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9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75" o:spid="_x0000_s1179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">
                <v:shape id="_x0000_s1180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177" o:spid="_x0000_s1181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/G8IA&#10;AADcAAAADwAAAGRycy9kb3ducmV2LnhtbERPTWvCQBC9F/wPywi91Y2FthJdJSiFHKS06sHjkB2T&#10;YHY27G6y6b/vFgq9zeN9zmY3mU6M5HxrWcFykYEgrqxuuVZwOb8/rUD4gKyxs0wKvsnDbjt72GCu&#10;beQvGk+hFimEfY4KmhD6XEpfNWTQL2xPnLibdQZDgq6W2mFM4aaTz1n2Kg22nBoa7GnfUHU/DUZB&#10;FsnF+uX6adqPI+vSx+NhKJR6nE/FGkSgKfyL/9ylTvPflvD7TLp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H8bwgAAANw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178" o:spid="_x0000_s1182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0t8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n4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h0t8MAAADcAAAADwAAAAAAAAAAAAAAAACYAgAAZHJzL2Rv&#10;d25yZXYueG1sUEsFBgAAAAAEAAQA9QAAAIgDAAAAAA==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179" o:spid="_x0000_s1183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UxlcIA&#10;AADcAAAADwAAAGRycy9kb3ducmV2LnhtbERPTWsCMRC9F/ofwhS81WwrrbIaZVsqeBKqgnobNmOy&#10;uJksm9Rd/30jCN7m8T5ntuhdLS7UhsqzgrdhBoK49Lpio2C3Xb5OQISIrLH2TAquFGAxf36aYa59&#10;x7902UQjUgiHHBXYGJtcylBachiGviFO3Mm3DmOCrZG6xS6Fu1q+Z9mndFhxarDY0Lel8rz5cwp+&#10;muO6+DBBFvtoD2f/1S3t2ig1eOmLKYhIfXyI7+6VTvPHI7g9ky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TGVwgAAANwAAAAPAAAAAAAAAAAAAAAAAJgCAABkcnMvZG93&#10;bnJldi54bWxQSwUGAAAAAAQABAD1AAAAhwMAAAAA&#10;" filled="f"/>
                <v:oval id="Oval 180" o:spid="_x0000_s1184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wckM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fYH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ByQwgAAANwAAAAPAAAAAAAAAAAAAAAAAJgCAABkcnMvZG93&#10;bnJldi54bWxQSwUGAAAAAAQABAD1AAAAhwMAAAAA&#10;"/>
                <v:rect id="Rectangle 181" o:spid="_x0000_s1185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25JMMA&#10;AADcAAAADwAAAGRycy9kb3ducmV2LnhtbERP32vCMBB+H+x/CDfY20wnzI7OKEMUZCAynfh6NLem&#10;tLnUJqvxvzfCwLf7+H7edB5tKwbqfe1YwesoA0FcOl1zpeBnv3p5B+EDssbWMSm4kIf57PFhioV2&#10;Z/6mYRcqkULYF6jAhNAVUvrSkEU/ch1x4n5dbzEk2FdS93hO4baV4yybSIs1pwaDHS0Mlc3uzyrI&#10;j8NmuT5+LbeNOcVFHg/7ZnxQ6vkpfn6ACBTDXfzvXus0P3+D2zPpAj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25JMMAAADcAAAADwAAAAAAAAAAAAAAAACYAgAAZHJzL2Rv&#10;d25yZXYueG1sUEsFBgAAAAAEAAQA9QAAAIgDAAAAAA=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 SE</w:t>
                        </w:r>
                      </w:p>
                    </w:txbxContent>
                  </v:textbox>
                </v:rect>
                <v:rect id="Rectangle 182" o:spid="_x0000_s1186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nU8MA&#10;AADcAAAADwAAAGRycy9kb3ducmV2LnhtbERP32vCMBB+H+x/CDfY20z1wUo1iogDGYwxq/h6NGdT&#10;2ly6JqvZf78MBr7dx/fzVptoOzHS4BvHCqaTDARx5XTDtYJT+fqyAOEDssbOMSn4IQ+b9ePDCgvt&#10;bvxJ4zHUIoWwL1CBCaEvpPSVIYt+4nrixF3dYDEkONRSD3hL4baTsyybS4sNpwaDPe0MVe3x2yrI&#10;L+P7/nB523+05ivu8ngu29lZqeenuF2CCBTDXfzvPug0P5/D3zPp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8nU8MAAADcAAAADwAAAAAAAAAAAAAAAACYAgAAZHJzL2Rv&#10;d25yZXYueG1sUEsFBgAAAAAEAAQA9QAAAIgDAAAAAA=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183" o:spid="_x0000_s1187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1C9MIA&#10;AADcAAAADwAAAGRycy9kb3ducmV2LnhtbERPTWvCQBC9C/0PyxR6000LakldRVqEHEKp2kOPQ3ZM&#10;gtnZsLvJpv++KxS8zeN9zmY3mU6M5HxrWcHzIgNBXFndcq3g+3yYv4LwAVljZ5kU/JKH3fZhtsFc&#10;28hHGk+hFimEfY4KmhD6XEpfNWTQL2xPnLiLdQZDgq6W2mFM4aaTL1m2kgZbTg0N9vTeUHU9DUZB&#10;FsnFevnzZdrPknXhY/kx7JV6epz2byACTeEu/ncXOs1fr+H2TLp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vUL0wgAAANw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184" o:spid="_x0000_s1188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WhsQA&#10;AADcAAAADwAAAGRycy9kb3ducmV2LnhtbESPT2sCMRDF7wW/Q5hCbzXbQq2sRhFLwYMU/x08Dptx&#10;d3EzWZJott++cxB6m+G9ee838+XgOnWnEFvPBt7GBSjiytuWawOn4/frFFRMyBY7z2TglyIsF6On&#10;OZbWZ97T/ZBqJSEcSzTQpNSXWseqIYdx7Hti0S4+OEyyhlrbgFnCXaffi2KiHbYsDQ32tG6ouh5u&#10;zkCRKeT647xz7c+W7Sbm7ddtZczL87CagUo0pH/z43pjBf9TaOUZmU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i1ob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185" o:spid="_x0000_s1189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px7cEA&#10;AADcAAAADwAAAGRycy9kb3ducmV2LnhtbERPS2sCMRC+F/wPYQRvNesebF2NooJg6cUXnofN7EM3&#10;kyWJ6/bfNwWht/n4nrNY9aYRHTlfW1YwGScgiHOray4VXM67908QPiBrbCyTgh/ysFoO3haYafvk&#10;I3WnUIoYwj5DBVUIbSalzysy6Me2JY5cYZ3BEKErpXb4jOGmkWmSTKXBmmNDhS1tK8rvp4dRcO42&#10;fn+8hZn+KjYy/S4O6dWtlRoN+/UcRKA+/Itf7r2O8z9m8PdMvE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ace3BAAAA3AAAAA8AAAAAAAAAAAAAAAAAmAIAAGRycy9kb3du&#10;cmV2LnhtbFBLBQYAAAAABAAEAPUAAACG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START</w:t>
                        </w:r>
                      </w:p>
                    </w:txbxContent>
                  </v:textbox>
                </v:shape>
                <v:shape id="Text Box 186" o:spid="_x0000_s1190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WoV8UA&#10;AADcAAAADwAAAGRycy9kb3ducmV2LnhtbESPS2/CMBCE75X6H6xF4lYccqggxSCoVImql/JQz6t4&#10;84B4HdluCP++e6jEbVczO/PtajO6Tg0UYuvZwHyWgSIuvW25NnA+fbwsQMWEbLHzTAbuFGGzfn5a&#10;YWH9jQ80HFOtJIRjgQaalPpC61g25DDOfE8sWuWDwyRrqLUNeJNw1+k8y161w5alocGe3hsqr8df&#10;Z+A07OL+cElL+1ntdP5Vfec/YWvMdDJu30AlGtPD/H+9t4K/EHx5Ri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ahXxQAAANwAAAAPAAAAAAAAAAAAAAAAAJgCAABkcnMv&#10;ZG93bnJldi54bWxQSwUGAAAAAAQABAD1AAAAig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PAUZA</w:t>
                        </w:r>
                      </w:p>
                    </w:txbxContent>
                  </v:textbox>
                </v:shape>
                <v:shape id="Text Box 187" o:spid="_x0000_s1191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NzMAA&#10;AADcAAAADwAAAGRycy9kb3ducmV2LnhtbERPS4vCMBC+C/sfwizsTVN7WLQaRQXBxYsvPA/N9LHb&#10;TEqSrfXfG0HwNh/fc+bL3jSiI+drywrGowQEcW51zaWCy3k7nIDwAVljY5kU3MnDcvExmGOm7Y2P&#10;1J1CKWII+wwVVCG0mZQ+r8igH9mWOHKFdQZDhK6U2uEthptGpknyLQ3WHBsqbGlTUf53+jcKzt3a&#10;746/Yap/irVM98UhvbqVUl+f/WoGIlAf3uKXe6fj/MkY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kNzMAAAADcAAAADwAAAAAAAAAAAAAAAACYAgAAZHJzL2Rvd25y&#10;ZXYueG1sUEsFBgAAAAAEAAQA9QAAAIU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STOP</w:t>
                        </w:r>
                      </w:p>
                    </w:txbxContent>
                  </v:textbox>
                </v:shape>
                <v:shape id="Text Box 188" o:spid="_x0000_s1192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uTu8IA&#10;AADcAAAADwAAAGRycy9kb3ducmV2LnhtbERPyWrDMBC9F/IPYgK5NXJ9CK4bJcSBgEsuTVJ6Hqzx&#10;0lojI6m28/dVodDbPN462/1sejGS851lBU/rBARxZXXHjYL32+kxA+EDssbeMim4k4f9bvGwxVzb&#10;iS80XkMjYgj7HBW0IQy5lL5qyaBf24E4crV1BkOErpHa4RTDTS/TJNlIgx3HhhYHOrZUfV2/jYLb&#10;WPjy8hme9WtdyPRcv6Uf7qDUajkfXkAEmsO/+M9d6jg/S+H3mXi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5O7wgAAANwAAAAPAAAAAAAAAAAAAAAAAJgCAABkcnMvZG93&#10;bnJldi54bWxQSwUGAAAAAAQABAD1AAAAhw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NOTEBOOK</w:t>
                        </w:r>
                      </w:p>
                    </w:txbxContent>
                  </v:textbox>
                </v:shape>
                <v:shape id="Text Box 189" o:spid="_x0000_s1193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c2IMEA&#10;AADcAAAADwAAAGRycy9kb3ducmV2LnhtbERPS2sCMRC+F/wPYQRvNesWiq5GUUFQeqkPPA+b2Ydu&#10;JkuSruu/N4VCb/PxPWex6k0jOnK+tqxgMk5AEOdW11wquJx371MQPiBrbCyTgid5WC0HbwvMtH3w&#10;kbpTKEUMYZ+hgiqENpPS5xUZ9GPbEkeusM5giNCVUjt8xHDTyDRJPqXBmmNDhS1tK8rvpx+j4Nxt&#10;/P54CzN9KDYy/Sq+06tbKzUa9us5iEB9+Bf/ufc6zp9+wO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NiDBAAAA3AAAAA8AAAAAAAAAAAAAAAAAmAIAAGRycy9kb3du&#10;cmV2LnhtbFBLBQYAAAAABAAEAPUAAACGAwAAAAA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190" o:spid="_x0000_s1194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uVMEA&#10;AADcAAAADwAAAGRycy9kb3ducmV2LnhtbERPS2sCMRC+F/wPYQRvNetSiq5GUUFQeqkPPA+b2Ydu&#10;JkuSruu/N4VCb/PxPWex6k0jOnK+tqxgMk5AEOdW11wquJx371MQPiBrbCyTgid5WC0HbwvMtH3w&#10;kbpTKEUMYZ+hgiqENpPS5xUZ9GPbEkeusM5giNCVUjt8xHDTyDRJPqXBmmNDhS1tK8rvpx+j4Nxt&#10;/P54CzN9KDYy/Sq+06tbKzUa9us5iEB9+Bf/ufc6zp9+wO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OrlTBAAAA3AAAAA8AAAAAAAAAAAAAAAAAmAIAAGRycy9kb3du&#10;cmV2LnhtbFBLBQYAAAAABAAEAPUAAACGAwAAAAA=&#10;">
                  <v:textbox inset="0,0,0,0">
                    <w:txbxContent>
                      <w:p w:rsidR="00101B49" w:rsidRPr="002673A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2673A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191" o:spid="_x0000_s1195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V8XcEA&#10;AADcAAAADwAAAGRycy9kb3ducmV2LnhtbERPTYvCMBC9L/gfwgje1nQFF+kapSsKnoTVhdXb0Mwm&#10;xWZSmmjrvzeC4G0e73Pmy97V4kptqDwr+BhnIIhLrys2Cn4Pm/cZiBCRNdaeScGNAiwXg7c55tp3&#10;/EPXfTQihXDIUYGNscmlDKUlh2HsG+LE/fvWYUywNVK32KVwV8tJln1KhxWnBosNrSyV5/3FKVg3&#10;p10xNUEWf9Eez/6729idUWo07IsvEJH6+BI/3Vud5s+m8HgmXS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VfF3BAAAA3AAAAA8AAAAAAAAAAAAAAAAAmAIAAGRycy9kb3du&#10;cmV2LnhtbFBLBQYAAAAABAAEAPUAAACGAwAAAAA=&#10;" filled="f"/>
                <v:rect id="Rectangle 192" o:spid="_x0000_s1196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fiKsEA&#10;AADcAAAADwAAAGRycy9kb3ducmV2LnhtbERPTYvCMBC9L+x/CLPgbU0VFKlGqcsKnoRVwd3b0IxJ&#10;sZmUJtr67zeC4G0e73MWq97V4kZtqDwrGA0zEMSl1xUbBcfD5nMGIkRkjbVnUnCnAKvl+9sCc+07&#10;/qHbPhqRQjjkqMDG2ORShtKSwzD0DXHizr51GBNsjdQtdinc1XKcZVPpsOLUYLGhL0vlZX91Cr6b&#10;v10xMUEWp2h/L37dbezOKDX46Is5iEh9fImf7q1O82dTeDyTL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H4irBAAAA3AAAAA8AAAAAAAAAAAAAAAAAmAIAAGRycy9kb3du&#10;cmV2LnhtbFBLBQYAAAAABAAEAPUAAACGAwAAAAA=&#10;" filled="f"/>
                <v:shape id="Text Box 193" o:spid="_x0000_s1197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wwI8EA&#10;AADcAAAADwAAAGRycy9kb3ducmV2LnhtbERPS2sCMRC+F/wPYQRvNeseWl2NooKg9FIfeB42sw/d&#10;TJYkXdd/bwqF3ubje85i1ZtGdOR8bVnBZJyAIM6trrlUcDnv3qcgfEDW2FgmBU/ysFoO3haYafvg&#10;I3WnUIoYwj5DBVUIbSalzysy6Me2JY5cYZ3BEKErpXb4iOGmkWmSfEiDNceGClvaVpTfTz9Gwbnb&#10;+P3xFmb6UGxk+lV8p1e3Vmo07NdzEIH68C/+c+91nD/9hN9n4gV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cMCPBAAAA3AAAAA8AAAAAAAAAAAAAAAAAmAIAAGRycy9kb3du&#10;cmV2LnhtbFBLBQYAAAAABAAEAPUAAACGAwAAAAA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2673A3">
                          <w:t>MUTE</w:t>
                        </w:r>
                      </w:p>
                    </w:txbxContent>
                  </v:textbox>
                </v:shape>
                <v:rect id="Rectangle 194" o:spid="_x0000_s1198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IqhcMA&#10;AADcAAAADwAAAGRycy9kb3ducmV2LnhtbESP3WrCQBCF7wu+wzJCb0Q3DUVCdBURWgrSC38eYNgd&#10;k2B2NmQ3mr69cyH0boZz5pxv1tvRt+pOfWwCG/hYZKCIbXANVwYu5695ASomZIdtYDLwRxG2m8nb&#10;GksXHnyk+ylVSkI4lmigTqkrtY62Jo9xETpi0a6h95hk7SvtenxIuG91nmVL7bFhaaixo31N9nYa&#10;vIEBrT8U+Pl9HWn4TXk+s001GPM+HXcrUInG9G9+Xf84wS+EVp6RCf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IqhcMAAADcAAAADwAAAAAAAAAAAAAAAACYAgAAZHJzL2Rv&#10;d25yZXYueG1sUEsFBgAAAAAEAAQA9QAAAIgDAAAAAA=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195" o:spid="_x0000_s1199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h6jcIAAADcAAAADwAAAGRycy9kb3ducmV2LnhtbERPS2sCMRC+F/wPYYTeatYeqrsaRVwK&#10;PbQFH3geN+NmcTNZNuma/vumIHibj+85y3W0rRio941jBdNJBoK4crrhWsHx8P4yB+EDssbWMSn4&#10;JQ/r1ehpiYV2N97RsA+1SCHsC1RgQugKKX1lyKKfuI44cRfXWwwJ9rXUPd5SuG3la5a9SYsNpwaD&#10;HW0NVdf9j1UwM+VOzmT5efguh2aax694OudKPY/jZgEiUAwP8d39odP8eQ7/z6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h6jcIAAADcAAAADwAAAAAAAAAAAAAA&#10;AAChAgAAZHJzL2Rvd25yZXYueG1sUEsFBgAAAAAEAAQA+QAAAJADAAAAAA==&#10;">
                  <v:stroke endarrow="block"/>
                </v:line>
                <v:line id="Line 196" o:spid="_x0000_s1200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QCXsUAAADcAAAADwAAAGRycy9kb3ducmV2LnhtbESPQWvCQBCF74X+h2UKvQTdWKHU6Cq1&#10;rVAoHqoePA7ZMQnNzobsVOO/dw6F3uYx73vzZrEaQmvO1KcmsoPJOAdDXEbfcOXgsN+MXsAkQfbY&#10;RiYHV0qwWt7fLbDw8cLfdN5JZTSEU4EOapGusDaVNQVM49gR6+4U+4Cisq+s7/Gi4aG1T3n+bAM2&#10;rBdq7OitpvJn9xu0xmbL79Nptg42y2b0cZSv3Ipzjw/D6xyM0CD/5j/60ys30/r6jE5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QCXsUAAADcAAAADwAAAAAAAAAA&#10;AAAAAAChAgAAZHJzL2Rvd25yZXYueG1sUEsFBgAAAAAEAAQA+QAAAJMDAAAAAA==&#10;">
                  <v:stroke endarrow="block"/>
                </v:line>
                <v:shape id="Text Box 197" o:spid="_x0000_s1201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fgWMIA&#10;AADcAAAADwAAAGRycy9kb3ducmV2LnhtbERPS4vCMBC+L/gfwgheZE314GrXKFJRRPbig93r0Ixt&#10;sZnUJtb6740g7G0+vufMFq0pRUO1KywrGA4iEMSp1QVnCk7H9ecEhPPIGkvLpOBBDhbzzscMY23v&#10;vKfm4DMRQtjFqCD3voqldGlOBt3AVsSBO9vaoA+wzqSu8R7CTSlHUTSWBgsODTlWlOSUXg43o2A6&#10;LldYbE5J9Jtcub/7a75uP41SvW67/AbhqfX/4rd7q8P86RBez4QL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h+BYwgAAANwAAAAPAAAAAAAAAAAAAAAAAJgCAABkcnMvZG93&#10;bnJldi54bWxQSwUGAAAAAAQABAD1AAAAhwMAAAAA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198" o:spid="_x0000_s1202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XHhcIA&#10;AADcAAAADwAAAGRycy9kb3ducmV2LnhtbERPTWvCQBC9F/oflil4qxsNSo1ZRSqCPfTQtL0P2TEJ&#10;yc6G7DTGf+8WCr3N431Ovp9cp0YaQuPZwGKegCIuvW24MvD1eXp+ARUE2WLnmQzcKMB+9/iQY2b9&#10;lT9oLKRSMYRDhgZqkT7TOpQ1OQxz3xNH7uIHhxLhUGk74DWGu04vk2StHTYcG2rs6bWmsi1+nIFj&#10;dSjWo05llV6OZ1m13+9v6cKY2dN02IISmuRf/Oc+2zh/s4TfZ+IFe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NceFwgAAANwAAAAPAAAAAAAAAAAAAAAAAJgCAABkcnMvZG93&#10;bnJldi54bWxQSwUGAAAAAAQABAD1AAAAhwMAAAAA&#10;"/>
                <v:oval id="Oval 199" o:spid="_x0000_s1203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liHsEA&#10;AADc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57C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5Yh7BAAAA3AAAAA8AAAAAAAAAAAAAAAAAmAIAAGRycy9kb3du&#10;cmV2LnhtbFBLBQYAAAAABAAEAPUAAACGAwAAAAA=&#10;"/>
                <v:shape id="Text Box 200" o:spid="_x0000_s1204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LxcEA&#10;AADcAAAADwAAAGRycy9kb3ducmV2LnhtbERPTWvCQBC9F/oflin0VjdaqTG6SmtRvIlR8Dpkx2xI&#10;djZktxr/vSsIvc3jfc582dtGXKjzlWMFw0ECgrhwuuJSwfGw/khB+ICssXFMCm7kYbl4fZljpt2V&#10;93TJQyliCPsMFZgQ2kxKXxiy6AeuJY7c2XUWQ4RdKXWH1xhuGzlKki9pseLYYLCllaGizv+sgs/d&#10;aHLym/x31Z5oWqf+pz6zUer9rf+egQjUh3/x073Vcf50DI9n4gV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iy8XBAAAA3AAAAA8AAAAAAAAAAAAAAAAAmAIAAGRycy9kb3du&#10;cmV2LnhtbFBLBQYAAAAABAAEAPUAAACG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201" o:spid="_x0000_s1205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5uXsEA&#10;AADcAAAADwAAAGRycy9kb3ducmV2LnhtbERPTWvCQBC9F/oflin0VjdarDG6SmtRvIlR8Dpkx2xI&#10;djZktxr/vSsIvc3jfc582dtGXKjzlWMFw0ECgrhwuuJSwfGw/khB+ICssXFMCm7kYbl4fZljpt2V&#10;93TJQyliCPsMFZgQ2kxKXxiy6AeuJY7c2XUWQ4RdKXWH1xhuGzlKki9pseLYYLCllaGizv+sgs/d&#10;aHLym/x31Z5oWqf+pz6zUer9rf+egQjUh3/x073Vcf50DI9n4gV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ubl7BAAAA3AAAAA8AAAAAAAAAAAAAAAAAmAIAAGRycy9kb3du&#10;cmV2LnhtbFBLBQYAAAAABAAEAPUAAACG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202" o:spid="_x0000_s1206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rect id="Rectangle 203" o:spid="_x0000_s1207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RbMIA&#10;AADcAAAADwAAAGRycy9kb3ducmV2LnhtbERPTWsCMRC9F/ofwhS81WwLtroaZVsqeBKqgnobNmOy&#10;uJksm9Rd/30jCN7m8T5ntuhdLS7UhsqzgrdhBoK49Lpio2C3Xb6OQYSIrLH2TAquFGAxf36aYa59&#10;x7902UQjUgiHHBXYGJtcylBachiGviFO3Mm3DmOCrZG6xS6Fu1q+Z9mHdFhxarDY0Lel8rz5cwp+&#10;muO6GJkgi320h7P/6pZ2bZQavPTFFESkPj7Ed/dKp/mTT7g9ky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tFswgAAANwAAAAPAAAAAAAAAAAAAAAAAJgCAABkcnMvZG93&#10;bnJldi54bWxQSwUGAAAAAAQABAD1AAAAhwMAAAAA&#10;" filled="f"/>
                  <v:shape id="Text Box 204" o:spid="_x0000_s1208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wfMQA&#10;AADcAAAADwAAAGRycy9kb3ducmV2LnhtbESPT2sCMRDF7wW/Q5hCbzXbQqWuRhFLwYMU/x08Dptx&#10;d3EzWZJott++cxB6m+G9ee838+XgOnWnEFvPBt7GBSjiytuWawOn4/frJ6iYkC12nsnAL0VYLkZP&#10;cyytz7yn+yHVSkI4lmigSakvtY5VQw7j2PfEol18cJhkDbW2AbOEu06/F8VEO2xZGhrsad1QdT3c&#10;nIEiU8j1x3nn2p8t203M26/bypiX52E1A5VoSP/mx/XGCv5UaOUZmU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uMHzEAAAA3AAAAA8AAAAAAAAAAAAAAAAAmAIAAGRycy9k&#10;b3ducmV2LnhtbFBLBQYAAAAABAAEAPUAAACJAwAAAAA=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205" o:spid="_x0000_s1209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HghcIA&#10;AADcAAAADwAAAGRycy9kb3ducmV2LnhtbERP32vCMBB+F/Y/hBvsTdMJinbG0g2FPQlzg21vR3NL&#10;SptLaaKt/70RBr7dx/fzNsXoWnGmPtSeFTzPMhDEldc1GwVfn/vpCkSIyBpbz6TgQgGK7cNkg7n2&#10;A3/Q+RiNSCEcclRgY+xyKUNlyWGY+Y44cX++dxgT7I3UPQ4p3LVynmVL6bDm1GCxozdLVXM8OQW7&#10;7vdQLkyQ5Xe0P41/Hfb2YJR6ehzLFxCRxngX/7vfdZq/XsPtmXSB3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weCFwgAAANwAAAAPAAAAAAAAAAAAAAAAAJgCAABkcnMvZG93&#10;bnJldi54bWxQSwUGAAAAAAQABAD1AAAAhwMAAAAA&#10;" filled="f"/>
                  <v:shape id="Text Box 206" o:spid="_x0000_s1210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IgcIA&#10;AADcAAAADwAAAGRycy9kb3ducmV2LnhtbESPT4vCMBTE74LfITxhbzZV2EW6RpEVwYPI+ufg8dG8&#10;bcs2LyWJpn57Iwgeh5n5DTNf9qYVN3K+saxgkuUgiEurG64UnE+b8QyED8gaW8uk4E4elovhYI6F&#10;tpEPdDuGSiQI+wIV1CF0hZS+rMmgz2xHnLw/6wyGJF0ltcOY4KaV0zz/kgYbTgs1dvRTU/l/vBoF&#10;eSQXq8/Lr2n2O9ZbH3fr60qpj1G/+gYRqA/v8Ku91QoSEZ5n0hG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d8iBwgAAANwAAAAPAAAAAAAAAAAAAAAAAJgCAABkcnMvZG93&#10;bnJldi54bWxQSwUGAAAAAAQABAD1AAAAhwMAAAAA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207" o:spid="_x0000_s1211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wFsYA&#10;AADcAAAADwAAAGRycy9kb3ducmV2LnhtbESPQWvCQBSE7wX/w/KE3urGINWmriISoZdSY0uht0f2&#10;mQSzb5PsNkn/fVcQPA4z8w2z3o6mFj11rrKsYD6LQBDnVldcKPj6PDytQDiPrLG2TAr+yMF2M3lY&#10;Y6LtwBn1J1+IAGGXoILS+yaR0uUlGXQz2xAH72w7gz7IrpC6wyHATS3jKHqWBisOCyU2tC8pv5x+&#10;jYL3dpF9uDb9OWbm5Tx+Y9r65UWpx+m4ewXhafT38K39phXE0RyuZ8IR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nwFsYAAADcAAAADwAAAAAAAAAAAAAAAACYAgAAZHJz&#10;L2Rvd25yZXYueG1sUEsFBgAAAAAEAAQA9QAAAIsDAAAAAA==&#10;" fillcolor="#f90"/>
                  <v:shape id="AutoShape 208" o:spid="_x0000_s1212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tuYcUA&#10;AADcAAAADwAAAGRycy9kb3ducmV2LnhtbESPQWvCQBSE7wX/w/IEb3XTINWmrlKKghepiUXw9sg+&#10;k2D2bZJdNf33XUHwOMzMN8x82ZtaXKlzlWUFb+MIBHFudcWFgt/9+nUGwnlkjbVlUvBHDpaLwcsc&#10;E21vnNI184UIEHYJKii9bxIpXV6SQTe2DXHwTrYz6IPsCqk7vAW4qWUcRe/SYMVhocSGvkvKz9nF&#10;KNi2k/THtavjLjUfp/6Aq9ZPz0qNhv3XJwhPvX+GH+2NVhBHMd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25hxQAAANwAAAAPAAAAAAAAAAAAAAAAAJgCAABkcnMv&#10;ZG93bnJldi54bWxQSwUGAAAAAAQABAD1AAAAigMAAAAA&#10;" fillcolor="#f90"/>
                  <v:shape id="AutoShape 209" o:spid="_x0000_s1213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dQ/sgA&#10;AADcAAAADwAAAGRycy9kb3ducmV2LnhtbESPQUvDQBSE74X+h+UVeintrhWspN0EUYoKHrQpaG+v&#10;2dckmn0bs2sb/fWuUPA4zMw3zCrrbSOO1PnasYaLmQJBXDhTc6lhm6+n1yB8QDbYOCYN3+QhS4eD&#10;FSbGnfiFjptQighhn6CGKoQ2kdIXFVn0M9cSR+/gOoshyq6UpsNThNtGzpW6khZrjgsVtnRbUfGx&#10;+bIa3n/eQn9X7hefucKnvN69Pj5P7rUej/qbJYhAffgPn9sPRsNcXcLfmXgEZPo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t1D+yAAAANwAAAAPAAAAAAAAAAAAAAAAAJgCAABk&#10;cnMvZG93bnJldi54bWxQSwUGAAAAAAQABAD1AAAAjQMAAAAA&#10;" fillcolor="#f90"/>
                  <v:shape id="AutoShape 210" o:spid="_x0000_s1214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7IisgA&#10;AADcAAAADwAAAGRycy9kb3ducmV2LnhtbESPQUvDQBSE74X+h+UVeintrkWspN0EUYoKHrQpaG+v&#10;2dckmn0bs2sb/fWuUPA4zMw3zCrrbSOO1PnasYaLmQJBXDhTc6lhm6+n1yB8QDbYOCYN3+QhS4eD&#10;FSbGnfiFjptQighhn6CGKoQ2kdIXFVn0M9cSR+/gOoshyq6UpsNThNtGzpW6khZrjgsVtnRbUfGx&#10;+bIa3n/eQn9X7hefucKnvN69Pj5P7rUej/qbJYhAffgPn9sPRsNcXcLfmXgEZPo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XsiKyAAAANwAAAAPAAAAAAAAAAAAAAAAAJgCAABk&#10;cnMvZG93bnJldi54bWxQSwUGAAAAAAQABAD1AAAAjQMAAAAA&#10;" fillcolor="#f90"/>
                  <v:rect id="Rectangle 211" o:spid="_x0000_s1215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FEcUA&#10;AADcAAAADwAAAGRycy9kb3ducmV2LnhtbESP0WrCQBRE34X+w3ILfdNNhQabuooUirUFwaQfcMle&#10;k9Ts3bC7JrFf3xUEH4eZOcMs16NpRU/ON5YVPM8SEMSl1Q1XCn6Kj+kChA/IGlvLpOBCHtarh8kS&#10;M20HPlCfh0pECPsMFdQhdJmUvqzJoJ/Zjjh6R+sMhihdJbXDIcJNK+dJkkqDDceFGjt6r6k85Wej&#10;IF0ct4V73e+wOny3/Pt17v+2e6WeHsfNG4hAY7iHb+1PrWCevMD1TDw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5MURxQAAANwAAAAPAAAAAAAAAAAAAAAAAJgCAABkcnMv&#10;ZG93bnJldi54bWxQSwUGAAAAAAQABAD1AAAAigMAAAAA&#10;" fillcolor="#f90"/>
                  <v:rect id="Rectangle 212" o:spid="_x0000_s1216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bZsUA&#10;AADcAAAADwAAAGRycy9kb3ducmV2LnhtbESPwWrDMBBE74H+g9hCb7HcHIzrWgkhUJK0EEjSD1is&#10;je3EWhlJsd1+fVUo9DjMzBumXE2mEwM531pW8JykIIgrq1uuFXye3+Y5CB+QNXaWScEXeVgtH2Yl&#10;FtqOfKThFGoRIewLVNCE0BdS+qohgz6xPXH0LtYZDFG6WmqHY4SbTi7SNJMGW44LDfa0aai6ne5G&#10;QZZftmf3cthjffzo+Pp+H763B6WeHqf1K4hAU/gP/7V3WsEizeD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ltmxQAAANwAAAAPAAAAAAAAAAAAAAAAAJgCAABkcnMv&#10;ZG93bnJldi54bWxQSwUGAAAAAAQABAD1AAAAigMAAAAA&#10;" fillcolor="#f90"/>
                  <v:shape id="Text Box 213" o:spid="_x0000_s1217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SBcQA&#10;AADcAAAADwAAAGRycy9kb3ducmV2LnhtbESPzWsCMRTE70L/h/AKvWm2e6h2NYoWBIsXP4rnx+bt&#10;h25eliSu2//eCILHYWZ+w8wWvWlER87XlhV8jhIQxLnVNZcK/o7r4QSED8gaG8uk4J88LOZvgxlm&#10;2t54T90hlCJC2GeooAqhzaT0eUUG/ci2xNErrDMYonSl1A5vEW4amSbJlzRYc1yosKWfivLL4WoU&#10;HLuV3+zP4Vv/FiuZbotdenJLpT7e++UURKA+vMLP9kYrSJMxPM7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qUgXEAAAA3AAAAA8AAAAAAAAAAAAAAAAAmAIAAGRycy9k&#10;b3ducmV2LnhtbFBLBQYAAAAABAAEAPUAAACJ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214" o:spid="_x0000_s1218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LMV8MA&#10;AADcAAAADwAAAGRycy9kb3ducmV2LnhtbERPyWrDMBC9F/IPYgK91XJ8cItrJWRpIJBcslFyG6yp&#10;ZWqNXEtN3L+PDoUcH28vZ4NtxZV63zhWMElSEMSV0w3XCk7H9csbCB+QNbaOScEfeZhNR08lFtrd&#10;eE/XQ6hFDGFfoAITQldI6StDFn3iOuLIfbneYoiwr6Xu8RbDbSuzNM2lxYZjg8GOloaq78OvVTBf&#10;fL7uaGXybTj5+ueyX39c2rNSz+Nh/g4i0BAe4n/3RivI0rg2nolH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LMV8MAAADcAAAADwAAAAAAAAAAAAAAAACYAgAAZHJzL2Rv&#10;d25yZXYueG1sUEsFBgAAAAAEAAQA9QAAAIg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215" o:spid="_x0000_s1219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pzMYA&#10;AADcAAAADwAAAGRycy9kb3ducmV2LnhtbESPQWvCQBSE74X+h+UJ3upGD9rGbMRWBcFetBbx9si+&#10;ZkOzb9PsqvHfu4LQ4zAz3zDZrLO1OFPrK8cKhoMEBHHhdMWlgv3X6uUVhA/IGmvHpOBKHmb581OG&#10;qXYX3tJ5F0oRIexTVGBCaFIpfWHIoh+4hjh6P661GKJsS6lbvES4reUoScbSYsVxwWBDH4aK393J&#10;Kpi/HyaftDDjTdj78u+4XS2P9bdS/V43n4II1IX/8KO91gpGyRv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5pzM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216" o:spid="_x0000_s1220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1WjMEA&#10;AADcAAAADwAAAGRycy9kb3ducmV2LnhtbERPy4rCMBTdC/5DuII7TXWhQzWK4wME3fhicHdp7jRl&#10;mpvaRK1/bxYDLg/nPZ03thQPqn3hWMGgn4AgzpwuOFdwPm16XyB8QNZYOiYFL/Iwn7VbU0y1e/KB&#10;HseQixjCPkUFJoQqldJnhiz6vquII/fraoshwjqXusZnDLelHCbJSFosODYYrGhpKPs73q2CxffP&#10;eE8rM9qFs89v18NmfS0vSnU7zWICIlATPuJ/91YrGA7i/HgmHgE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tVozBAAAA3AAAAA8AAAAAAAAAAAAAAAAAmAIAAGRycy9kb3du&#10;cmV2LnhtbFBLBQYAAAAABAAEAPUAAACG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217" o:spid="_x0000_s1221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5N8MA&#10;AADcAAAADwAAAGRycy9kb3ducmV2LnhtbESPT2sCMRTE7wW/Q3iCt5rdPUi7GkWFguKlaun5sXn7&#10;RzcvS5Ku67c3gtDjMDO/YRarwbSiJ+cbywrSaQKCuLC64UrBz/nr/QOED8gaW8uk4E4eVsvR2wJz&#10;bW98pP4UKhEh7HNUUIfQ5VL6oiaDfmo74uiV1hkMUbpKaoe3CDetzJJkJg02HBdq7GhbU3E9/RkF&#10;537jd8dL+NT7ciOzQ/md/bq1UpPxsJ6DCDSE//CrvdMKsjSF5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b5N8MAAADcAAAADwAAAAAAAAAAAAAAAACYAgAAZHJzL2Rv&#10;d25yZXYueG1sUEsFBgAAAAAEAAQA9QAAAIgDAAAAAA=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218" o:spid="_x0000_s1222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Dl48QA&#10;AADcAAAADwAAAGRycy9kb3ducmV2LnhtbESPT4vCMBTE74LfITxhL7KmFlzXapRFEBcv4r/7o3m2&#10;wealNKnWb78RhD0OM/MbZrHqbCXu1HjjWMF4lIAgzp02XCg4nzaf3yB8QNZYOSYFT/KwWvZ7C8y0&#10;e/CB7sdQiAhhn6GCMoQ6k9LnJVn0I1cTR+/qGoshyqaQusFHhNtKpknyJS0ajgsl1rQuKb8dW6vA&#10;77Z70502s+Hs0u7P7dSYw2St1Meg+5mDCNSF//C7/asVpOMUXmfi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A5ePEAAAA3AAAAA8AAAAAAAAAAAAAAAAAmAIAAGRycy9k&#10;b3ducmV2LnhtbFBLBQYAAAAABAAEAPUAAACJ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v:group id="Group 219" o:spid="_x0000_s1223" style="position:absolute;left:1652;top:32011;width:24775;height:7688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rect id="Rectangle 220" o:spid="_x0000_s1224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YtPcMA&#10;AADcAAAADwAAAGRycy9kb3ducmV2LnhtbESPQWsCMRSE74L/IbyCN80qrZTVKKsoeBLUQuvtsXlN&#10;FjcvyyZ1t/++KQgeh5n5hlmue1eLO7Wh8qxgOslAEJdeV2wUfFz243cQISJrrD2Tgl8KsF4NB0vM&#10;te/4RPdzNCJBOOSowMbY5FKG0pLDMPENcfK+feswJtkaqVvsEtzVcpZlc+mw4rRgsaGtpfJ2/nEK&#10;ds31WLyZIIvPaL9uftPt7dEoNXrpiwWISH18hh/tg1Ywm77C/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YtPcMAAADcAAAADwAAAAAAAAAAAAAAAACYAgAAZHJzL2Rv&#10;d25yZXYueG1sUEsFBgAAAAAEAAQA9QAAAIgDAAAAAA==&#10;" filled="f"/>
                  <v:shape id="Text Box 221" o:spid="_x0000_s1225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8KRMQA&#10;AADcAAAADwAAAGRycy9kb3ducmV2LnhtbESPT2sCMRTE7wW/Q3iCt5pdUZGtUUQo9FL/9tLbY/Pc&#10;LN28LJvUjX56IxR6HGbmN8xyHW0jrtT52rGCfJyBIC6drrlS8HV+f12A8AFZY+OYFNzIw3o1eFli&#10;oV3PR7qeQiUShH2BCkwIbSGlLw1Z9GPXEifv4jqLIcmukrrDPsFtIydZNpcWa04LBlvaGip/Tr9W&#10;Aer8cP+cxrjf7Zp82pvyEr8XSo2GcfMGIlAM/+G/9odWMMln8Dy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/CkTEAAAA3AAAAA8AAAAAAAAAAAAAAAAAmAIAAGRycy9k&#10;b3ducmV2LnhtbFBLBQYAAAAABAAEAPUAAACJ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222" o:spid="_x0000_s1226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QPxcMA&#10;AADcAAAADwAAAGRycy9kb3ducmV2LnhtbESP3YrCMBSE7xd8h3AEbxZNdVGkGsUKgrAX4s8DHJpj&#10;U21OahO1+/YbQfBymJlvmPmytZV4UONLxwqGgwQEce50yYWC03HTn4LwAVlj5ZgU/JGH5aLzNcdU&#10;uyfv6XEIhYgQ9ikqMCHUqZQ+N2TRD1xNHL2zayyGKJtC6gafEW4rOUqSibRYclwwWNPaUH493K2C&#10;rOBLlo1/qb7tfkz7fTYm3I1SvW67moEI1IZP+N3eagWj4QReZ+IR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QPxcMAAADc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223" o:spid="_x0000_s1227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iqXsUA&#10;AADcAAAADwAAAGRycy9kb3ducmV2LnhtbESP0WrCQBRE3wv+w3IFX0rdJKW2RFdpCoLQh6L2Ay7Z&#10;azaavRuzmxj/vlso9HGYmTPMajPaRgzU+dqxgnSegCAuna65UvB93D69gfABWWPjmBTcycNmPXlY&#10;Ya7djfc0HEIlIoR9jgpMCG0upS8NWfRz1xJH7+Q6iyHKrpK6w1uE20ZmSbKQFmuOCwZb+jBUXg69&#10;VVBUfC6Kl09qr1/PZnw8GRN6o9RsOr4vQQQaw3/4r73TCrL0FX7Px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Kpe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224" o:spid="_x0000_s1228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+LMEA&#10;AADcAAAADwAAAGRycy9kb3ducmV2LnhtbERP3WrCMBS+H/gO4Qx2M2ZqxTGqUawwEHYh1j3AoTlt&#10;6pqT2sRa3365ELz8+P5Xm9G2YqDeN44VzKYJCOLS6YZrBb+n748vED4ga2wdk4I7edisJy8rzLS7&#10;8ZGGItQihrDPUIEJocuk9KUhi37qOuLIVa63GCLsa6l7vMVw28o0ST6lxYZjg8GOdobKv+JqFeQ1&#10;n/N88UPd5TA343tlTLgapd5ex+0SRKAxPMUP914rSGdxbTwTj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3PizBAAAA3AAAAA8AAAAAAAAAAAAAAAAAmAIAAGRycy9kb3du&#10;cmV2LnhtbFBLBQYAAAAABAAEAPUAAACGAwAAAAA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225" o:spid="_x0000_s1229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ubt8UA&#10;AADcAAAADwAAAGRycy9kb3ducmV2LnhtbESP0WrCQBRE3wv+w3IFX0rdJKXSRldpCoLQh6L2Ay7Z&#10;azaavRuzmxj/vlso9HGYmTPMajPaRgzU+dqxgnSegCAuna65UvB93D69gvABWWPjmBTcycNmPXlY&#10;Ya7djfc0HEIlIoR9jgpMCG0upS8NWfRz1xJH7+Q6iyHKrpK6w1uE20ZmSbKQFmuOCwZb+jBUXg69&#10;VVBUfC6Kl09qr1/PZnw8GRN6o9RsOr4vQQQaw3/4r73TCrL0DX7Px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5u3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3" w:name="_Toc331149286"/>
      <w:r>
        <w:t xml:space="preserve">Obr. </w:t>
      </w:r>
      <w:fldSimple w:instr=" SEQ Obr. \* ARABIC ">
        <w:r w:rsidR="00D21A7E">
          <w:rPr>
            <w:noProof/>
          </w:rPr>
          <w:t>4</w:t>
        </w:r>
      </w:fldSimple>
      <w:r>
        <w:t xml:space="preserve">  Bezchybné nahrávání</w:t>
      </w:r>
      <w:bookmarkEnd w:id="3"/>
    </w:p>
    <w:p w:rsidR="00101B49" w:rsidRDefault="00101B49" w:rsidP="00101B49">
      <w:pPr>
        <w:outlineLvl w:val="0"/>
      </w:pPr>
      <w:r>
        <w:t>Stav po kliku PAUZA NAHRÁVÁNÍ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170" name="Plátno 1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2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Oval 129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PAUZA</w:t>
                              </w:r>
                            </w:p>
                            <w:p w:rsidR="00101B49" w:rsidRDefault="00101B49" w:rsidP="00101B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2673A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2673A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2673A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139" name="Line 144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45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Oval 147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Oval 148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146" name="Group 151"/>
                        <wpg:cNvGrpSpPr>
                          <a:grpSpLocks/>
                        </wpg:cNvGrpSpPr>
                        <wpg:grpSpPr bwMode="auto">
                          <a:xfrm>
                            <a:off x="0" y="3372709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147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1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53" name="Group 158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154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Rectangle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AutoShap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AutoShap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AutoShape 16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AutoShape 16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5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8" name="Text Box 1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9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24" o:spid="_x0000_s1230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">
                <v:shape id="_x0000_s1231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126" o:spid="_x0000_s1232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QBsAA&#10;AADcAAAADwAAAGRycy9kb3ducmV2LnhtbERPS4vCMBC+C/sfwizszaYKK9I1irgseBDxdfA4NLNt&#10;sZmUJJr6740geJuP7zmzRW9acSPnG8sKRlkOgri0uuFKwen4N5yC8AFZY2uZFNzJw2L+MZhhoW3k&#10;Pd0OoRIphH2BCuoQukJKX9Zk0Ge2I07cv3UGQ4KuktphTOGmleM8n0iDDaeGGjta1VReDlejII/k&#10;YvV93plmu2G99nHze10q9fXZL39ABOrDW/xyr3WaPx7B85l0gZ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atQBsAAAADcAAAADwAAAAAAAAAAAAAAAACYAgAAZHJzL2Rvd25y&#10;ZXYueG1sUEsFBgAAAAAEAAQA9QAAAIU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127" o:spid="_x0000_s1233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bqsMA&#10;AADcAAAADwAAAGRycy9kb3ducmV2LnhtbERPTWvCQBC9F/oflhF6KbppFLWpq5RCRW9WRa9DdkyC&#10;2dl0dxvjv3cFobd5vM+ZLTpTi5acrywreBskIIhzqysuFOx33/0pCB+QNdaWScGVPCzmz08zzLS9&#10;8A+121CIGMI+QwVlCE0mpc9LMugHtiGO3Mk6gyFCV0jt8BLDTS3T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tbqsMAAADcAAAADwAAAAAAAAAAAAAAAACYAgAAZHJzL2Rv&#10;d25yZXYueG1sUEsFBgAAAAAEAAQA9QAAAIgDAAAAAA==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128" o:spid="_x0000_s1234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eiMEA&#10;AADcAAAADwAAAGRycy9kb3ducmV2LnhtbERPS2sCMRC+F/wPYQRvNaulRVajrKWCJ8EHqLdhMyaL&#10;m8mySd3tv28KQm/z8T1nsepdLR7Uhsqzgsk4A0Fcel2xUXA6bl5nIEJE1lh7JgU/FGC1HLwsMNe+&#10;4z09DtGIFMIhRwU2xiaXMpSWHIaxb4gTd/Otw5hga6RusUvhrpbTLPuQDitODRYb+rRU3g/fTsFX&#10;c90V7ybI4hzt5e7X3cbujFKjYV/MQUTq47/46d7qNH/6Bn/PpAv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WHojBAAAA3AAAAA8AAAAAAAAAAAAAAAAAmAIAAGRycy9kb3du&#10;cmV2LnhtbFBLBQYAAAAABAAEAPUAAACGAwAAAAA=&#10;" filled="f"/>
                <v:oval id="Oval 129" o:spid="_x0000_s1235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8zjc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pD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M43BAAAA3AAAAA8AAAAAAAAAAAAAAAAAmAIAAGRycy9kb3du&#10;cmV2LnhtbFBLBQYAAAAABAAEAPUAAACGAwAAAAA=&#10;"/>
                <v:rect id="Rectangle 130" o:spid="_x0000_s1236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lYMMA&#10;AADcAAAADwAAAGRycy9kb3ducmV2LnhtbERPTWvCQBC9F/oflin0VjdabGt0FRUKgvRQqwdvQ3ZM&#10;gtnZsDua9N+7QqG3ebzPmS1616grhVh7NjAcZKCIC29rLg3sfz5fPkBFQbbYeCYDvxRhMX98mGFu&#10;fcffdN1JqVIIxxwNVCJtrnUsKnIYB74lTtzJB4eSYCi1DdilcNfoUZa9aYc1p4YKW1pXVJx3F2eg&#10;86vj63iC2/W7SAj94Wu1LybGPD/1yykooV7+xX/ujU3zR2O4P5Mu0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VlYMMAAADcAAAADwAAAAAAAAAAAAAAAACYAgAAZHJzL2Rv&#10;d25yZXYueG1sUEsFBgAAAAAEAAQA9QAAAIgDAAAAAA==&#10;" fillcolor="red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PAUZA</w:t>
                        </w:r>
                      </w:p>
                      <w:p w:rsidR="00101B49" w:rsidRDefault="00101B49" w:rsidP="00101B49"/>
                    </w:txbxContent>
                  </v:textbox>
                </v:rect>
                <v:rect id="Rectangle 131" o:spid="_x0000_s1237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ITsMA&#10;AADcAAAADwAAAGRycy9kb3ducmV2LnhtbERPS2sCMRC+F/ofwhR6q1n3oGU1iogFKRSpD7wOm3Gz&#10;7Gay3aRr/PdGKPQ2H99z5stoWzFQ72vHCsajDARx6XTNlYLj4ePtHYQPyBpbx6TgRh6Wi+enORba&#10;Xfmbhn2oRAphX6ACE0JXSOlLQxb9yHXEibu43mJIsK+k7vGawm0r8yybSIs1pwaDHa0Nlc3+1yqY&#10;noevzfb8udk15ieup/F0aPKTUq8vcTUDESiGf/Gfe6vT/HwCj2fS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wITsMAAADcAAAADwAAAAAAAAAAAAAAAACYAgAAZHJzL2Rv&#10;d25yZXYueG1sUEsFBgAAAAAEAAQA9QAAAIgDAAAAAA=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132" o:spid="_x0000_s1238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t6cIA&#10;AADcAAAADwAAAGRycy9kb3ducmV2LnhtbERPTWvCQBC9C/0PyxR6000D1ZK6ilSEHESq9tDjkB2T&#10;YHY27G6y6b/vFgq9zeN9zno7mU6M5HxrWcHzIgNBXFndcq3g83qYv4LwAVljZ5kUfJOH7eZhtsZC&#10;28hnGi+hFimEfYEKmhD6QkpfNWTQL2xPnLibdQZDgq6W2mFM4aaTeZYtpcGWU0ODPb03VN0vg1GQ&#10;RXKxfvn6MO3pyLr08bgfdko9PU67NxCBpvAv/nOXOs3PV/D7TLp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Dm3pwgAAANw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133" o:spid="_x0000_s1239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5m8QA&#10;AADcAAAADwAAAGRycy9kb3ducmV2LnhtbESPQWvDMAyF74X+B6PBbq2zQsfI6oSyUuihjK3toUcR&#10;a0lYLAfbrbN/Px0Gu0m8p/c+berJDepOIfaeDTwtC1DEjbc9twYu5/3iBVRMyBYHz2TghyLU1Xy2&#10;wdL6zJ90P6VWSQjHEg10KY2l1rHpyGFc+pFYtC8fHCZZQ6ttwCzhbtCronjWDnuWhg5Heuuo+T7d&#10;nIEiU8jt+vrh+vcj20PMx91ta8zjw7R9BZVoSv/mv+uDFfyV0MozMo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R+Zv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134" o:spid="_x0000_s1240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le8MIA&#10;AADcAAAADwAAAGRycy9kb3ducmV2LnhtbERPyWrDMBC9F/IPYgK5NXJ9CI0bJcSBgEsudVJ6Hqzx&#10;0lojI6m28/dVodDbPN46u8NsejGS851lBU/rBARxZXXHjYL32/nxGYQPyBp7y6TgTh4O+8XDDjNt&#10;Jy5pvIZGxBD2GSpoQxgyKX3VkkG/tgNx5GrrDIYIXSO1wymGm16mSbKRBjuODS0OdGqp+rp+GwW3&#10;MfdF+Rm2+rXOZXqp39IPd1RqtZyPLyACzeFf/OcudJyfbuH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V7wwgAAANwAAAAPAAAAAAAAAAAAAAAAAJgCAABkcnMvZG93&#10;bnJldi54bWxQSwUGAAAAAAQABAD1AAAAhw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START</w:t>
                        </w:r>
                      </w:p>
                    </w:txbxContent>
                  </v:textbox>
                </v:shape>
                <v:shape id="Text Box 135" o:spid="_x0000_s1241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phsMUA&#10;AADcAAAADwAAAGRycy9kb3ducmV2LnhtbESPS2vDMBCE74H8B7GB3hK5LpTGjRKSQiGll7zIebHW&#10;j9ZaGUl13H/fPQR622VmZ75dbUbXqYFCbD0beFxkoIhLb1uuDVzO7/MXUDEhW+w8k4FfirBZTycr&#10;LKy/8ZGGU6qVhHAs0ECTUl9oHcuGHMaF74lFq3xwmGQNtbYBbxLuOp1n2bN22LI0NNjTW0Pl9+nH&#10;GTgPu7g/fqWl/ah2Ov+sDvk1bI15mI3bV1CJxvRvvl/vreA/Cb48IxP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mGwxQAAANwAAAAPAAAAAAAAAAAAAAAAAJgCAABkcnMv&#10;ZG93bnJldi54bWxQSwUGAAAAAAQABAD1AAAAig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PAUZA</w:t>
                        </w:r>
                      </w:p>
                    </w:txbxContent>
                  </v:textbox>
                </v:shape>
                <v:shape id="Text Box 136" o:spid="_x0000_s1242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bEK8EA&#10;AADcAAAADwAAAGRycy9kb3ducmV2LnhtbERPS2sCMRC+F/wPYQRvNesKUrdGUaGgeKlr6XnYzD7q&#10;ZrIk6br+eyMUepuP7zmrzWBa0ZPzjWUFs2kCgriwuuFKwdfl4/UNhA/IGlvLpOBOHjbr0csKM21v&#10;fKY+D5WIIewzVFCH0GVS+qImg35qO+LIldYZDBG6SmqHtxhuWpkmyUIabDg21NjRvqbimv8aBZd+&#10;5w/nn7DUx3In01P5mX67rVKT8bB9BxFoCP/iP/dBx/nzGTyfi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GxCvBAAAA3AAAAA8AAAAAAAAAAAAAAAAAmAIAAGRycy9kb3du&#10;cmV2LnhtbFBLBQYAAAAABAAEAPUAAACG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STOP</w:t>
                        </w:r>
                      </w:p>
                    </w:txbxContent>
                  </v:textbox>
                </v:shape>
                <v:shape id="Text Box 137" o:spid="_x0000_s1243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RaXMEA&#10;AADcAAAADwAAAGRycy9kb3ducmV2LnhtbERPS2sCMRC+C/0PYQq9abZbELsaRQuCxYuP4nnYzD50&#10;M1mSuG7/vREEb/PxPWe26E0jOnK+tqzgc5SAIM6trrlU8HdcDycgfEDW2FgmBf/kYTF/G8ww0/bG&#10;e+oOoRQxhH2GCqoQ2kxKn1dk0I9sSxy5wjqDIUJXSu3wFsNNI9MkGUuDNceGClv6qSi/HK5GwbFb&#10;+c3+HL71b7GS6bbYpSe3VOrjvV9OQQTqw0v8dG90nP+VwuOZeIG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UWlzBAAAA3AAAAA8AAAAAAAAAAAAAAAAAmAIAAGRycy9kb3du&#10;cmV2LnhtbFBLBQYAAAAABAAEAPUAAACG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NOTEBOOK</w:t>
                        </w:r>
                      </w:p>
                    </w:txbxContent>
                  </v:textbox>
                </v:shape>
                <v:shape id="Text Box 138" o:spid="_x0000_s1244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j/x8EA&#10;AADcAAAADwAAAGRycy9kb3ducmV2LnhtbERPS2sCMRC+F/wPYQRvNesKpa5GUUFQeqkPPA+b2Ydu&#10;JksS1/XfN4VCb/PxPWex6k0jOnK+tqxgMk5AEOdW11wquJx3758gfEDW2FgmBS/ysFoO3haYafvk&#10;I3WnUIoYwj5DBVUIbSalzysy6Me2JY5cYZ3BEKErpXb4jOGmkWmSfEiDNceGClvaVpTfTw+j4Nxt&#10;/P54CzN9KDYy/Sq+06tbKzUa9us5iEB9+Bf/ufc6zp9O4feZeIF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Y/8fBAAAA3AAAAA8AAAAAAAAAAAAAAAAAmAIAAGRycy9kb3du&#10;cmV2LnhtbFBLBQYAAAAABAAEAPUAAACGAwAAAAA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139" o:spid="_x0000_s1245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ns8IA&#10;AADcAAAADwAAAGRycy9kb3ducmV2LnhtbERPS2sCMRC+F/wPYYTeata1FF2NooJg6aU+8DxsZh+6&#10;mSxJXLf/vikUvM3H95zFqjeN6Mj52rKC8SgBQZxbXXOp4HzavU1B+ICssbFMCn7Iw2o5eFlgpu2D&#10;D9QdQyliCPsMFVQhtJmUPq/IoB/ZljhyhXUGQ4SulNrhI4abRqZJ8iEN1hwbKmxpW1F+O96NglO3&#10;8fvDNcz0Z7GR6VfxnV7cWqnXYb+egwjUh6f4373Xcf7kHf6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sWezwgAAANwAAAAPAAAAAAAAAAAAAAAAAJgCAABkcnMvZG93&#10;bnJldi54bWxQSwUGAAAAAAQABAD1AAAAhwMAAAAA&#10;">
                  <v:textbox inset="0,0,0,0">
                    <w:txbxContent>
                      <w:p w:rsidR="00101B49" w:rsidRPr="002673A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2673A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140" o:spid="_x0000_s1246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1usIA&#10;AADcAAAADwAAAGRycy9kb3ducmV2LnhtbERP32vCMBB+F/Y/hBvsTdNtKKOaSjcm7EmYCtO3ozmT&#10;0uZSmsx2/70RBr7dx/fzVuvRteJCfag9K3ieZSCIK69rNgoO+830DUSIyBpbz6TgjwKsi4fJCnPt&#10;B/6myy4akUI45KjAxtjlUobKksMw8x1x4s6+dxgT7I3UPQ4p3LXyJcsW0mHNqcFiRx+Wqmb36xR8&#10;dqdtOTdBlj/RHhv/Pmzs1ij19DiWSxCRxngX/7u/dJr/OofbM+kC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6rW6wgAAANwAAAAPAAAAAAAAAAAAAAAAAJgCAABkcnMvZG93&#10;bnJldi54bWxQSwUGAAAAAAQABAD1AAAAhwMAAAAA&#10;" filled="f"/>
                <v:rect id="Rectangle 141" o:spid="_x0000_s1247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rzcIA&#10;AADcAAAADwAAAGRycy9kb3ducmV2LnhtbERP32vCMBB+F/Y/hBvsTdM5lFFNpZMJexKmwvTtaM6k&#10;tLmUJrPdf28Gg73dx/fz1pvRteJGfag9K3ieZSCIK69rNgpOx930FUSIyBpbz6TghwJsiofJGnPt&#10;B/6k2yEakUI45KjAxtjlUobKksMw8x1x4q6+dxgT7I3UPQ4p3LVynmVL6bDm1GCxo62lqjl8OwXv&#10;3WVfLkyQ5Ve058a/DTu7N0o9PY7lCkSkMf6L/9wfOs1/WcLvM+kC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CvNwgAAANwAAAAPAAAAAAAAAAAAAAAAAJgCAABkcnMvZG93&#10;bnJldi54bWxQSwUGAAAAAAQABAD1AAAAhwMAAAAA&#10;" filled="f"/>
                <v:shape id="Text Box 142" o:spid="_x0000_s1248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5xMIA&#10;AADcAAAADwAAAGRycy9kb3ducmV2LnhtbERPS2sCMRC+F/wPYYTeatYVWl2NooJg6aU+8DxsZh+6&#10;mSxJXLf/vikUvM3H95zFqjeN6Mj52rKC8SgBQZxbXXOp4HzavU1B+ICssbFMCn7Iw2o5eFlgpu2D&#10;D9QdQyliCPsMFVQhtJmUPq/IoB/ZljhyhXUGQ4SulNrhI4abRqZJ8i4N1hwbKmxpW1F+O96NglO3&#10;8fvDNcz0Z7GR6VfxnV7cWqnXYb+egwjUh6f4373Xcf7kA/6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Y/nEwgAAANwAAAAPAAAAAAAAAAAAAAAAAJgCAABkcnMvZG93&#10;bnJldi54bWxQSwUGAAAAAAQABAD1AAAAhwMAAAAA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2673A3">
                          <w:t>MUTE</w:t>
                        </w:r>
                      </w:p>
                    </w:txbxContent>
                  </v:textbox>
                </v:shape>
                <v:rect id="Rectangle 143" o:spid="_x0000_s1249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3jYsMA&#10;AADcAAAADwAAAGRycy9kb3ducmV2LnhtbESPQWvCQBCF74X+h2UKXopujFIkdRURFEE8mPoDht0x&#10;Cc3OhuxG03/fORR6m+G9ee+b9Xb0rXpQH5vABuazDBSxDa7hysDt6zBdgYoJ2WEbmAz8UITt5vVl&#10;jYULT77So0yVkhCOBRqoU+oKraOtyWOchY5YtHvoPSZZ+0q7Hp8S7ludZ9mH9tiwNNTY0b4m+10O&#10;3sCA1p9XuDzeRxouKc/fbVMNxkzext0nqERj+jf/XZ+c4C+EVp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3jYsMAAADcAAAADwAAAAAAAAAAAAAAAACYAgAAZHJzL2Rv&#10;d25yZXYueG1sUEsFBgAAAAAEAAQA9QAAAIgDAAAAAA=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144" o:spid="_x0000_s1250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ezasMAAADcAAAADwAAAGRycy9kb3ducmV2LnhtbERPS2sCMRC+F/wPYYTeatYK1V2NUroI&#10;PdSCDzyPm+lm6WaybNI1/feNUPA2H99zVptoWzFQ7xvHCqaTDARx5XTDtYLTcfu0AOEDssbWMSn4&#10;JQ+b9ehhhYV2V97TcAi1SCHsC1RgQugKKX1lyKKfuI44cV+utxgS7Gupe7ymcNvK5yx7kRYbTg0G&#10;O3ozVH0ffqyCuSn3ci7Lj+NnOTTTPO7i+ZIr9TiOr0sQgWK4i//d7zrNn+VweyZd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Xs2rDAAAA3AAAAA8AAAAAAAAAAAAA&#10;AAAAoQIAAGRycy9kb3ducmV2LnhtbFBLBQYAAAAABAAEAPkAAACRAwAAAAA=&#10;">
                  <v:stroke endarrow="block"/>
                </v:line>
                <v:line id="Line 145" o:spid="_x0000_s1251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QuGcUAAADcAAAADwAAAGRycy9kb3ducmV2LnhtbESPQUvDQBCF74L/YRnBS2g3WhGN2RTb&#10;WhCKB1sPHofsmASzsyE7beO/dw6Ct3nM+968KZdT6M2JxtRFdnAzz8EQ19F33Dj4OGxnD2CSIHvs&#10;I5ODH0qwrC4vSix8PPM7nfbSGA3hVKCDVmQorE11SwHTPA7EuvuKY0BROTbWj3jW8NDb2zy/twE7&#10;1gstDrRuqf7eH4PW2L7xZrHIVsFm2SO9fMout+Lc9dX0/ARGaJJ/8x/96pW70/r6jE5g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QuGcUAAADcAAAADwAAAAAAAAAA&#10;AAAAAAChAgAAZHJzL2Rvd25yZXYueG1sUEsFBgAAAAAEAAQA+QAAAJMDAAAAAA==&#10;">
                  <v:stroke endarrow="block"/>
                </v:line>
                <v:shape id="Text Box 146" o:spid="_x0000_s1252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fMH8MA&#10;AADcAAAADwAAAGRycy9kb3ducmV2LnhtbERPS2vCQBC+C/6HZQQvpW6Uoja6ikQUKV580F6H7JgE&#10;s7Mxu8b037uFgrf5+J4zX7amFA3VrrCsYDiIQBCnVhecKTifNu9TEM4jaywtk4JfcrBcdDtzjLV9&#10;8IGao89ECGEXo4Lc+yqW0qU5GXQDWxEH7mJrgz7AOpO6xkcIN6UcRdFYGiw4NORYUZJTej3ejYLP&#10;cbnGYntOou/kxm9fP83kvm+U6vfa1QyEp9a/xP/unQ7zP4bw90y4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fMH8MAAADcAAAADwAAAAAAAAAAAAAAAACYAgAAZHJzL2Rv&#10;d25yZXYueG1sUEsFBgAAAAAEAAQA9QAAAIgDAAAAAA==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147" o:spid="_x0000_s1253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Xrws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ZF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V68LBAAAA3AAAAA8AAAAAAAAAAAAAAAAAmAIAAGRycy9kb3du&#10;cmV2LnhtbFBLBQYAAAAABAAEAPUAAACGAwAAAAA=&#10;"/>
                <v:oval id="Oval 148" o:spid="_x0000_s1254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OWc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T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ZTlnBAAAA3AAAAA8AAAAAAAAAAAAAAAAAmAIAAGRycy9kb3du&#10;cmV2LnhtbFBLBQYAAAAABAAEAPUAAACGAwAAAAA=&#10;"/>
                <v:shape id="Text Box 149" o:spid="_x0000_s1255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LngsIA&#10;AADcAAAADwAAAGRycy9kb3ducmV2LnhtbERPTWvCQBC9F/wPywi91Y1WWo1ZRS2V3qRR8DpkJ9mQ&#10;7GzIrpr++65Q6G0e73OyzWBbcaPe144VTCcJCOLC6ZorBefT58sChA/IGlvHpOCHPGzWo6cMU+3u&#10;/E23PFQihrBPUYEJoUul9IUhi37iOuLIla63GCLsK6l7vMdw28pZkrxJizXHBoMd7Q0VTX61Cl6P&#10;s/eLP+Qf++5Cy2bhd03JRqnn8bBdgQg0hH/xn/tLx/nzOTyeiR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wueCwgAAANwAAAAPAAAAAAAAAAAAAAAAAJgCAABkcnMvZG93&#10;bnJldi54bWxQSwUGAAAAAAQABAD1AAAAhwMAAAAA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150" o:spid="_x0000_s1256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5CGcIA&#10;AADcAAAADwAAAGRycy9kb3ducmV2LnhtbERPS2vCQBC+C/6HZYTe6kZbH01dxVoq3sS0kOuQnWRD&#10;srMhu9X033cLBW/z8T1nsxtsK67U+9qxgtk0AUFcOF1zpeDr8+NxDcIHZI2tY1LwQx522/Fog6l2&#10;N77QNQuViCHsU1RgQuhSKX1hyKKfuo44cqXrLYYI+0rqHm8x3LZyniRLabHm2GCwo4Ohosm+rYKn&#10;83yV+2P2fuhyemnW/q0p2Sj1MBn2ryACDeEu/nefdJz/vIC/Z+IF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jkIZwgAAANwAAAAPAAAAAAAAAAAAAAAAAJgCAABkcnMvZG93&#10;bnJldi54bWxQSwUGAAAAAAQABAD1AAAAhwMAAAAA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151" o:spid="_x0000_s1257" style="position:absolute;top:33727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rect id="Rectangle 152" o:spid="_x0000_s1258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L9K8IA&#10;AADcAAAADwAAAGRycy9kb3ducmV2LnhtbERPTWsCMRC9F/ofwhS81WyLrbIaZVsqeBKqgnobNmOy&#10;uJksm9Rd/30jCN7m8T5ntuhdLS7UhsqzgrdhBoK49Lpio2C3Xb5OQISIrLH2TAquFGAxf36aYa59&#10;x7902UQjUgiHHBXYGJtcylBachiGviFO3Mm3DmOCrZG6xS6Fu1q+Z9mndFhxarDY0Lel8rz5cwp+&#10;muO6+DBBFvtoD2f/1S3t2ig1eOmLKYhIfXyI7+6VTvNHY7g9ky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cv0rwgAAANwAAAAPAAAAAAAAAAAAAAAAAJgCAABkcnMvZG93&#10;bnJldi54bWxQSwUGAAAAAAQABAD1AAAAhwMAAAAA&#10;" filled="f"/>
                  <v:shape id="Text Box 153" o:spid="_x0000_s1259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jru8UA&#10;AADcAAAADwAAAGRycy9kb3ducmV2LnhtbESPQWvDMAyF74X9B6PBbq2TEkrJ6pYxGPSydut22U3E&#10;ahwWyyH2Gq+/fjoUdpN4T+992uyy79WFxtgFNlAuClDETbAdtwY+P17ma1AxIVvsA5OBX4qw297N&#10;NljbMPE7XU6pVRLCsUYDLqWh1jo2jjzGRRiIRTuH0WOSdWy1HXGScN/rZVGstMeOpcHhQM+Omu/T&#10;jzeAtny7vlY5Hw+Hvqwm15zz19qYh/v89AgqUU7/5tv13gp+JbTyjEy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Ou7xQAAANwAAAAPAAAAAAAAAAAAAAAAAJgCAABkcnMv&#10;ZG93bnJldi54bWxQSwUGAAAAAAQABAD1AAAAigMAAAAA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154" o:spid="_x0000_s1260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3V1sMA&#10;AADcAAAADwAAAGRycy9kb3ducmV2LnhtbERPzWrCQBC+C32HZQpeSt20arFpNtIIQsGDGH2AITtm&#10;o9nZNLtq+vbdQsHbfHy/ky0H24or9b5xrOBlkoAgrpxuuFZw2K+fFyB8QNbYOiYFP+RhmT+MMky1&#10;u/GOrmWoRQxhn6ICE0KXSukrQxb9xHXEkTu63mKIsK+l7vEWw20rX5PkTVpsODYY7GhlqDqXF6ug&#10;qPlUFPMNdd/bqRmejsaEi1Fq/Dh8foAINIS7+N/9peP82Tv8PRMv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3V1sMAAADc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155" o:spid="_x0000_s1261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7qlsUA&#10;AADcAAAADwAAAGRycy9kb3ducmV2LnhtbESPQWvCQBCF74L/YRnBizSbtiiSZpWmUBB6kKo/YMiO&#10;2bTZ2TS7avrvOwehtxnem/e+Kbej79SVhtgGNvCY5aCI62Bbbgycju8Pa1AxIVvsApOBX4qw3Uwn&#10;JRY23PiTrofUKAnhWKABl1JfaB1rRx5jFnpi0c5h8JhkHRptB7xJuO/0U56vtMeWpcFhT2+O6u/D&#10;xRuoGv6qquUH9T/7Zzcuzs6lizNmPhtfX0AlGtO/+X69s4K/FHx5Rib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uqW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156" o:spid="_x0000_s1262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JPDcIA&#10;AADcAAAADwAAAGRycy9kb3ducmV2LnhtbERPzWrCQBC+F3yHZYReitnYEinRVUyhUPBQjH2AITvJ&#10;ps3Oxuxq0rd3CwVv8/H9zmY32U5cafCtYwXLJAVBXDndcqPg6/S+eAXhA7LGzjEp+CUPu+3sYYO5&#10;diMf6VqGRsQQ9jkqMCH0uZS+MmTRJ64njlztBoshwqGResAxhttOPqfpSlpsOTYY7OnNUPVTXqyC&#10;ouHvosgO1J8/X8z0VBsTLkapx/m0X4MINIW7+N/9oeP8bAl/z8QL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Qk8NwgAAANwAAAAPAAAAAAAAAAAAAAAAAJgCAABkcnMvZG93&#10;bnJldi54bWxQSwUGAAAAAAQABAD1AAAAhw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157" o:spid="_x0000_s1263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ResIA&#10;AADcAAAADwAAAGRycy9kb3ducmV2LnhtbERPzWrCQBC+F3yHZQQvxWy0pEh0FSMIhR5KrQ8wZCfZ&#10;aHY2ZleTvn23UOhtPr7f2exG24oH9b5xrGCRpCCIS6cbrhWcv47zFQgfkDW2jknBN3nYbSdPG8y1&#10;G/iTHqdQixjCPkcFJoQul9KXhiz6xHXEkatcbzFE2NdS9zjEcNvKZZq+SosNxwaDHR0MldfT3Soo&#10;ar4URfZO3e3jxYzPlTHhbpSaTcf9GkSgMfyL/9xvOs7Plv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kNF6wgAAANwAAAAPAAAAAAAAAAAAAAAAAJgCAABkcnMvZG93&#10;bnJldi54bWxQSwUGAAAAAAQABAD1AAAAhw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v:group id="Group 158" o:spid="_x0000_s1264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rect id="Rectangle 159" o:spid="_x0000_s1265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n1gcIA&#10;AADcAAAADwAAAGRycy9kb3ducmV2LnhtbERP32vCMBB+F/Y/hBvsTdONKaOaSjcm7EmYCtO3ozmT&#10;0uZSmsx2/70RBr7dx/fzVuvRteJCfag9K3ieZSCIK69rNgoO+830DUSIyBpbz6TgjwKsi4fJCnPt&#10;B/6myy4akUI45KjAxtjlUobKksMw8x1x4s6+dxgT7I3UPQ4p3LXyJcsW0mHNqcFiRx+Wqmb36xR8&#10;dqdtOTdBlj/RHhv/Pmzs1ij19DiWSxCRxngX/7u/dJo/f4XbM+kC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efWBwgAAANwAAAAPAAAAAAAAAAAAAAAAAJgCAABkcnMvZG93&#10;bnJldi54bWxQSwUGAAAAAAQABAD1AAAAhwMAAAAA&#10;" filled="f"/>
                  <v:shape id="Text Box 160" o:spid="_x0000_s1266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leMIA&#10;AADcAAAADwAAAGRycy9kb3ducmV2LnhtbERPPWvDMBDdA/0P4grdErkFh+JGCaGl4MGE1MnQ8bAu&#10;tol1MpJiuf++ChS63eN93mY3m0FM5HxvWcHzKgNB3Fjdc6vgfPpcvoLwAVnjYJkU/JCH3fZhscFC&#10;28hfNNWhFSmEfYEKuhDGQkrfdGTQr+xInLiLdQZDgq6V2mFM4WaQL1m2lgZ7Tg0djvTeUXOtb0ZB&#10;FsnFNv8+mv5QsS59rD5ue6WeHuf9G4hAc/gX/7lLnebnOdyfS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iV4wgAAANwAAAAPAAAAAAAAAAAAAAAAAJgCAABkcnMvZG93&#10;bnJldi54bWxQSwUGAAAAAAQABAD1AAAAhwMAAAAA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161" o:spid="_x0000_s1267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fObcIA&#10;AADcAAAADwAAAGRycy9kb3ducmV2LnhtbERP32vCMBB+F/Y/hBvszaYKyqjGUseEPQm6wba3ozmT&#10;0uZSmmi7/34RBnu7j+/nbcvJdeJGQ2g8K1hkOQji2uuGjYKP98P8GUSIyBo7z6TghwKUu4fZFgvt&#10;Rz7R7RyNSCEcClRgY+wLKUNtyWHIfE+cuIsfHMYEByP1gGMKd51c5vlaOmw4NVjs6cVS3Z6vTsFr&#10;/32sVibI6jPar9bvx4M9GqWeHqdqAyLSFP/Ff+43neav1nB/Jl0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585twgAAANwAAAAPAAAAAAAAAAAAAAAAAJgCAABkcnMvZG93&#10;bnJldi54bWxQSwUGAAAAAAQABAD1AAAAhwMAAAAA&#10;" filled="f"/>
                  <v:shape id="Text Box 162" o:spid="_x0000_s1268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elMIA&#10;AADcAAAADwAAAGRycy9kb3ducmV2LnhtbERPTWvCQBC9F/wPywi91Y2FtBJdJVgKOUhp1YPHITsm&#10;wexs2F2z6b/vFgq9zeN9zmY3mV6M5HxnWcFykYEgrq3uuFFwPr0/rUD4gKyxt0wKvsnDbjt72GCh&#10;beQvGo+hESmEfYEK2hCGQkpft2TQL+xAnLirdQZDgq6R2mFM4aaXz1n2Ig12nBpaHGjfUn073o2C&#10;LJKLTX75NN3HgXXl4+HtXir1OJ/KNYhAU/gX/7krnebnr/D7TLp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CB6UwgAAANwAAAAPAAAAAAAAAAAAAAAAAJgCAABkcnMvZG93&#10;bnJldi54bWxQSwUGAAAAAAQABAD1AAAAhwMAAAAA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163" o:spid="_x0000_s1269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UX6sYA&#10;AADcAAAADwAAAGRycy9kb3ducmV2LnhtbESPT2vCQBDF7wW/wzKCt7pp0f5JXaWIghdpY0XobciO&#10;STA7m2RXjd/eORR6m+G9ee83s0XvanWhLlSeDTyNE1DEubcVFwb2P+vHN1AhIlusPZOBGwVYzAcP&#10;M0ytv3JGl10slIRwSNFAGWOTah3ykhyGsW+IRTv6zmGUtSu07fAq4a7Wz0nyoh1WLA0lNrQsKT/t&#10;zs7Atp1kX6Fd/X5n7v3YH3DVxteTMaNh//kBKlIf/81/1xsr+FOhlWdkAj2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UX6sYAAADcAAAADwAAAAAAAAAAAAAAAACYAgAAZHJz&#10;L2Rvd25yZXYueG1sUEsFBgAAAAAEAAQA9QAAAIsDAAAAAA==&#10;" fillcolor="#f90"/>
                  <v:shape id="AutoShape 164" o:spid="_x0000_s1270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myccMA&#10;AADcAAAADwAAAGRycy9kb3ducmV2LnhtbERPTWvCQBC9C/6HZQRvulGq1ugqUhS8FBsthd6G7JgE&#10;s7NJdtX477uC0Ns83ucs160pxY0aV1hWMBpGIIhTqwvOFHyfdoN3EM4jaywtk4IHOVivup0lxtre&#10;OaHb0WcihLCLUUHufRVL6dKcDLqhrYgDd7aNQR9gk0nd4D2Em1KOo2gqDRYcGnKs6COn9HK8GgWf&#10;9VtycPX29ysx83P7g9vazy5K9XvtZgHCU+v/xS/3Xof5kzk8nw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myccMAAADcAAAADwAAAAAAAAAAAAAAAACYAgAAZHJzL2Rv&#10;d25yZXYueG1sUEsFBgAAAAAEAAQA9QAAAIgDAAAAAA==&#10;" fillcolor="#f90"/>
                  <v:shape id="AutoShape 165" o:spid="_x0000_s1271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9KVcgA&#10;AADcAAAADwAAAGRycy9kb3ducmV2LnhtbESPQU/CQBCF7yT+h82YeCGy1QOSwrYxGqImHoSaKLeh&#10;O7TV7mzprlD99c6BhNtM3pv3vlnkg2vVgfrQeDZwM0lAEZfeNlwZeC+W1zNQISJbbD2TgV8KkGcX&#10;owWm1h95RYd1rJSEcEjRQB1jl2odypochonviEXb+d5hlLWvtO3xKOGu1bdJMtUOG5aGGjt6qKn8&#10;Xv84A19/n3F4rLZ3+yLB16LZfLy8jZ+Muboc7uegIg3xbD5dP1vBnwq+PCMT6O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n0pVyAAAANwAAAAPAAAAAAAAAAAAAAAAAJgCAABk&#10;cnMvZG93bnJldi54bWxQSwUGAAAAAAQABAD1AAAAjQMAAAAA&#10;" fillcolor="#f90"/>
                  <v:shape id="AutoShape 166" o:spid="_x0000_s1272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vzsUA&#10;AADcAAAADwAAAGRycy9kb3ducmV2LnhtbERPTWvCQBC9F/wPywi9lLqxB5U0q4ilqOChmoL2Ns1O&#10;k2h2Nma3mvrru4LgbR7vc5JJaypxosaVlhX0exEI4szqknMFn+n78wiE88gaK8uk4I8cTMadhwRj&#10;bc+8ptPG5yKEsItRQeF9HUvpsoIMup6tiQP3YxuDPsAml7rBcwg3lXyJooE0WHJoKLCmWUHZYfNr&#10;FOwvO9++5d/DYxrhKi2/tsuPp7lSj912+grCU+vv4pt7ocP8QR+uz4QL5P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0+/OxQAAANwAAAAPAAAAAAAAAAAAAAAAAJgCAABkcnMv&#10;ZG93bnJldi54bWxQSwUGAAAAAAQABAD1AAAAigMAAAAA&#10;" fillcolor="#f90"/>
                  <v:rect id="Rectangle 167" o:spid="_x0000_s1273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fZucIA&#10;AADcAAAADwAAAGRycy9kb3ducmV2LnhtbERP24rCMBB9F/Yfwizsm6brQ9FqFBEWdQXBywcMzdhW&#10;m0lJYu3u1xtB8G0O5zrTeWdq0ZLzlWUF34MEBHFudcWFgtPxpz8C4QOyxtoyKfgjD/PZR2+KmbZ3&#10;3lN7CIWIIewzVFCG0GRS+rwkg35gG+LIna0zGCJ0hdQO7zHc1HKYJKk0WHFsKLGhZUn59XAzCtLR&#10;eXV0490Gi/225svvrf1f7ZT6+uwWExCBuvAWv9xrHeenQ3g+Ey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99m5wgAAANwAAAAPAAAAAAAAAAAAAAAAAJgCAABkcnMvZG93&#10;bnJldi54bWxQSwUGAAAAAAQABAD1AAAAhwMAAAAA&#10;" fillcolor="#f90"/>
                  <v:rect id="Rectangle 168" o:spid="_x0000_s1274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t8IsMA&#10;AADcAAAADwAAAGRycy9kb3ducmV2LnhtbERP22rCQBB9F/oPyxR8000VgqZZpRSKtgXB2A8YspOL&#10;ZmfD7hrTfn23UPBtDuc6+XY0nRjI+daygqd5AoK4tLrlWsHX6W22AuEDssbOMin4Jg/bzcMkx0zb&#10;Gx9pKEItYgj7DBU0IfSZlL5syKCf2544cpV1BkOErpba4S2Gm04ukiSVBluODQ329NpQeSmuRkG6&#10;qnYntz68Y3387Pj8cR1+dgelpo/jyzOIQGO4i//dex3np0v4eyZ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t8IsMAAADcAAAADwAAAAAAAAAAAAAAAACYAgAAZHJzL2Rv&#10;d25yZXYueG1sUEsFBgAAAAAEAAQA9QAAAIgDAAAAAA==&#10;" fillcolor="#f90"/>
                  <v:shape id="Text Box 169" o:spid="_x0000_s1275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JIrsEA&#10;AADcAAAADwAAAGRycy9kb3ducmV2LnhtbERPS2sCMRC+F/wPYQRvNetSpK5GUUFQeqkPPA+b2Ydu&#10;JkuSruu/N4VCb/PxPWex6k0jOnK+tqxgMk5AEOdW11wquJx3758gfEDW2FgmBU/ysFoO3haYafvg&#10;I3WnUIoYwj5DBVUIbSalzysy6Me2JY5cYZ3BEKErpXb4iOGmkWmSTKXBmmNDhS1tK8rvpx+j4Nxt&#10;/P54CzN9KDYy/Sq+06tbKzUa9us5iEB9+Bf/ufc6zp9+wO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CSK7BAAAA3AAAAA8AAAAAAAAAAAAAAAAAmAIAAGRycy9kb3du&#10;cmV2LnhtbFBLBQYAAAAABAAEAPUAAACG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170" o:spid="_x0000_s1276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nnFcQA&#10;AADcAAAADwAAAGRycy9kb3ducmV2LnhtbERPTWvCQBC9F/wPywi91U0LjSW6SrQNCHrRKuJtyI7Z&#10;0Oxsml01/vtuodDbPN7nTOe9bcSVOl87VvA8SkAQl07XXCnYfxZPbyB8QNbYOCYFd/Iwnw0epphp&#10;d+MtXXehEjGEfYYKTAhtJqUvDVn0I9cSR+7sOoshwq6SusNbDLeNfEmSVFqsOTYYbGlpqPzaXayC&#10;fHEcb+jdpOuw99X3aVt8nJqDUo/DPp+ACNSHf/Gfe6Xj/PQVfp+JF8j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55xXEAAAA3AAAAA8AAAAAAAAAAAAAAAAAmAIAAGRycy9k&#10;b3ducmV2LnhtbFBLBQYAAAAABAAEAPUAAACJ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171" o:spid="_x0000_s1277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5YsMA&#10;AADcAAAADwAAAGRycy9kb3ducmV2LnhtbERPTWvCQBC9F/wPywi91U17SEt0I1YrFNqLGpHchuyY&#10;DWZn0+xW4793CwVv83ifM5sPthVn6n3jWMHzJAFBXDndcK2g2K2f3kD4gKyxdUwKruRhno8eZphp&#10;d+ENnbehFjGEfYYKTAhdJqWvDFn0E9cRR+7oeoshwr6WusdLDLetfEmSVFpsODYY7GhpqDptf62C&#10;xfvh9ZtWJv0Kha9/ys36o2z3Sj2Oh8UURKAh3MX/7k8d56cp/D0TL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t5YsMAAADcAAAADwAAAAAAAAAAAAAAAACYAgAAZHJzL2Rv&#10;d25yZXYueG1sUEsFBgAAAAAEAAQA9QAAAIg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172" o:spid="_x0000_s1278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c+cQA&#10;AADcAAAADwAAAGRycy9kb3ducmV2LnhtbERPTWvCQBC9F/oflin0Vjf1ECV1I7YqCPaipkhuQ3bM&#10;hmZnY3ar6b/vFgRv83ifM5sPthUX6n3jWMHrKAFBXDndcK2gOKxfpiB8QNbYOiYFv+Rhnj8+zDDT&#10;7so7uuxDLWII+wwVmBC6TEpfGbLoR64jjtzJ9RZDhH0tdY/XGG5bOU6SVFpsODYY7OjDUPW9/7EK&#10;Fu/HySctTboNha/P5W69KtsvpZ6fhsUbiEBDuItv7o2O89MJ/D8TL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n3PnEAAAA3AAAAA8AAAAAAAAAAAAAAAAAmAIAAGRycy9k&#10;b3ducmV2LnhtbFBLBQYAAAAABAAEAPUAAACJ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173" o:spid="_x0000_s1279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9Cq8UA&#10;AADcAAAADwAAAGRycy9kb3ducmV2LnhtbESPS2/CMBCE75X6H6xF6q045IAgxSCoVImql/JQz6t4&#10;84B4HdluSP9994DEbVczO/PtajO6Tg0UYuvZwGyagSIuvW25NnA+fbwuQMWEbLHzTAb+KMJm/fy0&#10;wsL6Gx9oOKZaSQjHAg00KfWF1rFsyGGc+p5YtMoHh0nWUGsb8CbhrtN5ls21w5alocGe3hsqr8df&#10;Z+A07OL+cElL+1ntdP5Vfec/YWvMy2TcvoFKNKaH+X69t4I/F1p5Ri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0KrxQAAANwAAAAPAAAAAAAAAAAAAAAAAJgCAABkcnMv&#10;ZG93bnJldi54bWxQSwUGAAAAAAQABAD1AAAAigMAAAAA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174" o:spid="_x0000_s1280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lk8EA&#10;AADcAAAADwAAAGRycy9kb3ducmV2LnhtbERPS4vCMBC+L/gfwgheljVV0N12jSKCKF7Ex96HZrYN&#10;NpPSpFr/vREEb/PxPWe26GwlrtR441jBaJiAIM6dNlwoOJ/WXz8gfEDWWDkmBXfysJj3PmaYaXfj&#10;A12PoRAxhH2GCsoQ6kxKn5dk0Q9dTRy5f9dYDBE2hdQN3mK4reQ4SabSouHYUGJNq5Lyy7G1Cvxu&#10;szfdaZ1+pn/t/tx+G3OYrJQa9LvlL4hAXXiLX+6tjvOnK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HZZPBAAAA3AAAAA8AAAAAAAAAAAAAAAAAmAIAAGRycy9kb3du&#10;cmV2LnhtbFBLBQYAAAAABAAEAPUAAACG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4" w:name="_Toc331149287"/>
      <w:r>
        <w:t xml:space="preserve">Obr. </w:t>
      </w:r>
      <w:fldSimple w:instr=" SEQ Obr. \* ARABIC ">
        <w:r w:rsidR="00D21A7E">
          <w:rPr>
            <w:noProof/>
          </w:rPr>
          <w:t>5</w:t>
        </w:r>
      </w:fldSimple>
      <w:r>
        <w:t xml:space="preserve">  Pauza v nahrávání</w:t>
      </w:r>
      <w:bookmarkEnd w:id="4"/>
    </w:p>
    <w:p w:rsidR="00101B49" w:rsidRDefault="00101B49" w:rsidP="00101B49">
      <w:pPr>
        <w:outlineLvl w:val="0"/>
      </w:pPr>
      <w:r>
        <w:br w:type="page"/>
      </w:r>
      <w:r>
        <w:lastRenderedPageBreak/>
        <w:t xml:space="preserve">Stav po výběru projekce </w:t>
      </w:r>
      <w:proofErr w:type="spellStart"/>
      <w:r>
        <w:t>PROJEKCE</w:t>
      </w:r>
      <w:proofErr w:type="spellEnd"/>
      <w:r>
        <w:t xml:space="preserve"> TABULE – klik na TABULE (Podobně při </w:t>
      </w:r>
      <w:proofErr w:type="spellStart"/>
      <w:r>
        <w:t>Vizualizéru</w:t>
      </w:r>
      <w:proofErr w:type="spellEnd"/>
      <w:r>
        <w:t>)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120" name="Plátno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7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Oval 78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 SE</w:t>
                              </w:r>
                            </w:p>
                            <w:p w:rsidR="00101B49" w:rsidRDefault="00101B49" w:rsidP="00101B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pPr>
                                <w:jc w:val="center"/>
                              </w:pPr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rPr>
                                  <w:color w:val="BFBFBF"/>
                                </w:rPr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2673A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2673A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2673A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89" name="Line 93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4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Oval 96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Oval 97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96" name="Group 100"/>
                        <wpg:cNvGrpSpPr>
                          <a:grpSpLocks/>
                        </wpg:cNvGrpSpPr>
                        <wpg:grpSpPr bwMode="auto">
                          <a:xfrm>
                            <a:off x="0" y="3372709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97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03" name="Group 107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104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AutoShap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AutoShap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AutoShape 114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AutoShape 1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6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7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8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73" o:spid="_x0000_s1281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">
                <v:shape id="_x0000_s1282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75" o:spid="_x0000_s1283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aHw8MA&#10;AADbAAAADwAAAGRycy9kb3ducmV2LnhtbESPwWrDMBBE74X8g9hAb42cQtvgRAkmoeBDKG2SQ46L&#10;tbFNrJWRZMv9+6pQ6HGYmTfMZjeZTozkfGtZwXKRgSCurG65VnA5vz+tQPiArLGzTAq+ycNuO3vY&#10;YK5t5C8aT6EWCcI+RwVNCH0upa8aMugXtidO3s06gyFJV0vtMCa46eRzlr1Kgy2nhQZ72jdU3U+D&#10;UZBFcrF+uX6a9uPIuvTxeBgKpR7nU7EGEWgK/+G/dqkVvC3h90v6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aHw8MAAADbAAAADwAAAAAAAAAAAAAAAACYAgAAZHJzL2Rv&#10;d25yZXYueG1sUEsFBgAAAAAEAAQA9QAAAIg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76" o:spid="_x0000_s1284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77" o:spid="_x0000_s1285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ACh8MA&#10;AADbAAAADwAAAGRycy9kb3ducmV2LnhtbESPQWsCMRSE74X+h/AK3mq2lVZZjbItFTwJVUG9PTbP&#10;ZHHzsmxSd/33jSB4HGbmG2a26F0tLtSGyrOCt2EGgrj0umKjYLddvk5AhIissfZMCq4UYDF/fpph&#10;rn3Hv3TZRCMShEOOCmyMTS5lKC05DEPfECfv5FuHMcnWSN1il+Culu9Z9ikdVpwWLDb0bak8b/6c&#10;gp/muC4+TJDFPtrD2X91S7s2Sg1e+mIKIlIfH+F7e6UVjEd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ACh8MAAADbAAAADwAAAAAAAAAAAAAAAACYAgAAZHJzL2Rv&#10;d25yZXYueG1sUEsFBgAAAAAEAAQA9QAAAIgDAAAAAA==&#10;" filled="f"/>
                <v:oval id="Oval 78" o:spid="_x0000_s1286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P98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PU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T/fEAAAA2wAAAA8AAAAAAAAAAAAAAAAAmAIAAGRycy9k&#10;b3ducmV2LnhtbFBLBQYAAAAABAAEAPUAAACJAwAAAAA=&#10;"/>
                <v:rect id="Rectangle 79" o:spid="_x0000_s1287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wrA8QA&#10;AADbAAAADwAAAGRycy9kb3ducmV2LnhtbESPQWsCMRSE74L/ITyhN80qtJbVKCIWpFCkWvH62Dw3&#10;y25etpt0Tf99IxQ8DjPfDLNcR9uInjpfOVYwnWQgiAunKy4VfJ3exq8gfEDW2DgmBb/kYb0aDpaY&#10;a3fjT+qPoRSphH2OCkwIbS6lLwxZ9BPXEifv6jqLIcmulLrDWyq3jZxl2Yu0WHFaMNjS1lBRH3+s&#10;gvml/9jtL++7Q22+43Yez6d6dlbqaRQ3CxCBYniE/+m9Ttwz3L+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cKwPEAAAA2wAAAA8AAAAAAAAAAAAAAAAAmAIAAGRycy9k&#10;b3ducmV2LnhtbFBLBQYAAAAABAAEAPUAAACJAwAAAAA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 SE</w:t>
                        </w:r>
                      </w:p>
                      <w:p w:rsidR="00101B49" w:rsidRDefault="00101B49" w:rsidP="00101B49"/>
                    </w:txbxContent>
                  </v:textbox>
                </v:rect>
                <v:rect id="Rectangle 80" o:spid="_x0000_s1288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61dMQA&#10;AADbAAAADwAAAGRycy9kb3ducmV2LnhtbESPT2sCMRTE70K/Q3iF3jSrB5WtUUQsSKGI//D62Lxu&#10;lt28bDfpmn77RhA8DjO/GWaxirYRPXW+cqxgPMpAEBdOV1wqOJ8+hnMQPiBrbByTgj/ysFq+DBaY&#10;a3fjA/XHUIpUwj5HBSaENpfSF4Ys+pFriZP37TqLIcmulLrDWyq3jZxk2VRarDgtGGxpY6ioj79W&#10;wezaf21318/tvjY/cTOLl1M9uSj19hrX7yACxfAMP+idTtwU7l/S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OtXTEAAAA2wAAAA8AAAAAAAAAAAAAAAAAmAIAAGRycy9k&#10;b3ducmV2LnhtbFBLBQYAAAAABAAEAPUAAACJAwAAAAA=&#10;" fillcolor="#9bbb59">
                  <v:textbox>
                    <w:txbxContent>
                      <w:p w:rsidR="00101B49" w:rsidRPr="0032636B" w:rsidRDefault="00101B49" w:rsidP="00101B49">
                        <w:pPr>
                          <w:jc w:val="center"/>
                        </w:pPr>
                        <w:r w:rsidRPr="0032636B">
                          <w:t>TABLET</w:t>
                        </w:r>
                      </w:p>
                    </w:txbxContent>
                  </v:textbox>
                </v:rect>
                <v:shape id="Text Box 81" o:spid="_x0000_s1289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6LMMA&#10;AADbAAAADwAAAGRycy9kb3ducmV2LnhtbESPwWrDMBBE74X8g9hAb42cQJviRgkhoeCDKWnSQ4+L&#10;tbFNrJWRZMv9+6oQ6HGYmTfMZjeZTozkfGtZwXKRgSCurG65VvB1eX96BeEDssbOMin4IQ+77exh&#10;g7m2kT9pPIdaJAj7HBU0IfS5lL5qyKBf2J44eVfrDIYkXS21w5jgppOrLHuRBltOCw32dGioup0H&#10;oyCL5GL9/H0y7UfJuvCxPA57pR7n0/4NRKAp/Ifv7UIrWK/h70v6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O6LMMAAADbAAAADwAAAAAAAAAAAAAAAACYAgAAZHJzL2Rv&#10;d25yZXYueG1sUEsFBgAAAAAEAAQA9QAAAIg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82" o:spid="_x0000_s1290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uXr4A&#10;AADbAAAADwAAAGRycy9kb3ducmV2LnhtbERPy4rCMBTdD/gP4QruxtQBHalGEQfBhYivhctLc22L&#10;zU1Joql/bxbCLA/nPV92phFPcr62rGA0zEAQF1bXXCq4nDffUxA+IGtsLJOCF3lYLnpfc8y1jXyk&#10;5ymUIoWwz1FBFUKbS+mLigz6oW2JE3ezzmBI0JVSO4wp3DTyJ8sm0mDNqaHCltYVFffTwyjIIrlY&#10;jq8HU+93rLc+7v4eK6UG/W41AxGoC//ij3urFfymselL+gFy8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9cLl6+AAAA2wAAAA8AAAAAAAAAAAAAAAAAmAIAAGRycy9kb3ducmV2&#10;LnhtbFBLBQYAAAAABAAEAPUAAACD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83" o:spid="_x0000_s1291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WsyMMA&#10;AADbAAAADwAAAGRycy9kb3ducmV2LnhtbESPzWsCMRTE7wX/h/AEbzXrHmxdjaKCYOnFLzw/Nm8/&#10;dPOyJHHd/vdNQehxmJnfMItVbxrRkfO1ZQWTcQKCOLe65lLB5bx7/wThA7LGxjIp+CEPq+XgbYGZ&#10;tk8+UncKpYgQ9hkqqEJoMyl9XpFBP7YtcfQK6wyGKF0ptcNnhJtGpkkylQZrjgsVtrStKL+fHkbB&#10;udv4/fEWZvqr2Mj0uzikV7dWajTs13MQgfrwH36191rBxwz+vs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WsyM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START</w:t>
                        </w:r>
                      </w:p>
                    </w:txbxContent>
                  </v:textbox>
                </v:shape>
                <v:shape id="Text Box 84" o:spid="_x0000_s1292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p1cr8A&#10;AADbAAAADwAAAGRycy9kb3ducmV2LnhtbERPy4rCMBTdC/MP4QruNLWLQTtG0QHBYTZqZdaX5vah&#10;zU1JYq1/P1kILg/nvdoMphU9Od9YVjCfJSCIC6sbrhRc8v10AcIHZI2tZVLwJA+b9cdohZm2Dz5R&#10;fw6ViCHsM1RQh9BlUvqiJoN+ZjviyJXWGQwRukpqh48YblqZJsmnNNhwbKixo++aitv5bhTk/c4f&#10;Ttew1D/lTqa/5TH9c1ulJuNh+wUi0BDe4pf7oBUs4vr4Jf4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enVyvwAAANsAAAAPAAAAAAAAAAAAAAAAAJgCAABkcnMvZG93bnJl&#10;di54bWxQSwUGAAAAAAQABAD1AAAAhA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PAUZA</w:t>
                        </w:r>
                      </w:p>
                    </w:txbxContent>
                  </v:textbox>
                </v:shape>
                <v:shape id="Text Box 85" o:spid="_x0000_s1293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bQ6cIA&#10;AADbAAAADwAAAGRycy9kb3ducmV2LnhtbESPS4sCMRCE78L+h9ALe9OMc1h0NIoKgosXX3huJj2P&#10;3UlnSLLj+O+NIHgsquorar7sTSM6cr62rGA8SkAQ51bXXCq4nLfDCQgfkDU2lknBnTwsFx+DOWba&#10;3vhI3SmUIkLYZ6igCqHNpPR5RQb9yLbE0SusMxiidKXUDm8RbhqZJsm3NFhzXKiwpU1F+d/p3yg4&#10;d2u/O/6Gqf4p1jLdF4f06lZKfX32qxmIQH14h1/tnVYwGcP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tDpwgAAANsAAAAPAAAAAAAAAAAAAAAAAJgCAABkcnMvZG93&#10;bnJldi54bWxQSwUGAAAAAAQABAD1AAAAhw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STOP</w:t>
                        </w:r>
                      </w:p>
                    </w:txbxContent>
                  </v:textbox>
                </v:shape>
                <v:shape id="Text Box 86" o:spid="_x0000_s1294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ROnsMA&#10;AADbAAAADwAAAGRycy9kb3ducmV2LnhtbESPzWrDMBCE74W8g9hAbo1cH4LrRglxIOCSS5OUnhdr&#10;/dNaKyOptvP2VaHQ4zAz3zDb/Wx6MZLznWUFT+sEBHFldceNgvfb6TED4QOyxt4yKbiTh/1u8bDF&#10;XNuJLzReQyMihH2OCtoQhlxKX7Vk0K/tQBy92jqDIUrXSO1winDTyzRJNtJgx3GhxYGOLVVf12+j&#10;4DYWvrx8hmf9WhcyPddv6Yc7KLVazocXEIHm8B/+a5daQZbC75f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ROns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NOTEBOOK</w:t>
                        </w:r>
                      </w:p>
                    </w:txbxContent>
                  </v:textbox>
                </v:shape>
                <v:shape id="Text Box 87" o:spid="_x0000_s1295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rBcMA&#10;AADbAAAADwAAAGRycy9kb3ducmV2LnhtbESPW2sCMRSE3wv+h3AE32rWLRRdjaKCoPSlXvD5sDl7&#10;0c3JkqTr+u9NodDHYWa+YRar3jSiI+drywom4wQEcW51zaWCy3n3PgXhA7LGxjIpeJKH1XLwtsBM&#10;2wcfqTuFUkQI+wwVVCG0mZQ+r8igH9uWOHqFdQZDlK6U2uEjwk0j0yT5lAZrjgsVtrStKL+ffoyC&#10;c7fx++MtzPSh2Mj0q/hOr26t1GjYr+cgAvXhP/zX3msF0w/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jrBcMAAADbAAAADwAAAAAAAAAAAAAAAACYAgAAZHJzL2Rv&#10;d25yZXYueG1sUEsFBgAAAAAEAAQA9QAAAIgDAAAAAA=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rPr>
                            <w:color w:val="BFBFBF"/>
                          </w:rPr>
                          <w:t>TABLET</w:t>
                        </w:r>
                      </w:p>
                    </w:txbxContent>
                  </v:textbox>
                </v:shape>
                <v:shape id="Text Box 88" o:spid="_x0000_s1296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FzccMA&#10;AADbAAAADwAAAGRycy9kb3ducmV2LnhtbESPW2sCMRSE3wv+h3AE32rWpRRdjaKCoPSlXvD5sDl7&#10;0c3JkqTr+u9NodDHYWa+YRar3jSiI+drywom4wQEcW51zaWCy3n3PgXhA7LGxjIpeJKH1XLwtsBM&#10;2wcfqTuFUkQI+wwVVCG0mZQ+r8igH9uWOHqFdQZDlK6U2uEjwk0j0yT5lAZrjgsVtrStKL+ffoyC&#10;c7fx++MtzPSh2Mj0q/hOr26t1GjYr+cgAvXhP/zX3msF0w/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FzccMAAADbAAAADwAAAAAAAAAAAAAAAACYAgAAZHJzL2Rv&#10;d25yZXYueG1sUEsFBgAAAAAEAAQA9QAAAIgDAAAAAA==&#10;">
                  <v:textbox inset="0,0,0,0">
                    <w:txbxContent>
                      <w:p w:rsidR="00101B49" w:rsidRPr="002673A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2673A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89" o:spid="_x0000_s1297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BPT8IA&#10;AADbAAAADwAAAGRycy9kb3ducmV2LnhtbESPQWsCMRSE7wX/Q3iCt5qtYJGtUbai4EmoFqq3x+Y1&#10;Wdy8LJvorv/eCILHYWa+YebL3tXiSm2oPCv4GGcgiEuvKzYKfg+b9xmIEJE11p5JwY0CLBeDtznm&#10;2nf8Q9d9NCJBOOSowMbY5FKG0pLDMPYNcfL+feswJtkaqVvsEtzVcpJln9JhxWnBYkMrS+V5f3EK&#10;1s1pV0xNkMVftMez/+42dmeUGg374gtEpD6+ws/2ViuYTeHxJf0A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E9PwgAAANsAAAAPAAAAAAAAAAAAAAAAAJgCAABkcnMvZG93&#10;bnJldi54bWxQSwUGAAAAAAQABAD1AAAAhwMAAAAA&#10;" filled="f"/>
                <v:rect id="Rectangle 90" o:spid="_x0000_s1298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LROMMA&#10;AADbAAAADwAAAGRycy9kb3ducmV2LnhtbESPT2sCMRTE7wW/Q3hCbzXbgiJbo2xFwZPgH1Bvj81r&#10;srh5WTapu/32RhA8DjPzG2a26F0tbtSGyrOCz1EGgrj0umKj4HhYf0xBhIissfZMCv4pwGI+eJth&#10;rn3HO7rtoxEJwiFHBTbGJpcylJYchpFviJP361uHMcnWSN1il+Cull9ZNpEOK04LFhtaWiqv+z+n&#10;YNVctsXYBFmcoj1f/U+3tluj1PuwL75BROrjK/xsb7SC6QQ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LROMMAAADbAAAADwAAAAAAAAAAAAAAAACYAgAAZHJzL2Rv&#10;d25yZXYueG1sUEsFBgAAAAAEAAQA9QAAAIgDAAAAAA==&#10;" filled="f"/>
                <v:shape id="Text Box 91" o:spid="_x0000_s1299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PtBsMA&#10;AADbAAAADwAAAGRycy9kb3ducmV2LnhtbESPzWsCMRTE7wX/h/AEbzXrHlpdjaKCoPRSP/D82Lz9&#10;0M3LkqTr+t+bQqHHYWZ+wyxWvWlER87XlhVMxgkI4tzqmksFl/PufQrCB2SNjWVS8CQPq+XgbYGZ&#10;tg8+UncKpYgQ9hkqqEJoMyl9XpFBP7YtcfQK6wyGKF0ptcNHhJtGpknyIQ3WHBcqbGlbUX4//RgF&#10;527j98dbmOlDsZHpV/GdXt1aqdGwX89BBOrDf/ivvdcKpp/w+yX+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PtBs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2673A3">
                          <w:t>MUTE</w:t>
                        </w:r>
                      </w:p>
                    </w:txbxContent>
                  </v:textbox>
                </v:shape>
                <v:rect id="Rectangle 92" o:spid="_x0000_s1300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/4Qb4A&#10;AADbAAAADwAAAGRycy9kb3ducmV2LnhtbERPy4rCMBTdC/5DuMJsRNMpIqU2iggzDIgLHx9wSW4f&#10;2NyUJtXO35uF4PJw3sVutK14UO8bxwq+lwkIYu1Mw5WC2/VnkYHwAdlg65gU/JOH3XY6KTA37sln&#10;elxCJWII+xwV1CF0uZRe12TRL11HHLnS9RZDhH0lTY/PGG5bmSbJWlpsODbU2NGhJn2/DFbBgNoe&#10;M1z9liMNp5Cmc91Ug1Jfs3G/ARFoDB/x2/1nFGRxbPwSf4Dc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n/+EG+AAAA2wAAAA8AAAAAAAAAAAAAAAAAmAIAAGRycy9kb3ducmV2&#10;LnhtbFBLBQYAAAAABAAEAPUAAACDAwAAAAA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93" o:spid="_x0000_s1301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k0JsQAAADbAAAADwAAAGRycy9kb3ducmV2LnhtbESPT2sCMRTE7wW/Q3hCbzVrD9VdjSIu&#10;hR7agn/w/Nw8N4ubl2WTrum3bwqCx2FmfsMs19G2YqDeN44VTCcZCOLK6YZrBcfD+8schA/IGlvH&#10;pOCXPKxXo6clFtrdeEfDPtQiQdgXqMCE0BVS+sqQRT9xHXHyLq63GJLsa6l7vCW4beVrlr1Jiw2n&#10;BYMdbQ1V1/2PVTAz5U7OZPl5+C6HZprHr3g650o9j+NmASJQDI/wvf2hFcxz+P+Sf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iTQmxAAAANsAAAAPAAAAAAAAAAAA&#10;AAAAAKECAABkcnMvZG93bnJldi54bWxQSwUGAAAAAAQABAD5AAAAkgMAAAAA&#10;">
                  <v:stroke endarrow="block"/>
                </v:line>
                <v:line id="Line 94" o:spid="_x0000_s1302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yLKMQAAADbAAAADwAAAGRycy9kb3ducmV2LnhtbESPwWrCQBCG74W+wzKFXoJurFBqdJXa&#10;VigUD1UPHofsmIRmZ0N2qvHtnUOhx+Gf/5tvFqshtOZMfWoiO5iMczDEZfQNVw4O+83oBUwSZI9t&#10;ZHJwpQSr5f3dAgsfL/xN551URiGcCnRQi3SFtamsKWAax45Ys1PsA4qOfWV9jxeFh9Y+5fmzDdiw&#10;Xqixo7eayp/db1CNzZbfp9NsHWyWzejjKF+5FeceH4bXORihQf6X/9qf3sFM7fUXBYBd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zIsoxAAAANsAAAAPAAAAAAAAAAAA&#10;AAAAAKECAABkcnMvZG93bnJldi54bWxQSwUGAAAAAAQABAD5AAAAkgMAAAAA&#10;">
                  <v:stroke endarrow="block"/>
                </v:line>
                <v:shape id="Text Box 95" o:spid="_x0000_s1303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4mJsQA&#10;AADbAAAADwAAAGRycy9kb3ducmV2LnhtbESPQWvCQBSE74L/YXlCL0U39qA1dZUSUaR4aQz2+si+&#10;JqHZt+nuGtN/3y0UPA4z3wyz3g6mFT0531hWMJ8lIIhLqxuuFBTn/fQZhA/IGlvLpOCHPGw349Ea&#10;U21v/E59HioRS9inqKAOoUul9GVNBv3MdsTR+7TOYIjSVVI7vMVy08qnJFlIgw3HhRo7ymoqv/Kr&#10;UbBatDtsDkWWXLJvfnz76JfXU6/Uw2R4fQERaAj38D991JGbw9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uJibEAAAA2wAAAA8AAAAAAAAAAAAAAAAAmAIAAGRycy9k&#10;b3ducmV2LnhtbFBLBQYAAAAABAAEAPUAAACJAwAAAAA=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96" o:spid="_x0000_s1304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U4s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VjN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KU4sMAAADbAAAADwAAAAAAAAAAAAAAAACYAgAAZHJzL2Rv&#10;d25yZXYueG1sUEsFBgAAAAAEAAQA9QAAAIgDAAAAAA==&#10;"/>
                <v:oval id="Oval 97" o:spid="_x0000_s1305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4xe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yn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4xecMAAADbAAAADwAAAAAAAAAAAAAAAACYAgAAZHJzL2Rv&#10;d25yZXYueG1sUEsFBgAAAAAEAAQA9QAAAIgDAAAAAA==&#10;"/>
                <v:shape id="Text Box 98" o:spid="_x0000_s1306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OANsMA&#10;AADbAAAADwAAAGRycy9kb3ducmV2LnhtbESPT2vCQBTE7wW/w/IEb3VTlTamruIfKt6kacHrI/vM&#10;hmTfhuyq6bd3BaHHYWZ+wyxWvW3ElTpfOVbwNk5AEBdOV1wq+P35ek1B+ICssXFMCv7Iw2o5eFlg&#10;pt2Nv+mah1JECPsMFZgQ2kxKXxiy6MeuJY7e2XUWQ5RdKXWHtwi3jZwkybu0WHFcMNjS1lBR5xer&#10;YHqcfJz8Pt9t2xPN69Rv6jMbpUbDfv0JIlAf/sPP9kErmM/g8S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+OANsMAAADb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99" o:spid="_x0000_s1307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8lrcMA&#10;AADbAAAADwAAAGRycy9kb3ducmV2LnhtbESPT2vCQBTE7wW/w/IEb3VTxTamruIfKt6kacHrI/vM&#10;hmTfhuyq6bd3BaHHYWZ+wyxWvW3ElTpfOVbwNk5AEBdOV1wq+P35ek1B+ICssXFMCv7Iw2o5eFlg&#10;pt2Nv+mah1JECPsMFZgQ2kxKXxiy6MeuJY7e2XUWQ5RdKXWHtwi3jZwkybu0WHFcMNjS1lBR5xer&#10;YHqcfJz8Pt9t2xPN69Rv6jMbpUbDfv0JIlAf/sPP9kErmM/g8S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8lrcMAAADb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100" o:spid="_x0000_s1308" style="position:absolute;top:33727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rect id="Rectangle 101" o:spid="_x0000_s1309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fifsMA&#10;AADbAAAADwAAAGRycy9kb3ducmV2LnhtbESPQWsCMRSE74X+h/AK3mq2BVtdjbItFTwJVUG9PTbP&#10;ZHHzsmxSd/33jSB4HGbmG2a26F0tLtSGyrOCt2EGgrj0umKjYLddvo5BhIissfZMCq4UYDF/fpph&#10;rn3Hv3TZRCMShEOOCmyMTS5lKC05DEPfECfv5FuHMcnWSN1il+Culu9Z9iEdVpwWLDb0bak8b/6c&#10;gp/muC5GJshiH+3h7L+6pV0bpQYvfTEFEamPj/C9vdIKJp9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fifsMAAADbAAAADwAAAAAAAAAAAAAAAACYAgAAZHJzL2Rv&#10;d25yZXYueG1sUEsFBgAAAAAEAAQA9QAAAIgDAAAAAA==&#10;" filled="f"/>
                  <v:shape id="Text Box 102" o:spid="_x0000_s1310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iJNsEA&#10;AADbAAAADwAAAGRycy9kb3ducmV2LnhtbERPz2vCMBS+C/4P4Qm7adohQztTGYKwy9xWvez2aF6b&#10;sualNJnN/OvNYbDjx/d7t4+2F1cafedYQb7KQBDXTnfcKricj8sNCB+QNfaOScEvediX89kOC+0m&#10;/qRrFVqRQtgXqMCEMBRS+tqQRb9yA3HiGjdaDAmOrdQjTinc9vIxy56kxY5Tg8GBDobq7+rHKkCd&#10;f9ze1jG+n059vp5M3cSvjVIPi/jyDCJQDP/iP/erVrBNY9OX9ANk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oiTbBAAAA2wAAAA8AAAAAAAAAAAAAAAAAmAIAAGRycy9kb3du&#10;cmV2LnhtbFBLBQYAAAAABAAEAPUAAACG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103" o:spid="_x0000_s1311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fDj8QA&#10;AADbAAAADwAAAGRycy9kb3ducmV2LnhtbESP3WrCQBSE7wu+w3KE3hTdWGnR1DWYQkHwotT2AQ7Z&#10;YzY1ezZmNz++vSsUejnMzDfMJhttLXpqfeVYwWKegCAunK64VPDz/TFbgfABWWPtmBRcyUO2nTxs&#10;MNVu4C/qj6EUEcI+RQUmhCaV0heGLPq5a4ijd3KtxRBlW0rd4hDhtpbPSfIqLVYcFww29G6oOB87&#10;qyAv+TfPXw7UXD6XZnw6GRM6o9TjdNy9gQg0hv/wX3uvFazXcP8Sf4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w4/EAAAA2wAAAA8AAAAAAAAAAAAAAAAAmAIAAGRycy9k&#10;b3ducmV2LnhtbFBLBQYAAAAABAAEAPUAAACJAwAAAAA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104" o:spid="_x0000_s1312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3Fi8UA&#10;AADcAAAADwAAAGRycy9kb3ducmV2LnhtbESPQWvCQBCF70L/wzKFXsRsWmmRmFWaQqHgQar9AUN2&#10;zMZmZ9Psqum/dw6Ctxnem/e+Kdej79SZhtgGNvCc5aCI62Bbbgz87D9nC1AxIVvsApOBf4qwXj1M&#10;SixsuPA3nXepURLCsUADLqW+0DrWjjzGLPTEoh3C4DHJOjTaDniRcN/plzx/0x5blgaHPX04qn93&#10;J2+gavhYVa8b6v+2czdOD86lkzPm6XF8X4JKNKa7+Xb9ZQU/F3x5Rib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cWL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105" o:spid="_x0000_s1313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FgEMAA&#10;AADcAAAADwAAAGRycy9kb3ducmV2LnhtbERPzYrCMBC+C75DGMGLaOouilSjWGFB2MNi9QGGZmyq&#10;zaQ2Ubtvv1kQvM3H9zurTWdr8aDWV44VTCcJCOLC6YpLBafj13gBwgdkjbVjUvBLHjbrfm+FqXZP&#10;PtAjD6WIIexTVGBCaFIpfWHIop+4hjhyZ9daDBG2pdQtPmO4reVHksylxYpjg8GGdoaKa363CrKS&#10;L1k2+6bm9vNputHZmHA3Sg0H3XYJIlAX3uKXe6/j/GQK/8/EC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fFgEMAAAADcAAAADwAAAAAAAAAAAAAAAACYAgAAZHJzL2Rvd25y&#10;ZXYueG1sUEsFBgAAAAAEAAQA9QAAAIU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106" o:spid="_x0000_s1314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P+Z8IA&#10;AADcAAAADwAAAGRycy9kb3ducmV2LnhtbERPzWrCQBC+C77DMoVepG5MUUp0DaZQKPRQjD7AkB2z&#10;sdnZmN3E9O27hUJv8/H9zi6fbCtG6n3jWMFqmYAgrpxuuFZwPr09vYDwAVlj65gUfJOHfD+f7TDT&#10;7s5HGstQixjCPkMFJoQuk9JXhiz6peuII3dxvcUQYV9L3eM9httWpkmykRYbjg0GO3o1VH2Vg1VQ&#10;1HwtivUHdbfPZzMtLsaEwSj1+DAdtiACTeFf/Od+13F+ksL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/5nwgAAANwAAAAPAAAAAAAAAAAAAAAAAJgCAABkcnMvZG93&#10;bnJldi54bWxQSwUGAAAAAAQABAD1AAAAhw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v:group id="Group 107" o:spid="_x0000_s1315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rect id="Rectangle 108" o:spid="_x0000_s1316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ranMIA&#10;AADc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3PnuH+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ytqcwgAAANwAAAAPAAAAAAAAAAAAAAAAAJgCAABkcnMvZG93&#10;bnJldi54bWxQSwUGAAAAAAQABAD1AAAAhwMAAAAA&#10;" filled="f"/>
                  <v:shape id="Text Box 109" o:spid="_x0000_s1317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UKZcAA&#10;AADcAAAADwAAAGRycy9kb3ducmV2LnhtbERPTWsCMRC9F/wPYYTeuokFS1mNIorgQaS1PXgcNuPu&#10;4mayJNGs/94Ihd7m8T5nvhxsJ27kQ+tYw6RQIIgrZ1quNfz+bN8+QYSIbLBzTBruFGC5GL3MsTQu&#10;8TfdjrEWOYRDiRqaGPtSylA1ZDEUrifO3Nl5izFDX0vjMeVw28l3pT6kxZZzQ4M9rRuqLser1aAS&#10;+VRPT1+2PezZ7ELab64rrV/Hw2oGItIQ/8V/7p3J89UUns/k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UKZcAAAADcAAAADwAAAAAAAAAAAAAAAACYAgAAZHJzL2Rvd25y&#10;ZXYueG1sUEsFBgAAAAAEAAQA9QAAAIUDAAAAAA==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110" o:spid="_x0000_s1318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ThcMEA&#10;AADcAAAADwAAAGRycy9kb3ducmV2LnhtbERP32vCMBB+F/Y/hBvsTdMJE+mMpRsKPglTYdvb0dyS&#10;0uZSmmjrf28Ggm/38f28VTG6VlyoD7VnBa+zDARx5XXNRsHpuJ0uQYSIrLH1TAquFKBYP01WmGs/&#10;8BddDtGIFMIhRwU2xi6XMlSWHIaZ74gT9+d7hzHB3kjd45DCXSvnWbaQDmtODRY7+rRUNYezU7Dp&#10;fvflmwmy/I72p/Efw9bujVIvz2P5DiLSGB/iu3un0/xsAf/PpAvk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U4XDBAAAA3AAAAA8AAAAAAAAAAAAAAAAAmAIAAGRycy9kb3du&#10;cmV2LnhtbFBLBQYAAAAABAAEAPUAAACGAwAAAAA=&#10;" filled="f"/>
                  <v:shape id="Text Box 111" o:spid="_x0000_s1319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xicAA&#10;AADcAAAADwAAAGRycy9kb3ducmV2LnhtbERPTWsCMRC9C/6HMII3TSzYltUoohQ8SGmtB4/DZtxd&#10;3EyWJJr135tCobd5vM9Zrnvbijv50DjWMJsqEMSlMw1XGk4/H5N3ECEiG2wdk4YHBVivhoMlFsYl&#10;/qb7MVYih3AoUEMdY1dIGcqaLIap64gzd3HeYszQV9J4TDnctvJFqVdpseHcUGNH25rK6/FmNahE&#10;PlXz85dtPg9s9iEddreN1uNRv1mAiNTHf/Gfe2/yfPUGv8/kC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sxicAAAADcAAAADwAAAAAAAAAAAAAAAACYAgAAZHJzL2Rvd25y&#10;ZXYueG1sUEsFBgAAAAAEAAQA9QAAAIUDAAAAAA==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112" o:spid="_x0000_s1320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Y498UA&#10;AADcAAAADwAAAGRycy9kb3ducmV2LnhtbESPQWvCQBCF74L/YRmhN91UirWpq5Si0IvYaBG8Ddkx&#10;CWZnk+xW03/fOQjeZnhv3vtmsepdra7UhcqzgedJAoo497biwsDPYTOegwoR2WLtmQz8UYDVcjhY&#10;YGr9jTO67mOhJIRDigbKGJtU65CX5DBMfEMs2tl3DqOsXaFthzcJd7WeJslMO6xYGkps6LOk/LL/&#10;dQa27Uu2C+369J25t3N/xHUbXy/GPI36j3dQkfr4MN+vv6zgJ0Irz8gE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jj3xQAAANwAAAAPAAAAAAAAAAAAAAAAAJgCAABkcnMv&#10;ZG93bnJldi54bWxQSwUGAAAAAAQABAD1AAAAigMAAAAA&#10;" fillcolor="#f90"/>
                  <v:shape id="AutoShape 113" o:spid="_x0000_s1321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qdbMMA&#10;AADcAAAADwAAAGRycy9kb3ducmV2LnhtbERPTWvCQBC9F/wPywje6sYiraauQUqEXoqNlkJvQ3ZM&#10;QrKzSXaN6b93CwVv83ifs0lG04iBeldZVrCYRyCIc6srLhR8nfaPKxDOI2tsLJOCX3KQbCcPG4y1&#10;vXJGw9EXIoSwi1FB6X0bS+nykgy6uW2JA3e2vUEfYF9I3eM1hJtGPkXRszRYcWgosaW3kvL6eDEK&#10;PrpldnBd+vOZmfV5/Ma08y+1UrPpuHsF4Wn0d/G/+12H+dEa/p4JF8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qdbMMAAADcAAAADwAAAAAAAAAAAAAAAACYAgAAZHJzL2Rv&#10;d25yZXYueG1sUEsFBgAAAAAEAAQA9QAAAIgDAAAAAA==&#10;" fillcolor="#f90"/>
                  <v:shape id="AutoShape 114" o:spid="_x0000_s1322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k5KMgA&#10;AADcAAAADwAAAGRycy9kb3ducmV2LnhtbESPQU/CQBCF7yT+h82YeCGwxYOSwkKMxqCJB6EkwG3o&#10;Dm21O1u6K1R/vXMg4TaT9+a9b6bzztXqRG2oPBsYDRNQxLm3FRcG1tnrYAwqRGSLtWcy8EsB5rOb&#10;3hRT68+8pNMqFkpCOKRooIyxSbUOeUkOw9A3xKIdfOswytoW2rZ4lnBX6/skedAOK5aGEht6Lin/&#10;Xv04A19/29i9FPvHY5bgR1btNu+f/YUxd7fd0wRUpC5ezZfrNyv4I8GXZ2QCPfs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mTkoyAAAANwAAAAPAAAAAAAAAAAAAAAAAJgCAABk&#10;cnMvZG93bnJldi54bWxQSwUGAAAAAAQABAD1AAAAjQMAAAAA&#10;" fillcolor="#f90"/>
                  <v:shape id="AutoShape 115" o:spid="_x0000_s1323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Wcs8UA&#10;AADcAAAADwAAAGRycy9kb3ducmV2LnhtbERPTWvCQBC9F/oflil4KbqJB1uiqxSlqOBBTUG9jdlp&#10;kjY7m2ZXjf56t1DobR7vc0aT1lTiTI0rLSuIexEI4szqknMFH+l79xWE88gaK8uk4EoOJuPHhxEm&#10;2l54Q+etz0UIYZeggsL7OpHSZQUZdD1bEwfu0zYGfYBNLnWDlxBuKtmPooE0WHJoKLCmaUHZ9/Zk&#10;FHzd9r6d5ceXnzTCVVoedsv181ypzlP7NgThqfX/4j/3Qof5cQy/z4QL5P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1ZyzxQAAANwAAAAPAAAAAAAAAAAAAAAAAJgCAABkcnMv&#10;ZG93bnJldi54bWxQSwUGAAAAAAQABAD1AAAAigMAAAAA&#10;" fillcolor="#f90"/>
                  <v:rect id="Rectangle 116" o:spid="_x0000_s1324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GqxMMA&#10;AADcAAAADwAAAGRycy9kb3ducmV2LnhtbERPyWrDMBC9F/oPYgq9NXJyCKlr2YRCyVIIxMkHDNZ4&#10;aayRkRTHzddXhUJv83jrZMVkejGS851lBfNZAoK4srrjRsH59PGyAuEDssbeMin4Jg9F/viQYart&#10;jY80lqERMYR9igraEIZUSl+1ZNDP7EAcudo6gyFC10jt8BbDTS8XSbKUBjuODS0O9N5SdSmvRsFy&#10;VW9O7vWww+b42fPX/jreNwelnp+m9RuIQFP4F/+5tzrOny/g95l4gc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GqxMMAAADcAAAADwAAAAAAAAAAAAAAAACYAgAAZHJzL2Rv&#10;d25yZXYueG1sUEsFBgAAAAAEAAQA9QAAAIgDAAAAAA==&#10;" fillcolor="#f90"/>
                  <v:rect id="Rectangle 117" o:spid="_x0000_s1325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0PX8MA&#10;AADcAAAADwAAAGRycy9kb3ducmV2LnhtbERP3WrCMBS+H/gO4Qi7m6kOStcZZQyGOkGo7gEOzbHt&#10;1pyUJLZ1T28GA+/Ox/d7luvRtKIn5xvLCuazBARxaXXDlYKv08dTBsIHZI2tZVJwJQ/r1eRhibm2&#10;AxfUH0MlYgj7HBXUIXS5lL6syaCf2Y44cmfrDIYIXSW1wyGGm1YukiSVBhuODTV29F5T+XO8GAVp&#10;dt6c3Mthh1Wxb/n789L/bg5KPU7Ht1cQgcZwF/+7tzrOnz/D3zPx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0PX8MAAADcAAAADwAAAAAAAAAAAAAAAACYAgAAZHJzL2Rv&#10;d25yZXYueG1sUEsFBgAAAAAEAAQA9QAAAIgDAAAAAA==&#10;" fillcolor="#f90"/>
                  <v:shape id="Text Box 118" o:spid="_x0000_s1326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Q708EA&#10;AADcAAAADwAAAGRycy9kb3ducmV2LnhtbERPS2sCMRC+F/wPYQRvNesiUrdGUaGgeKlr6XnYzD7q&#10;ZrIk6br+eyMUepuP7zmrzWBa0ZPzjWUFs2kCgriwuuFKwdfl4/UNhA/IGlvLpOBOHjbr0csKM21v&#10;fKY+D5WIIewzVFCH0GVS+qImg35qO+LIldYZDBG6SmqHtxhuWpkmyUIabDg21NjRvqbimv8aBZd+&#10;5w/nn7DUx3In01P5mX67rVKT8bB9BxFoCP/iP/dBx/mzOTyfi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O9PBAAAA3AAAAA8AAAAAAAAAAAAAAAAAmAIAAGRycy9kb3du&#10;cmV2LnhtbFBLBQYAAAAABAAEAPUAAACG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119" o:spid="_x0000_s1327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+UaMMA&#10;AADcAAAADwAAAGRycy9kb3ducmV2LnhtbERPTWvCQBC9C/0PyxS86caCVmI2oraC0F60FvE2ZKfZ&#10;0Oxsml01/feuIHibx/ucbN7ZWpyp9ZVjBaNhAoK4cLriUsH+az2YgvABWWPtmBT8k4d5/tTLMNXu&#10;wls670IpYgj7FBWYEJpUSl8YsuiHriGO3I9rLYYI21LqFi8x3NbyJUkm0mLFscFgQytDxe/uZBUs&#10;lofXT3ozk4+w9+Xfcbt+P9bfSvWfu8UMRKAuPMR390bH+aMx3J6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+UaMMAAADcAAAADwAAAAAAAAAAAAAAAACYAgAAZHJzL2Rv&#10;d25yZXYueG1sUEsFBgAAAAAEAAQA9QAAAIg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120" o:spid="_x0000_s1328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0KH8QA&#10;AADcAAAADwAAAGRycy9kb3ducmV2LnhtbERPS2vCQBC+F/wPywje6sYe0pK6EesDCvWiTZHchuyY&#10;Dc3Optmtxn/vCoXe5uN7znwx2FacqfeNYwWzaQKCuHK64VpB8bl9fAHhA7LG1jEpuJKHRT56mGOm&#10;3YX3dD6EWsQQ9hkqMCF0mZS+MmTRT11HHLmT6y2GCPta6h4vMdy28ilJUmmx4dhgsKOVoer78GsV&#10;LN+Ozztam/QjFL7+KffbTdl+KTUZD8tXEIGG8C/+c7/rOH+Wwv2ZeIH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tCh/EAAAA3AAAAA8AAAAAAAAAAAAAAAAAmAIAAGRycy9k&#10;b3ducmV2LnhtbFBLBQYAAAAABAAEAPUAAACJ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121" o:spid="_x0000_s1329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GvhMQA&#10;AADcAAAADwAAAGRycy9kb3ducmV2LnhtbERPS2vCQBC+F/oflil4azb2oCW6in0IhXpRI+JtyI7Z&#10;YHY2za5J+u+7QsHbfHzPmS8HW4uOWl85VjBOUhDEhdMVlwry/fr5FYQPyBprx6TglzwsF48Pc8y0&#10;63lL3S6UIoawz1CBCaHJpPSFIYs+cQ1x5M6utRgibEupW+xjuK3lS5pOpMWKY4PBht4NFZfd1SpY&#10;vR2nG/owk++Q+/LntF1/nuqDUqOnYTUDEWgId/G/+0vH+eMp3J6JF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hr4TEAAAA3AAAAA8AAAAAAAAAAAAAAAAAmAIAAGRycy9k&#10;b3ducmV2LnhtbFBLBQYAAAAABAAEAPUAAACJ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122" o:spid="_x0000_s1330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kx1sQA&#10;AADcAAAADwAAAGRycy9kb3ducmV2LnhtbESPS2vDMBCE74X+B7GF3ho5PpTGjRKSQiEll7zoebHW&#10;j8RaGUl1nH+fPRRy22VmZ76dL0fXqYFCbD0bmE4yUMSlty3XBk7H77cPUDEhW+w8k4EbRVgunp/m&#10;WFh/5T0Nh1QrCeFYoIEmpb7QOpYNOYwT3xOLVvngMMkaam0DXiXcdTrPsnftsGVpaLCnr4bKy+HP&#10;GTgO67jZn9PM/lRrnW+rXf4bVsa8voyrT1CJxvQw/19vrOBPhVaekQn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MdbEAAAA3AAAAA8AAAAAAAAAAAAAAAAAmAIAAGRycy9k&#10;b3ducmV2LnhtbFBLBQYAAAAABAAEAPUAAACJAwAAAAA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123" o:spid="_x0000_s1331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W7sIA&#10;AADcAAAADwAAAGRycy9kb3ducmV2LnhtbERPS4vCMBC+C/sfwix4kTVV8NGuURZBFC/iY+9DM9uG&#10;bSalSbX+eyMI3ubje85i1dlKXKnxxrGC0TABQZw7bbhQcDlvvuYgfEDWWDkmBXfysFp+9BaYaXfj&#10;I11PoRAxhH2GCsoQ6kxKn5dk0Q9dTRy5P9dYDBE2hdQN3mK4reQ4SabSouHYUGJN65Ly/1NrFfj9&#10;9mC68yYdpL/t4dLOjDlO1kr1P7ufbxCBuvAWv9w7HeePUng+Ey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gRbuwgAAANwAAAAPAAAAAAAAAAAAAAAAAJgCAABkcnMvZG93&#10;bnJldi54bWxQSwUGAAAAAAQABAD1AAAAhwMAAAAA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5" w:name="_Toc331149288"/>
      <w:r>
        <w:t xml:space="preserve">Obr. </w:t>
      </w:r>
      <w:fldSimple w:instr=" SEQ Obr. \* ARABIC ">
        <w:r w:rsidR="00D21A7E">
          <w:rPr>
            <w:noProof/>
          </w:rPr>
          <w:t>6</w:t>
        </w:r>
      </w:fldSimple>
      <w:r>
        <w:t xml:space="preserve">  Nahrávání projekce z tabule</w:t>
      </w:r>
      <w:bookmarkEnd w:id="5"/>
    </w:p>
    <w:p w:rsidR="00101B49" w:rsidRDefault="00101B49" w:rsidP="00101B49">
      <w:r>
        <w:t>Po ukončení přednášky STOP NAHRÁVÁNÍ – nic nevypínat – ukončí se nahrávání jednoho Filu = část přednášky nebo přednáška celá v jednom souboru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70" name="Plátno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Připraveno k </w:t>
                              </w:r>
                              <w:proofErr w:type="gramStart"/>
                              <w:r>
                                <w:t>nahrávaní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r w:rsidRPr="004D7D33"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4D7D3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4D7D3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39" name="Line 42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3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46" name="Group 49"/>
                        <wpg:cNvGrpSpPr>
                          <a:grpSpLocks/>
                        </wpg:cNvGrpSpPr>
                        <wpg:grpSpPr bwMode="auto">
                          <a:xfrm>
                            <a:off x="0" y="3372709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47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9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53" name="Group 56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54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6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utoShape 64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5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8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2" o:spid="_x0000_s1332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">
                <v:shape id="_x0000_s1333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24" o:spid="_x0000_s1334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Wo3sIA&#10;AADbAAAADwAAAGRycy9kb3ducmV2LnhtbESPT4vCMBTE78J+h/AW9mZThRXpGkVcFjyI+O/g8dG8&#10;bYvNS0miqd/eCILHYWZ+w8wWvWnFjZxvLCsYZTkI4tLqhisFp+PfcArCB2SNrWVScCcPi/nHYIaF&#10;tpH3dDuESiQI+wIV1CF0hZS+rMmgz2xHnLx/6wyGJF0ltcOY4KaV4zyfSIMNp4UaO1rVVF4OV6Mg&#10;j+Ri9X3emWa7Yb32cfN7XSr19dkvf0AE6sM7/GqvtYLxCJ5f0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ajewgAAANs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25" o:spid="_x0000_s1335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26" o:spid="_x0000_s1336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tmsMA&#10;AADbAAAADwAAAGRycy9kb3ducmV2LnhtbESPQWvCQBSE70L/w/IKvemmEaWkriEVhZ6E2kLb2yP7&#10;uhvMvg3Z1cR/7woFj8PMfMOsytG14kx9aDwreJ5lIIhrrxs2Cr4+d9MXECEia2w9k4ILBSjXD5MV&#10;FtoP/EHnQzQiQTgUqMDG2BVShtqSwzDzHXHy/nzvMCbZG6l7HBLctTLPsqV02HBasNjRxlJ9PJyc&#10;gm33u68WJsjqO9qfo38bdnZvlHp6HKtXEJHGeA//t9+1gnwO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MtmsMAAADbAAAADwAAAAAAAAAAAAAAAACYAgAAZHJzL2Rv&#10;d25yZXYueG1sUEsFBgAAAAAEAAQA9QAAAIgDAAAAAA==&#10;" filled="f"/>
                <v:oval id="Oval 27" o:spid="_x0000_s1337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g6s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8zf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g6sMAAADbAAAADwAAAAAAAAAAAAAAAACYAgAAZHJzL2Rv&#10;d25yZXYueG1sUEsFBgAAAAAEAAQA9QAAAIgDAAAAAA==&#10;"/>
                <v:rect id="Rectangle 28" o:spid="_x0000_s1338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6k9cEA&#10;AADbAAAADwAAAGRycy9kb3ducmV2LnhtbESPQYvCMBSE74L/ITzBm6YWLEvXKMuCoMeqh/X2aJ5t&#10;2eYlJNF2//1GEDwOM/MNs9mNphcP8qGzrGC1zEAQ11Z33Ci4nPeLDxAhImvsLZOCPwqw204nGyy1&#10;Hbiixyk2IkE4lKigjdGVUoa6JYNhaR1x8m7WG4xJ+kZqj0OCm17mWVZIgx2nhRYdfbdU/57uRoFb&#10;HatquJ6PxoUs9/fbDxWFVWo+G78+QUQa4zv8ah+0gnwNzy/p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upPXBAAAA2wAAAA8AAAAAAAAAAAAAAAAAmAIAAGRycy9kb3du&#10;cmV2LnhtbFBLBQYAAAAABAAEAPUAAACGAwAAAAA=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Připraveno k nahrávaní</w:t>
                        </w:r>
                      </w:p>
                    </w:txbxContent>
                  </v:textbox>
                </v:rect>
                <v:rect id="Rectangle 29" o:spid="_x0000_s1339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2aacUA&#10;AADbAAAADwAAAGRycy9kb3ducmV2LnhtbESPT2sCMRTE74V+h/AKvdWse9CyGkXEghSK1D94fWye&#10;m2U3L9tNusZvb4RCj8PM/IaZL6NtxUC9rx0rGI8yEMSl0zVXCo6Hj7d3ED4ga2wdk4IbeVgunp/m&#10;WGh35W8a9qESCcK+QAUmhK6Q0peGLPqR64iTd3G9xZBkX0nd4zXBbSvzLJtIizWnBYMdrQ2Vzf7X&#10;Kpieh6/N9vy52TXmJ66n8XRo8pNSry9xNQMRKIb/8F97qxXkE3h8S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ZppxQAAANsAAAAPAAAAAAAAAAAAAAAAAJgCAABkcnMv&#10;ZG93bnJldi54bWxQSwUGAAAAAAQABAD1AAAAigMAAAAA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30" o:spid="_x0000_s1340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VMcIA&#10;AADbAAAADwAAAGRycy9kb3ducmV2LnhtbESPT4vCMBTE78J+h/AWvGm6grp0jSIrggcR/+xhj4/m&#10;2Rabl5JEU7+9EQSPw8z8hpktOtOIGzlfW1bwNcxAEBdW11wq+DutB98gfEDW2FgmBXfysJh/9GaY&#10;axv5QLdjKEWCsM9RQRVCm0vpi4oM+qFtiZN3ts5gSNKVUjuMCW4aOcqyiTRYc1qosKXfiorL8WoU&#10;ZJFcLMf/e1Pvtqw3Pm5X16VS/c9u+QMiUBfe4Vd7oxWMpvD8kn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JUxwgAAANs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31" o:spid="_x0000_s1341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8BQ78A&#10;AADbAAAADwAAAGRycy9kb3ducmV2LnhtbERPTYvCMBC9C/6HMII3TRUU6ZoWWRE8yOKqB49DM9uW&#10;bSYliab++81B2OPjfW/LwXTiSc63lhUs5hkI4srqlmsFt+thtgHhA7LGzjIpeJGHshiPtphrG/mb&#10;npdQixTCPkcFTQh9LqWvGjLo57YnTtyPdQZDgq6W2mFM4aaTyyxbS4Mtp4YGe/psqPq9PIyCLJKL&#10;9ep+Nu3XifXRx9P+sVNqOhl2HyACDeFf/HYftYJlGpu+pB8gi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7wFDvwAAANsAAAAPAAAAAAAAAAAAAAAAAJgCAABkcnMvZG93bnJl&#10;di54bWxQSwUGAAAAAAQABAD1AAAAhA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32" o:spid="_x0000_s1342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D1cMA&#10;AADbAAAADwAAAGRycy9kb3ducmV2LnhtbESPzWrDMBCE74W8g9hAbo1cH0LjRglxIOCSS52Unhdr&#10;/dNaKyOptvP2VaHQ4zAz3zC7w2x6MZLznWUFT+sEBHFldceNgvfb+fEZhA/IGnvLpOBOHg77xcMO&#10;M20nLmm8hkZECPsMFbQhDJmUvmrJoF/bgTh6tXUGQ5SukdrhFOGml2mSbKTBjuNCiwOdWqq+rt9G&#10;wW3MfVF+hq1+rXOZXuq39MMdlVot5+MLiEBz+A//tQutIN3C75f4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aD1cMAAADbAAAADwAAAAAAAAAAAAAAAACYAgAAZHJzL2Rv&#10;d25yZXYueG1sUEsFBgAAAAAEAAQA9QAAAIgDAAAAAA==&#10;">
                  <v:textbox inset="0,0,0,0">
                    <w:txbxContent>
                      <w:p w:rsidR="00101B49" w:rsidRPr="004D7D33" w:rsidRDefault="00101B49" w:rsidP="00101B49">
                        <w:r w:rsidRPr="004D7D33">
                          <w:t>START</w:t>
                        </w:r>
                      </w:p>
                    </w:txbxContent>
                  </v:textbox>
                </v:shape>
                <v:shape id="Text Box 33" o:spid="_x0000_s1343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W8lb8A&#10;AADbAAAADwAAAGRycy9kb3ducmV2LnhtbERPy4rCMBTdC/5DuMLsNLWCjNUoOjDg4MYXri/N7UOb&#10;m5LE2vn7yUKY5eG8V5veNKIj52vLCqaTBARxbnXNpYLr5Xv8CcIHZI2NZVLwSx426+FghZm2Lz5R&#10;dw6liCHsM1RQhdBmUvq8IoN+YlviyBXWGQwRulJqh68YbhqZJslcGqw5NlTY0ldF+eP8NAou3c7v&#10;T/ew0D/FTqaH4pje3Fapj1G/XYII1Id/8du91wpmcX38En+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xbyVvwAAANsAAAAPAAAAAAAAAAAAAAAAAJgCAABkcnMvZG93bnJl&#10;di54bWxQSwUGAAAAAAQABAD1AAAAhA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PAUZA</w:t>
                        </w:r>
                      </w:p>
                    </w:txbxContent>
                  </v:textbox>
                </v:shape>
                <v:shape id="Text Box 34" o:spid="_x0000_s1344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kZDsMA&#10;AADbAAAADwAAAGRycy9kb3ducmV2LnhtbESPT2sCMRTE7wW/Q3iCt5p1Balbo6hQULzUtfT82Lz9&#10;UzcvS5Ku67c3QqHHYWZ+w6w2g2lFT843lhXMpgkI4sLqhisFX5eP1zcQPiBrbC2Tgjt52KxHLyvM&#10;tL3xmfo8VCJC2GeooA6hy6T0RU0G/dR2xNErrTMYonSV1A5vEW5amSbJQhpsOC7U2NG+puKa/xoF&#10;l37nD+efsNTHcifTU/mZfrutUpPxsH0HEWgI/+G/9kErmM/g+SX+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kZDs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STOP</w:t>
                        </w:r>
                      </w:p>
                    </w:txbxContent>
                  </v:textbox>
                </v:shape>
                <v:shape id="Text Box 35" o:spid="_x0000_s1345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uHecQA&#10;AADbAAAADwAAAGRycy9kb3ducmV2LnhtbESPzWrDMBCE74W8g9hAbo0cB0rjRjFOoJDQS+OEnhdr&#10;/dNaKyOpjvP2VaHQ4zAz3zDbfDK9GMn5zrKC1TIBQVxZ3XGj4Hp5fXwG4QOyxt4yKbiTh3w3e9hi&#10;pu2NzzSWoRERwj5DBW0IQyalr1oy6Jd2II5ebZ3BEKVrpHZ4i3DTyzRJnqTBjuNCiwMdWqq+ym+j&#10;4DLu/fH8GTb6VO9l+la/px+uUGoxn4oXEIGm8B/+ax+1gnUK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bh3nEAAAA2w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t>NOTEBOOK</w:t>
                        </w:r>
                      </w:p>
                    </w:txbxContent>
                  </v:textbox>
                </v:shape>
                <v:shape id="Text Box 36" o:spid="_x0000_s1346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i4sMA&#10;AADbAAAADwAAAGRycy9kb3ducmV2LnhtbESPW2sCMRSE3wv+h3AE32rWFUpdjaKCoPSlXvD5sDl7&#10;0c3JksR1/fdNodDHYWa+YRar3jSiI+drywom4wQEcW51zaWCy3n3/gnCB2SNjWVS8CIPq+XgbYGZ&#10;tk8+UncKpYgQ9hkqqEJoMyl9XpFBP7YtcfQK6wyGKF0ptcNnhJtGpknyIQ3WHBcqbGlbUX4/PYyC&#10;c7fx++MtzPSh2Mj0q/hOr26t1GjYr+cgAvXhP/zX3msF0yn8fok/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ci4sMAAADbAAAADwAAAAAAAAAAAAAAAACYAgAAZHJzL2Rv&#10;d25yZXYueG1sUEsFBgAAAAAEAAQA9QAAAIgDAAAAAA=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37" o:spid="_x0000_s1347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66lsMA&#10;AADbAAAADwAAAGRycy9kb3ducmV2LnhtbESPW2sCMRSE3wX/QzhC3zTbbZF2NYoKBYsvXkqfD5uz&#10;F7s5WZK4bv+9EQQfh5n5hpkve9OIjpyvLSt4nSQgiHOray4V/Jy+xh8gfEDW2FgmBf/kYbkYDuaY&#10;aXvlA3XHUIoIYZ+hgiqENpPS5xUZ9BPbEkevsM5giNKVUju8RrhpZJokU2mw5rhQYUubivK/48Uo&#10;OHVrvz2cw6f+LtYy3RX79NetlHoZ9asZiEB9eIYf7a1W8PYO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66lsMAAADbAAAADwAAAAAAAAAAAAAAAACYAgAAZHJzL2Rv&#10;d25yZXYueG1sUEsFBgAAAAAEAAQA9QAAAIgDAAAAAA==&#10;">
                  <v:textbox inset="0,0,0,0">
                    <w:txbxContent>
                      <w:p w:rsidR="00101B49" w:rsidRPr="004D7D3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4D7D3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38" o:spid="_x0000_s1348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+GqMMA&#10;AADbAAAADwAAAGRycy9kb3ducmV2LnhtbESPQWvCQBSE70L/w/IKvemmLUqJbiQtFXoSqkL19sg+&#10;d0Oyb0N2a9J/7woFj8PMfMOs1qNrxYX6UHtW8DzLQBBXXtdsFBz2m+kbiBCRNbaeScEfBVgXD5MV&#10;5toP/E2XXTQiQTjkqMDG2OVShsqSwzDzHXHyzr53GJPsjdQ9DgnuWvmSZQvpsOa0YLGjD0tVs/t1&#10;Cj6707acmyDLn2iPjX8fNnZrlHp6HMsliEhjvIf/219awesc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+GqMMAAADbAAAADwAAAAAAAAAAAAAAAACYAgAAZHJzL2Rv&#10;d25yZXYueG1sUEsFBgAAAAAEAAQA9QAAAIgDAAAAAA==&#10;" filled="f"/>
                <v:rect id="Rectangle 39" o:spid="_x0000_s1349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0Y38MA&#10;AADbAAAADwAAAGRycy9kb3ducmV2LnhtbESPQWvCQBSE70L/w/IKvemmFqVEN5JKhZ6EqlC9PbLP&#10;3ZDs25DdmvTfu4VCj8PMfMOsN6NrxY36UHtW8DzLQBBXXtdsFJyOu+kriBCRNbaeScEPBdgUD5M1&#10;5toP/Em3QzQiQTjkqMDG2OVShsqSwzDzHXHyrr53GJPsjdQ9DgnuWjnPsqV0WHNasNjR1lLVHL6d&#10;gvfusi8XJsjyK9pz49+Gnd0bpZ4ex3IFItIY/8N/7Q+t4GUJv1/SD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0Y38MAAADbAAAADwAAAAAAAAAAAAAAAACYAgAAZHJzL2Rv&#10;d25yZXYueG1sUEsFBgAAAAAEAAQA9QAAAIgDAAAAAA==&#10;" filled="f"/>
                <v:shape id="Text Box 40" o:spid="_x0000_s1350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k4cMA&#10;AADbAAAADwAAAGRycy9kb3ducmV2LnhtbESPW2sCMRSE3wX/QzhC3zTbLdR2NYoKBYsvXkqfD5uz&#10;F7s5WZK4bv+9EQQfh5n5hpkve9OIjpyvLSt4nSQgiHOray4V/Jy+xh8gfEDW2FgmBf/kYbkYDuaY&#10;aXvlA3XHUIoIYZ+hgiqENpPS5xUZ9BPbEkevsM5giNKVUju8RrhpZJok79JgzXGhwpY2FeV/x4tR&#10;cOrWfns4h0/9Xaxluiv26a9bKfUy6lczEIH68Aw/2lut4G0K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wk4c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4D7D33">
                          <w:t>MUTE</w:t>
                        </w:r>
                      </w:p>
                    </w:txbxContent>
                  </v:textbox>
                </v:shape>
                <v:rect id="Rectangle 41" o:spid="_x0000_s1351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xpr8A&#10;AADbAAAADwAAAGRycy9kb3ducmV2LnhtbERPzYrCMBC+C75DGGEvsk23ikhtlGVhF0E8WPcBhmRs&#10;i82kNKnWtzcHwePH91/sRtuKG/W+cazgK0lBEGtnGq4U/J9/P9cgfEA22DomBQ/ysNtOJwXmxt35&#10;RLcyVCKGsM9RQR1Cl0vpdU0WfeI64shdXG8xRNhX0vR4j+G2lVmarqTFhmNDjR391KSv5WAVDKjt&#10;YY3Lv8tIwzFk2Vw31aDUx2z83oAINIa3+OXeGwWLODZ+iT9Ab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QDGmvwAAANsAAAAPAAAAAAAAAAAAAAAAAJgCAABkcnMvZG93bnJl&#10;di54bWxQSwUGAAAAAAQABAD1AAAAhAMAAAAA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42" o:spid="_x0000_s1352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43" o:spid="_x0000_s1353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ynb8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rKdvxAAAANsAAAAPAAAAAAAAAAAA&#10;AAAAAKECAABkcnMvZG93bnJldi54bWxQSwUGAAAAAAQABAD5AAAAkgMAAAAA&#10;">
                  <v:stroke endarrow="block"/>
                </v:line>
                <v:shape id="Text Box 44" o:spid="_x0000_s1354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4KYcQA&#10;AADbAAAADwAAAGRycy9kb3ducmV2LnhtbESPT2vCQBTE74LfYXmCl1I3SlEbXUUiihQv/qG9PrLP&#10;JJh9G7NrTL+9Wyh4HGbmN8x82ZpSNFS7wrKC4SACQZxaXXCm4HzavE9BOI+ssbRMCn7JwXLR7cwx&#10;1vbBB2qOPhMBwi5GBbn3VSylS3My6Aa2Ig7exdYGfZB1JnWNjwA3pRxF0VgaLDgs5FhRklN6Pd6N&#10;gs9xucZie06i7+TGb18/zeS+b5Tq99rVDISn1r/C/+2dVvAxhL8v4Qf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OCmHEAAAA2wAAAA8AAAAAAAAAAAAAAAAAmAIAAGRycy9k&#10;b3ducmV2LnhtbFBLBQYAAAAABAAEAPUAAACJAwAAAAA=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45" o:spid="_x0000_s1355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<v:oval id="Oval 46" o:spid="_x0000_s1356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<v:shape id="Text Box 47" o:spid="_x0000_s1357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OsccMA&#10;AADbAAAADwAAAGRycy9kb3ducmV2LnhtbESPQWvCQBSE7wX/w/KE3upGK63GrKKWSm/SKHh9ZF+y&#10;Idm3Ibtq+u+7QqHHYWa+YbLNYFtxo97XjhVMJwkI4sLpmisF59PnywKED8gaW8ek4Ic8bNajpwxT&#10;7e78Tbc8VCJC2KeowITQpVL6wpBFP3EdcfRK11sMUfaV1D3eI9y2cpYkb9JizXHBYEd7Q0WTX62C&#10;1+Ps/eIP+ce+u9CyWfhdU7JR6nk8bFcgAg3hP/zX/tIK5nN4fI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OsccMAAADb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48" o:spid="_x0000_s1358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8J6sMA&#10;AADbAAAADwAAAGRycy9kb3ducmV2LnhtbESPQWvCQBSE7wX/w/KE3nSjtmpTV1GLxZuYFrw+ss9s&#10;SPZtyG41/ntXEHocZuYbZrHqbC0u1PrSsYLRMAFBnDtdcqHg92c3mIPwAVlj7ZgU3MjDatl7WWCq&#10;3ZWPdMlCISKEfYoKTAhNKqXPDVn0Q9cQR+/sWoshyraQusVrhNtajpNkKi2WHBcMNrQ1lFfZn1Uw&#10;OYxnJ/+dfW2bE31Uc7+pzmyUeu13608QgbrwH36291rB2zs8vsQf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8J6sMAAADb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49" o:spid="_x0000_s1359" style="position:absolute;top:33727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rect id="Rectangle 50" o:spid="_x0000_s1360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fOOcMA&#10;AADbAAAADwAAAGRycy9kb3ducmV2LnhtbESPQWsCMRSE74X+h/AK3mq2xVZZjbItFTwJVUG9PTbP&#10;ZHHzsmxSd/33jSB4HGbmG2a26F0tLtSGyrOCt2EGgrj0umKjYLddvk5AhIissfZMCq4UYDF/fpph&#10;rn3Hv3TZRCMShEOOCmyMTS5lKC05DEPfECfv5FuHMcnWSN1il+Culu9Z9ikdVpwWLDb0bak8b/6c&#10;gp/muC4+TJDFPtrD2X91S7s2Sg1e+mIKIlIfH+F7e6UVjMZ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fOOcMAAADbAAAADwAAAAAAAAAAAAAAAACYAgAAZHJzL2Rv&#10;d25yZXYueG1sUEsFBgAAAAAEAAQA9QAAAIgDAAAAAA==&#10;" filled="f"/>
                  <v:shape id="Text Box 51" o:spid="_x0000_s1361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lccEA&#10;AADbAAAADwAAAGRycy9kb3ducmV2LnhtbERPPWvDMBDdC/kP4gLZatnFlOBGNiUQ6JK0TbJ0O6yL&#10;ZWqdjKXESn99NRQ6Pt73pol2EDeafO9YQZHlIIhbp3vuFJxPu8c1CB+QNQ6OScGdPDT14mGDlXYz&#10;f9LtGDqRQthXqMCEMFZS+taQRZ+5kThxFzdZDAlOndQTzincDvIpz5+lxZ5Tg8GRtoba7+PVKkBd&#10;fPzsyxjfD4ehKGfTXuLXWqnVMr6+gAgUw7/4z/2mFZRpbPqSfoC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IpXHBAAAA2wAAAA8AAAAAAAAAAAAAAAAAmAIAAGRycy9kb3du&#10;cmV2LnhtbFBLBQYAAAAABAAEAPUAAACG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52" o:spid="_x0000_s1362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vyMMA&#10;AADbAAAADwAAAGRycy9kb3ducmV2LnhtbESP0WrCQBRE3wX/YbmCL0U31ioaXaURhEIfSqMfcMle&#10;s9Hs3ZhdNf37bqHg4zAzZ5j1trO1uFPrK8cKJuMEBHHhdMWlguNhP1qA8AFZY+2YFPyQh+2m31tj&#10;qt2Dv+meh1JECPsUFZgQmlRKXxiy6MeuIY7eybUWQ5RtKXWLjwi3tXxNkrm0WHFcMNjQzlBxyW9W&#10;QVbyOctmn9Rcv6amezkZE25GqeGge1+BCNSFZ/i//aEVvC3h70v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fvyMMAAADb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53" o:spid="_x0000_s1363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TQiMAA&#10;AADbAAAADwAAAGRycy9kb3ducmV2LnhtbERPy4rCMBTdC/5DuIIbmaaOKNJplKkwILgQHx9waa5N&#10;Z5qbThO1/r1ZCC4P552ve9uIG3W+dqxgmqQgiEuna64UnE8/H0sQPiBrbByTggd5WK+Ggxwz7e58&#10;oNsxVCKGsM9QgQmhzaT0pSGLPnEtceQurrMYIuwqqTu8x3DbyM80XUiLNccGgy1tDJV/x6tVUFT8&#10;WxTzHbX/+5npJxdjwtUoNR71318gAvXhLX65t1rBPK6PX+IPkK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TQiMAAAADbAAAADwAAAAAAAAAAAAAAAACYAgAAZHJzL2Rvd25y&#10;ZXYueG1sUEsFBgAAAAAEAAQA9QAAAIU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54" o:spid="_x0000_s1364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h1E8EA&#10;AADbAAAADwAAAGRycy9kb3ducmV2LnhtbESP0YrCMBRE3wX/IVzBF9FUxUWqUawgCPsg6/oBl+ba&#10;VJub2kStf78RhH0cZuYMs1y3thIPanzpWMF4lIAgzp0uuVBw+t0N5yB8QNZYOSYFL/KwXnU7S0y1&#10;e/IPPY6hEBHCPkUFJoQ6ldLnhiz6kauJo3d2jcUQZVNI3eAzwm0lJ0nyJS2WHBcM1rQ1lF+Pd6sg&#10;K/iSZbNvqm+HqWkHZ2PC3SjV77WbBYhAbfgPf9p7rWA2hveX+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odRPBAAAA2wAAAA8AAAAAAAAAAAAAAAAAmAIAAGRycy9kb3du&#10;cmV2LnhtbFBLBQYAAAAABAAEAPUAAACGAwAAAAA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55" o:spid="_x0000_s1365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rZMMA&#10;AADbAAAADwAAAGRycy9kb3ducmV2LnhtbESP0WrCQBRE3wv+w3IFX4rZaEmR6CpGEAp9KLV+wCV7&#10;k41m78bsatK/7xYKfRxm5gyz2Y22FQ/qfeNYwSJJQRCXTjdcKzh/HecrED4ga2wdk4Jv8rDbTp42&#10;mGs38Cc9TqEWEcI+RwUmhC6X0peGLPrEdcTRq1xvMUTZ11L3OES4beUyTV+lxYbjgsGODobK6+lu&#10;FRQ1X4oie6fu9vFixufKmHA3Ss2m434NItAY/sN/7TetIFvC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rrZMMAAADb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v:group id="Group 56" o:spid="_x0000_s1366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tangle 57" o:spid="_x0000_s1367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zGk8MA&#10;AADbAAAADwAAAGRycy9kb3ducmV2LnhtbESPQWvCQBSE70L/w/IKvemmpUqJbiQtFXoSqkL19sg+&#10;d0Oyb0N2a9J/7woFj8PMfMOs1qNrxYX6UHtW8DzLQBBXXtdsFBz2m+kbiBCRNbaeScEfBVgXD5MV&#10;5toP/E2XXTQiQTjkqMDG2OVShsqSwzDzHXHyzr53GJPsjdQ9DgnuWvmSZQvpsOa0YLGjD0tVs/t1&#10;Cj6707acmyDLn2iPjX8fNnZrlHp6HMsliEhjvIf/219awfwV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zGk8MAAADbAAAADwAAAAAAAAAAAAAAAACYAgAAZHJzL2Rv&#10;d25yZXYueG1sUEsFBgAAAAAEAAQA9QAAAIgDAAAAAA==&#10;" filled="f"/>
                  <v:shape id="Text Box 58" o:spid="_x0000_s1368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jdoMEA&#10;AADbAAAADwAAAGRycy9kb3ducmV2LnhtbESPQYvCMBSE7wv+h/AEb2uq0EWqUUQRPMiyunvw+Gie&#10;bbF5KUk09d+bBcHjMDPfMItVb1pxJ+cbywom4wwEcWl1w5WCv9/d5wyED8gaW8uk4EEeVsvBxwIL&#10;bSMf6X4KlUgQ9gUqqEPoCil9WZNBP7YdcfIu1hkMSbpKaocxwU0rp1n2JQ02nBZq7GhTU3k93YyC&#10;LJKLVX7+Mc33gfXex8P2tlZqNOzXcxCB+vAOv9p7rSDP4f9L+g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o3aDBAAAA2wAAAA8AAAAAAAAAAAAAAAAAmAIAAGRycy9kb3du&#10;cmV2LnhtbFBLBQYAAAAABAAEAPUAAACGAwAAAAA=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59" o:spid="_x0000_s1369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9f8IA&#10;AADbAAAADwAAAGRycy9kb3ducmV2LnhtbESPQWsCMRSE7wX/Q3iCt5ptQZGtUbai4EmoCurtsXlN&#10;FjcvyyZ1139vCoLHYWa+YebL3tXiRm2oPCv4GGcgiEuvKzYKjofN+wxEiMgaa8+k4E4BlovB2xxz&#10;7Tv+ods+GpEgHHJUYGNscilDaclhGPuGOHm/vnUYk2yN1C12Ce5q+ZllU+mw4rRgsaGVpfK6/3MK&#10;1s1lV0xMkMUp2vPVf3cbuzNKjYZ98QUiUh9f4Wd7qxVMpvD/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Ev1/wgAAANsAAAAPAAAAAAAAAAAAAAAAAJgCAABkcnMvZG93&#10;bnJldi54bWxQSwUGAAAAAAQABAD1AAAAhwMAAAAA&#10;" filled="f"/>
                  <v:shape id="Text Box 60" o:spid="_x0000_s1370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bmTMIA&#10;AADbAAAADwAAAGRycy9kb3ducmV2LnhtbESPT4vCMBTE78J+h/AWvGm6grp0jSIrggcR/+xhj4/m&#10;2Rabl5JEU7+9EQSPw8z8hpktOtOIGzlfW1bwNcxAEBdW11wq+DutB98gfEDW2FgmBXfysJh/9GaY&#10;axv5QLdjKEWCsM9RQRVCm0vpi4oM+qFtiZN3ts5gSNKVUjuMCW4aOcqyiTRYc1qosKXfiorL8WoU&#10;ZJFcLMf/e1Pvtqw3Pm5X16VS/c9u+QMiUBfe4Vd7oxWMp/D8kn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uZMwgAAANsAAAAPAAAAAAAAAAAAAAAAAJgCAABkcnMvZG93&#10;bnJldi54bWxQSwUGAAAAAAQABAD1AAAAhwMAAAAA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61" o:spid="_x0000_s1371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KrFcIA&#10;AADbAAAADwAAAGRycy9kb3ducmV2LnhtbERPy2rCQBTdF/yH4Qru6kTpQ6MTkWKhm9JGRXB3yVyT&#10;kMydJDMm6d93FoUuD+e93Y2mFj11rrSsYDGPQBBnVpecKzif3h9XIJxH1lhbJgU/5GCXTB62GGs7&#10;cEr90ecihLCLUUHhfRNL6bKCDLq5bYgDd7OdQR9gl0vd4RDCTS2XUfQiDZYcGgps6K2grDrejYLP&#10;9in9cu3h+p2a9W284KH1r5VSs+m434DwNPp/8Z/7Qyt4DmPDl/ADZPI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qsVwgAAANsAAAAPAAAAAAAAAAAAAAAAAJgCAABkcnMvZG93&#10;bnJldi54bWxQSwUGAAAAAAQABAD1AAAAhwMAAAAA&#10;" fillcolor="#f90"/>
                  <v:shape id="AutoShape 62" o:spid="_x0000_s1372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OjsUA&#10;AADbAAAADwAAAGRycy9kb3ducmV2LnhtbESPT2vCQBTE74LfYXlCb7qpVFvTrCLFQi9Fk5ZCb4/s&#10;yx/Mvk2yW43fvisIHoeZ+Q2TbAbTiBP1rras4HEWgSDOra65VPD99T59AeE8ssbGMim4kIPNejxK&#10;MNb2zCmdMl+KAGEXo4LK+zaW0uUVGXQz2xIHr7C9QR9kX0rd4znATSPnUbSUBmsOCxW29FZRfsz+&#10;jILP7indu273e0jNqhh+cNf556NSD5Nh+wrC0+Dv4Vv7QytYrOD6JfwA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g6OxQAAANsAAAAPAAAAAAAAAAAAAAAAAJgCAABkcnMv&#10;ZG93bnJldi54bWxQSwUGAAAAAAQABAD1AAAAigMAAAAA&#10;" fillcolor="#f90"/>
                  <v:shape id="AutoShape 63" o:spid="_x0000_s1373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Gb7sQA&#10;AADbAAAADwAAAGRycy9kb3ducmV2LnhtbERPTWvCQBC9C/0PyxS8SN3Yg0p0E0pFaqEHNYXW25gd&#10;k7TZ2ZhdNfXXdw+Cx8f7nqedqcWZWldZVjAaRiCIc6srLhR8ZsunKQjnkTXWlknBHzlIk4feHGNt&#10;L7yh89YXIoSwi1FB6X0TS+nykgy6oW2IA3ewrUEfYFtI3eIlhJtaPkfRWBqsODSU2NBrSfnv9mQU&#10;/Fy/fbco9pNjFuFHVu2+3teDN6X6j93LDISnzt/FN/dKKxiH9eFL+AE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Bm+7EAAAA2wAAAA8AAAAAAAAAAAAAAAAAmAIAAGRycy9k&#10;b3ducmV2LnhtbFBLBQYAAAAABAAEAPUAAACJAwAAAAA=&#10;" fillcolor="#f90"/>
                  <v:shape id="AutoShape 64" o:spid="_x0000_s1374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0+dcYA&#10;AADbAAAADwAAAGRycy9kb3ducmV2LnhtbESPQWvCQBSE70L/w/IKXkQ3erASXaVUxBZ6sEZQb8/s&#10;M0mbfRuzq8b+erdQ8DjMzDfMZNaYUlyodoVlBf1eBII4tbrgTMEmWXRHIJxH1lhaJgU3cjCbPrUm&#10;GGt75S+6rH0mAoRdjApy76tYSpfmZND1bEUcvKOtDfog60zqGq8Bbko5iKKhNFhwWMixorec0p/1&#10;2Sj4/t35Zp4dXk5JhJ9Jsd9+rDpLpdrPzesYhKfGP8L/7XetYNiHvy/hB8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0+dcYAAADbAAAADwAAAAAAAAAAAAAAAACYAgAAZHJz&#10;L2Rvd25yZXYueG1sUEsFBgAAAAAEAAQA9QAAAIsDAAAAAA==&#10;" fillcolor="#f90"/>
                  <v:rect id="Rectangle 65" o:spid="_x0000_s1375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5WqsMA&#10;AADbAAAADwAAAGRycy9kb3ducmV2LnhtbESP3YrCMBSE7wXfIRxh7zTVC3GrUZYF8Q8Eqw9waI5t&#10;d5uTksTa9emNIOzlMPPNMItVZ2rRkvOVZQXjUQKCOLe64kLB5bwezkD4gKyxtkwK/sjDatnvLTDV&#10;9s4narNQiFjCPkUFZQhNKqXPSzLoR7Yhjt7VOoMhSldI7fAey00tJ0kylQYrjgslNvRdUv6b3YyC&#10;6ey6ObvP4w6L06Hmn/2tfWyOSn0Muq85iEBd+A+/6a2O3ARe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5WqsMAAADbAAAADwAAAAAAAAAAAAAAAACYAgAAZHJzL2Rv&#10;d25yZXYueG1sUEsFBgAAAAAEAAQA9QAAAIgDAAAAAA==&#10;" fillcolor="#f90"/>
                  <v:rect id="Rectangle 66" o:spid="_x0000_s1376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zMcQA&#10;AADbAAAADwAAAGRycy9kb3ducmV2LnhtbESP0WrCQBRE3wX/YblC38ymLQQbs0opFNsKQtQPuGSv&#10;STR7N+yuMe3Xu4VCH4eZM8MU69F0YiDnW8sKHpMUBHFldcu1guPhfb4A4QOyxs4yKfgmD+vVdFJg&#10;ru2NSxr2oRaxhH2OCpoQ+lxKXzVk0Ce2J47eyTqDIUpXS+3wFstNJ5/SNJMGW44LDfb01lB12V+N&#10;gmxx2hzcy+4T63Lb8fnrOvxsdko9zMbXJYhAY/gP/9EfOnLP8Ps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y8zHEAAAA2wAAAA8AAAAAAAAAAAAAAAAAmAIAAGRycy9k&#10;b3ducmV2LnhtbFBLBQYAAAAABAAEAPUAAACJAwAAAAA=&#10;" fillcolor="#f90"/>
                  <v:shape id="Text Box 67" o:spid="_x0000_s1377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2Vi8MA&#10;AADbAAAADwAAAGRycy9kb3ducmV2LnhtbESPW2sCMRSE3wv+h3AE32rWpUhdjaKCoPSlXvD5sDl7&#10;0c3JkqTr+u9NodDHYWa+YRar3jSiI+drywom4wQEcW51zaWCy3n3/gnCB2SNjWVS8CQPq+XgbYGZ&#10;tg8+UncKpYgQ9hkqqEJoMyl9XpFBP7YtcfQK6wyGKF0ptcNHhJtGpkkylQZrjgsVtrStKL+ffoyC&#10;c7fx++MtzPSh2Mj0q/hOr26t1GjYr+cgAvXhP/zX3msF0w/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02Vi8MAAADbAAAADwAAAAAAAAAAAAAAAACYAgAAZHJzL2Rv&#10;d25yZXYueG1sUEsFBgAAAAAEAAQA9QAAAIgDAAAAAA=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68" o:spid="_x0000_s1378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XCdcUA&#10;AADbAAAADwAAAGRycy9kb3ducmV2LnhtbESPQWvCQBSE7wX/w/KE3uqmhcYSXSXaBgS9aBXx9sg+&#10;s6HZt2l21fjvu4VCj8PMfMNM571txJU6XztW8DxKQBCXTtdcKdh/Fk9vIHxA1tg4JgV38jCfDR6m&#10;mGl34y1dd6ESEcI+QwUmhDaT0peGLPqRa4mjd3adxRBlV0nd4S3CbSNfkiSVFmuOCwZbWhoqv3YX&#10;qyBfHMcbejfpOux99X3aFh+n5qDU47DPJyAC9eE//NdeaQXpK/x+iT9Az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VcJ1xQAAANsAAAAPAAAAAAAAAAAAAAAAAJgCAABkcnMv&#10;ZG93bnJldi54bWxQSwUGAAAAAAQABAD1AAAAigMAAAAA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69" o:spid="_x0000_s1379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cAsUA&#10;AADbAAAADwAAAGRycy9kb3ducmV2LnhtbESPQWvCQBSE7wX/w/KE3uqmPaQluhGrFQrtRY1Ibo/s&#10;MxvMvk2zW43/3i0UPA4z8w0zmw+2FWfqfeNYwfMkAUFcOd1wraDYrZ/eQPiArLF1TAqu5GGejx5m&#10;mGl34Q2dt6EWEcI+QwUmhC6T0leGLPqJ64ijd3S9xRBlX0vd4yXCbStfkiSVFhuOCwY7WhqqTttf&#10;q2Dxfnj9ppVJv0Lh659ys/4o271Sj+NhMQURaAj38H/7UytIU/j7En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1wCxQAAANsAAAAPAAAAAAAAAAAAAAAAAJgCAABkcnMv&#10;ZG93bnJldi54bWxQSwUGAAAAAAQABAD1AAAAigMAAAAA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70" o:spid="_x0000_s1380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5mcUA&#10;AADbAAAADwAAAGRycy9kb3ducmV2LnhtbESPQWvCQBSE74X+h+UVequbeoiSuhFbFQR7UVMkt0f2&#10;mQ3Nvo3Zrab/vlsQPA4z8w0zmw+2FRfqfeNYwesoAUFcOd1wraA4rF+mIHxA1tg6JgW/5GGePz7M&#10;MNPuyju67EMtIoR9hgpMCF0mpa8MWfQj1xFH7+R6iyHKvpa6x2uE21aOkySVFhuOCwY7+jBUfe9/&#10;rILF+3HySUuTbkPh63O5W6/K9kup56dh8QYi0BDu4Vt7oxWkE/j/En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y/mZxQAAANsAAAAPAAAAAAAAAAAAAAAAAJgCAABkcnMv&#10;ZG93bnJldi54bWxQSwUGAAAAAAQABAD1AAAAigMAAAAA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71" o:spid="_x0000_s1381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fjr8A&#10;AADbAAAADwAAAGRycy9kb3ducmV2LnhtbERPy4rCMBTdC/MP4Qqz09QuRDtG0QHBYTZqZdaX5vah&#10;zU1JYu38vVkILg/nvdoMphU9Od9YVjCbJiCIC6sbrhRc8v1kAcIHZI2tZVLwTx4264/RCjNtH3yi&#10;/hwqEUPYZ6igDqHLpPRFTQb91HbEkSutMxgidJXUDh8x3LQyTZK5NNhwbKixo++aitv5bhTk/c4f&#10;Ttew1D/lTqa/5TH9c1ulPsfD9gtEoCG8xS/3QSuYx7HxS/w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AJ+OvwAAANsAAAAPAAAAAAAAAAAAAAAAAJgCAABkcnMvZG93bnJl&#10;di54bWxQSwUGAAAAAAQABAD1AAAAhAMAAAAA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72" o:spid="_x0000_s1382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+K8MA&#10;AADbAAAADwAAAGRycy9kb3ducmV2LnhtbESPT4vCMBTE7wt+h/AEL8uaKuhuu0YRQRQv4p+9P5q3&#10;bbB5KU2q9dsbQfA4zMxvmNmis5W4UuONYwWjYQKCOHfacKHgfFp//YDwAVlj5ZgU3MnDYt77mGGm&#10;3Y0PdD2GQkQI+wwVlCHUmZQ+L8miH7qaOHr/rrEYomwKqRu8Rbit5DhJptKi4bhQYk2rkvLLsbUK&#10;/G6zN91pnX6mf+3+3H4bc5islBr0u+UviEBdeIdf7a1WM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y+K8MAAADbAAAADwAAAAAAAAAAAAAAAACYAgAAZHJzL2Rv&#10;d25yZXYueG1sUEsFBgAAAAAEAAQA9QAAAIgDAAAAAA=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6" w:name="_Toc331149289"/>
      <w:r>
        <w:t xml:space="preserve">Obr. </w:t>
      </w:r>
      <w:fldSimple w:instr=" SEQ Obr. \* ARABIC ">
        <w:r w:rsidR="00D21A7E">
          <w:rPr>
            <w:noProof/>
          </w:rPr>
          <w:t>7</w:t>
        </w:r>
      </w:fldSimple>
      <w:r>
        <w:t xml:space="preserve"> Konec přednášky po kliku na STOP NAHRÁVÁNÍ</w:t>
      </w:r>
      <w:bookmarkEnd w:id="6"/>
    </w:p>
    <w:p w:rsidR="00101B49" w:rsidRDefault="00101B49" w:rsidP="00101B49">
      <w:r>
        <w:lastRenderedPageBreak/>
        <w:t xml:space="preserve">Klikem na VYPNI VŠECHNO – se vypne dataprojektor případně i nahrávaní na nahrávacím </w:t>
      </w:r>
      <w:proofErr w:type="gramStart"/>
      <w:r>
        <w:t>zařízení a  vrátit</w:t>
      </w:r>
      <w:proofErr w:type="gramEnd"/>
      <w:r>
        <w:t xml:space="preserve">  </w:t>
      </w:r>
      <w:r w:rsidR="00F05C45">
        <w:fldChar w:fldCharType="begin"/>
      </w:r>
      <w:r>
        <w:instrText xml:space="preserve"> REF _Ref235425013 \h </w:instrText>
      </w:r>
      <w:r w:rsidR="00F05C45">
        <w:fldChar w:fldCharType="separate"/>
      </w:r>
      <w:r w:rsidR="00D21A7E">
        <w:rPr>
          <w:b/>
          <w:bCs/>
        </w:rPr>
        <w:t>Chyba! Nenalezen zdroj odkazů.</w:t>
      </w:r>
      <w:r w:rsidR="00F05C45">
        <w:fldChar w:fldCharType="end"/>
      </w:r>
    </w:p>
    <w:p w:rsidR="00101B49" w:rsidRDefault="00101B49" w:rsidP="00101B49"/>
    <w:p w:rsidR="00101B49" w:rsidRPr="00D22916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39565"/>
                <wp:effectExtent l="38100" t="38100" r="24765" b="32385"/>
                <wp:docPr id="20" name="Plátn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0215" y="441325"/>
                            <a:ext cx="4335145" cy="39878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C33837" w:rsidRDefault="00101B49" w:rsidP="00101B49">
                              <w:pPr>
                                <w:jc w:val="center"/>
                                <w:rPr>
                                  <w:sz w:val="32"/>
                                  <w:szCs w:val="20"/>
                                </w:rPr>
                              </w:pPr>
                              <w:r w:rsidRPr="00C33837">
                                <w:rPr>
                                  <w:sz w:val="32"/>
                                  <w:szCs w:val="20"/>
                                </w:rPr>
                                <w:t>ZATEMNĚNÍ PO JEDNOTLIVÝCH OKNECH</w:t>
                              </w:r>
                            </w:p>
                          </w:txbxContent>
                        </wps:txbx>
                        <wps:bodyPr rot="0" vert="horz" wrap="square" lIns="88697" tIns="44348" rIns="88697" bIns="44348" anchor="t" anchorCtr="0" upright="1">
                          <a:noAutofit/>
                        </wps:bodyPr>
                      </wps:wsp>
                      <wpg:wgp>
                        <wpg:cNvPr id="2" name="Group 6"/>
                        <wpg:cNvGrpSpPr>
                          <a:grpSpLocks/>
                        </wpg:cNvGrpSpPr>
                        <wpg:grpSpPr bwMode="auto">
                          <a:xfrm>
                            <a:off x="282575" y="1269365"/>
                            <a:ext cx="2005965" cy="2033905"/>
                            <a:chOff x="1911" y="3465"/>
                            <a:chExt cx="3159" cy="3203"/>
                          </a:xfrm>
                        </wpg:grpSpPr>
                        <wps:wsp>
                          <wps:cNvPr id="3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11" y="3465"/>
                              <a:ext cx="3159" cy="32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1" y="3604"/>
                              <a:ext cx="444" cy="975"/>
                            </a:xfrm>
                            <a:prstGeom prst="upArrow">
                              <a:avLst>
                                <a:gd name="adj1" fmla="val 50000"/>
                                <a:gd name="adj2" fmla="val 54899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518" y="5415"/>
                              <a:ext cx="443" cy="975"/>
                            </a:xfrm>
                            <a:prstGeom prst="upArrow">
                              <a:avLst>
                                <a:gd name="adj1" fmla="val 50000"/>
                                <a:gd name="adj2" fmla="val 55023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9" y="4696"/>
                              <a:ext cx="251" cy="603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7" y="3598"/>
                              <a:ext cx="444" cy="975"/>
                            </a:xfrm>
                            <a:prstGeom prst="upArrow">
                              <a:avLst>
                                <a:gd name="adj1" fmla="val 50000"/>
                                <a:gd name="adj2" fmla="val 54899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1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84" y="5409"/>
                              <a:ext cx="443" cy="975"/>
                            </a:xfrm>
                            <a:prstGeom prst="upArrow">
                              <a:avLst>
                                <a:gd name="adj1" fmla="val 50000"/>
                                <a:gd name="adj2" fmla="val 55023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5" y="4689"/>
                              <a:ext cx="251" cy="60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0" name="Group 14"/>
                        <wpg:cNvGrpSpPr>
                          <a:grpSpLocks/>
                        </wpg:cNvGrpSpPr>
                        <wpg:grpSpPr bwMode="auto">
                          <a:xfrm>
                            <a:off x="2911475" y="1245235"/>
                            <a:ext cx="2005965" cy="2033905"/>
                            <a:chOff x="1911" y="3465"/>
                            <a:chExt cx="3159" cy="3203"/>
                          </a:xfrm>
                        </wpg:grpSpPr>
                        <wps:wsp>
                          <wps:cNvPr id="11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11" y="3465"/>
                              <a:ext cx="3159" cy="32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1" y="3604"/>
                              <a:ext cx="444" cy="975"/>
                            </a:xfrm>
                            <a:prstGeom prst="upArrow">
                              <a:avLst>
                                <a:gd name="adj1" fmla="val 50000"/>
                                <a:gd name="adj2" fmla="val 54899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518" y="5415"/>
                              <a:ext cx="443" cy="975"/>
                            </a:xfrm>
                            <a:prstGeom prst="upArrow">
                              <a:avLst>
                                <a:gd name="adj1" fmla="val 50000"/>
                                <a:gd name="adj2" fmla="val 55023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9" y="4696"/>
                              <a:ext cx="251" cy="603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7" y="3598"/>
                              <a:ext cx="444" cy="975"/>
                            </a:xfrm>
                            <a:prstGeom prst="upArrow">
                              <a:avLst>
                                <a:gd name="adj1" fmla="val 50000"/>
                                <a:gd name="adj2" fmla="val 54899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2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84" y="5409"/>
                              <a:ext cx="443" cy="975"/>
                            </a:xfrm>
                            <a:prstGeom prst="upArrow">
                              <a:avLst>
                                <a:gd name="adj1" fmla="val 50000"/>
                                <a:gd name="adj2" fmla="val 55023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5" y="4689"/>
                              <a:ext cx="251" cy="60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3" o:spid="_x0000_s1383" editas="canvas" style="width:434.55pt;height:325.95pt;mso-position-horizontal-relative:char;mso-position-vertical-relative:line" coordsize="55187,4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">
                <v:shape id="_x0000_s1384" type="#_x0000_t75" style="position:absolute;width:55187;height:41395;visibility:visible;mso-wrap-style:square" filled="t" fillcolor="#ff9" stroked="t" strokeweight="2.25pt">
                  <v:fill o:detectmouseclick="t"/>
                  <v:path o:connecttype="none"/>
                </v:shape>
                <v:shape id="Text Box 5" o:spid="_x0000_s1385" type="#_x0000_t202" style="position:absolute;left:4502;top:4413;width:43351;height:3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DVUsAA&#10;AADaAAAADwAAAGRycy9kb3ducmV2LnhtbERPS4vCMBC+L+x/CLPgRTRVRLQaZREqrp58IB6HZkzL&#10;NpPSRO3+eyMIexo+vufMl62txJ0aXzpWMOgnIIhzp0s2Ck7HrDcB4QOyxsoxKfgjD8vF58ccU+0e&#10;vKf7IRgRQ9inqKAIoU6l9HlBFn3f1cSRu7rGYoiwMVI3+IjhtpLDJBlLiyXHhgJrWhWU/x5uVsHP&#10;aYjb7i6z2022Xk9Hxl4u5qxU56v9noEI1IZ/8du90XE+vF55X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DVUsAAAADaAAAADwAAAAAAAAAAAAAAAACYAgAAZHJzL2Rvd25y&#10;ZXYueG1sUEsFBgAAAAAEAAQA9QAAAIUDAAAAAA==&#10;" fillcolor="#ff9" stroked="f">
                  <v:textbox inset="2.46381mm,1.2319mm,2.46381mm,1.2319mm">
                    <w:txbxContent>
                      <w:p w:rsidR="00101B49" w:rsidRPr="00C33837" w:rsidRDefault="00101B49" w:rsidP="00101B49">
                        <w:pPr>
                          <w:jc w:val="center"/>
                          <w:rPr>
                            <w:sz w:val="32"/>
                            <w:szCs w:val="20"/>
                          </w:rPr>
                        </w:pPr>
                        <w:r w:rsidRPr="00C33837">
                          <w:rPr>
                            <w:sz w:val="32"/>
                            <w:szCs w:val="20"/>
                          </w:rPr>
                          <w:t>ZATEMNĚNÍ PO JEDNOTLIVÝCH OKNECH</w:t>
                        </w:r>
                      </w:p>
                    </w:txbxContent>
                  </v:textbox>
                </v:shape>
                <v:group id="Group 6" o:spid="_x0000_s1386" style="position:absolute;left:2825;top:12693;width:20060;height:20339" coordorigin="1911,3465" coordsize="3159,3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7" o:spid="_x0000_s1387" style="position:absolute;left:1911;top:3465;width:3159;height:3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<v:shape id="AutoShape 8" o:spid="_x0000_s1388" type="#_x0000_t68" style="position:absolute;left:4521;top:3604;width:444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mVY8QA&#10;AADaAAAADwAAAGRycy9kb3ducmV2LnhtbESPQWvCQBSE7wX/w/IEb82mRVpNXYNICr0UmyiF3h7Z&#10;ZxLMvk2yq6b/3i0UPA4z8w2zSkfTigsNrrGs4CmKQRCXVjdcKTjs3x8XIJxH1thaJgW/5CBdTx5W&#10;mGh75Zwuha9EgLBLUEHtfZdI6cqaDLrIdsTBO9rBoA9yqKQe8BrgppXPcfwiDTYcFmrsaFtTeSrO&#10;RsFnP893rs9+vnKzPI7fmPX+9aTUbDpu3kB4Gv09/N/+0Arm8Hcl3A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5lWPEAAAA2gAAAA8AAAAAAAAAAAAAAAAAmAIAAGRycy9k&#10;b3ducmV2LnhtbFBLBQYAAAAABAAEAPUAAACJAwAAAAA=&#10;" fillcolor="#f90"/>
                  <v:shape id="AutoShape 9" o:spid="_x0000_s1389" type="#_x0000_t68" style="position:absolute;left:4518;top:5415;width:443;height:9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S0cYA&#10;AADaAAAADwAAAGRycy9kb3ducmV2LnhtbESPT2vCQBTE70K/w/IKXkQ3FfxDdBWpSC14UFNoe3tm&#10;X5PU7Ns0u2raT+8WBI/DzPyGmc4bU4oz1a6wrOCpF4EgTq0uOFPwlqy6YxDOI2ssLZOCX3Iwnz20&#10;phhre+Ednfc+EwHCLkYFufdVLKVLczLoerYiDt6XrQ36IOtM6hovAW5K2Y+ioTRYcFjIsaLnnNLj&#10;/mQUfP99+GaZHUY/SYSbpPh8f912XpRqPzaLCQhPjb+Hb+21VjCA/yvhBs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XS0cYAAADaAAAADwAAAAAAAAAAAAAAAACYAgAAZHJz&#10;L2Rvd25yZXYueG1sUEsFBgAAAAAEAAQA9QAAAIsDAAAAAA==&#10;" fillcolor="#f90"/>
                  <v:rect id="Rectangle 10" o:spid="_x0000_s1390" style="position:absolute;left:4609;top:4696;width:251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yN8IA&#10;AADaAAAADwAAAGRycy9kb3ducmV2LnhtbESP0YrCMBRE34X9h3AXfNN090G0GkUWFnUFweoHXJpr&#10;W21uShJr3a83guDjMHNmmNmiM7VoyfnKsoKvYQKCOLe64kLB8fA7GIPwAVljbZkU3MnDYv7Rm2Gq&#10;7Y331GahELGEfYoKyhCaVEqfl2TQD21DHL2TdQZDlK6Q2uEtlptafifJSBqsOC6U2NBPSfkluxoF&#10;o/FpdXCT3QaL/bbm89+1/V/tlOp/dsspiEBdeIdf9FpHDp5X4g2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UnI3wgAAANoAAAAPAAAAAAAAAAAAAAAAAJgCAABkcnMvZG93&#10;bnJldi54bWxQSwUGAAAAAAQABAD1AAAAhwMAAAAA&#10;" fillcolor="#f90"/>
                  <v:shape id="AutoShape 11" o:spid="_x0000_s1391" type="#_x0000_t68" style="position:absolute;left:1987;top:3598;width:444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sLFMQA&#10;AADaAAAADwAAAGRycy9kb3ducmV2LnhtbESPT2vCQBTE74V+h+UVeqsbS1EbswaRFHqRGi2Ct0f2&#10;5Q9m3ybZrabfvlsQPA4z8xsmSUfTigsNrrGsYDqJQBAXVjdcKfg+fLwsQDiPrLG1TAp+yUG6enxI&#10;MNb2yjld9r4SAcIuRgW1910spStqMugmtiMOXmkHgz7IoZJ6wGuAm1a+RtFMGmw4LNTY0aam4rz/&#10;MQq2/Vv+5frstMvNezkeMev9/KzU89O4XoLwNPp7+Nb+1Arm8H8l3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rCxTEAAAA2gAAAA8AAAAAAAAAAAAAAAAAmAIAAGRycy9k&#10;b3ducmV2LnhtbFBLBQYAAAAABAAEAPUAAACJAwAAAAA=&#10;" fillcolor="#f90"/>
                  <v:shape id="AutoShape 12" o:spid="_x0000_s1392" type="#_x0000_t68" style="position:absolute;left:1984;top:5409;width:443;height:9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R9T8MA&#10;AADaAAAADwAAAGRycy9kb3ducmV2LnhtbERPTWvCQBC9C/0PyxS8iG7qQUt0E4pStOBBTUF7m2an&#10;SdrsbMyuGvvr3UOhx8f7nqedqcWFWldZVvA0ikAQ51ZXXCh4z16HzyCcR9ZYWyYFN3KQJg+9Ocba&#10;XnlHl70vRAhhF6OC0vsmltLlJRl0I9sQB+7LtgZ9gG0hdYvXEG5qOY6iiTRYcWgosaFFSfnP/mwU&#10;fP8efbcsPqenLMJNVn0c3raDlVL9x+5lBsJT5//Ff+61VhC2hivhBsjk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R9T8MAAADaAAAADwAAAAAAAAAAAAAAAACYAgAAZHJzL2Rv&#10;d25yZXYueG1sUEsFBgAAAAAEAAQA9QAAAIgDAAAAAA==&#10;" fillcolor="#f90"/>
                  <v:rect id="Rectangle 13" o:spid="_x0000_s1393" style="position:absolute;left:2075;top:4689;width:251;height: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3mRcMA&#10;AADaAAAADwAAAGRycy9kb3ducmV2LnhtbESP3WrCQBSE7wXfYTlC73RjL0JMXUUEsT8QUPsAh+wx&#10;iWbPht01Sfv03UKhl8PMfMOst6NpRU/ON5YVLBcJCOLS6oYrBZ+XwzwD4QOyxtYyKfgiD9vNdLLG&#10;XNuBT9SfQyUihH2OCuoQulxKX9Zk0C9sRxy9q3UGQ5SuktrhEOGmlc9JkkqDDceFGjva11Tezw+j&#10;IM2ux4tbFW9YnT5avr0/+u9jodTTbNy9gAg0hv/wX/tVK1jB75V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3mRcMAAADaAAAADwAAAAAAAAAAAAAAAACYAgAAZHJzL2Rv&#10;d25yZXYueG1sUEsFBgAAAAAEAAQA9QAAAIgDAAAAAA==&#10;" fillcolor="#f90"/>
                </v:group>
                <v:group id="Group 14" o:spid="_x0000_s1394" style="position:absolute;left:29114;top:12452;width:20060;height:20339" coordorigin="1911,3465" coordsize="3159,3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5" o:spid="_x0000_s1395" style="position:absolute;left:1911;top:3465;width:3159;height:3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<v:shape id="AutoShape 16" o:spid="_x0000_s1396" type="#_x0000_t68" style="position:absolute;left:4521;top:3604;width:444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lP8EA&#10;AADbAAAADwAAAGRycy9kb3ducmV2LnhtbERPTYvCMBC9C/sfwizsTVNF1K1GEVHwImt1EbwNzdgW&#10;m0nbZLX++40geJvH+5zZojWluFHjCssK+r0IBHFqdcGZgt/jpjsB4TyyxtIyKXiQg8X8ozPDWNs7&#10;J3Q7+EyEEHYxKsi9r2IpXZqTQdezFXHgLrYx6ANsMqkbvIdwU8pBFI2kwYJDQ44VrXJKr4c/o2BX&#10;D5MfV6/P+8R8X9oTrms/vir19dkupyA8tf4tfrm3OswfwPOXcI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wJT/BAAAA2wAAAA8AAAAAAAAAAAAAAAAAmAIAAGRycy9kb3du&#10;cmV2LnhtbFBLBQYAAAAABAAEAPUAAACGAwAAAAA=&#10;" fillcolor="#f90"/>
                  <v:shape id="AutoShape 17" o:spid="_x0000_s1397" type="#_x0000_t68" style="position:absolute;left:4518;top:5415;width:443;height:9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V25MUA&#10;AADbAAAADwAAAGRycy9kb3ducmV2LnhtbERPTWvCQBC9F/oflin0UnRjBSvRVcRSVPBgTaHtbcxO&#10;k9TsbMyuGv31riB4m8f7nOG4MaU4UO0Kywo67QgEcWp1wZmCr+Sj1QfhPLLG0jIpOJGD8ejxYYix&#10;tkf+pMPaZyKEsItRQe59FUvp0pwMuratiAP3Z2uDPsA6k7rGYwg3pXyNop40WHBoyLGiaU7pdr03&#10;Cv7PP755zzZvuyTCZVL8fi9WLzOlnp+ayQCEp8bfxTf3XIf5Xbj+Eg6Qo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lXbkxQAAANsAAAAPAAAAAAAAAAAAAAAAAJgCAABkcnMv&#10;ZG93bnJldi54bWxQSwUGAAAAAAQABAD1AAAAigMAAAAA&#10;" fillcolor="#f90"/>
                  <v:rect id="Rectangle 18" o:spid="_x0000_s1398" style="position:absolute;left:4609;top:4696;width:251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YOMIA&#10;AADbAAAADwAAAGRycy9kb3ducmV2LnhtbERP3WrCMBS+F3yHcITd2XRjFFcbZQyG2wSh6gMcmmNb&#10;bU5KEmu3pzeDwe7Ox/d7ivVoOjGQ861lBY9JCoK4srrlWsHx8D5fgPABWWNnmRR8k4f1ajopMNf2&#10;xiUN+1CLGMI+RwVNCH0upa8aMugT2xNH7mSdwRChq6V2eIvhppNPaZpJgy3HhgZ7emuouuyvRkG2&#10;OG0O7mX3iXW57fj8dR1+NjulHmbj6xJEoDH8i//cHzrOf4bfX+I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nRg4wgAAANsAAAAPAAAAAAAAAAAAAAAAAJgCAABkcnMvZG93&#10;bnJldi54bWxQSwUGAAAAAAQABAD1AAAAhwMAAAAA&#10;" fillcolor="#f90"/>
                  <v:shape id="AutoShape 19" o:spid="_x0000_s1399" type="#_x0000_t68" style="position:absolute;left:1987;top:3598;width:444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m9S8MA&#10;AADbAAAADwAAAGRycy9kb3ducmV2LnhtbERPTWvCQBC9F/wPywi91U1FbZtmFREFL0WTlkJvQ3ZM&#10;QrKzSXar8d93BaG3ebzPSVaDacSZeldZVvA8iUAQ51ZXXCj4+tw9vYJwHlljY5kUXMnBajl6SDDW&#10;9sIpnTNfiBDCLkYFpfdtLKXLSzLoJrYlDtzJ9gZ9gH0hdY+XEG4aOY2ihTRYcWgosaVNSXmd/RoF&#10;H90sPbhu+3NMzdtp+MZt519qpR7Hw/odhKfB/4vv7r0O8+dw+yU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m9S8MAAADbAAAADwAAAAAAAAAAAAAAAACYAgAAZHJzL2Rv&#10;d25yZXYueG1sUEsFBgAAAAAEAAQA9QAAAIgDAAAAAA==&#10;" fillcolor="#f90"/>
                  <v:shape id="AutoShape 20" o:spid="_x0000_s1400" type="#_x0000_t68" style="position:absolute;left:1984;top:5409;width:443;height:9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LVfMUA&#10;AADbAAAADwAAAGRycy9kb3ducmV2LnhtbERPTWvCQBC9C/6HZQQvopt6sJJmFWkpVfBQjWC9jdkx&#10;SZudTbNbTf31XaHgbR7vc5J5aypxpsaVlhU8jCIQxJnVJecKdunrcArCeWSNlWVS8EsO5rNuJ8FY&#10;2wtv6Lz1uQgh7GJUUHhfx1K6rCCDbmRr4sCdbGPQB9jkUjd4CeGmkuMomkiDJYeGAmt6Lij72v4Y&#10;BZ/XD9++5MfH7zTCdVoe9qv3wZtS/V67eALhqfV38b97qcP8Cdx+C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4tV8xQAAANsAAAAPAAAAAAAAAAAAAAAAAJgCAABkcnMv&#10;ZG93bnJldi54bWxQSwUGAAAAAAQABAD1AAAAigMAAAAA&#10;" fillcolor="#f90"/>
                  <v:rect id="Rectangle 21" o:spid="_x0000_s1401" style="position:absolute;left:2075;top:4689;width:251;height: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3psEA&#10;AADbAAAADwAAAGRycy9kb3ducmV2LnhtbERP24rCMBB9X9h/CLPg25quD6LVKMvC4g0Eqx8wNGNb&#10;bSYlibX69UYQfJvDuc503platOR8ZVnBTz8BQZxbXXGh4LD//x6B8AFZY22ZFNzIw3z2+THFVNsr&#10;76jNQiFiCPsUFZQhNKmUPi/JoO/bhjhyR+sMhghdIbXDaww3tRwkyVAarDg2lNjQX0n5ObsYBcPR&#10;cbF34+0Ki92m5tP60t4XW6V6X93vBESgLrzFL/dSx/ljeP4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ct6bBAAAA2wAAAA8AAAAAAAAAAAAAAAAAmAIAAGRycy9kb3du&#10;cmV2LnhtbFBLBQYAAAAABAAEAPUAAACGAwAAAAA=&#10;" fillcolor="#f90"/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7" w:name="_Toc331149290"/>
      <w:r>
        <w:t xml:space="preserve">Obr. </w:t>
      </w:r>
      <w:fldSimple w:instr=" SEQ Obr. \* ARABIC ">
        <w:r w:rsidR="00D21A7E">
          <w:rPr>
            <w:noProof/>
          </w:rPr>
          <w:t>8</w:t>
        </w:r>
      </w:fldSimple>
      <w:r>
        <w:t xml:space="preserve"> Stránka s ovládáním zatemnění</w:t>
      </w:r>
      <w:bookmarkEnd w:id="7"/>
      <w:r>
        <w:t xml:space="preserve"> </w:t>
      </w:r>
    </w:p>
    <w:p w:rsidR="00101B49" w:rsidRDefault="00101B49" w:rsidP="00101B49">
      <w:pPr>
        <w:pStyle w:val="Seznamobrzk"/>
        <w:tabs>
          <w:tab w:val="right" w:leader="dot" w:pos="9060"/>
        </w:tabs>
      </w:pPr>
      <w:bookmarkStart w:id="8" w:name="_GoBack"/>
      <w:bookmarkEnd w:id="8"/>
      <w:r>
        <w:br w:type="page"/>
      </w:r>
      <w:r>
        <w:lastRenderedPageBreak/>
        <w:t>Další funkce pro řízení nahrávání v učebně CXI:</w:t>
      </w:r>
    </w:p>
    <w:p w:rsidR="00101B49" w:rsidRDefault="00101B49" w:rsidP="00101B49"/>
    <w:p w:rsidR="00101B49" w:rsidRDefault="00101B49" w:rsidP="00101B49">
      <w:pPr>
        <w:numPr>
          <w:ilvl w:val="0"/>
          <w:numId w:val="1"/>
        </w:numPr>
      </w:pPr>
      <w:r>
        <w:t xml:space="preserve">Každý den mimo neděle se automaticky zapne tablet a </w:t>
      </w:r>
      <w:proofErr w:type="spellStart"/>
      <w:r>
        <w:t>Mediasite</w:t>
      </w:r>
      <w:proofErr w:type="spellEnd"/>
      <w:r>
        <w:t xml:space="preserve"> v 6.30 ráno </w:t>
      </w:r>
    </w:p>
    <w:p w:rsidR="00101B49" w:rsidRDefault="00101B49" w:rsidP="00101B49">
      <w:pPr>
        <w:numPr>
          <w:ilvl w:val="0"/>
          <w:numId w:val="1"/>
        </w:numPr>
      </w:pPr>
      <w:r>
        <w:t xml:space="preserve">Každý den mimo neděle se automaticky vypne tablet a </w:t>
      </w:r>
      <w:proofErr w:type="spellStart"/>
      <w:r>
        <w:t>Mediasite</w:t>
      </w:r>
      <w:proofErr w:type="spellEnd"/>
      <w:r>
        <w:t xml:space="preserve"> v 21.00</w:t>
      </w:r>
    </w:p>
    <w:p w:rsidR="00101B49" w:rsidRDefault="00101B49" w:rsidP="00101B49">
      <w:pPr>
        <w:numPr>
          <w:ilvl w:val="0"/>
          <w:numId w:val="1"/>
        </w:numPr>
      </w:pPr>
      <w:r>
        <w:t>Zvláštní „</w:t>
      </w:r>
      <w:proofErr w:type="spellStart"/>
      <w:r>
        <w:t>advance</w:t>
      </w:r>
      <w:proofErr w:type="spellEnd"/>
      <w:r>
        <w:t xml:space="preserve">“ řízení dovolí toto </w:t>
      </w:r>
      <w:proofErr w:type="gramStart"/>
      <w:r>
        <w:t>změnit  v neveřejné</w:t>
      </w:r>
      <w:proofErr w:type="gramEnd"/>
      <w:r>
        <w:t xml:space="preserve"> volbě pro správce učebny. Dále bude tento typ řízení nazýván „</w:t>
      </w:r>
      <w:proofErr w:type="spellStart"/>
      <w:r>
        <w:t>advance</w:t>
      </w:r>
      <w:proofErr w:type="spellEnd"/>
      <w:r>
        <w:t>“ mód</w:t>
      </w:r>
    </w:p>
    <w:p w:rsidR="00101B49" w:rsidRDefault="00101B49" w:rsidP="00101B49">
      <w:pPr>
        <w:numPr>
          <w:ilvl w:val="0"/>
          <w:numId w:val="1"/>
        </w:numPr>
      </w:pPr>
      <w:r>
        <w:t xml:space="preserve">Při použití funkce ZAPNI VŠECHNO zablokovat na čas další možné volby. Ve speciálním okně přes podstatnou část obrazovky se objeví INFO o náběhu zařízení </w:t>
      </w:r>
    </w:p>
    <w:p w:rsidR="00101B49" w:rsidRDefault="00101B49" w:rsidP="00101B49">
      <w:pPr>
        <w:numPr>
          <w:ilvl w:val="0"/>
          <w:numId w:val="1"/>
        </w:numPr>
      </w:pPr>
      <w:r>
        <w:t xml:space="preserve">Každá identifikovaná chyba – diagnostiku provádět po volbě START – se mailem oznámí správci učebny – toho času </w:t>
      </w:r>
      <w:r w:rsidRPr="00305D50">
        <w:t>martin.vlasak@tul.cz</w:t>
      </w:r>
      <w:r>
        <w:t>.</w:t>
      </w:r>
    </w:p>
    <w:p w:rsidR="00101B49" w:rsidRDefault="00101B49" w:rsidP="00101B49">
      <w:pPr>
        <w:numPr>
          <w:ilvl w:val="0"/>
          <w:numId w:val="1"/>
        </w:numPr>
      </w:pPr>
      <w:r>
        <w:t>V „</w:t>
      </w:r>
      <w:proofErr w:type="spellStart"/>
      <w:r>
        <w:t>advance</w:t>
      </w:r>
      <w:proofErr w:type="spellEnd"/>
      <w:r>
        <w:t>“ módu možnost změny mailové dresy správce</w:t>
      </w:r>
    </w:p>
    <w:p w:rsidR="00101B49" w:rsidRDefault="00101B49" w:rsidP="00101B49">
      <w:pPr>
        <w:numPr>
          <w:ilvl w:val="0"/>
          <w:numId w:val="1"/>
        </w:numPr>
      </w:pPr>
      <w:r>
        <w:t>Spolupracovat s podpůrným serverem vracející seznam šablon a čísla povolených karet otevírat dvířka s mikrofonem.</w:t>
      </w:r>
    </w:p>
    <w:p w:rsidR="00101B49" w:rsidRDefault="00101B49" w:rsidP="00101B49">
      <w:pPr>
        <w:numPr>
          <w:ilvl w:val="0"/>
          <w:numId w:val="1"/>
        </w:numPr>
      </w:pPr>
      <w:r>
        <w:t>Po volbě START vždy zkontrolovat zapnutí mikrofonu, pokud není zapnutý mikrofon, objeví se velké INFO o tom, že nahrávání nelze spustit bez mikrofonu. V režimu tohoto „</w:t>
      </w:r>
      <w:proofErr w:type="gramStart"/>
      <w:r>
        <w:t>INFA“  budou</w:t>
      </w:r>
      <w:proofErr w:type="gramEnd"/>
      <w:r>
        <w:t xml:space="preserve"> dostupné pouze dvě funkce START a STOP. Start opět zkontroluje zapnutí mikrofonu. </w:t>
      </w:r>
    </w:p>
    <w:p w:rsidR="00101B49" w:rsidRDefault="00101B49" w:rsidP="00101B49">
      <w:pPr>
        <w:numPr>
          <w:ilvl w:val="0"/>
          <w:numId w:val="1"/>
        </w:numPr>
      </w:pPr>
      <w:r>
        <w:t xml:space="preserve">Po volbě START při zapnutém mikrofonu zobrazit šablony nahrávky určené pro daného vyučujícího. Volba PAUZA neukončí nahrávání, tlačítko START </w:t>
      </w:r>
      <w:proofErr w:type="gramStart"/>
      <w:r>
        <w:t>změní</w:t>
      </w:r>
      <w:proofErr w:type="gramEnd"/>
      <w:r>
        <w:t xml:space="preserve"> popisek na </w:t>
      </w:r>
      <w:proofErr w:type="gramStart"/>
      <w:r>
        <w:t>POKRAČUJ</w:t>
      </w:r>
      <w:proofErr w:type="gramEnd"/>
      <w:r>
        <w:t xml:space="preserve"> a znamená pokračování v ukládání do jednoho souboru</w:t>
      </w:r>
    </w:p>
    <w:p w:rsidR="00101B49" w:rsidRDefault="00101B49" w:rsidP="00101B49">
      <w:pPr>
        <w:numPr>
          <w:ilvl w:val="0"/>
          <w:numId w:val="1"/>
        </w:numPr>
      </w:pPr>
      <w:r>
        <w:t>Tlačítko STOP znamená ukončení nahrávání, uvážit jestli není pro uživatele lepší popisek „</w:t>
      </w:r>
      <w:proofErr w:type="gramStart"/>
      <w:r>
        <w:t>KONEC“ ???? Nahrávání</w:t>
      </w:r>
      <w:proofErr w:type="gramEnd"/>
      <w:r>
        <w:t xml:space="preserve"> do souboru je tím ukončeno!</w:t>
      </w:r>
    </w:p>
    <w:p w:rsidR="00101B49" w:rsidRDefault="00101B49" w:rsidP="00101B49">
      <w:pPr>
        <w:numPr>
          <w:ilvl w:val="0"/>
          <w:numId w:val="1"/>
        </w:numPr>
      </w:pPr>
      <w:r>
        <w:t>Mód označovaný jako „</w:t>
      </w:r>
      <w:proofErr w:type="spellStart"/>
      <w:r>
        <w:t>advance</w:t>
      </w:r>
      <w:proofErr w:type="spellEnd"/>
      <w:r>
        <w:t>“ bude kromě výše uvedeného umožňovat standardní separátní řízení jednotlivých zařízení a to bude upřesněno ústní dohodou</w:t>
      </w:r>
    </w:p>
    <w:p w:rsidR="00101B49" w:rsidRDefault="00101B49" w:rsidP="00101B49">
      <w:pPr>
        <w:numPr>
          <w:ilvl w:val="0"/>
          <w:numId w:val="1"/>
        </w:numPr>
      </w:pPr>
      <w:r>
        <w:t>Všechny tlačítka, které v danou chvíli nelze využít, deaktivovat a graficky tento stav naznačit. Tak jak je v tomto dokumentu naznačeno.</w:t>
      </w:r>
    </w:p>
    <w:p w:rsidR="00101B49" w:rsidRDefault="00101B49" w:rsidP="00101B49"/>
    <w:p w:rsidR="00101B49" w:rsidRDefault="00101B49" w:rsidP="00101B49">
      <w:pPr>
        <w:pStyle w:val="Seznamobrzk"/>
        <w:tabs>
          <w:tab w:val="right" w:leader="dot" w:pos="9060"/>
        </w:tabs>
      </w:pPr>
    </w:p>
    <w:p w:rsidR="00101B49" w:rsidRDefault="00101B49" w:rsidP="00101B49">
      <w:pPr>
        <w:pStyle w:val="Seznamobrzk"/>
        <w:tabs>
          <w:tab w:val="right" w:leader="dot" w:pos="9060"/>
        </w:tabs>
        <w:outlineLvl w:val="0"/>
      </w:pPr>
      <w:r>
        <w:t>Seznam obrázků</w:t>
      </w:r>
    </w:p>
    <w:p w:rsidR="00101B49" w:rsidRDefault="00101B49" w:rsidP="00101B49">
      <w:pPr>
        <w:pStyle w:val="Seznamobrzk"/>
        <w:tabs>
          <w:tab w:val="right" w:leader="dot" w:pos="9060"/>
        </w:tabs>
      </w:pPr>
    </w:p>
    <w:p w:rsidR="00C74D81" w:rsidRDefault="00F05C45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101B49">
        <w:instrText xml:space="preserve"> TOC \h \z \c "Obr." </w:instrText>
      </w:r>
      <w:r>
        <w:fldChar w:fldCharType="separate"/>
      </w:r>
      <w:hyperlink w:anchor="_Toc331149283" w:history="1">
        <w:r w:rsidR="00C74D81" w:rsidRPr="000C5D33">
          <w:rPr>
            <w:rStyle w:val="Hypertextovodkaz"/>
            <w:noProof/>
          </w:rPr>
          <w:t>Obr. 1  Základní obrazovka</w:t>
        </w:r>
        <w:r w:rsidR="00C74D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74D81" w:rsidRDefault="00A12389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4" w:history="1">
        <w:r w:rsidR="00C74D81" w:rsidRPr="000C5D33">
          <w:rPr>
            <w:rStyle w:val="Hypertextovodkaz"/>
            <w:noProof/>
          </w:rPr>
          <w:t>Obr. 2  Obrazovka po ZAPNI VŠECHNO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_Toc331149284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2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A12389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5" w:history="1">
        <w:r w:rsidR="00C74D81" w:rsidRPr="000C5D33">
          <w:rPr>
            <w:rStyle w:val="Hypertextovodkaz"/>
            <w:noProof/>
          </w:rPr>
          <w:t>Obr. 3   Příklad chybové obrazovky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_Toc331149285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2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A12389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6" w:history="1">
        <w:r w:rsidR="00C74D81" w:rsidRPr="000C5D33">
          <w:rPr>
            <w:rStyle w:val="Hypertextovodkaz"/>
            <w:noProof/>
          </w:rPr>
          <w:t>Obr. 4  Bezchybné nahrávání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_Toc331149286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3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A12389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7" w:history="1">
        <w:r w:rsidR="00C74D81" w:rsidRPr="000C5D33">
          <w:rPr>
            <w:rStyle w:val="Hypertextovodkaz"/>
            <w:noProof/>
          </w:rPr>
          <w:t>Obr. 5  Pauza v nahrávání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_Toc331149287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3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A12389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8" w:history="1">
        <w:r w:rsidR="00C74D81" w:rsidRPr="000C5D33">
          <w:rPr>
            <w:rStyle w:val="Hypertextovodkaz"/>
            <w:noProof/>
          </w:rPr>
          <w:t>Obr. 6  Nahrávání projekce z tabule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_Toc331149288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4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A12389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9" w:history="1">
        <w:r w:rsidR="00C74D81" w:rsidRPr="000C5D33">
          <w:rPr>
            <w:rStyle w:val="Hypertextovodkaz"/>
            <w:noProof/>
          </w:rPr>
          <w:t>Obr. 7 Konec přednášky po kliku na STOP NAHRÁVÁNÍ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_Toc331149289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4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A12389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90" w:history="1">
        <w:r w:rsidR="00C74D81" w:rsidRPr="000C5D33">
          <w:rPr>
            <w:rStyle w:val="Hypertextovodkaz"/>
            <w:noProof/>
          </w:rPr>
          <w:t>Obr. 8 Stránka s ovládáním zatemnění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_Toc331149290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5</w:t>
        </w:r>
        <w:r w:rsidR="00F05C45">
          <w:rPr>
            <w:noProof/>
            <w:webHidden/>
          </w:rPr>
          <w:fldChar w:fldCharType="end"/>
        </w:r>
      </w:hyperlink>
    </w:p>
    <w:p w:rsidR="00101B49" w:rsidRDefault="00F05C45" w:rsidP="00101B49">
      <w:r>
        <w:fldChar w:fldCharType="end"/>
      </w:r>
    </w:p>
    <w:p w:rsidR="00F21D13" w:rsidRPr="00101B49" w:rsidRDefault="00F21D13" w:rsidP="00101B49"/>
    <w:sectPr w:rsidR="00F21D13" w:rsidRPr="00101B49" w:rsidSect="00A12389">
      <w:headerReference w:type="default" r:id="rId9"/>
      <w:footerReference w:type="default" r:id="rId10"/>
      <w:pgSz w:w="11906" w:h="16838" w:code="9"/>
      <w:pgMar w:top="851" w:right="1134" w:bottom="851" w:left="1134" w:header="737" w:footer="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F39" w:rsidRPr="00D91740" w:rsidRDefault="00731F39" w:rsidP="00D91740">
      <w:r>
        <w:separator/>
      </w:r>
    </w:p>
  </w:endnote>
  <w:endnote w:type="continuationSeparator" w:id="0">
    <w:p w:rsidR="00731F39" w:rsidRPr="00D91740" w:rsidRDefault="00731F39" w:rsidP="00D9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389" w:rsidRPr="00305D50" w:rsidRDefault="00A12389" w:rsidP="00A12389">
    <w:pPr>
      <w:pStyle w:val="Zhlav"/>
      <w:tabs>
        <w:tab w:val="left" w:pos="2580"/>
        <w:tab w:val="left" w:pos="2985"/>
      </w:tabs>
      <w:spacing w:after="120"/>
      <w:rPr>
        <w:rFonts w:ascii="Arial" w:hAnsi="Arial" w:cs="Arial"/>
        <w:color w:val="808080"/>
      </w:rPr>
    </w:pPr>
    <w:r w:rsidRPr="008C090B">
      <w:rPr>
        <w:rFonts w:ascii="Tahoma" w:hAnsi="Tahoma" w:cs="Tahoma"/>
        <w:b/>
        <w:sz w:val="20"/>
        <w:szCs w:val="20"/>
      </w:rPr>
      <w:t xml:space="preserve">Vybavení posluchárny ke </w:t>
    </w:r>
    <w:proofErr w:type="spellStart"/>
    <w:r w:rsidRPr="008C090B">
      <w:rPr>
        <w:rFonts w:ascii="Tahoma" w:hAnsi="Tahoma" w:cs="Tahoma"/>
        <w:b/>
        <w:sz w:val="20"/>
        <w:szCs w:val="20"/>
      </w:rPr>
      <w:t>streamování</w:t>
    </w:r>
    <w:proofErr w:type="spellEnd"/>
    <w:r w:rsidRPr="008C090B">
      <w:rPr>
        <w:rFonts w:ascii="Tahoma" w:hAnsi="Tahoma" w:cs="Tahoma"/>
        <w:b/>
        <w:sz w:val="20"/>
        <w:szCs w:val="20"/>
      </w:rPr>
      <w:t xml:space="preserve"> přednášek, </w:t>
    </w:r>
    <w:proofErr w:type="gramStart"/>
    <w:r w:rsidRPr="008C090B">
      <w:rPr>
        <w:rFonts w:ascii="Tahoma" w:hAnsi="Tahoma" w:cs="Tahoma"/>
        <w:b/>
        <w:sz w:val="20"/>
        <w:szCs w:val="20"/>
      </w:rPr>
      <w:t>část</w:t>
    </w:r>
    <w:r>
      <w:rPr>
        <w:rFonts w:ascii="Tahoma" w:hAnsi="Tahoma" w:cs="Tahoma"/>
        <w:b/>
        <w:sz w:val="20"/>
        <w:szCs w:val="20"/>
      </w:rPr>
      <w:t xml:space="preserve"> </w:t>
    </w:r>
    <w:r>
      <w:rPr>
        <w:rFonts w:ascii="Tahoma" w:hAnsi="Tahoma" w:cs="Tahoma"/>
        <w:b/>
        <w:sz w:val="20"/>
        <w:szCs w:val="20"/>
      </w:rPr>
      <w:t>2</w:t>
    </w:r>
    <w:r>
      <w:rPr>
        <w:rFonts w:ascii="Tahoma" w:hAnsi="Tahoma" w:cs="Tahoma"/>
        <w:b/>
        <w:sz w:val="20"/>
        <w:szCs w:val="20"/>
      </w:rPr>
      <w:t xml:space="preserve">                                         Příloha</w:t>
    </w:r>
    <w:proofErr w:type="gramEnd"/>
    <w:r>
      <w:rPr>
        <w:rFonts w:ascii="Tahoma" w:hAnsi="Tahoma" w:cs="Tahoma"/>
        <w:b/>
        <w:sz w:val="20"/>
        <w:szCs w:val="20"/>
      </w:rPr>
      <w:t xml:space="preserve"> C</w:t>
    </w:r>
    <w:r>
      <w:rPr>
        <w:rFonts w:ascii="Tahoma" w:hAnsi="Tahoma" w:cs="Tahoma"/>
        <w:b/>
        <w:sz w:val="20"/>
        <w:szCs w:val="20"/>
      </w:rPr>
      <w:t>2</w:t>
    </w:r>
  </w:p>
  <w:p w:rsidR="00031CAA" w:rsidRPr="00A12389" w:rsidRDefault="00031CAA" w:rsidP="00A123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F39" w:rsidRPr="00D91740" w:rsidRDefault="00731F39" w:rsidP="00D91740">
      <w:r>
        <w:separator/>
      </w:r>
    </w:p>
  </w:footnote>
  <w:footnote w:type="continuationSeparator" w:id="0">
    <w:p w:rsidR="00731F39" w:rsidRPr="00D91740" w:rsidRDefault="00731F39" w:rsidP="00D9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DF" w:rsidRPr="00D91740" w:rsidRDefault="00C74D81" w:rsidP="00E63C1E">
    <w:pPr>
      <w:pStyle w:val="Zhlav"/>
      <w:rPr>
        <w:rFonts w:ascii="Myriad Pro" w:hAnsi="Myriad Pro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23C476" wp14:editId="0334DA3B">
          <wp:simplePos x="0" y="0"/>
          <wp:positionH relativeFrom="column">
            <wp:posOffset>-720725</wp:posOffset>
          </wp:positionH>
          <wp:positionV relativeFrom="paragraph">
            <wp:posOffset>-828040</wp:posOffset>
          </wp:positionV>
          <wp:extent cx="7560310" cy="1010920"/>
          <wp:effectExtent l="19050" t="0" r="2540" b="0"/>
          <wp:wrapNone/>
          <wp:docPr id="17" name="obrázek 17" descr="TUL-word_Stránka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TUL-word_Stránka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10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D039C"/>
    <w:multiLevelType w:val="hybridMultilevel"/>
    <w:tmpl w:val="489609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removePersonalInformation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81"/>
    <w:rsid w:val="00016D7E"/>
    <w:rsid w:val="00020671"/>
    <w:rsid w:val="0002342B"/>
    <w:rsid w:val="000306B7"/>
    <w:rsid w:val="00031CAA"/>
    <w:rsid w:val="00037E8B"/>
    <w:rsid w:val="000C73BA"/>
    <w:rsid w:val="000F1B08"/>
    <w:rsid w:val="000F2DBB"/>
    <w:rsid w:val="00101B49"/>
    <w:rsid w:val="001472E5"/>
    <w:rsid w:val="001903D8"/>
    <w:rsid w:val="00197647"/>
    <w:rsid w:val="001A21D5"/>
    <w:rsid w:val="001A5FEB"/>
    <w:rsid w:val="001D0688"/>
    <w:rsid w:val="001E574E"/>
    <w:rsid w:val="00244E3D"/>
    <w:rsid w:val="002F2D27"/>
    <w:rsid w:val="0031128F"/>
    <w:rsid w:val="003534CF"/>
    <w:rsid w:val="00372720"/>
    <w:rsid w:val="003855A8"/>
    <w:rsid w:val="00392572"/>
    <w:rsid w:val="003C2732"/>
    <w:rsid w:val="003D4251"/>
    <w:rsid w:val="003E23D0"/>
    <w:rsid w:val="003E39E8"/>
    <w:rsid w:val="003E73C1"/>
    <w:rsid w:val="003F53C3"/>
    <w:rsid w:val="003F5C1D"/>
    <w:rsid w:val="0041455E"/>
    <w:rsid w:val="00415EDC"/>
    <w:rsid w:val="0047294E"/>
    <w:rsid w:val="004D2CEC"/>
    <w:rsid w:val="004F2057"/>
    <w:rsid w:val="0054513A"/>
    <w:rsid w:val="0054538F"/>
    <w:rsid w:val="00547F33"/>
    <w:rsid w:val="00581D47"/>
    <w:rsid w:val="005C195F"/>
    <w:rsid w:val="0062547B"/>
    <w:rsid w:val="00635E47"/>
    <w:rsid w:val="00682258"/>
    <w:rsid w:val="006A2B2E"/>
    <w:rsid w:val="006B2306"/>
    <w:rsid w:val="006C1248"/>
    <w:rsid w:val="00727D1E"/>
    <w:rsid w:val="00731F39"/>
    <w:rsid w:val="00765B80"/>
    <w:rsid w:val="00772D38"/>
    <w:rsid w:val="007E1211"/>
    <w:rsid w:val="007E1B00"/>
    <w:rsid w:val="007E3086"/>
    <w:rsid w:val="007F55A7"/>
    <w:rsid w:val="00830E69"/>
    <w:rsid w:val="008A59E2"/>
    <w:rsid w:val="008A71A9"/>
    <w:rsid w:val="008C0752"/>
    <w:rsid w:val="008C7C74"/>
    <w:rsid w:val="008D4AC0"/>
    <w:rsid w:val="009023BA"/>
    <w:rsid w:val="0093268F"/>
    <w:rsid w:val="009338CB"/>
    <w:rsid w:val="00935579"/>
    <w:rsid w:val="00940BBE"/>
    <w:rsid w:val="009562F4"/>
    <w:rsid w:val="00991063"/>
    <w:rsid w:val="009B3FFE"/>
    <w:rsid w:val="009B6FDE"/>
    <w:rsid w:val="009C3F89"/>
    <w:rsid w:val="009E5571"/>
    <w:rsid w:val="00A12389"/>
    <w:rsid w:val="00A1575D"/>
    <w:rsid w:val="00A168E4"/>
    <w:rsid w:val="00A51007"/>
    <w:rsid w:val="00A83757"/>
    <w:rsid w:val="00AC6790"/>
    <w:rsid w:val="00B11F36"/>
    <w:rsid w:val="00B22B3F"/>
    <w:rsid w:val="00B2558D"/>
    <w:rsid w:val="00B65538"/>
    <w:rsid w:val="00B82B57"/>
    <w:rsid w:val="00B94D65"/>
    <w:rsid w:val="00BD4858"/>
    <w:rsid w:val="00BD4B5B"/>
    <w:rsid w:val="00BE4CE5"/>
    <w:rsid w:val="00BF062F"/>
    <w:rsid w:val="00C17DE9"/>
    <w:rsid w:val="00C2033B"/>
    <w:rsid w:val="00C27B16"/>
    <w:rsid w:val="00C74D81"/>
    <w:rsid w:val="00CB2217"/>
    <w:rsid w:val="00CB430D"/>
    <w:rsid w:val="00D21A7E"/>
    <w:rsid w:val="00D91740"/>
    <w:rsid w:val="00DA6B94"/>
    <w:rsid w:val="00DD1A93"/>
    <w:rsid w:val="00DD2774"/>
    <w:rsid w:val="00DF3F1D"/>
    <w:rsid w:val="00DF56E4"/>
    <w:rsid w:val="00E0357F"/>
    <w:rsid w:val="00E63C1E"/>
    <w:rsid w:val="00E76C95"/>
    <w:rsid w:val="00EB40DD"/>
    <w:rsid w:val="00ED7798"/>
    <w:rsid w:val="00F05C45"/>
    <w:rsid w:val="00F06EA0"/>
    <w:rsid w:val="00F120AD"/>
    <w:rsid w:val="00F15FF1"/>
    <w:rsid w:val="00F21D13"/>
    <w:rsid w:val="00F47BDF"/>
    <w:rsid w:val="00FB2A8C"/>
    <w:rsid w:val="00FC7439"/>
    <w:rsid w:val="00FE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1B4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27D1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7B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7BDF"/>
  </w:style>
  <w:style w:type="paragraph" w:styleId="Zpat">
    <w:name w:val="footer"/>
    <w:basedOn w:val="Normln"/>
    <w:link w:val="ZpatChar"/>
    <w:uiPriority w:val="99"/>
    <w:unhideWhenUsed/>
    <w:rsid w:val="00F47B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7BDF"/>
  </w:style>
  <w:style w:type="paragraph" w:styleId="Textbubliny">
    <w:name w:val="Balloon Text"/>
    <w:basedOn w:val="Normln"/>
    <w:link w:val="TextbublinyChar"/>
    <w:uiPriority w:val="99"/>
    <w:semiHidden/>
    <w:unhideWhenUsed/>
    <w:rsid w:val="00F47BDF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47BDF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27D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Zstupntext">
    <w:name w:val="Placeholder Text"/>
    <w:uiPriority w:val="99"/>
    <w:semiHidden/>
    <w:rsid w:val="00635E47"/>
    <w:rPr>
      <w:color w:val="808080"/>
    </w:rPr>
  </w:style>
  <w:style w:type="paragraph" w:styleId="Normlnweb">
    <w:name w:val="Normal (Web)"/>
    <w:basedOn w:val="Normln"/>
    <w:uiPriority w:val="99"/>
    <w:semiHidden/>
    <w:unhideWhenUsed/>
    <w:rsid w:val="00AC6790"/>
    <w:pPr>
      <w:spacing w:before="100" w:beforeAutospacing="1" w:after="100" w:afterAutospacing="1"/>
    </w:pPr>
  </w:style>
  <w:style w:type="paragraph" w:customStyle="1" w:styleId="TUL2011">
    <w:name w:val="TUL2011"/>
    <w:basedOn w:val="Normln"/>
    <w:next w:val="Normln"/>
    <w:link w:val="TUL2011Char"/>
    <w:rsid w:val="0054513A"/>
    <w:rPr>
      <w:rFonts w:ascii="Myriad Pro" w:hAnsi="Myriad Pro"/>
      <w:sz w:val="20"/>
    </w:rPr>
  </w:style>
  <w:style w:type="paragraph" w:customStyle="1" w:styleId="Default">
    <w:name w:val="Default"/>
    <w:rsid w:val="00031CAA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TUL2011Char">
    <w:name w:val="TUL2011 Char"/>
    <w:link w:val="TUL2011"/>
    <w:rsid w:val="0054513A"/>
    <w:rPr>
      <w:rFonts w:ascii="Myriad Pro" w:eastAsia="Calibri" w:hAnsi="Myriad Pro" w:cs="Times New Roman"/>
      <w:szCs w:val="22"/>
      <w:lang w:eastAsia="en-US"/>
    </w:rPr>
  </w:style>
  <w:style w:type="paragraph" w:styleId="Titulek">
    <w:name w:val="caption"/>
    <w:basedOn w:val="Normln"/>
    <w:next w:val="Normln"/>
    <w:qFormat/>
    <w:rsid w:val="00101B49"/>
    <w:pPr>
      <w:spacing w:before="120" w:after="120"/>
    </w:pPr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101B49"/>
    <w:pPr>
      <w:ind w:left="480" w:hanging="480"/>
    </w:pPr>
  </w:style>
  <w:style w:type="character" w:styleId="Hypertextovodkaz">
    <w:name w:val="Hyperlink"/>
    <w:basedOn w:val="Standardnpsmoodstavce"/>
    <w:uiPriority w:val="99"/>
    <w:rsid w:val="00101B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1B4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27D1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7B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7BDF"/>
  </w:style>
  <w:style w:type="paragraph" w:styleId="Zpat">
    <w:name w:val="footer"/>
    <w:basedOn w:val="Normln"/>
    <w:link w:val="ZpatChar"/>
    <w:uiPriority w:val="99"/>
    <w:unhideWhenUsed/>
    <w:rsid w:val="00F47B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7BDF"/>
  </w:style>
  <w:style w:type="paragraph" w:styleId="Textbubliny">
    <w:name w:val="Balloon Text"/>
    <w:basedOn w:val="Normln"/>
    <w:link w:val="TextbublinyChar"/>
    <w:uiPriority w:val="99"/>
    <w:semiHidden/>
    <w:unhideWhenUsed/>
    <w:rsid w:val="00F47BDF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47BDF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27D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Zstupntext">
    <w:name w:val="Placeholder Text"/>
    <w:uiPriority w:val="99"/>
    <w:semiHidden/>
    <w:rsid w:val="00635E47"/>
    <w:rPr>
      <w:color w:val="808080"/>
    </w:rPr>
  </w:style>
  <w:style w:type="paragraph" w:styleId="Normlnweb">
    <w:name w:val="Normal (Web)"/>
    <w:basedOn w:val="Normln"/>
    <w:uiPriority w:val="99"/>
    <w:semiHidden/>
    <w:unhideWhenUsed/>
    <w:rsid w:val="00AC6790"/>
    <w:pPr>
      <w:spacing w:before="100" w:beforeAutospacing="1" w:after="100" w:afterAutospacing="1"/>
    </w:pPr>
  </w:style>
  <w:style w:type="paragraph" w:customStyle="1" w:styleId="TUL2011">
    <w:name w:val="TUL2011"/>
    <w:basedOn w:val="Normln"/>
    <w:next w:val="Normln"/>
    <w:link w:val="TUL2011Char"/>
    <w:rsid w:val="0054513A"/>
    <w:rPr>
      <w:rFonts w:ascii="Myriad Pro" w:hAnsi="Myriad Pro"/>
      <w:sz w:val="20"/>
    </w:rPr>
  </w:style>
  <w:style w:type="paragraph" w:customStyle="1" w:styleId="Default">
    <w:name w:val="Default"/>
    <w:rsid w:val="00031CAA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TUL2011Char">
    <w:name w:val="TUL2011 Char"/>
    <w:link w:val="TUL2011"/>
    <w:rsid w:val="0054513A"/>
    <w:rPr>
      <w:rFonts w:ascii="Myriad Pro" w:eastAsia="Calibri" w:hAnsi="Myriad Pro" w:cs="Times New Roman"/>
      <w:szCs w:val="22"/>
      <w:lang w:eastAsia="en-US"/>
    </w:rPr>
  </w:style>
  <w:style w:type="paragraph" w:styleId="Titulek">
    <w:name w:val="caption"/>
    <w:basedOn w:val="Normln"/>
    <w:next w:val="Normln"/>
    <w:qFormat/>
    <w:rsid w:val="00101B49"/>
    <w:pPr>
      <w:spacing w:before="120" w:after="120"/>
    </w:pPr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101B49"/>
    <w:pPr>
      <w:ind w:left="480" w:hanging="480"/>
    </w:pPr>
  </w:style>
  <w:style w:type="character" w:styleId="Hypertextovodkaz">
    <w:name w:val="Hyperlink"/>
    <w:basedOn w:val="Standardnpsmoodstavce"/>
    <w:uiPriority w:val="99"/>
    <w:rsid w:val="00101B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\AppData\Local\Temp\tul-hlavickovy-papir-zakladni-cz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B845B-F686-4790-96DA-B78CEC857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tul-hlavickovy-papir-zakladni-cz-1</Template>
  <TotalTime>0</TotalTime>
  <Pages>6</Pages>
  <Words>643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TULšablonaWORD2011</vt:lpstr>
    </vt:vector>
  </TitlesOfParts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TULšablonaWORD2011</dc:title>
  <dc:creator/>
  <cp:lastModifiedBy/>
  <cp:revision>1</cp:revision>
  <dcterms:created xsi:type="dcterms:W3CDTF">2012-08-13T14:32:00Z</dcterms:created>
  <dcterms:modified xsi:type="dcterms:W3CDTF">2012-08-15T07:49:00Z</dcterms:modified>
</cp:coreProperties>
</file>