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0A4117">
      <w:pPr>
        <w:spacing w:before="360" w:after="240"/>
        <w:jc w:val="center"/>
        <w:rPr>
          <w:b/>
        </w:rPr>
      </w:pPr>
      <w:r w:rsidRPr="00F2628F">
        <w:rPr>
          <w:b/>
        </w:rPr>
        <w:t>Čestné prohlášení uchazeče o splnění základních kvalifikačních předpokladů</w:t>
      </w:r>
    </w:p>
    <w:p w:rsidR="00F024F0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BE2709">
        <w:rPr>
          <w:sz w:val="20"/>
          <w:szCs w:val="20"/>
        </w:rPr>
        <w:t xml:space="preserve">na </w:t>
      </w:r>
      <w:r w:rsidR="00CE3E2A">
        <w:rPr>
          <w:sz w:val="20"/>
          <w:szCs w:val="20"/>
        </w:rPr>
        <w:t>dodávky</w:t>
      </w:r>
      <w:r w:rsidR="00BE2709">
        <w:rPr>
          <w:sz w:val="20"/>
          <w:szCs w:val="20"/>
        </w:rPr>
        <w:t xml:space="preserve">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 xml:space="preserve">v otevřeném </w:t>
      </w:r>
      <w:r w:rsidR="002F3BF1">
        <w:rPr>
          <w:sz w:val="20"/>
          <w:szCs w:val="20"/>
        </w:rPr>
        <w:t xml:space="preserve">řízení dle </w:t>
      </w:r>
      <w:r w:rsidR="00A7466F">
        <w:rPr>
          <w:sz w:val="20"/>
          <w:szCs w:val="20"/>
        </w:rPr>
        <w:t xml:space="preserve">zákona </w:t>
      </w:r>
      <w:r w:rsidR="00BE2709">
        <w:rPr>
          <w:sz w:val="20"/>
          <w:szCs w:val="20"/>
        </w:rPr>
        <w:t>č. 137/2006 </w:t>
      </w:r>
      <w:r w:rsidR="002F3BF1">
        <w:rPr>
          <w:sz w:val="20"/>
          <w:szCs w:val="20"/>
        </w:rPr>
        <w:t xml:space="preserve">Sb., o veřejných zakázkách, ve znění pozdějších předpisů (dále jen „zákon“) </w:t>
      </w:r>
      <w:r w:rsidRPr="00F2628F">
        <w:rPr>
          <w:sz w:val="20"/>
          <w:szCs w:val="20"/>
        </w:rPr>
        <w:t>s</w:t>
      </w:r>
      <w:r w:rsidR="00DF5B6F">
        <w:rPr>
          <w:sz w:val="20"/>
          <w:szCs w:val="20"/>
        </w:rPr>
        <w:t> </w:t>
      </w:r>
      <w:r w:rsidRPr="00F2628F">
        <w:rPr>
          <w:sz w:val="20"/>
          <w:szCs w:val="20"/>
        </w:rPr>
        <w:t>názvem</w:t>
      </w:r>
    </w:p>
    <w:p w:rsidR="00DF5B6F" w:rsidRPr="00F2628F" w:rsidRDefault="00DF5B6F" w:rsidP="00EC09A1">
      <w:pPr>
        <w:jc w:val="center"/>
        <w:rPr>
          <w:sz w:val="20"/>
          <w:szCs w:val="20"/>
        </w:rPr>
      </w:pP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CE3E2A" w:rsidRPr="00CE3E2A">
        <w:rPr>
          <w:b/>
          <w:bCs/>
          <w:color w:val="000000"/>
          <w:sz w:val="32"/>
          <w:szCs w:val="32"/>
          <w:lang w:eastAsia="en-US"/>
        </w:rPr>
        <w:t>Stravenky pro cílovou skupinu projektu „Stáže ve firmách“ a pro zaměstnance FDV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BE2709" w:rsidRDefault="00BE2709" w:rsidP="0019117F">
      <w:pPr>
        <w:rPr>
          <w:bCs/>
          <w:sz w:val="20"/>
          <w:szCs w:val="20"/>
        </w:rPr>
      </w:pPr>
    </w:p>
    <w:p w:rsidR="007B39C4" w:rsidRDefault="00BE2709" w:rsidP="00BE2709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realizované v rámci projekt</w:t>
      </w:r>
      <w:r w:rsidR="00CE3E2A">
        <w:rPr>
          <w:bCs/>
          <w:sz w:val="20"/>
          <w:szCs w:val="20"/>
        </w:rPr>
        <w:t xml:space="preserve">ů financovaných </w:t>
      </w:r>
      <w:r w:rsidR="00CE3E2A" w:rsidRPr="00CE3E2A">
        <w:rPr>
          <w:bCs/>
          <w:sz w:val="20"/>
          <w:szCs w:val="20"/>
        </w:rPr>
        <w:t>z operačního programu Vzdělávání pro konkurenceschopnost a z operačního programu Lidské zdroje a zaměstnanost</w:t>
      </w:r>
      <w:r w:rsidR="001E45F2">
        <w:rPr>
          <w:bCs/>
          <w:sz w:val="20"/>
          <w:szCs w:val="20"/>
        </w:rPr>
        <w:t>.</w:t>
      </w:r>
    </w:p>
    <w:p w:rsidR="00BE2709" w:rsidRDefault="00BE2709" w:rsidP="0019117F">
      <w:pPr>
        <w:rPr>
          <w:b/>
          <w:bCs/>
          <w:sz w:val="20"/>
          <w:szCs w:val="20"/>
        </w:rPr>
      </w:pPr>
    </w:p>
    <w:p w:rsidR="00972B5D" w:rsidRPr="00F2628F" w:rsidRDefault="00972B5D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BE2709">
        <w:rPr>
          <w:rFonts w:ascii="Arial" w:hAnsi="Arial" w:cs="Arial"/>
          <w:color w:val="auto"/>
          <w:sz w:val="20"/>
          <w:szCs w:val="20"/>
        </w:rPr>
        <w:t xml:space="preserve"> 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</w:t>
      </w:r>
      <w:r w:rsidR="00BE2709">
        <w:rPr>
          <w:rFonts w:ascii="Arial" w:hAnsi="Arial" w:cs="Arial"/>
          <w:color w:val="auto"/>
          <w:sz w:val="20"/>
          <w:szCs w:val="20"/>
        </w:rPr>
        <w:t xml:space="preserve"> </w:t>
      </w:r>
      <w:r w:rsidR="00F1205C" w:rsidRPr="00F2628F">
        <w:rPr>
          <w:rFonts w:ascii="Arial" w:hAnsi="Arial" w:cs="Arial"/>
          <w:color w:val="auto"/>
          <w:sz w:val="20"/>
          <w:szCs w:val="20"/>
        </w:rPr>
        <w:t>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Default="00607534" w:rsidP="00601644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972B5D" w:rsidRPr="00F2628F" w:rsidRDefault="00972B5D" w:rsidP="00601644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tímto čestně prohlašuje, že splňuje základní kvalifikační předpokl</w:t>
      </w:r>
      <w:r w:rsidR="00EC09A1" w:rsidRPr="00F2628F">
        <w:rPr>
          <w:rFonts w:ascii="Arial" w:hAnsi="Arial" w:cs="Arial"/>
          <w:color w:val="auto"/>
          <w:sz w:val="20"/>
          <w:szCs w:val="20"/>
        </w:rPr>
        <w:t>ady</w:t>
      </w:r>
      <w:r w:rsidR="002F3BF1">
        <w:rPr>
          <w:rFonts w:ascii="Arial" w:hAnsi="Arial" w:cs="Arial"/>
          <w:color w:val="auto"/>
          <w:sz w:val="20"/>
          <w:szCs w:val="20"/>
        </w:rPr>
        <w:t xml:space="preserve"> dle § 53 odst. 1 zákona</w:t>
      </w:r>
      <w:r w:rsidR="0081358A">
        <w:rPr>
          <w:rFonts w:ascii="Arial" w:hAnsi="Arial" w:cs="Arial"/>
          <w:color w:val="auto"/>
          <w:sz w:val="20"/>
          <w:szCs w:val="20"/>
        </w:rPr>
        <w:t xml:space="preserve">, písm. </w:t>
      </w:r>
      <w:r w:rsidR="00972B5D">
        <w:rPr>
          <w:rFonts w:ascii="Arial" w:hAnsi="Arial" w:cs="Arial"/>
          <w:color w:val="auto"/>
          <w:sz w:val="20"/>
          <w:szCs w:val="20"/>
        </w:rPr>
        <w:t>c</w:t>
      </w:r>
      <w:r w:rsidR="0081358A">
        <w:rPr>
          <w:rFonts w:ascii="Arial" w:hAnsi="Arial" w:cs="Arial"/>
          <w:color w:val="auto"/>
          <w:sz w:val="20"/>
          <w:szCs w:val="20"/>
        </w:rPr>
        <w:t xml:space="preserve">) až </w:t>
      </w:r>
      <w:r w:rsidR="00972B5D">
        <w:rPr>
          <w:rFonts w:ascii="Arial" w:hAnsi="Arial" w:cs="Arial"/>
          <w:color w:val="auto"/>
          <w:sz w:val="20"/>
          <w:szCs w:val="20"/>
        </w:rPr>
        <w:t>f</w:t>
      </w:r>
      <w:r w:rsidR="0081358A">
        <w:rPr>
          <w:rFonts w:ascii="Arial" w:hAnsi="Arial" w:cs="Arial"/>
          <w:color w:val="auto"/>
          <w:sz w:val="20"/>
          <w:szCs w:val="20"/>
        </w:rPr>
        <w:t>) a písm. j) a k)</w:t>
      </w:r>
      <w:r w:rsidR="00EC09A1" w:rsidRPr="00F2628F">
        <w:rPr>
          <w:rFonts w:ascii="Arial" w:hAnsi="Arial" w:cs="Arial"/>
          <w:color w:val="auto"/>
          <w:sz w:val="20"/>
          <w:szCs w:val="20"/>
        </w:rPr>
        <w:t>, neboť</w:t>
      </w:r>
      <w:r w:rsidR="0081358A">
        <w:rPr>
          <w:rFonts w:ascii="Arial" w:hAnsi="Arial" w:cs="Arial"/>
          <w:color w:val="auto"/>
          <w:sz w:val="20"/>
          <w:szCs w:val="20"/>
        </w:rPr>
        <w:t xml:space="preserve">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</w:p>
    <w:p w:rsidR="00607534" w:rsidRPr="00F2628F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v posledních 3 letech nenaplnil skutkovou podstatu jednání nekalé soutěže formou podplácení podle zvláštního právního předpisu,</w:t>
      </w:r>
    </w:p>
    <w:p w:rsidR="00607534" w:rsidRPr="00F2628F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 xml:space="preserve">vůči jehož majetku neprobíhá nebo v posledních 3 letech neproběhlo insolvenční řízení, v němž bylo vydáno rozhodnutí o úpadku nebo insolvenční návrh nebyl zamítnut </w:t>
      </w:r>
      <w:r w:rsidR="00DF5B6F">
        <w:rPr>
          <w:rFonts w:ascii="Arial" w:hAnsi="Arial" w:cs="Arial"/>
          <w:color w:val="auto"/>
          <w:sz w:val="20"/>
          <w:szCs w:val="20"/>
        </w:rPr>
        <w:t>proto, že majetek nepostačuje k </w:t>
      </w:r>
      <w:r w:rsidRPr="00F2628F">
        <w:rPr>
          <w:rFonts w:ascii="Arial" w:hAnsi="Arial" w:cs="Arial"/>
          <w:color w:val="auto"/>
          <w:sz w:val="20"/>
          <w:szCs w:val="20"/>
        </w:rPr>
        <w:t>úhradě nákladů insolvenčního řízení, nebo nebyl konkurs zrušen proto, že majetek byl zcela nepostačující nebo zavedena nucená správa podle zvláštních právních předpisů,</w:t>
      </w:r>
    </w:p>
    <w:p w:rsidR="00607534" w:rsidRPr="00F2628F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není v likvidaci,</w:t>
      </w:r>
    </w:p>
    <w:p w:rsidR="001875DD" w:rsidRPr="00F2628F" w:rsidRDefault="001875DD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607534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1358A">
        <w:rPr>
          <w:rFonts w:ascii="Arial" w:hAnsi="Arial" w:cs="Arial"/>
          <w:color w:val="auto"/>
          <w:sz w:val="20"/>
          <w:szCs w:val="20"/>
        </w:rPr>
        <w:t>který není veden v rejstříku osob se zákazem plnění veřejných zaká</w:t>
      </w:r>
      <w:r w:rsidR="00EC09A1" w:rsidRPr="0081358A">
        <w:rPr>
          <w:rFonts w:ascii="Arial" w:hAnsi="Arial" w:cs="Arial"/>
          <w:color w:val="auto"/>
          <w:sz w:val="20"/>
          <w:szCs w:val="20"/>
        </w:rPr>
        <w:t>ze</w:t>
      </w:r>
      <w:bookmarkStart w:id="0" w:name="_GoBack"/>
      <w:bookmarkEnd w:id="0"/>
      <w:r w:rsidR="00EC09A1" w:rsidRPr="0081358A">
        <w:rPr>
          <w:rFonts w:ascii="Arial" w:hAnsi="Arial" w:cs="Arial"/>
          <w:color w:val="auto"/>
          <w:sz w:val="20"/>
          <w:szCs w:val="20"/>
        </w:rPr>
        <w:t>k,</w:t>
      </w:r>
    </w:p>
    <w:p w:rsidR="00607534" w:rsidRPr="0081358A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1358A">
        <w:rPr>
          <w:rFonts w:ascii="Arial" w:hAnsi="Arial" w:cs="Arial"/>
          <w:color w:val="auto"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972B5D" w:rsidRDefault="00972B5D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9C3DAA" w:rsidRPr="007F0CD6" w:rsidRDefault="009C3DAA" w:rsidP="00601644">
      <w:pPr>
        <w:spacing w:after="120"/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601644" w:rsidRDefault="00EC09A1">
      <w:pPr>
        <w:jc w:val="right"/>
        <w:rPr>
          <w:i/>
          <w:iCs/>
          <w:sz w:val="16"/>
          <w:szCs w:val="16"/>
        </w:rPr>
      </w:pPr>
      <w:r w:rsidRPr="00601644">
        <w:rPr>
          <w:sz w:val="16"/>
          <w:szCs w:val="16"/>
        </w:rPr>
        <w:t>(</w:t>
      </w:r>
      <w:r w:rsidRPr="00601644">
        <w:rPr>
          <w:i/>
          <w:sz w:val="16"/>
          <w:szCs w:val="16"/>
        </w:rPr>
        <w:t>p</w:t>
      </w:r>
      <w:r w:rsidRPr="00601644">
        <w:rPr>
          <w:i/>
          <w:iCs/>
          <w:sz w:val="16"/>
          <w:szCs w:val="16"/>
        </w:rPr>
        <w:t>odpis osoby oprávněné jednat jménem či za uchazeče)</w:t>
      </w:r>
    </w:p>
    <w:sectPr w:rsidR="00F2628F" w:rsidRPr="00601644" w:rsidSect="00CA624E">
      <w:headerReference w:type="default" r:id="rId9"/>
      <w:footerReference w:type="default" r:id="rId10"/>
      <w:pgSz w:w="11906" w:h="16838" w:code="9"/>
      <w:pgMar w:top="1871" w:right="1304" w:bottom="1418" w:left="1304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AC3" w:rsidRDefault="00071AC3" w:rsidP="003A1904">
      <w:r>
        <w:separator/>
      </w:r>
    </w:p>
  </w:endnote>
  <w:endnote w:type="continuationSeparator" w:id="0">
    <w:p w:rsidR="00071AC3" w:rsidRDefault="00071AC3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E2A" w:rsidRDefault="00CE3E2A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CE0B5DC" wp14:editId="63AD8E0A">
          <wp:simplePos x="0" y="0"/>
          <wp:positionH relativeFrom="column">
            <wp:align>center</wp:align>
          </wp:positionH>
          <wp:positionV relativeFrom="bottomMargin">
            <wp:posOffset>151765</wp:posOffset>
          </wp:positionV>
          <wp:extent cx="5201920" cy="56134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f_eu_oplzz_Podorujeme_horizont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20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AC3" w:rsidRDefault="00071AC3" w:rsidP="003A1904">
      <w:r>
        <w:separator/>
      </w:r>
    </w:p>
  </w:footnote>
  <w:footnote w:type="continuationSeparator" w:id="0">
    <w:p w:rsidR="00071AC3" w:rsidRDefault="00071AC3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BE2709" w:rsidP="00F2628F">
    <w:pPr>
      <w:pStyle w:val="Zhlav"/>
    </w:pPr>
    <w:r w:rsidRPr="00960DBD">
      <w:rPr>
        <w:noProof/>
      </w:rPr>
      <w:drawing>
        <wp:anchor distT="0" distB="0" distL="114300" distR="114300" simplePos="0" relativeHeight="251659264" behindDoc="0" locked="0" layoutInCell="1" allowOverlap="1" wp14:anchorId="02B0D50A" wp14:editId="54E989D8">
          <wp:simplePos x="2085975" y="228600"/>
          <wp:positionH relativeFrom="column">
            <wp:align>center</wp:align>
          </wp:positionH>
          <wp:positionV relativeFrom="paragraph">
            <wp:posOffset>-219075</wp:posOffset>
          </wp:positionV>
          <wp:extent cx="4068000" cy="885600"/>
          <wp:effectExtent l="0" t="0" r="0" b="0"/>
          <wp:wrapSquare wrapText="bothSides"/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885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9948370"/>
    <w:lvl w:ilvl="0" w:tplc="5B9005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F52650"/>
    <w:multiLevelType w:val="hybridMultilevel"/>
    <w:tmpl w:val="05200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4"/>
  </w:num>
  <w:num w:numId="3">
    <w:abstractNumId w:val="16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6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7"/>
  </w:num>
  <w:num w:numId="15">
    <w:abstractNumId w:val="11"/>
  </w:num>
  <w:num w:numId="16">
    <w:abstractNumId w:val="22"/>
  </w:num>
  <w:num w:numId="17">
    <w:abstractNumId w:val="12"/>
  </w:num>
  <w:num w:numId="18">
    <w:abstractNumId w:val="5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2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1AC3"/>
    <w:rsid w:val="000751E4"/>
    <w:rsid w:val="00076D7F"/>
    <w:rsid w:val="0008712F"/>
    <w:rsid w:val="000A4117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45F2"/>
    <w:rsid w:val="001E71B1"/>
    <w:rsid w:val="001F2F7D"/>
    <w:rsid w:val="001F5648"/>
    <w:rsid w:val="00227AE8"/>
    <w:rsid w:val="00282603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55C38"/>
    <w:rsid w:val="00370A0B"/>
    <w:rsid w:val="00371114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E16F4"/>
    <w:rsid w:val="005E1903"/>
    <w:rsid w:val="005E3C45"/>
    <w:rsid w:val="00601644"/>
    <w:rsid w:val="00607534"/>
    <w:rsid w:val="00617D65"/>
    <w:rsid w:val="006208B9"/>
    <w:rsid w:val="00632ECA"/>
    <w:rsid w:val="00637AC5"/>
    <w:rsid w:val="00652DB7"/>
    <w:rsid w:val="006578FD"/>
    <w:rsid w:val="0066464D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358A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8B74EC"/>
    <w:rsid w:val="0090580C"/>
    <w:rsid w:val="009062CC"/>
    <w:rsid w:val="00906733"/>
    <w:rsid w:val="00951757"/>
    <w:rsid w:val="00954E49"/>
    <w:rsid w:val="00957A8D"/>
    <w:rsid w:val="00972B5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349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BE2709"/>
    <w:rsid w:val="00C671DF"/>
    <w:rsid w:val="00C7598F"/>
    <w:rsid w:val="00C76C29"/>
    <w:rsid w:val="00C97E2F"/>
    <w:rsid w:val="00CA624E"/>
    <w:rsid w:val="00CA6274"/>
    <w:rsid w:val="00CA7117"/>
    <w:rsid w:val="00CB0621"/>
    <w:rsid w:val="00CE3E2A"/>
    <w:rsid w:val="00CE6C25"/>
    <w:rsid w:val="00CF517A"/>
    <w:rsid w:val="00D34BF9"/>
    <w:rsid w:val="00D76FB9"/>
    <w:rsid w:val="00DC01A3"/>
    <w:rsid w:val="00DC2233"/>
    <w:rsid w:val="00DD2376"/>
    <w:rsid w:val="00DD6684"/>
    <w:rsid w:val="00DE0116"/>
    <w:rsid w:val="00DE3475"/>
    <w:rsid w:val="00DF5B6F"/>
    <w:rsid w:val="00E1516D"/>
    <w:rsid w:val="00E2057F"/>
    <w:rsid w:val="00E21A89"/>
    <w:rsid w:val="00E26825"/>
    <w:rsid w:val="00E852C0"/>
    <w:rsid w:val="00EC09A1"/>
    <w:rsid w:val="00EC4ECF"/>
    <w:rsid w:val="00ED0936"/>
    <w:rsid w:val="00EE3479"/>
    <w:rsid w:val="00EF476F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929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CA624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532C9-5E83-416E-892F-089AA1A38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17</cp:revision>
  <cp:lastPrinted>2006-10-05T12:53:00Z</cp:lastPrinted>
  <dcterms:created xsi:type="dcterms:W3CDTF">2012-06-18T17:37:00Z</dcterms:created>
  <dcterms:modified xsi:type="dcterms:W3CDTF">2012-09-06T17:34:00Z</dcterms:modified>
</cp:coreProperties>
</file>