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49" w:rsidRDefault="00101B49" w:rsidP="00101B49">
      <w:pPr>
        <w:outlineLvl w:val="0"/>
      </w:pPr>
      <w:r>
        <w:rPr>
          <w:sz w:val="52"/>
          <w:szCs w:val="52"/>
        </w:rPr>
        <w:t xml:space="preserve">Základní </w:t>
      </w:r>
      <w:proofErr w:type="gramStart"/>
      <w:r>
        <w:rPr>
          <w:sz w:val="52"/>
          <w:szCs w:val="52"/>
        </w:rPr>
        <w:t>obrazovka</w:t>
      </w:r>
      <w:r>
        <w:t xml:space="preserve">  podobně</w:t>
      </w:r>
      <w:proofErr w:type="gramEnd"/>
      <w:r>
        <w:t xml:space="preserve"> jako </w:t>
      </w:r>
      <w:r w:rsidR="00F05C45">
        <w:fldChar w:fldCharType="begin"/>
      </w:r>
      <w:r>
        <w:instrText xml:space="preserve"> REF _Ref235425013 \h </w:instrText>
      </w:r>
      <w:r w:rsidR="00F05C45">
        <w:fldChar w:fldCharType="separate"/>
      </w:r>
      <w:r w:rsidR="00D21A7E">
        <w:rPr>
          <w:b/>
          <w:bCs/>
        </w:rPr>
        <w:t xml:space="preserve">Chyba! Nenalezen zdroj </w:t>
      </w:r>
      <w:proofErr w:type="gramStart"/>
      <w:r w:rsidR="00D21A7E">
        <w:rPr>
          <w:b/>
          <w:bCs/>
        </w:rPr>
        <w:t>odkazů.</w:t>
      </w:r>
      <w:r w:rsidR="00F05C45">
        <w:fldChar w:fldCharType="end"/>
      </w:r>
      <w:r>
        <w:t>,  na</w:t>
      </w:r>
      <w:proofErr w:type="gramEnd"/>
      <w:r>
        <w:t xml:space="preserve"> vzhledu netrváme</w:t>
      </w:r>
    </w:p>
    <w:p w:rsidR="00101B49" w:rsidRDefault="00101B49" w:rsidP="00101B49"/>
    <w:p w:rsidR="00101B49" w:rsidRDefault="00101B49" w:rsidP="00101B49">
      <w:pPr>
        <w:outlineLvl w:val="0"/>
      </w:pPr>
      <w:r>
        <w:t>Bíle prvky jsou tlačítka nebo funkce zesílit a zeslabit ozvučení</w:t>
      </w:r>
    </w:p>
    <w:p w:rsidR="00101B49" w:rsidRDefault="00101B49" w:rsidP="00101B49"/>
    <w:p w:rsidR="00101B49" w:rsidRDefault="00101B49" w:rsidP="00101B49">
      <w:pPr>
        <w:outlineLvl w:val="0"/>
      </w:pPr>
      <w:r>
        <w:t>ZAPNI VŠECHNO je ON-OFF funkce s přepisovatelným nápisem – viz další okna</w:t>
      </w:r>
    </w:p>
    <w:p w:rsidR="00101B49" w:rsidRDefault="00101B49" w:rsidP="00101B49"/>
    <w:p w:rsidR="00101B49" w:rsidRDefault="00101B49" w:rsidP="00101B49">
      <w:pPr>
        <w:outlineLvl w:val="0"/>
      </w:pPr>
      <w:r>
        <w:t>Podbarvené pole jsou informační bloky</w:t>
      </w:r>
    </w:p>
    <w:p w:rsidR="00101B49" w:rsidRDefault="00101B49" w:rsidP="00101B49">
      <w:r>
        <w:tab/>
        <w:t>Spodní část – informuje učitele o tom, jestli se podařilo automaticky všechno zapnout</w:t>
      </w:r>
    </w:p>
    <w:p w:rsidR="00101B49" w:rsidRDefault="00101B49" w:rsidP="00101B49">
      <w:pPr>
        <w:ind w:left="2040"/>
      </w:pPr>
      <w:r>
        <w:t xml:space="preserve">Učitel v kontextu s tím co </w:t>
      </w:r>
      <w:proofErr w:type="gramStart"/>
      <w:r>
        <w:t>chce</w:t>
      </w:r>
      <w:proofErr w:type="gramEnd"/>
      <w:r>
        <w:t xml:space="preserve"> dělat </w:t>
      </w:r>
      <w:proofErr w:type="gramStart"/>
      <w:r>
        <w:t>může</w:t>
      </w:r>
      <w:proofErr w:type="gramEnd"/>
      <w:r>
        <w:t xml:space="preserve"> ignorovat to, že se některé přístroje nepodaří zapnout, informace o poruše poslat mailem na domluvenou adresu (co když se adresa změní?)</w:t>
      </w:r>
    </w:p>
    <w:p w:rsidR="00101B49" w:rsidRDefault="00101B49" w:rsidP="00101B49">
      <w:r>
        <w:tab/>
        <w:t>Vrchní část – informuje o nahrávání – viz další okna</w:t>
      </w:r>
    </w:p>
    <w:p w:rsidR="00101B49" w:rsidRDefault="00101B49" w:rsidP="00101B49"/>
    <w:p w:rsidR="00101B49" w:rsidRDefault="00101B49" w:rsidP="00101B49"/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370" name="Plátno 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2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ZAPNI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Oval 333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BFBFBF"/>
                                  <w:sz w:val="22"/>
                                </w:rPr>
                              </w:pPr>
                              <w:r w:rsidRPr="004D7D33">
                                <w:rPr>
                                  <w:color w:val="BFBFBF"/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339" name="Line 348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49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Oval 351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Oval 352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5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346" name="Group 355"/>
                        <wpg:cNvGrpSpPr>
                          <a:grpSpLocks/>
                        </wpg:cNvGrpSpPr>
                        <wpg:grpSpPr bwMode="auto">
                          <a:xfrm>
                            <a:off x="56752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347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Text Box 3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9" name="Text Box 3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0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" name="Text Box 3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2" name="Text Box 3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353" name="Group 362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354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Text Box 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AutoShap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AutoShape 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AutoShape 36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AutoShape 37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Rectangl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5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6" name="Text Box 3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7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8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9" name="Text Box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328" o:spid="_x0000_s1026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0" o:spid="_x0000_s1028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8+58QA&#10;AADcAAAADwAAAGRycy9kb3ducmV2LnhtbESPwWrDMBBE74X8g9hAbo0ch5biRAkmpeCDKW2aQ46L&#10;tbFNrJWRlMj9+6pQ6HGYmTfMdj+ZQdzJ+d6ygtUyA0HcWN1zq+D09fb4AsIHZI2DZVLwTR72u9nD&#10;FgttI3/S/RhakSDsC1TQhTAWUvqmI4N+aUfi5F2sMxiSdK3UDmOCm0HmWfYsDfacFjoc6dBRcz3e&#10;jIIskovt0/nD9O8168rH+vVWKrWYT+UGRKAp/If/2pVWsM5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vPuf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331" o:spid="_x0000_s1029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81S8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omaQr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zVL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ZAPNI VŠECHNO</w:t>
                        </w:r>
                      </w:p>
                    </w:txbxContent>
                  </v:textbox>
                </v:shape>
                <v:rect id="Rectangle 332" o:spid="_x0000_s1030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wacMA&#10;AADcAAAADwAAAGRycy9kb3ducmV2LnhtbESPQWsCMRSE70L/Q3iF3jSrYimrUVZR6EmoFtTbY/NM&#10;Fjcvyya623/fCIUeh5n5hlmseleLB7Wh8qxgPMpAEJdeV2wUfB93ww8QISJrrD2Tgh8KsFq+DBaY&#10;a9/xFz0O0YgE4ZCjAhtjk0sZSksOw8g3xMm7+tZhTLI1UrfYJbir5STL3qXDitOCxYY2lsrb4e4U&#10;bJvLvpiZIItTtOebX3c7uzdKvb32xRxEpD7+h//an1rBdDKF5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JwacMAAADcAAAADwAAAAAAAAAAAAAAAACYAgAAZHJzL2Rv&#10;d25yZXYueG1sUEsFBgAAAAAEAAQA9QAAAIgDAAAAAA==&#10;" filled="f"/>
                <v:oval id="Oval 333" o:spid="_x0000_s1031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dbM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0ukM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XWzEAAAA3AAAAA8AAAAAAAAAAAAAAAAAmAIAAGRycy9k&#10;b3ducmV2LnhtbFBLBQYAAAAABAAEAPUAAACJAwAAAAA=&#10;"/>
                <v:rect id="Rectangle 334" o:spid="_x0000_s1032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MT18IA&#10;AADcAAAADwAAAGRycy9kb3ducmV2LnhtbESPQYvCMBSE74L/ITzBm6ZWLFKNsgjCeqzuYff2aJ5t&#10;2eYlJNF2//1mQdjjMDPfMPvjaHrxJB86ywpWywwEcW11x42Cj9t5sQURIrLG3jIp+KEAx8N0ssdS&#10;24Erel5jIxKEQ4kK2hhdKWWoWzIYltYRJ+9uvcGYpG+k9jgkuOllnmWFNNhxWmjR0aml+vv6MArc&#10;6lJVw9ftYlzIcv+4f1JRWKXms/FtByLSGP/Dr/a7VrDON/B3Jh0B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QxPX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335" o:spid="_x0000_s1033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NoMEA&#10;AADcAAAADwAAAGRycy9kb3ducmV2LnhtbESPQYvCMBSE7wv+h/AEb2tqhbJUo4gg6LG6h/X2aJ5t&#10;sXkJSbTdf78RhD0OM/MNs96OphdP8qGzrGAxz0AQ11Z33Cj4vhw+v0CEiKyxt0wKfinAdjP5WGOp&#10;7cAVPc+xEQnCoUQFbYyulDLULRkMc+uIk3ez3mBM0jdSexwS3PQyz7JCGuw4LbToaN9SfT8/jAK3&#10;OFXVcL2cjAtZ7h+3HyoKq9RsOu5WICKN8T/8bh+1gmVewOtMOg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RjaDBAAAA3A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336" o:spid="_x0000_s1034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DCMMA&#10;AADcAAAADwAAAGRycy9kb3ducmV2LnhtbESPQWsCMRSE74L/ITzBm2a1VGVrFFEKHqTotgePj83r&#10;7uLmZUmiWf99Uyj0OMzMN8x625tWPMj5xrKC2TQDQVxa3XCl4OvzfbIC4QOyxtYyKXiSh+1mOFhj&#10;rm3kCz2KUIkEYZ+jgjqELpfSlzUZ9FPbESfv2zqDIUlXSe0wJrhp5TzLFtJgw2mhxo72NZW34m4U&#10;ZJFcrF6vZ9N8nFgffTwd7julxqN+9wYiUB/+w3/to1bwMl/C75l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oDCMMAAADc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337" o:spid="_x0000_s1035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Xer8A&#10;AADcAAAADwAAAGRycy9kb3ducmV2LnhtbERPy4rCMBTdC/5DuIK7MR3FQTpGEUVwIeJr4fLS3GnL&#10;NDcliab+vVkILg/nPV92phEPcr62rOB7lIEgLqyuuVRwvWy/ZiB8QNbYWCYFT/KwXPR7c8y1jXyi&#10;xzmUIoWwz1FBFUKbS+mLigz6kW2JE/dnncGQoCuldhhTuGnkOMt+pMGaU0OFLa0rKv7Pd6Mgi+Ri&#10;Ob0dTX3Ys975uN/cV0oNB93qF0SgLnzEb/dOK5iM09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VZd6vwAAANw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338" o:spid="_x0000_s1036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wEcQA&#10;AADcAAAADwAAAGRycy9kb3ducmV2LnhtbESPW2sCMRSE3wv+h3AE32rWFaSuRlGhoPSlXvD5sDl7&#10;0c3JkqTr+u8bodDHYWa+YZbr3jSiI+drywom4wQEcW51zaWCy/nz/QOED8gaG8uk4Eke1qvB2xIz&#10;bR98pO4UShEh7DNUUIXQZlL6vCKDfmxb4ugV1hkMUbpSaoePCDeNTJNkJg3WHBcqbGlXUX4//RgF&#10;527r98dbmOtDsZXpV/GdXt1GqdGw3yxABOrDf/ivvdcKpukc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tMBH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339" o:spid="_x0000_s1037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4PUcAA&#10;AADcAAAADwAAAGRycy9kb3ducmV2LnhtbERPy4rCMBTdD/gP4QruxtQKw0w1igqCMhsfg+tLc/vQ&#10;5qYksda/Nwthlofzni9704iOnK8tK5iMExDEudU1lwr+ztvPbxA+IGtsLJOCJ3lYLgYfc8y0ffCR&#10;ulMoRQxhn6GCKoQ2k9LnFRn0Y9sSR66wzmCI0JVSO3zEcNPINEm+pMGaY0OFLW0qym+nu1Fw7tZ+&#10;d7yGH70v1jL9LQ7pxa2UGg371QxEoD78i9/unVYwncb58Uw8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4PUc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340" o:spid="_x0000_s1038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qysMA&#10;AADcAAAADwAAAGRycy9kb3ducmV2LnhtbESPT2sCMRTE7wW/Q3iCt5p1BWlXo6ggKL1ULZ4fm7d/&#10;dPOyJHFdv30jFHocZuY3zGLVm0Z05HxtWcFknIAgzq2uuVTwc969f4DwAVljY5kUPMnDajl4W2Cm&#10;7YOP1J1CKSKEfYYKqhDaTEqfV2TQj21LHL3COoMhSldK7fAR4aaRaZLMpMGa40KFLW0rym+nu1Fw&#10;7jZ+f7yGT30oNjL9Kr7Ti1srNRr26zmIQH34D/+191rBdDqB1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Kqys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341" o:spid="_x0000_s1039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0vcQA&#10;AADc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02kKv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QNL3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342" o:spid="_x0000_s1040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RJsQA&#10;AADcAAAADwAAAGRycy9kb3ducmV2LnhtbESPW2sCMRSE3wv+h3CEvtWsu1DqahQVBKUv9YLPh83Z&#10;i25OliRd13/fFAp9HGbmG2axGkwrenK+saxgOklAEBdWN1wpuJx3bx8gfEDW2FomBU/ysFqOXhaY&#10;a/vgI/WnUIkIYZ+jgjqELpfSFzUZ9BPbEUevtM5giNJVUjt8RLhpZZok79Jgw3Ghxo62NRX307dR&#10;cO43fn+8hZk+lBuZfpZf6dWtlXodD+s5iEBD+A//tfdaQZZl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kSb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TABLET</w:t>
                        </w:r>
                      </w:p>
                    </w:txbxContent>
                  </v:textbox>
                </v:shape>
                <v:shape id="Text Box 343" o:spid="_x0000_s1041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UJUsQA&#10;AADcAAAADwAAAGRycy9kb3ducmV2LnhtbESPW2sCMRSE3wv+h3CEvtWsq5S6GkWFguJLveDzYXP2&#10;opuTJUnX7b83hUIfh5n5hlmsetOIjpyvLSsYjxIQxLnVNZcKLufPtw8QPiBrbCyTgh/ysFoOXhaY&#10;afvgI3WnUIoIYZ+hgiqENpPS5xUZ9CPbEkevsM5giNKVUjt8RLhpZJok79JgzXGhwpa2FeX307dR&#10;cO42fne8hZneFxuZHoqv9OrWSr0O+/UcRKA+/If/2jutYDKZwu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1CVL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BFBFBF"/>
                            <w:sz w:val="22"/>
                          </w:rPr>
                        </w:pPr>
                        <w:r w:rsidRPr="004D7D33">
                          <w:rPr>
                            <w:color w:val="BFBFBF"/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344" o:spid="_x0000_s1042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7bW8MA&#10;AADcAAAADwAAAGRycy9kb3ducmV2LnhtbESPQWsCMRSE74X+h/AKvdWsilJWo2yLgiehWlBvj80z&#10;Wdy8LJvUXf+9EQoeh5n5hpkve1eLK7Wh8qxgOMhAEJdeV2wU/O7XH58gQkTWWHsmBTcKsFy8vswx&#10;177jH7ruohEJwiFHBTbGJpcylJYchoFviJN39q3DmGRrpG6xS3BXy1GWTaXDitOCxYa+LZWX3Z9T&#10;sGpO22JigiwO0R4v/qtb261R6v2tL2YgIvXxGf5vb7SC8XgCj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7bW8MAAADcAAAADwAAAAAAAAAAAAAAAACYAgAAZHJzL2Rv&#10;d25yZXYueG1sUEsFBgAAAAAEAAQA9QAAAIgDAAAAAA==&#10;" filled="f"/>
                <v:rect id="Rectangle 345" o:spid="_x0000_s1043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FLMMA&#10;AADcAAAADwAAAGRycy9kb3ducmV2LnhtbESPQWsCMRSE70L/Q3iF3jSropTVKNui4EmoFtTbY/NM&#10;FjcvyyZ1139vCoUeh5n5hlmue1eLO7Wh8qxgPMpAEJdeV2wUfB+3w3cQISJrrD2TggcFWK9eBkvM&#10;te/4i+6HaESCcMhRgY2xyaUMpSWHYeQb4uRdfeswJtkaqVvsEtzVcpJlc+mw4rRgsaFPS+Xt8OMU&#10;bJrLvpiZIItTtOeb/+i2dm+UenvtiwWISH38D/+1d1rBdDqH3zPp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xFLMMAAADcAAAADwAAAAAAAAAAAAAAAACYAgAAZHJzL2Rv&#10;d25yZXYueG1sUEsFBgAAAAAEAAQA9QAAAIgDAAAAAA==&#10;" filled="f"/>
                <v:shape id="Text Box 346" o:spid="_x0000_s1044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eXJcQA&#10;AADcAAAADwAAAGRycy9kb3ducmV2LnhtbESPW2sCMRSE3wv+h3CEvtWsK9i6GkWFguJLveDzYXP2&#10;opuTJUnX7b83hUIfh5n5hlmsetOIjpyvLSsYjxIQxLnVNZcKLufPtw8QPiBrbCyTgh/ysFoOXhaY&#10;afvgI3WnUIoIYZ+hgiqENpPS5xUZ9CPbEkevsM5giNKVUjt8RLhpZJokU2mw5rhQYUvbivL76dso&#10;OHcbvzvewkzvi41MD8VXenVrpV6H/XoOIlAf/sN/7Z1WMJm8w+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nlyX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347" o:spid="_x0000_s1045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Ng8AA&#10;AADcAAAADwAAAGRycy9kb3ducmV2LnhtbERP3WrCMBS+H+wdwhG8GTO1DimdUYagCGMXqz7AITn9&#10;weakJKnWtzcXg11+fP+b3WR7cSMfOscKlosMBLF2puNGweV8eC9AhIhssHdMCh4UYLd9fdlgadyd&#10;f+lWxUakEA4lKmhjHEopg27JYli4gThxtfMWY4K+kcbjPYXbXuZZtpYWO04NLQ60b0lfq9EqGFHb&#10;7wI/jvVE40/M8zfdNaNS89n09Qki0hT/xX/uk1GwWqW16Uw6An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mNg8AAAADcAAAADwAAAAAAAAAAAAAAAACYAgAAZHJzL2Rvd25y&#10;ZXYueG1sUEsFBgAAAAAEAAQA9QAAAIU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</w:txbxContent>
                  </v:textbox>
                </v:rect>
                <v:line id="Line 348" o:spid="_x0000_s1046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Pdi8UAAADcAAAADwAAAGRycy9kb3ducmV2LnhtbESPQWsCMRSE70L/Q3gFb5q1Qu2uRild&#10;BA+1oJaeXzfPzdLNy7KJa/rvG6HgcZiZb5jVJtpWDNT7xrGC2TQDQVw53XCt4PO0nbyA8AFZY+uY&#10;FPySh836YbTCQrsrH2g4hlokCPsCFZgQukJKXxmy6KeuI07e2fUWQ5J9LXWP1wS3rXzKsmdpseG0&#10;YLCjN0PVz/FiFSxMeZALWb6fPsqhmeVxH7++c6XGj/F1CSJQDPfwf3unFcz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Pdi8UAAADcAAAADwAAAAAAAAAA&#10;AAAAAAChAgAAZHJzL2Rvd25yZXYueG1sUEsFBgAAAAAEAAQA+QAAAJMDAAAAAA==&#10;">
                  <v:stroke endarrow="block"/>
                </v:line>
                <v:line id="Line 349" o:spid="_x0000_s1047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A+MUAAADcAAAADwAAAGRycy9kb3ducmV2LnhtbESPTUvDQBCG74L/YRnBS2g3GhEbuy1+&#10;tCAUD6Y9eByyYxLMzobs2Kb/3jkIHod33meeWa6n0JsjjamL7OBmnoMhrqPvuHFw2G9nD2CSIHvs&#10;I5ODMyVYry4vllj6eOIPOlbSGIVwKtFBKzKU1qa6pYBpHgdizb7iGFB0HBvrRzwpPPT2Ns/vbcCO&#10;9UKLA720VH9XP0E1tu/8WhTZc7BZtqDNp+xyK85dX01Pj2CEJvlf/mu/eQfFnerrM0oA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hBA+MUAAADcAAAADwAAAAAAAAAA&#10;AAAAAAChAgAAZHJzL2Rvd25yZXYueG1sUEsFBgAAAAAEAAQA+QAAAJMDAAAAAA==&#10;">
                  <v:stroke endarrow="block"/>
                </v:line>
                <v:shape id="Text Box 350" o:spid="_x0000_s1048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i/sYA&#10;AADcAAAADwAAAGRycy9kb3ducmV2LnhtbESPT2vCQBTE74LfYXmFXkQ3tuKf6CqS0iKll6ro9ZF9&#10;TYLZtzG7xvjtXUHocZiZ3zCLVWtK0VDtCssKhoMIBHFqdcGZgv3usz8F4TyyxtIyKbiRg9Wy21lg&#10;rO2Vf6nZ+kwECLsYFeTeV7GULs3JoBvYijh4f7Y26IOsM6lrvAa4KeVbFI2lwYLDQo4VJTmlp+3F&#10;KJiNyw8svvZJdEjO3Ps+NpPLT6PU60u7noPw1Pr/8LO90QreR0N4nA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Oi/sYAAADcAAAADwAAAAAAAAAAAAAAAACYAgAAZHJz&#10;L2Rvd25yZXYueG1sUEsFBgAAAAAEAAQA9QAAAIsDAAAAAA=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351" o:spid="_x0000_s1049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FI8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0tk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RhSPEAAAA3AAAAA8AAAAAAAAAAAAAAAAAmAIAAGRycy9k&#10;b3ducmV2LnhtbFBLBQYAAAAABAAEAPUAAACJAwAAAAA=&#10;"/>
                <v:oval id="Oval 352" o:spid="_x0000_s1050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0guMQA&#10;AADcAAAADwAAAGRycy9kb3ducmV2LnhtbESPQWvCQBSE74X+h+UVeqsb3SoldRVRCnrooVHvj+wz&#10;CWbfhuxrTP+9Wyj0OMzMN8xyPfpWDdTHJrCF6SQDRVwG13Bl4XT8eHkDFQXZYRuYLPxQhPXq8WGJ&#10;uQs3/qKhkEolCMccLdQiXa51LGvyGCehI07eJfQeJcm+0q7HW4L7Vs+ybKE9NpwWauxoW1N5Lb69&#10;hV21KRaDNjI3l91e5tfz58FMrX1+GjfvoIRG+Q//tffOgnk18HsmHQG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dILjEAAAA3AAAAA8AAAAAAAAAAAAAAAAAmAIAAGRycy9k&#10;b3ducmV2LnhtbFBLBQYAAAAABAAEAPUAAACJAwAAAAA=&#10;"/>
                <v:shape id="Text Box 353" o:spid="_x0000_s1051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JY8MA&#10;AADcAAAADwAAAGRycy9kb3ducmV2LnhtbESPQWvCQBSE7wX/w/KE3upGK63GrKKWSm/SKHh9ZF+y&#10;Idm3Ibtq+u+7QqHHYeabYbLNYFtxo97XjhVMJwkI4sLpmisF59PnywKED8gaW8ek4Ic8bNajpwxT&#10;7e78Tbc8VCKWsE9RgQmhS6X0hSGLfuI64uiVrrcYouwrqXu8x3LbylmSvEmLNccFgx3tDRVNfrUK&#10;Xo+z94s/5B/77kLLZuF3TclGqefxsF2BCDSE//Af/aUjN5/D40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aJY8MAAADc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354" o:spid="_x0000_s1052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s+MQA&#10;AADcAAAADwAAAGRycy9kb3ducmV2LnhtbESPT2vCQBTE74LfYXlCb3WjrX+auoq1VLyJaSHXR/Yl&#10;G5J9G7JbTb99t1DwOMz8ZpjNbrCtuFLva8cKZtMEBHHhdM2Vgq/Pj8c1CB+QNbaOScEPedhtx6MN&#10;ptrd+ELXLFQilrBPUYEJoUul9IUhi37qOuLola63GKLsK6l7vMVy28p5kiylxZrjgsGODoaKJvu2&#10;Cp7O81Xuj9n7ocvppVn7t6Zko9TDZNi/ggg0hHv4nz7pyD0v4O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KLPj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355" o:spid="_x0000_s1053" style="position:absolute;left:567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rect id="Rectangle 356" o:spid="_x0000_s1054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aTysQA&#10;AADcAAAADwAAAGRycy9kb3ducmV2LnhtbESPQWsCMRSE70L/Q3iCt5q1trZsjbJKBU+CWtDeHpvX&#10;ZHHzsmxSd/vvTaHgcZiZb5j5sne1uFIbKs8KJuMMBHHpdcVGwedx8/gGIkRkjbVnUvBLAZaLh8Ec&#10;c+073tP1EI1IEA45KrAxNrmUobTkMIx9Q5y8b986jEm2RuoWuwR3tXzKspl0WHFasNjQ2lJ5Ofw4&#10;BR/N1654MUEWp2jPF7/qNnZnlBoN++IdRKQ+3sP/7a1WMH1+hb8z6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2k8rEAAAA3AAAAA8AAAAAAAAAAAAAAAAAmAIAAGRycy9k&#10;b3ducmV2LnhtbFBLBQYAAAAABAAEAPUAAACJAwAAAAA=&#10;" filled="f"/>
                  <v:shape id="Text Box 357" o:spid="_x0000_s1055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yFWsEA&#10;AADcAAAADwAAAGRycy9kb3ducmV2LnhtbERPz2vCMBS+D/wfwhN2m2lnGVKNIsJgF3VTL94ezbMp&#10;Ni+lyWzmX28Owo4f3+/FKtpW3Kj3jWMF+SQDQVw53XCt4HT8fJuB8AFZY+uYFPyRh9Vy9LLAUruB&#10;f+h2CLVIIexLVGBC6EopfWXIop+4jjhxF9dbDAn2tdQ9DinctvI9yz6kxYZTg8GONoaq6+HXKkCd&#10;f9+3RYz73a7Ni8FUl3ieKfU6jus5iEAx/Iuf7i+tYFqktelMOgJ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shVrBAAAA3A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358" o:spid="_x0000_s1056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BfNsQA&#10;AADcAAAADwAAAGRycy9kb3ducmV2LnhtbESPS2vCQBSF9wX/w3CFbkqdqRZpo6MUIcRVfUK318w1&#10;CWbuhMxUo7++IwhdHs7j40znna3FmVpfOdbwNlAgiHNnKi407Hfp6wcIH5AN1o5Jw5U8zGe9pykm&#10;xl14Q+dtKEQcYZ+ghjKEJpHS5yVZ9APXEEfv6FqLIcq2kKbFSxy3tRwqNZYWK46EEhtalJSftr82&#10;clcGD1mT5Zlar3dq/5N+315SrZ/73dcERKAu/Icf7aXRMHr/hPuZe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wXzbEAAAA3AAAAA8AAAAAAAAAAAAAAAAAmAIAAGRycy9k&#10;b3ducmV2LnhtbFBLBQYAAAAABAAEAPUAAACJAwAAAAA=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359" o:spid="_x0000_s1057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gdsIA&#10;AADcAAAADwAAAGRycy9kb3ducmV2LnhtbERPS0vDQBC+C/6HZQQv0u5WUSTttogQ0pP2Bb1Os9Mk&#10;NDsbsts29dc7B8Hjx/eeLQbfqgv1sQlsYTI2oIjL4BquLOy2+egdVEzIDtvAZOFGERbz+7sZZi5c&#10;eU2XTaqUhHDM0EKdUpdpHcuaPMZx6IiFO4beYxLYV9r1eJVw3+pnY960x4alocaOPmsqT5uzl95v&#10;h4eiK8rCrFZbs9vnXz9PubWPD8PHFFSiIf2L/9xLZ+HlVebLGTkCe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2B2wgAAANwAAAAPAAAAAAAAAAAAAAAAAJgCAABkcnMvZG93&#10;bnJldi54bWxQSwUGAAAAAAQABAD1AAAAhwMAAAAA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360" o:spid="_x0000_s1058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/F7cUA&#10;AADcAAAADwAAAGRycy9kb3ducmV2LnhtbESPy2rDMBBF94H8g5hAN6GR0pJSXMuhFIy7ap7Q7dSa&#10;2CbWyFhq4vbro0Agy8t9HG66HGwrTtT7xrGG+UyBIC6dabjSsN/lj68gfEA22DomDX/kYZmNRykm&#10;xp15Q6dtqEQcYZ+ghjqELpHSlzVZ9DPXEUfv4HqLIcq+kqbHcxy3rXxS6kVabDgSauzoo6byuP21&#10;kbsy+FN0RVmo9Xqn9t/51/801/phMry/gQg0hHv41v40Gp4Xc7ieiUdAZ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38XtxQAAANwAAAAPAAAAAAAAAAAAAAAAAJgCAABkcnMv&#10;ZG93bnJldi54bWxQSwUGAAAAAAQABAD1AAAAigMAAAAA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361" o:spid="_x0000_s1059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bmsQA&#10;AADcAAAADwAAAGRycy9kb3ducmV2LnhtbESPS2vCQBSF94L/YbhCN6XOqFQkdRQRQrqqT+j2NnNN&#10;gpk7ITNq6q93CgWXh/P4OPNlZ2txpdZXjjWMhgoEce5MxYWG4yF9m4HwAdlg7Zg0/JKH5aLfm2Ni&#10;3I13dN2HQsQR9glqKENoEil9XpJFP3QNcfROrrUYomwLaVq8xXFby7FSU2mx4kgosaF1Sfl5f7GR&#10;uzH4kzVZnqnt9qCO3+nX/TXV+mXQrT5ABOrCM/zf/jQaJu9j+Ds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NW5rEAAAA3AAAAA8AAAAAAAAAAAAAAAAAmAIAAGRycy9k&#10;b3ducmV2LnhtbFBLBQYAAAAABAAEAPUAAACJAwAAAAA=&#10;" fillcolor="#fc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362" o:spid="_x0000_s1060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rect id="Rectangle 363" o:spid="_x0000_s1061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2bYMQA&#10;AADcAAAADwAAAGRycy9kb3ducmV2LnhtbESPQWsCMRSE74L/ITyhN81Wq8jWKKso9CRUC7W3x+Y1&#10;Wdy8LJvobv99Uyh4HGbmG2a16V0t7tSGyrOC50kGgrj0umKj4ON8GC9BhIissfZMCn4owGY9HKww&#10;177jd7qfohEJwiFHBTbGJpcylJYcholviJP37VuHMcnWSN1il+CultMsW0iHFacFiw3tLJXX080p&#10;2Ddfx2Jugiw+o71c/bY72KNR6mnUF68gIvXxEf5vv2kFs/kL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9m2DEAAAA3AAAAA8AAAAAAAAAAAAAAAAAmAIAAGRycy9k&#10;b3ducmV2LnhtbFBLBQYAAAAABAAEAPUAAACJAwAAAAA=&#10;" filled="f"/>
                  <v:shape id="Text Box 364" o:spid="_x0000_s1062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LmcQA&#10;AADcAAAADwAAAGRycy9kb3ducmV2LnhtbESPQWvCQBSE70L/w/IK3nTTSqREN0FaBA9Sqvbg8ZF9&#10;JsHs27C7uvHfdwuFHoeZ+YZZV6PpxZ2c7ywreJlnIIhrqztuFHyftrM3ED4ga+wtk4IHeajKp8ka&#10;C20jH+h+DI1IEPYFKmhDGAopfd2SQT+3A3HyLtYZDEm6RmqHMcFNL1+zbCkNdpwWWhzovaX6erwZ&#10;BVkkF5v8/GW6zz3rnY/7j9tGqenzuFmBCDSG//Bfe6cVLPIc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SS5nEAAAA3AAAAA8AAAAAAAAAAAAAAAAAmAIAAGRycy9k&#10;b3ducmV2LnhtbFBLBQYAAAAABAAEAPUAAACJ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365" o:spid="_x0000_s1063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OgjMMA&#10;AADcAAAADwAAAGRycy9kb3ducmV2LnhtbESPQWsCMRSE70L/Q3gFb5rVopTVKNui4EmoFtTbY/NM&#10;FjcvyyZ1139vCoUeh5n5hlmue1eLO7Wh8qxgMs5AEJdeV2wUfB+3o3cQISJrrD2TggcFWK9eBkvM&#10;te/4i+6HaESCcMhRgY2xyaUMpSWHYewb4uRdfeswJtkaqVvsEtzVcpplc+mw4rRgsaFPS+Xt8OMU&#10;bJrLvpiZIItTtOeb/+i2dm+UGr72xQJEpD7+h//aO63gbTaH3zPp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OgjMMAAADcAAAADwAAAAAAAAAAAAAAAACYAgAAZHJzL2Rv&#10;d25yZXYueG1sUEsFBgAAAAAEAAQA9QAAAIgDAAAAAA==&#10;" filled="f"/>
                  <v:shape id="Text Box 366" o:spid="_x0000_s1064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wdcMA&#10;AADcAAAADwAAAGRycy9kb3ducmV2LnhtbESPT2sCMRTE7wW/Q3hCbzWrxT9sjSKK4EFEbQ8eH5vX&#10;3cXNy5JEs/32jSB4HGbmN8x82ZlG3Mn52rKC4SADQVxYXXOp4Od7+zED4QOyxsYyKfgjD8tF722O&#10;ubaRT3Q/h1IkCPscFVQhtLmUvqjIoB/Yljh5v9YZDEm6UmqHMcFNI0dZNpEGa04LFba0rqi4nm9G&#10;QRbJxXJ8OZr6sGe983G/ua2Ueu93qy8QgbrwCj/bO63gczyFx5l0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xwdcMAAADcAAAADwAAAAAAAAAAAAAAAACYAgAAZHJzL2Rv&#10;d25yZXYueG1sUEsFBgAAAAAEAAQA9QAAAIg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AutoShape 367" o:spid="_x0000_s1065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5C8MA&#10;AADcAAAADwAAAGRycy9kb3ducmV2LnhtbERPTWvCQBC9F/wPyxR6002tVptmlVIseBGbKIK3ITsm&#10;IdnZJLvV9N93D0KPj/edrAfTiCv1rrKs4HkSgSDOra64UHA8fI2XIJxH1thYJgW/5GC9Gj0kGGt7&#10;45SumS9ECGEXo4LS+zaW0uUlGXQT2xIH7mJ7gz7AvpC6x1sIN42cRtGrNFhxaCixpc+S8jr7MQp2&#10;3Szdu25z/k7N22U44abzi1qpp8fh4x2Ep8H/i+/urVbwMg9rw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F5C8MAAADcAAAADwAAAAAAAAAAAAAAAACYAgAAZHJzL2Rv&#10;d25yZXYueG1sUEsFBgAAAAAEAAQA9QAAAIgDAAAAAA==&#10;" fillcolor="#f90"/>
                  <v:shape id="AutoShape 368" o:spid="_x0000_s1066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ckMUA&#10;AADcAAAADwAAAGRycy9kb3ducmV2LnhtbESPT2vCQBTE74V+h+UVvNWN9X90lSIKXopGpdDbI/tM&#10;gtm3SXbV+O27QqHHYWZ+w8yXrSnFjRpXWFbQ60YgiFOrC84UnI6b9wkI55E1lpZJwYMcLBevL3OM&#10;tb1zQreDz0SAsItRQe59FUvp0pwMuq6tiIN3to1BH2STSd3gPcBNKT+iaCQNFhwWcqxolVN6OVyN&#10;gq96kOxcvf7ZJ2Z6br9xXfvxRanOW/s5A+Gp9f/hv/ZWK+gPp/A8E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3dyQxQAAANwAAAAPAAAAAAAAAAAAAAAAAJgCAABkcnMv&#10;ZG93bnJldi54bWxQSwUGAAAAAAQABAD1AAAAigMAAAAA&#10;" fillcolor="#f90"/>
                  <v:shape id="AutoShape 369" o:spid="_x0000_s1067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ktMUA&#10;AADcAAAADwAAAGRycy9kb3ducmV2LnhtbERPTWvCQBC9F/wPywi9FLPRgpboKqJILfSgRmi9jdkx&#10;iWZn0+xWU39991Do8fG+J7PWVOJKjSstK+hHMQjizOqScwX7dNV7AeE8ssbKMin4IQezaedhgom2&#10;N97SdedzEULYJaig8L5OpHRZQQZdZGviwJ1sY9AH2ORSN3gL4aaSgzgeSoMlh4YCa1oUlF1230bB&#10;+f7p22V+HH2lMb6n5eHjbfP0qtRjt52PQXhq/b/4z73WCp6HYX44E4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yS0xQAAANwAAAAPAAAAAAAAAAAAAAAAAJgCAABkcnMv&#10;ZG93bnJldi54bWxQSwUGAAAAAAQABAD1AAAAigMAAAAA&#10;" fillcolor="#f90"/>
                  <v:shape id="AutoShape 370" o:spid="_x0000_s1068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eBL8gA&#10;AADcAAAADwAAAGRycy9kb3ducmV2LnhtbESPQWvCQBSE70L/w/IKvYhurGAluooopQoerBHU2zP7&#10;mqRm36bZrab99d2C4HGYmW+Y8bQxpbhQ7QrLCnrdCARxanXBmYJd8toZgnAeWWNpmRT8kIPp5KE1&#10;xljbK7/TZeszESDsYlSQe1/FUro0J4Ouayvi4H3Y2qAPss6krvEa4KaUz1E0kAYLDgs5VjTPKT1v&#10;v42Cz9+DbxbZ6eUriXCdFMf9atN+U+rpsZmNQHhq/D18ay+1gv6gB/9nwhGQk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F4EvyAAAANwAAAAPAAAAAAAAAAAAAAAAAJgCAABk&#10;cnMvZG93bnJldi54bWxQSwUGAAAAAAQABAD1AAAAjQMAAAAA&#10;" fillcolor="#f90"/>
                  <v:rect id="Rectangle 371" o:spid="_x0000_s1069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O3WMQA&#10;AADcAAAADwAAAGRycy9kb3ducmV2LnhtbESP0WrCQBRE34X+w3IF33SjQrDRVaRQrBUEtR9wyV6T&#10;aPZu2F1j7Ne7hYKPw8ycYRarztSiJecrywrGowQEcW51xYWCn9PncAbCB2SNtWVS8CAPq+Vbb4GZ&#10;tnc+UHsMhYgQ9hkqKENoMil9XpJBP7INcfTO1hkMUbpCaof3CDe1nCRJKg1WHBdKbOijpPx6vBkF&#10;6ey8Obn3/RaLw67my/et/d3slRr0u/UcRKAuvML/7S+tYJpO4O9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t1jEAAAA3AAAAA8AAAAAAAAAAAAAAAAAmAIAAGRycy9k&#10;b3ducmV2LnhtbFBLBQYAAAAABAAEAPUAAACJAwAAAAA=&#10;" fillcolor="#f90"/>
                  <v:rect id="Rectangle 372" o:spid="_x0000_s1070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8Sw8UA&#10;AADcAAAADwAAAGRycy9kb3ducmV2LnhtbESP3WrCQBSE7wt9h+UUvKubKgSNriIFUVsQ/HmAQ/aY&#10;RLNnw+4aY5++KwheDjPzDTOdd6YWLTlfWVbw1U9AEOdWV1woOB6WnyMQPiBrrC2Tgjt5mM/e36aY&#10;aXvjHbX7UIgIYZ+hgjKEJpPS5yUZ9H3bEEfvZJ3BEKUrpHZ4i3BTy0GSpNJgxXGhxIa+S8ov+6tR&#10;kI5Oq4MbbzdY7H5rPv9c27/VVqneR7eYgAjUhVf42V5rBcN0CI8z8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xLDxQAAANwAAAAPAAAAAAAAAAAAAAAAAJgCAABkcnMv&#10;ZG93bnJldi54bWxQSwUGAAAAAAQABAD1AAAAigMAAAAA&#10;" fillcolor="#f90"/>
                  <v:shape id="Text Box 373" o:spid="_x0000_s1071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YmT8QA&#10;AADcAAAADwAAAGRycy9kb3ducmV2LnhtbESPW2sCMRSE3wv9D+EIfatZtyLtahQtCIovXorPh83Z&#10;S7s5WZK4rv/eCEIfh5n5hpktetOIjpyvLSsYDRMQxLnVNZcKfk7r908QPiBrbCyTght5WMxfX2aY&#10;aXvlA3XHUIoIYZ+hgiqENpPS5xUZ9EPbEkevsM5giNKVUju8RrhpZJokE2mw5rhQYUvfFeV/x4tR&#10;cOpWfnP4DV96W6xkuiv26dktlXob9MspiEB9+A8/2xut4GMyhseZe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GJk/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374" o:spid="_x0000_s1072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2J9MYA&#10;AADcAAAADwAAAGRycy9kb3ducmV2LnhtbESPQWvCQBSE70L/w/IKvemmlkZJXUVthYJejIp4e2Rf&#10;s6HZtzG71fTfdwuCx2FmvmEms87W4kKtrxwreB4kIIgLpysuFex3q/4YhA/IGmvHpOCXPMymD70J&#10;ZtpdeUuXPJQiQthnqMCE0GRS+sKQRT9wDXH0vlxrMUTZllK3eI1wW8thkqTSYsVxwWBDS0PFd/5j&#10;FcwXx9GG3k26Dntfnk/b1cepPij19NjN30AE6sI9fGt/agUv6Sv8n4lH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2J9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375" o:spid="_x0000_s1073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Xg8YA&#10;AADcAAAADwAAAGRycy9kb3ducmV2LnhtbESPW2vCQBSE34X+h+UUfNONFaJEV0kvgYK+eCnFt0P2&#10;mA1mz6bZrcZ/3y0U+jjMzDfMct3bRlyp87VjBZNxAoK4dLrmSsHxUIzmIHxA1tg4JgV38rBePQyW&#10;mGl34x1d96ESEcI+QwUmhDaT0peGLPqxa4mjd3adxRBlV0nd4S3CbSOfkiSVFmuOCwZbejFUXvbf&#10;VkH+/Dnb0qtJN+Hoq6/Trng7NR9KDR/7fAEiUB/+w3/td61gmqbweyYe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8Xg8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76" o:spid="_x0000_s1074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yGMYA&#10;AADcAAAADwAAAGRycy9kb3ducmV2LnhtbESPQWvCQBSE7wX/w/KE3urGFqKkrhLbBgp60VqKt0f2&#10;mQ1m36bZrab/3hUEj8PMfMPMFr1txIk6XztWMB4lIIhLp2uuFOy+iqcpCB+QNTaOScE/eVjMBw8z&#10;zLQ784ZO21CJCGGfoQITQptJ6UtDFv3ItcTRO7jOYoiyq6Tu8BzhtpHPSZJKizXHBYMtvRkqj9s/&#10;qyBf/kzW9G7SVdj56ne/KT72zbdSj8M+fwURqA/38K39qRW8pBO4no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OyG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77" o:spid="_x0000_s1075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sSsEA&#10;AADcAAAADwAAAGRycy9kb3ducmV2LnhtbERPyWrDMBC9B/oPYgq9xXJdCK1r2SSFQEouWUrPgzVe&#10;WmtkJMVx/z46BHp8vL2oZjOIiZzvLSt4TlIQxLXVPbcKvs7b5SsIH5A1DpZJwR95qMqHRYG5tlc+&#10;0nQKrYgh7HNU0IUw5lL6uiODPrEjceQa6wyGCF0rtcNrDDeDzNJ0JQ32HBs6HOmjo/r3dDEKztPG&#10;744/4U1/NhuZ7ZtD9u3WSj09zut3EIHm8C++u3dawcsqro1n4hGQ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LLErBAAAA3AAAAA8AAAAAAAAAAAAAAAAAmAIAAGRycy9kb3du&#10;cmV2LnhtbFBLBQYAAAAABAAEAPUAAACG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378" o:spid="_x0000_s1076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LcsQA&#10;AADcAAAADwAAAGRycy9kb3ducmV2LnhtbESPT4vCMBTE7wv7HcJb8LKs6Sq6tmsUEUTxIv67P5q3&#10;bdjmpTSp1m9vBMHjMDO/YabzzlbiQo03jhV89xMQxLnThgsFp+PqawLCB2SNlWNScCMP89n72xQz&#10;7a68p8shFCJC2GeooAyhzqT0eUkWfd/VxNH7c43FEGVTSN3gNcJtJQdJMpYWDceFEmtalpT/H1qr&#10;wG/XO9MdV+lnem53p/bHmP1oqVTvo1v8ggjUhVf42d5oBcNxCo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C3L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0" w:name="_Toc331149283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1</w:t>
      </w:r>
      <w:r w:rsidR="00D17A1C">
        <w:rPr>
          <w:noProof/>
        </w:rPr>
        <w:fldChar w:fldCharType="end"/>
      </w:r>
      <w:r>
        <w:t xml:space="preserve">  Základní obrazovka</w:t>
      </w:r>
      <w:bookmarkEnd w:id="0"/>
    </w:p>
    <w:p w:rsidR="00101B49" w:rsidRDefault="00101B49" w:rsidP="00101B49"/>
    <w:p w:rsidR="00101B49" w:rsidRDefault="00101B49" w:rsidP="00101B49"/>
    <w:p w:rsidR="00101B49" w:rsidRDefault="00101B49" w:rsidP="00101B49">
      <w:r>
        <w:t>Při každém STARTU NAHRÁVÁNÍ kontrolovat zapnutí mikrofonu.</w:t>
      </w:r>
    </w:p>
    <w:p w:rsidR="00101B49" w:rsidRDefault="00101B49" w:rsidP="00101B49">
      <w:r>
        <w:t xml:space="preserve">Vždy při zapnutí či vypnuti </w:t>
      </w:r>
      <w:proofErr w:type="gramStart"/>
      <w:r>
        <w:t>projektoru  srolovat</w:t>
      </w:r>
      <w:proofErr w:type="gramEnd"/>
      <w:r>
        <w:t xml:space="preserve"> plátno.</w:t>
      </w:r>
    </w:p>
    <w:p w:rsidR="00101B49" w:rsidRDefault="00101B49" w:rsidP="00101B49"/>
    <w:p w:rsidR="00101B49" w:rsidRDefault="00101B49" w:rsidP="00101B49">
      <w:r>
        <w:br w:type="page"/>
      </w:r>
      <w:r>
        <w:lastRenderedPageBreak/>
        <w:t xml:space="preserve">Stav po kliku </w:t>
      </w:r>
      <w:proofErr w:type="gramStart"/>
      <w:r>
        <w:t>na ZAPNI</w:t>
      </w:r>
      <w:proofErr w:type="gramEnd"/>
      <w:r>
        <w:t xml:space="preserve"> VŠECHNO – zapne projektor a zvolí vstup notebook a zároveň automaticky zkontroluje přístroje a výsledek zobrazí do spodního rámečku Diagnostika.</w:t>
      </w:r>
    </w:p>
    <w:bookmarkStart w:id="1" w:name="_GoBack"/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320" name="Plátno 2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71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Oval 282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289" name="Line 297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98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Oval 300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296" name="Group 304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297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Text Box 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AutoShap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AutoShape 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AutoShape 31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3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8" name="Text Box 3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" name="Text Box 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0" name="Text Box 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1" name="Text Box 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2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313" name="Group 321"/>
                        <wpg:cNvGrpSpPr>
                          <a:grpSpLocks/>
                        </wpg:cNvGrpSpPr>
                        <wpg:grpSpPr bwMode="auto">
                          <a:xfrm>
                            <a:off x="165210" y="3266130"/>
                            <a:ext cx="2477526" cy="769391"/>
                            <a:chOff x="1507" y="6045"/>
                            <a:chExt cx="3929" cy="1219"/>
                          </a:xfrm>
                        </wpg:grpSpPr>
                        <wps:wsp>
                          <wps:cNvPr id="314" name="Rectangle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6" name="Text Box 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7" name="Text Box 3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8" name="Text Box 3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9" name="Text Box 3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77" o:spid="_x0000_s1077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">
                <v:shape id="_x0000_s1078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79" o:spid="_x0000_s1079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eZ8QA&#10;AADcAAAADwAAAGRycy9kb3ducmV2LnhtbESPwWrDMBBE74X8g9hAbo0cQ9riRAkmpeCDKW2aQ46L&#10;tbFNrJWRlMj9+6pQ6HGYmTfMdj+ZQdzJ+d6ygtUyA0HcWN1zq+D09fb4AsIHZI2DZVLwTR72u9nD&#10;FgttI3/S/RhakSDsC1TQhTAWUvqmI4N+aUfi5F2sMxiSdK3UDmOCm0HmWfYkDfacFjoc6dBRcz3e&#10;jIIskovt+vxh+veadeVj/XorlVrMp3IDItAU/sN/7UoryJ9X8HsmHQ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9Hmf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80" o:spid="_x0000_s1080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Vy8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XpL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bRXL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81" o:spid="_x0000_s1081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BQ6cQA&#10;AADcAAAADwAAAGRycy9kb3ducmV2LnhtbESPQWsCMRSE74L/ITzBm2artJWtUVZR8CTUFmpvj81r&#10;srh5WTbRXf99Uyh4HGbmG2a57l0tbtSGyrOCp2kGgrj0umKj4PNjP1mACBFZY+2ZFNwpwHo1HCwx&#10;177jd7qdohEJwiFHBTbGJpcylJYchqlviJP341uHMcnWSN1il+CulrMse5EOK04LFhvaWiovp6tT&#10;sGu+j8WzCbL4ivZ88Ztub49GqfGoL95AROrjI/zfPmgFs9c5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AUOnEAAAA3AAAAA8AAAAAAAAAAAAAAAAAmAIAAGRycy9k&#10;b3ducmV2LnhtbFBLBQYAAAAABAAEAPUAAACJAwAAAAA=&#10;" filled="f"/>
                <v:oval id="Oval 282" o:spid="_x0000_s1082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97MUA&#10;AADcAAAADwAAAGRycy9kb3ducmV2LnhtbESPT2vCQBTE70K/w/IKvelGU/8QXUUqBXvwYFrvj+wz&#10;CWbfhuxrTL99t1DwOMzMb5jNbnCN6qkLtWcD00kCirjwtubSwNfn+3gFKgiyxcYzGfihALvt02iD&#10;mfV3PlOfS6kihEOGBiqRNtM6FBU5DBPfEkfv6juHEmVXatvhPcJdo2dJstAOa44LFbb0VlFxy7+d&#10;gUO5zxe9TmWeXg9Hmd8up490aszL87BfgxIa5BH+bx+tgdnyFf7OxCO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X3sxQAAANwAAAAPAAAAAAAAAAAAAAAAAJgCAABkcnMv&#10;ZG93bnJldi54bWxQSwUGAAAAAAQABAD1AAAAigMAAAAA&#10;"/>
                <v:rect id="Rectangle 283" o:spid="_x0000_s1083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zV8IA&#10;AADcAAAADwAAAGRycy9kb3ducmV2LnhtbESPQYvCMBSE74L/ITzBm6YW7Eo1yiII67G6h93bo3m2&#10;ZZuXkETb/febBcHjMDPfMLvDaHrxIB86ywpWywwEcW11x42Cz+tpsQERIrLG3jIp+KUAh/10ssNS&#10;24ErelxiIxKEQ4kK2hhdKWWoWzIYltYRJ+9mvcGYpG+k9jgkuOllnmWFNNhxWmjR0bGl+udyNwrc&#10;6lxVw/f1bFzIcn+/fVFRWKXms/F9CyLSGF/hZ/tDK8jf1vB/Jh0B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TNX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84" o:spid="_x0000_s1084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GL8YA&#10;AADcAAAADwAAAGRycy9kb3ducmV2LnhtbESPzWrDMBCE74W+g9hCbo0cH+LiRgkhJBAKoTQ/5LpY&#10;W8vYWjmW6qhvXxUKPQ4z8w2zWEXbiZEG3zhWMJtmIIgrpxuuFZxPu+cXED4ga+wck4Jv8rBaPj4s&#10;sNTuzh80HkMtEoR9iQpMCH0ppa8MWfRT1xMn79MNFkOSQy31gPcEt53Ms2wuLTacFgz2tDFUtccv&#10;q6C4joft/vq2fW/NLW6KeDm1+UWpyVNcv4IIFMN/+K+91wryYg6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pGL8YAAADcAAAADwAAAAAAAAAAAAAAAACYAgAAZHJz&#10;L2Rvd25yZXYueG1sUEsFBgAAAAAEAAQA9QAAAIs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285" o:spid="_x0000_s1085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jiMQA&#10;AADcAAAADwAAAGRycy9kb3ducmV2LnhtbESPwWrDMBBE74X8g9hAb42cQOviRAkhoeCDKW2aQ46L&#10;tbFNrJWRFMv9+6pQ6HGYmTfMZjeZXozkfGdZwXKRgSCure64UXD+ent6BeEDssbeMin4Jg+77exh&#10;g4W2kT9pPIVGJAj7AhW0IQyFlL5uyaBf2IE4eVfrDIYkXSO1w5jgpperLHuRBjtOCy0OdGipvp3u&#10;RkEWycXm+fJhuveKdeljdbzvlXqcT/s1iEBT+A//tUutYJXn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YI4j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286" o:spid="_x0000_s1086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3+r8A&#10;AADcAAAADwAAAGRycy9kb3ducmV2LnhtbERPy4rCMBTdC/5DuIK7MR1BRzpGEUVwIeJr4fLS3GnL&#10;NDcliab+vVkILg/nPV92phEPcr62rOB7lIEgLqyuuVRwvWy/ZiB8QNbYWCYFT/KwXPR7c8y1jXyi&#10;xzmUIoWwz1FBFUKbS+mLigz6kW2JE/dnncGQoCuldhhTuGnkOMum0mDNqaHCltYVFf/nu1GQRXKx&#10;nNyOpj7sWe983G/uK6WGg271CyJQFz7it3unFYx/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B7f6vwAAANw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287" o:spid="_x0000_s1087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QkcQA&#10;AADcAAAADwAAAGRycy9kb3ducmV2LnhtbESPzWsCMRTE7wX/h/AEbzXrHrSuRlGhoPRSP/D82Lz9&#10;0M3LkqTr+t83QqHHYWZ+wyzXvWlER87XlhVMxgkI4tzqmksFl/Pn+wcIH5A1NpZJwZM8rFeDtyVm&#10;2j74SN0plCJC2GeooAqhzaT0eUUG/di2xNErrDMYonSl1A4fEW4amSbJVBqsOS5U2NKuovx++jEK&#10;zt3W74+3MNeHYivTr+I7vbqNUqNhv1mACNSH//Bfe68VpLM5vM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/EJH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288" o:spid="_x0000_s1088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JK78A&#10;AADcAAAADwAAAGRycy9kb3ducmV2LnhtbERPy4rCMBTdD/gP4QruxtQuRKtRVBhQ3IwPXF+a24c2&#10;NyXJ1Pr3ZjHg8nDey3VvGtGR87VlBZNxAoI4t7rmUsH18vM9A+EDssbGMil4kYf1avC1xEzbJ5+o&#10;O4dSxBD2GSqoQmgzKX1ekUE/ti1x5ArrDIYIXSm1w2cMN41Mk2QqDdYcGypsaVdR/jj/GQWXbuv3&#10;p3uY60Oxlemx+E1vbqPUaNhvFiAC9eEj/nfvtYJ0FufHM/EI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EMkrvwAAANw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289" o:spid="_x0000_s1089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ssMMA&#10;AADcAAAADwAAAGRycy9kb3ducmV2LnhtbESPS4sCMRCE78L+h9ALe9OMc1h0NIoKgosXX3huJj2P&#10;3UlnSLLj+O+NIHgsquorar7sTSM6cr62rGA8SkAQ51bXXCq4nLfDCQgfkDU2lknBnTwsFx+DOWba&#10;3vhI3SmUIkLYZ6igCqHNpPR5RQb9yLbE0SusMxiidKXUDm8RbhqZJsm3NFhzXKiwpU1F+d/p3yg4&#10;d2u/O/6Gqf4p1jLdF4f06lZKfX32qxmIQH14h1/tnVaQTsb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xssM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290" o:spid="_x0000_s1090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7yx8MA&#10;AADcAAAADwAAAGRycy9kb3ducmV2LnhtbESPzWsCMRTE7wX/h/AEbzXbHES3RlFBsHipH3h+bN5+&#10;tJuXJUnX9b9vCgWPw8z8hlmuB9uKnnxoHGt4m2YgiAtnGq40XC/71zmIEJENto5Jw4MCrFejlyXm&#10;xt35RP05ViJBOOSooY6xy6UMRU0Ww9R1xMkrnbcYk/SVNB7vCW5bqbJsJi02nBZq7GhXU/F9/rEa&#10;Lv02HE5fcWE+yq1Ux/JT3fxG68l42LyDiDTEZ/i/fTAa1FzB3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7yx8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NOTEBOOK</w:t>
                        </w:r>
                      </w:p>
                    </w:txbxContent>
                  </v:textbox>
                </v:shape>
                <v:shape id="Text Box 291" o:spid="_x0000_s1091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XXMQA&#10;AADcAAAADwAAAGRycy9kb3ducmV2LnhtbESPW2sCMRSE3wv+h3AE32rWLRRdjaKCoPSlXvD5sDl7&#10;0c3JkqTr+u9NodDHYWa+YRar3jSiI+drywom4wQEcW51zaWCy3n3PgXhA7LGxjIpeJKH1XLwtsBM&#10;2wcfqTuFUkQI+wwVVCG0mZQ+r8igH9uWOHqFdQZDlK6U2uEjwk0j0yT5lAZrjgsVtrStKL+ffoyC&#10;c7fx++MtzPSh2Mj0q/hOr26t1GjYr+cgAvXhP/zX3msF6fQDfs/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CV1zEAAAA3AAAAA8AAAAAAAAAAAAAAAAAmAIAAGRycy9k&#10;b3ducmV2LnhtbFBLBQYAAAAABAAEAPUAAACJ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292" o:spid="_x0000_s1092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PKMQA&#10;AADcAAAADwAAAGRycy9kb3ducmV2LnhtbESPW2sCMRSE3wv+h3AE32rWpRRdjaKCoPSlXvD5sDl7&#10;0c3JkqTr+u9NodDHYWa+YRar3jSiI+drywom4wQEcW51zaWCy3n3PgXhA7LGxjIpeJKH1XLwtsBM&#10;2wcfqTuFUkQI+wwVVCG0mZQ+r8igH9uWOHqFdQZDlK6U2uEjwk0j0yT5lAZrjgsVtrStKL+ffoyC&#10;c7fx++MtzPSh2Mj0q/hOr26t1GjYr+cgAvXhP/zX3msF6fQDfs/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rzyj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293" o:spid="_x0000_s1093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dIcMA&#10;AADcAAAADwAAAGRycy9kb3ducmV2LnhtbESPQWsCMRSE7wX/Q3iCt5pVsMhqlFUqeBJqBfX22DyT&#10;xc3Lsknd9d+bQqHHYWa+YZbr3tXiQW2oPCuYjDMQxKXXFRsFp+/d+xxEiMgaa8+k4EkB1qvB2xJz&#10;7Tv+oscxGpEgHHJUYGNscilDaclhGPuGOHk33zqMSbZG6ha7BHe1nGbZh3RYcVqw2NDWUnk//jgF&#10;n831UMxMkMU52svdb7qdPRilRsO+WICI1Mf/8F97rxVM5zP4PZ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AdIcMAAADcAAAADwAAAAAAAAAAAAAAAACYAgAAZHJzL2Rv&#10;d25yZXYueG1sUEsFBgAAAAAEAAQA9QAAAIgDAAAAAA==&#10;" filled="f"/>
                <v:rect id="Rectangle 294" o:spid="_x0000_s1094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DVsMA&#10;AADcAAAADwAAAGRycy9kb3ducmV2LnhtbESPQWsCMRSE7wX/Q3hCbzWroMhqlFUqeBK0gnp7bJ7J&#10;4uZl2aTu9t+bQqHHYWa+YZbr3tXiSW2oPCsYjzIQxKXXFRsF56/dxxxEiMgaa8+k4IcCrFeDtyXm&#10;2nd8pOcpGpEgHHJUYGNscilDaclhGPmGOHl33zqMSbZG6ha7BHe1nGTZTDqsOC1YbGhrqXycvp2C&#10;z+Z2KKYmyOIS7fXhN93OHoxS78O+WICI1Mf/8F97rxVM5jP4PZOO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KDVsMAAADcAAAADwAAAAAAAAAAAAAAAACYAgAAZHJzL2Rv&#10;d25yZXYueG1sUEsFBgAAAAAEAAQA9QAAAIgDAAAAAA==&#10;" filled="f"/>
                <v:shape id="Text Box 295" o:spid="_x0000_s1095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RX8QA&#10;AADcAAAADwAAAGRycy9kb3ducmV2LnhtbESPzWsCMRTE7wX/h/AEbzXrHlpdjaKCoPRSP/D82Lz9&#10;0M3LkqTr+t+bQqHHYWZ+wyxWvWlER87XlhVMxgkI4tzqmksFl/PufQrCB2SNjWVS8CQPq+XgbYGZ&#10;tg8+UncKpYgQ9hkqqEJoMyl9XpFBP7YtcfQK6wyGKF0ptcNHhJtGpknyIQ3WHBcqbGlbUX4//RgF&#10;527j98dbmOlDsZHpV/GdXt1aqdGwX89BBOrDf/ivvdcK0ukn/J6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5UV/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296" o:spid="_x0000_s1096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L+b8A&#10;AADcAAAADwAAAGRycy9kb3ducmV2LnhtbERPy4rCMBTdC/5DuMJsRNMpIqU2iggzDIgLHx9wSW4f&#10;2NyUJtXO35uF4PJw3sVutK14UO8bxwq+lwkIYu1Mw5WC2/VnkYHwAdlg65gU/JOH3XY6KTA37sln&#10;elxCJWII+xwV1CF0uZRe12TRL11HHLnS9RZDhH0lTY/PGG5bmSbJWlpsODbU2NGhJn2/DFbBgNoe&#10;M1z9liMNp5Cmc91Ug1Jfs3G/ARFoDB/x2/1nFKRZXBvPxCM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10v5vwAAANwAAAAPAAAAAAAAAAAAAAAAAJgCAABkcnMvZG93bnJl&#10;di54bWxQSwUGAAAAAAQABAD1AAAAhAMAAAAA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297" o:spid="_x0000_s1097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0b8cUAAADcAAAADwAAAGRycy9kb3ducmV2LnhtbESPT2sCMRTE74V+h/AK3mpWD+quRild&#10;Ch5swT/0/Lp5bpZuXpZNXOO3bwqCx2FmfsOsNtG2YqDeN44VTMYZCOLK6YZrBafjx+sChA/IGlvH&#10;pOBGHjbr56cVFtpdeU/DIdQiQdgXqMCE0BVS+sqQRT92HXHyzq63GJLsa6l7vCa4beU0y2bSYsNp&#10;wWBH74aq38PFKpibci/nstwdv8qhmeTxM37/5EqNXuLbEkSgGB7he3urFUwXOfyfS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0b8cUAAADcAAAADwAAAAAAAAAA&#10;AAAAAAChAgAAZHJzL2Rvd25yZXYueG1sUEsFBgAAAAAEAAQA+QAAAJMDAAAAAA==&#10;">
                  <v:stroke endarrow="block"/>
                </v:line>
                <v:line id="Line 298" o:spid="_x0000_s1098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FjIsUAAADcAAAADwAAAGRycy9kb3ducmV2LnhtbESPwWrCQBCG70LfYZlCL6FuVJAaXaW1&#10;FYTiQduDxyE7TUKzsyE71fTtOwehx+Gf/5tvVpshtOZCfWoiO5iMczDEZfQNVw4+P3aPT2CSIHts&#10;I5ODX0qwWd+NVlj4eOUjXU5SGYVwKtBBLdIV1qaypoBpHDtizb5iH1B07Cvre7wqPLR2mudzG7Bh&#10;vVBjR9uayu/TT1CN3YFfZ7PsJdgsW9DbWd5zK8493A/PSzBCg/wv39p772C6UH19Rgl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FjIsUAAADcAAAADwAAAAAAAAAA&#10;AAAAAAChAgAAZHJzL2Rvd25yZXYueG1sUEsFBgAAAAAEAAQA+QAAAJMDAAAAAA==&#10;">
                  <v:stroke endarrow="block"/>
                </v:line>
                <v:shape id="Text Box 299" o:spid="_x0000_s1099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BJMUA&#10;AADcAAAADwAAAGRycy9kb3ducmV2LnhtbESPT4vCMBTE7wt+h/AEL4umenC1GkW6KCJ78Q96fTTP&#10;tti8dJtY67c3wsIeh5n5DTNftqYUDdWusKxgOIhAEKdWF5wpOB3X/QkI55E1lpZJwZMcLBedjznG&#10;2j54T83BZyJA2MWoIPe+iqV0aU4G3cBWxMG72tqgD7LOpK7xEeCmlKMoGkuDBYeFHCtKckpvh7tR&#10;MB2X31hsTkl0Tn75c3dpvu4/jVK9bruagfDU+v/wX3urFYymQ3ifC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oEkxQAAANwAAAAPAAAAAAAAAAAAAAAAAJgCAABkcnMv&#10;ZG93bnJldi54bWxQSwUGAAAAAAQABAD1AAAAig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300" o:spid="_x0000_s1100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Cm+cQA&#10;AADcAAAADwAAAGRycy9kb3ducmV2LnhtbESPQWvCQBSE70L/w/IKvZmNCUqbuopUCnrowbS9P7LP&#10;JJh9G7KvMf33XaHgcZiZb5j1dnKdGmkIrWcDiyQFRVx523Jt4Ovzff4MKgiyxc4zGfilANvNw2yN&#10;hfVXPtFYSq0ihEOBBhqRvtA6VA05DInviaN39oNDiXKotR3wGuGu01marrTDluNCgz29NVRdyh9n&#10;YF/vytWoc1nm5/1Blpfvj2O+MObpcdq9ghKa5B7+bx+sgewlg9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QpvnEAAAA3AAAAA8AAAAAAAAAAAAAAAAAmAIAAGRycy9k&#10;b3ducmV2LnhtbFBLBQYAAAAABAAEAPUAAACJAwAAAAA=&#10;"/>
                <v:oval id="Oval 301" o:spid="_x0000_s1101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DYsQA&#10;AADc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qsUHmfiEd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cA2LEAAAA3AAAAA8AAAAAAAAAAAAAAAAAmAIAAGRycy9k&#10;b3ducmV2LnhtbFBLBQYAAAAABAAEAPUAAACJAwAAAAA=&#10;"/>
                <v:shape id="Text Box 302" o:spid="_x0000_s1102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qucQA&#10;AADcAAAADwAAAGRycy9kb3ducmV2LnhtbESPT2vCQBTE7wW/w/IEb3VjWqpGV/EPlt7EKHh9ZJ/Z&#10;kOzbkN1q/PbdQqHHYWZ+wyzXvW3EnTpfOVYwGScgiAunKy4VXM6H1xkIH5A1No5JwZM8rFeDlyVm&#10;2j34RPc8lCJC2GeowITQZlL6wpBFP3YtcfRurrMYouxKqTt8RLhtZJokH9JixXHBYEs7Q0Wdf1sF&#10;b8d0evWf+X7XXmlez/y2vrFRajTsNwsQgfrwH/5rf2kF6fwd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Hqrn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303" o:spid="_x0000_s1103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PIsQA&#10;AADcAAAADwAAAGRycy9kb3ducmV2LnhtbESPT2vCQBTE7wW/w/IEb3VjSqtGV/EPlt7EKHh9ZJ/Z&#10;kOzbkN1q/PbdQqHHYWZ+wyzXvW3EnTpfOVYwGScgiAunKy4VXM6H1xkIH5A1No5JwZM8rFeDlyVm&#10;2j34RPc8lCJC2GeowITQZlL6wpBFP3YtcfRurrMYouxKqTt8RLhtZJokH9JixXHBYEs7Q0Wdf1sF&#10;b8d0evWf+X7XXmlez/y2vrFRajTsNwsQgfrwH/5rf2kF6fwd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yL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304" o:spid="_x0000_s1104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rect id="Rectangle 305" o:spid="_x0000_s1105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wEMQA&#10;AADcAAAADwAAAGRycy9kb3ducmV2LnhtbESPQWsCMRSE74L/ITzBm2Yr2NatUVZR8CTUFmpvj81r&#10;srh5WTbRXf99Uyh4HGbmG2a57l0tbtSGyrOCp2kGgrj0umKj4PNjP3kFESKyxtozKbhTgPVqOFhi&#10;rn3H73Q7RSMShEOOCmyMTS5lKC05DFPfECfvx7cOY5KtkbrFLsFdLWdZ9iwdVpwWLDa0tVReTlen&#10;YNd8H4u5CbL4ivZ88Ztub49GqfGoL95AROrjI/zfPmgFs8UL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3sBDEAAAA3AAAAA8AAAAAAAAAAAAAAAAAmAIAAGRycy9k&#10;b3ducmV2LnhtbFBLBQYAAAAABAAEAPUAAACJAwAAAAA=&#10;" filled="f"/>
                  <v:shape id="Text Box 306" o:spid="_x0000_s1106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RAL8A&#10;AADcAAAADwAAAGRycy9kb3ducmV2LnhtbERPy4rCMBTdC/5DuIK7MR1BGTtGEUVwIeJr4fLS3GnL&#10;NDcliab+vVkILg/nPV92phEPcr62rOB7lIEgLqyuuVRwvWy/fkD4gKyxsUwKnuRhuej35phrG/lE&#10;j3MoRQphn6OCKoQ2l9IXFRn0I9sSJ+7POoMhQVdK7TCmcNPIcZZNpcGaU0OFLa0rKv7Pd6Mgi+Ri&#10;ObkdTX3Ys975uN/cV0oNB93qF0SgLnzEb/dOKxjP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C1EAvwAAANwAAAAPAAAAAAAAAAAAAAAAAJgCAABkcnMvZG93bnJl&#10;di54bWxQSwUGAAAAAAQABAD1AAAAhA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307" o:spid="_x0000_s1107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SB+cMA&#10;AADcAAAADwAAAGRycy9kb3ducmV2LnhtbESPQWsCMRSE7wX/Q3iCt5pVsNTVKGup4EmoCurtsXkm&#10;i5uXZRPd7b9vCoUeh5n5hlmue1eLJ7Wh8qxgMs5AEJdeV2wUnI7b13cQISJrrD2Tgm8KsF4NXpaY&#10;a9/xFz0P0YgE4ZCjAhtjk0sZSksOw9g3xMm7+dZhTLI1UrfYJbir5TTL3qTDitOCxYY+LJX3w8Mp&#10;+Gyu+2JmgizO0V7uftNt7d4oNRr2xQJEpD7+h//aO61gOp/D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SB+cMAAADcAAAADwAAAAAAAAAAAAAAAACYAgAAZHJzL2Rv&#10;d25yZXYueG1sUEsFBgAAAAAEAAQA9QAAAIgDAAAAAA==&#10;" filled="f"/>
                  <v:shape id="Text Box 308" o:spid="_x0000_s1108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bHHMAA&#10;AADcAAAADwAAAGRycy9kb3ducmV2LnhtbERPTWsCMRC9F/wPYYTeaqKlRVajiFLwINKuHjwOm3F3&#10;cTNZkmi2/94cCj0+3vdyPdhOPMiH1rGG6USBIK6cabnWcD59vc1BhIhssHNMGn4pwHo1elliYVzi&#10;H3qUsRY5hEOBGpoY+0LKUDVkMUxcT5y5q/MWY4a+lsZjyuG2kzOlPqXFlnNDgz1tG6pu5d1qUIl8&#10;qj8u37Y9HtjsQzrs7hutX8fDZgEi0hD/xX/uvdHwrvL8fCYfAb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bHHM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309" o:spid="_x0000_s1109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/i8YA&#10;AADcAAAADwAAAGRycy9kb3ducmV2LnhtbESPQWvCQBSE70L/w/IKvelGK7aNWUWKhV6KJi0Fb4/s&#10;MwnJvk2yW43/visIHoeZ+YZJ1oNpxIl6V1lWMJ1EIIhzqysuFPx8f4xfQTiPrLGxTAou5GC9ehgl&#10;GGt75pROmS9EgLCLUUHpfRtL6fKSDLqJbYmDd7S9QR9kX0jd4znATSNnUbSQBisOCyW29F5SXmd/&#10;RsFXN093rtse9ql5Ow6/uO38S63U0+OwWYLwNPh7+Nb+1Aqeoylcz4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j/i8YAAADcAAAADwAAAAAAAAAAAAAAAACYAgAAZHJz&#10;L2Rvd25yZXYueG1sUEsFBgAAAAAEAAQA9QAAAIsDAAAAAA==&#10;" fillcolor="#f90"/>
                  <v:shape id="AutoShape 310" o:spid="_x0000_s1110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h/MUA&#10;AADcAAAADwAAAGRycy9kb3ducmV2LnhtbESPQWvCQBSE74L/YXmF3nRTLVajq4hY6KVoUhG8PbLP&#10;JJh9m2S3mv77riB4HGbmG2ax6kwlrtS60rKCt2EEgjizuuRcweHnczAF4TyyxsoyKfgjB6tlv7fA&#10;WNsbJ3RNfS4ChF2MCgrv61hKlxVk0A1tTRy8s20N+iDbXOoWbwFuKjmKook0WHJYKLCmTUHZJf01&#10;Cr6b92Tnmu1pn5jZuTvitvEfF6VeX7r1HISnzj/Dj/aXVjCORnA/E4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mH8xQAAANwAAAAPAAAAAAAAAAAAAAAAAJgCAABkcnMv&#10;ZG93bnJldi54bWxQSwUGAAAAAAQABAD1AAAAigMAAAAA&#10;" fillcolor="#f90"/>
                  <v:shape id="AutoShape 311" o:spid="_x0000_s1111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fY8gA&#10;AADcAAAADwAAAGRycy9kb3ducmV2LnhtbESPQUvDQBSE7wX/w/IEL6Xd1UIraTdBFFGhB20K2ttr&#10;9jWJZt+m2bWN/fWuUPA4zMw3zCLrbSMO1PnasYbrsQJBXDhTc6lhnT+ObkH4gGywcUwafshDll4M&#10;FpgYd+Q3OqxCKSKEfYIaqhDaREpfVGTRj11LHL2d6yyGKLtSmg6PEW4beaPUVFqsOS5U2NJ9RcXX&#10;6ttq+Dx9hP6h3M72ucJlXm/eX16HT1pfXfZ3cxCB+vAfPrefjYaJmsD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Vl9jyAAAANwAAAAPAAAAAAAAAAAAAAAAAJgCAABk&#10;cnMvZG93bnJldi54bWxQSwUGAAAAAAQABAD1AAAAjQMAAAAA&#10;" fillcolor="#f90"/>
                  <v:shape id="AutoShape 312" o:spid="_x0000_s1112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/HF8gA&#10;AADcAAAADwAAAGRycy9kb3ducmV2LnhtbESPUUsCQRSF34P+w3AFX0JnrEjZHCUMSaGHcgXr7bZz&#10;3d3aubPujLr26xsh8PFwzvkOZzxtbSUO1PjSsYZBX4EgzpwpOdewTue9EQgfkA1WjknDiTxMJ9dX&#10;Y0yMO/I7HVYhFxHCPkENRQh1IqXPCrLo+64mjt7WNRZDlE0uTYPHCLeVvFXqQVosOS4UWNOsoOxn&#10;tbcavn8/Qvucfw13qcLXtPzcLN9uXrTudtqnRxCB2nAJ/7cXRsOduofzmX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v8cXyAAAANwAAAAPAAAAAAAAAAAAAAAAAJgCAABk&#10;cnMvZG93bnJldi54bWxQSwUGAAAAAAQABAD1AAAAjQMAAAAA&#10;" fillcolor="#f90"/>
                  <v:rect id="Rectangle 313" o:spid="_x0000_s1113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KjMUA&#10;AADcAAAADwAAAGRycy9kb3ducmV2LnhtbESP0WrCQBRE34X+w3ILfdNNFcWmrlIEsSoI0X7AJXtN&#10;0mbvht01Rr/eFYQ+DjNzhpktOlOLlpyvLCt4HyQgiHOrKy4U/BxX/SkIH5A11pZJwZU8LOYvvRmm&#10;2l44o/YQChEh7FNUUIbQpFL6vCSDfmAb4uidrDMYonSF1A4vEW5qOUySiTRYcVwosaFlSfnf4WwU&#10;TKan9dF97DdYZLuaf7fn9rbeK/X22n19ggjUhf/ws/2tFYySMTzO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BcqMxQAAANwAAAAPAAAAAAAAAAAAAAAAAJgCAABkcnMv&#10;ZG93bnJldi54bWxQSwUGAAAAAAQABAD1AAAAigMAAAAA&#10;" fillcolor="#f90"/>
                  <v:rect id="Rectangle 314" o:spid="_x0000_s1114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U+8UA&#10;AADcAAAADwAAAGRycy9kb3ducmV2LnhtbESP3WrCQBSE74W+w3IK3ummCkHTrFIKRduCYOwDHLIn&#10;P5o9G3bXmPbpu4WCl8PMfMPk29F0YiDnW8sKnuYJCOLS6pZrBV+nt9kKhA/IGjvLpOCbPGw3D5Mc&#10;M21vfKShCLWIEPYZKmhC6DMpfdmQQT+3PXH0KusMhihdLbXDW4SbTi6SJJUGW44LDfb02lB5Ka5G&#10;Qbqqdie3Prxjffzs+PxxHX52B6Wmj+PLM4hAY7iH/9t7rWCZpPB3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1T7xQAAANwAAAAPAAAAAAAAAAAAAAAAAJgCAABkcnMv&#10;ZG93bnJldi54bWxQSwUGAAAAAAQABAD1AAAAigMAAAAA&#10;" fillcolor="#f90"/>
                  <v:shape id="Text Box 315" o:spid="_x0000_s1115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dmMQA&#10;AADcAAAADwAAAGRycy9kb3ducmV2LnhtbESPW2sCMRSE3wv+h3CEvtWsK7S6GkUFwdKXesHnw+bs&#10;RTcnSxLX7b9vCgUfh5n5hlmsetOIjpyvLSsYjxIQxLnVNZcKzqfd2xSED8gaG8uk4Ic8rJaDlwVm&#10;2j74QN0xlCJC2GeooAqhzaT0eUUG/ci2xNErrDMYonSl1A4fEW4amSbJuzRYc1yosKVtRfnteDcK&#10;Tt3G7w/XMNOfxUamX8V3enFrpV6H/XoOIlAfnuH/9l4rmCQ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LXZj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316" o:spid="_x0000_s1116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DysEA&#10;AADcAAAADwAAAGRycy9kb3ducmV2LnhtbERPy4rCMBTdD/gP4QruxlQFR6pRfMLAuPGFuLs016bY&#10;3NQmo52/N4sBl4fznswaW4oH1b5wrKDXTUAQZ04XnCs4HjafIxA+IGssHZOCP/Iwm7Y+Jphq9+Qd&#10;PfYhFzGEfYoKTAhVKqXPDFn0XVcRR+7qaoshwjqXusZnDLel7CfJUFosODYYrGhpKLvtf62C+eL8&#10;taWVGf6Eo8/vl91mfSlPSnXazXwMIlAT3uJ/97dWMEji2ngmHgE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jw8r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317" o:spid="_x0000_s1117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9mUcYA&#10;AADcAAAADwAAAGRycy9kb3ducmV2LnhtbESPQWvCQBSE74X+h+UVvNVNFWybukqsCoJetIp4e2Rf&#10;s6HZt2l2jfHfu0Khx2FmvmHG085WoqXGl44VvPQTEMS50yUXCvZfy+c3ED4ga6wck4IreZhOHh/G&#10;mGp34S21u1CICGGfogITQp1K6XNDFn3f1cTR+3aNxRBlU0jd4CXCbSUHSTKSFkuOCwZr+jSU/+zO&#10;VkE2O75uaG5G67D3xe9pu1ycqoNSvacu+wARqAv/4b/2SisYJu9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9mUc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18" o:spid="_x0000_s1118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ZEcEA&#10;AADcAAAADwAAAGRycy9kb3ducmV2LnhtbERPy4rCMBTdD/gP4QqzG1Md0KEaxScIzsYX4u7SXJti&#10;c1ObqPXvJwthlofzHk0aW4oH1b5wrKDbSUAQZ04XnCs47FdfPyB8QNZYOiYFL/IwGbc+Rphq9+Qt&#10;PXYhFzGEfYoKTAhVKqXPDFn0HVcRR+7iaoshwjqXusZnDLel7CVJX1osODYYrGhuKLvu7lbBdHYa&#10;/NLC9Dfh4PPbebtansujUp/tZjoEEagJ/+K3e60VfHfj/HgmHgE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MWRH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319" o:spid="_x0000_s1119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2qsQA&#10;AADcAAAADwAAAGRycy9kb3ducmV2LnhtbESPW2sCMRSE3wv+h3AKvtXsriB1axQVCkpfvOHzYXP2&#10;0m5OliRd13/fCEIfh5n5hlmsBtOKnpxvLCtIJwkI4sLqhisFl/Pn2zsIH5A1tpZJwZ08rJajlwXm&#10;2t74SP0pVCJC2OeooA6hy6X0RU0G/cR2xNErrTMYonSV1A5vEW5amSXJTBpsOC7U2NG2puLn9GsU&#10;nPuN3x2/w1zvy43MvspDdnVrpcavw/oDRKAh/Ief7Z1WME1TeJy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9qrEAAAA3AAAAA8AAAAAAAAAAAAAAAAAmAIAAGRycy9k&#10;b3ducmV2LnhtbFBLBQYAAAAABAAEAPUAAACJ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320" o:spid="_x0000_s1120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qfsQA&#10;AADcAAAADwAAAGRycy9kb3ducmV2LnhtbESPT4vCMBTE78J+h/CEvciaquhqNcoiiIsX8d/90Tzb&#10;YPNSmlS7334jCB6HmfkNs1i1thR3qr1xrGDQT0AQZ04bzhWcT5uvKQgfkDWWjknBH3lYLT86C0y1&#10;e/CB7seQiwhhn6KCIoQqldJnBVn0fVcRR+/qaoshyjqXusZHhNtSDpNkIi0ajgsFVrQuKLsdG6vA&#10;77Z70542s97s0uzPzbcxh/Faqc9u+zMHEagN7/Cr/asVjAZDeJ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h6n7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321" o:spid="_x0000_s1121" style="position:absolute;left:1652;top:32661;width:24775;height:7694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rect id="Rectangle 322" o:spid="_x0000_s1122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ioMQA&#10;AADcAAAADwAAAGRycy9kb3ducmV2LnhtbESPQWsCMRSE70L/Q3gFb5q1tiJbo2yLgiehWqi9PTav&#10;yeLmZdlEd/33jSB4HGbmG2ax6l0tLtSGyrOCyTgDQVx6XbFR8H3YjOYgQkTWWHsmBVcKsFo+DRaY&#10;a9/xF1320YgE4ZCjAhtjk0sZSksOw9g3xMn7863DmGRrpG6xS3BXy5csm0mHFacFiw19WipP+7NT&#10;sG5+d8WbCbL4ifZ48h/dxu6MUsPnvngHEamPj/C9vdUKppNX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XIqDEAAAA3AAAAA8AAAAAAAAAAAAAAAAAmAIAAGRycy9k&#10;b3ducmV2LnhtbFBLBQYAAAAABAAEAPUAAACJAwAAAAA=&#10;" filled="f"/>
                  <v:shape id="Text Box 323" o:spid="_x0000_s1123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F2cQA&#10;AADcAAAADwAAAGRycy9kb3ducmV2LnhtbESPQWsCMRSE74X+h/AKvdXsWiuyGkUEoRe1ai+9PTbP&#10;zeLmZdmkbvTXG6HQ4zAz3zCzRbSNuFDna8cK8kEGgrh0uuZKwfdx/TYB4QOyxsYxKbiSh8X8+WmG&#10;hXY97+lyCJVIEPYFKjAhtIWUvjRk0Q9cS5y8k+sshiS7SuoO+wS3jRxm2VharDktGGxpZag8H36t&#10;AtT5120zinG33Tb5qDflKf5MlHp9icspiEAx/If/2p9awXv+AY8z6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Bdn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324" o:spid="_x0000_s1124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AWMMA&#10;AADcAAAADwAAAGRycy9kb3ducmV2LnhtbESP0YrCMBRE3wX/IVzBF1lTlRXpGsUKguCDbPUDLs21&#10;6W5zU5uo9e+NsLCPw8ycYZbrztbiTq2vHCuYjBMQxIXTFZcKzqfdxwKED8gaa8ek4Eke1qt+b4mp&#10;dg/+pnseShEh7FNUYEJoUil9YciiH7uGOHoX11oMUbal1C0+ItzWcpokc2mx4rhgsKGtoeI3v1kF&#10;Wck/WfZ5oOZ6nJludDEm3IxSw0G3+QIRqAv/4b/2XiuYT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UAWM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325" o:spid="_x0000_s1125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lw8UA&#10;AADcAAAADwAAAGRycy9kb3ducmV2LnhtbESP3WrCQBSE7wu+w3IEb0rdRKkt0VWaQkHoRVH7AIfs&#10;MRvNno3ZzU/f3i0UejnMzDfMZjfaWvTU+sqxgnSegCAunK64VPB9+nh6BeEDssbaMSn4IQ+77eRh&#10;g5l2Ax+oP4ZSRAj7DBWYEJpMSl8YsujnriGO3tm1FkOUbSl1i0OE21oukmQlLVYcFww29G6ouB47&#10;qyAv+ZLnz5/U3L6WZnw8GxM6o9RsOr6tQQQaw3/4r73XCpbpC/yeiUd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SaXD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326" o:spid="_x0000_s1126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xscEA&#10;AADcAAAADwAAAGRycy9kb3ducmV2LnhtbERP3WrCMBS+H/gO4QjeDE1VJlKNYgeCsIux6gMcmtOm&#10;2px0TWy7t18uBrv8+P73x9E2oqfO144VLBcJCOLC6ZorBbfreb4F4QOyxsYxKfghD8fD5GWPqXYD&#10;f1Gfh0rEEPYpKjAhtKmUvjBk0S9cSxy50nUWQ4RdJXWHQwy3jVwlyUZarDk2GGzp3VDxyJ9WQVbx&#10;PcvePqj9/lyb8bU0JjyNUrPpeNqBCDSGf/Gf+6IVrJdxbTwTj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WMbHBAAAA3A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327" o:spid="_x0000_s1127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UKsUA&#10;AADcAAAADwAAAGRycy9kb3ducmV2LnhtbESP3WrCQBSE7wu+w3IEb0rdRKm00VWaQkHoRVH7AIfs&#10;MRvNno3ZzU/f3i0UejnMzDfMZjfaWvTU+sqxgnSegCAunK64VPB9+nh6AeEDssbaMSn4IQ+77eRh&#10;g5l2Ax+oP4ZSRAj7DBWYEJpMSl8YsujnriGO3tm1FkOUbSl1i0OE21oukmQlLVYcFww29G6ouB47&#10;qyAv+ZLnz5/U3L6WZnw8GxM6o9RsOr6tQQQaw3/4r73XCpbpK/yeiUd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pQq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End w:id="1"/>
    </w:p>
    <w:p w:rsidR="00101B49" w:rsidRDefault="00101B49" w:rsidP="00101B49">
      <w:pPr>
        <w:pStyle w:val="Titulek"/>
        <w:jc w:val="center"/>
        <w:outlineLvl w:val="0"/>
      </w:pPr>
      <w:bookmarkStart w:id="2" w:name="_Toc331149284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2</w:t>
      </w:r>
      <w:r w:rsidR="00D17A1C">
        <w:rPr>
          <w:noProof/>
        </w:rPr>
        <w:fldChar w:fldCharType="end"/>
      </w:r>
      <w:r>
        <w:t xml:space="preserve">  Obrazovka </w:t>
      </w:r>
      <w:proofErr w:type="gramStart"/>
      <w:r>
        <w:t>po ZAPNI</w:t>
      </w:r>
      <w:proofErr w:type="gramEnd"/>
      <w:r>
        <w:t xml:space="preserve"> VŠECHNO</w:t>
      </w:r>
      <w:bookmarkEnd w:id="2"/>
    </w:p>
    <w:p w:rsidR="00101B49" w:rsidRDefault="00101B49" w:rsidP="00101B49">
      <w:pPr>
        <w:outlineLvl w:val="0"/>
      </w:pPr>
      <w:r>
        <w:t xml:space="preserve">Stav po chybě při ZAPNI VŠECHNO – příklad. </w:t>
      </w:r>
      <w:proofErr w:type="gramStart"/>
      <w:r>
        <w:t>kdy</w:t>
      </w:r>
      <w:proofErr w:type="gramEnd"/>
      <w:r>
        <w:t xml:space="preserve"> to nemusí být překážkou nahrávání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270" name="Plátno 2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21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239" name="Line 246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7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Oval 249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246" name="Group 253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247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Text Box 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Text Box 2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AutoShap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AutoShap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AutoShape 26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AutoShape 26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0" name="Text Box 2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1" name="Text Box 2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2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263" name="Group 270"/>
                        <wpg:cNvGrpSpPr>
                          <a:grpSpLocks/>
                        </wpg:cNvGrpSpPr>
                        <wpg:grpSpPr bwMode="auto">
                          <a:xfrm>
                            <a:off x="100261" y="3206218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264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6" name="Text Box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7" name="Text Box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8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FABF8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9" name="Text Box 2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26" o:spid="_x0000_s1128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">
                <v:shape id="_x0000_s1129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28" o:spid="_x0000_s1130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xesIA&#10;AADcAAAADwAAAGRycy9kb3ducmV2LnhtbESPQYvCMBSE7wv+h/AEb2tqQVmqUUQRPMjiqgePj+bZ&#10;FpuXkkRT/71ZWNjjMDPfMItVb1rxJOcbywom4wwEcWl1w5WCy3n3+QXCB2SNrWVS8CIPq+XgY4GF&#10;tpF/6HkKlUgQ9gUqqEPoCil9WZNBP7YdcfJu1hkMSbpKaocxwU0r8yybSYMNp4UaO9rUVN5PD6Mg&#10;i+RiNb0eTfN9YL338bB9rJUaDfv1HESgPvyH/9p7rSDPJ/B7Jh0B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jF6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29" o:spid="_x0000_s1131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461sUA&#10;AADcAAAADwAAAGRycy9kb3ducmV2LnhtbESPQWvCQBSE74X+h+UJvRTdNC1qU1eRQovebBS9PrLP&#10;JJh9G3e3Mf57Vyj0OMzMN8xs0ZtGdOR8bVnByygBQVxYXXOpYLf9Gk5B+ICssbFMCq7kYTF/fJhh&#10;pu2Ff6jLQykihH2GCqoQ2kxKX1Rk0I9sSxy9o3UGQ5SulNrhJcJNI9MkGUuDNceFClv6rKg45b9G&#10;wfRt1R38+nWzL8bH5j08T7rvs1PqadAvP0AE6sN/+K+90g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jrWxQAAANw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30" o:spid="_x0000_s1132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/9MQA&#10;AADcAAAADwAAAGRycy9kb3ducmV2LnhtbESPQWsCMRSE74L/IbxCb5rtloqsRllFoSdBW7C9PTbP&#10;ZHHzsmxSd/vvm4LgcZiZb5jlenCNuFEXas8KXqYZCOLK65qNgs+P/WQOIkRkjY1nUvBLAdar8WiJ&#10;hfY9H+l2ikYkCIcCFdgY20LKUFlyGKa+JU7exXcOY5KdkbrDPsFdI/Msm0mHNacFiy1tLVXX049T&#10;sGu/D+WbCbI8R/t19Zt+bw9GqeenoVyAiDTER/jeftcK8vwV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zf/TEAAAA3AAAAA8AAAAAAAAAAAAAAAAAmAIAAGRycy9k&#10;b3ducmV2LnhtbFBLBQYAAAAABAAEAPUAAACJAwAAAAA=&#10;" filled="f"/>
                <v:oval id="Oval 231" o:spid="_x0000_s1133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S8c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Jou4H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KUvHEAAAA3AAAAA8AAAAAAAAAAAAAAAAAmAIAAGRycy9k&#10;b3ducmV2LnhtbFBLBQYAAAAABAAEAPUAAACJAwAAAAA=&#10;"/>
                <v:rect id="Rectangle 232" o:spid="_x0000_s1134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cSsEA&#10;AADcAAAADwAAAGRycy9kb3ducmV2LnhtbESPQYvCMBSE74L/ITzBm6YWLEvXKMuCoMeqh/X2aJ5t&#10;2eYlJNF2//1GEDwOM/MNs9mNphcP8qGzrGC1zEAQ11Z33Ci4nPeLDxAhImvsLZOCPwqw204nGyy1&#10;Hbiixyk2IkE4lKigjdGVUoa6JYNhaR1x8m7WG4xJ+kZqj0OCm17mWVZIgx2nhRYdfbdU/57uRoFb&#10;HatquJ6PxoUs9/fbDxWFVWo+G78+QUQa4zv8ah+0gjxfw/NMOgJ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iHErBAAAA3A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33" o:spid="_x0000_s1135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pMsUA&#10;AADcAAAADwAAAGRycy9kb3ducmV2LnhtbESPQWvCQBSE70L/w/IKvemmOaikrlLEghRK0SheH9nX&#10;bEj2bZrdxu2/7xYEj8PMfMOsNtF2YqTBN44VPM8yEMSV0w3XCk7l23QJwgdkjZ1jUvBLHjbrh8kK&#10;C+2ufKDxGGqRIOwLVGBC6AspfWXIop+5njh5X26wGJIcaqkHvCa47WSeZXNpseG0YLCnraGqPf5Y&#10;BYvL+LHbX953n635jttFPJdtflbq6TG+voAIFMM9fGvvtYI8n8P/mXQ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WkyxQAAANwAAAAPAAAAAAAAAAAAAAAAAJgCAABkcnMv&#10;ZG93bnJldi54bWxQSwUGAAAAAAQABAD1AAAAigMAAAAA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234" o:spid="_x0000_s1136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MlcQA&#10;AADcAAAADwAAAGRycy9kb3ducmV2LnhtbESPzWrDMBCE74G+g9hCb4lcQ5PiRjahpZBDCPnpocfF&#10;2tqm1spISuS8fRQI5DjMzDfMshpNL87kfGdZwessA0FcW91xo+Dn+D19B+EDssbeMim4kIeqfJos&#10;sdA28p7Oh9CIBGFfoII2hKGQ0tctGfQzOxAn7886gyFJ10jtMCa46WWeZXNpsOO00OJAny3V/4eT&#10;UZBFcrF5+92ZbrthvfZx83VaKfXyPK4+QAQawyN8b6+1gjxfwO1MOgKy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DJX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235" o:spid="_x0000_s1137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Y58AA&#10;AADcAAAADwAAAGRycy9kb3ducmV2LnhtbERPy4rCMBTdC/MP4Q64s+kUFOkYRRwEFyI+ZjHLS3On&#10;LTY3JYmm/r1ZCC4P571YDaYTd3K+tazgK8tBEFdWt1wr+L1sJ3MQPiBr7CyTggd5WC0/RgsstY18&#10;ovs51CKFsC9RQRNCX0rpq4YM+sz2xIn7t85gSNDVUjuMKdx0ssjzmTTYcmposKdNQ9X1fDMK8kgu&#10;1tO/o2kPe9Y7H/c/t7VS489h/Q0i0BDe4pd7pxUURVqbzq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SY58AAAADcAAAADwAAAAAAAAAAAAAAAACYAgAAZHJzL2Rvd25y&#10;ZXYueG1sUEsFBgAAAAAEAAQA9QAAAIU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236" o:spid="_x0000_s1138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/jMMA&#10;AADcAAAADwAAAGRycy9kb3ducmV2LnhtbESPzWsCMRTE7wX/h/AEbzXbHKRujaKCYPFSP/D82Lz9&#10;aDcvS5Ku63/fFASPw8z8hlmsBtuKnnxoHGt4m2YgiAtnGq40XM6713cQISIbbB2ThjsFWC1HLwvM&#10;jbvxkfpTrESCcMhRQx1jl0sZiposhqnriJNXOm8xJukraTzeEty2UmXZTFpsOC3U2NG2puLn9Gs1&#10;nPtN2B+/49x8lhupDuWXuvq11pPxsP4AEWmIz/CjvTcalJrD/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w/jMMAAADc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237" o:spid="_x0000_s1139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AzMAA&#10;AADcAAAADwAAAGRycy9kb3ducmV2LnhtbERPy4rCMBTdD/gP4QruxtQODFqNooKgzGZ84PrS3D60&#10;uSlJpta/N4sBl4fzXqx604iOnK8tK5iMExDEudU1lwou593nFIQPyBoby6TgSR5Wy8HHAjNtH3yk&#10;7hRKEUPYZ6igCqHNpPR5RQb92LbEkSusMxgidKXUDh8x3DQyTZJvabDm2FBhS9uK8vvpzyg4dxu/&#10;P97CTB+KjUx/it/06tZKjYb9eg4iUB/e4n/3XitIv+L8eCYe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8AzM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PAUZA</w:t>
                        </w:r>
                      </w:p>
                    </w:txbxContent>
                  </v:textbox>
                </v:shape>
                <v:shape id="Text Box 238" o:spid="_x0000_s1140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lV8QA&#10;AADcAAAADwAAAGRycy9kb3ducmV2LnhtbESPW2sCMRSE3wv+h3AE32rWFaSuRlGhoPSlXvD5sDl7&#10;0c3JkqTr+u8bodDHYWa+YZbr3jSiI+drywom4wQEcW51zaWCy/nz/QOED8gaG8uk4Eke1qvB2xIz&#10;bR98pO4UShEh7DNUUIXQZlL6vCKDfmxb4ugV1hkMUbpSaoePCDeNTJNkJg3WHBcqbGlXUX4//RgF&#10;527r98dbmOtDsZXpV/GdXt1GqdGw3yxABOrDf/ivvdcK0ukE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jpVf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STOP</w:t>
                        </w:r>
                      </w:p>
                    </w:txbxContent>
                  </v:textbox>
                </v:shape>
                <v:shape id="Text Box 239" o:spid="_x0000_s1141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7IMQA&#10;AADcAAAADwAAAGRycy9kb3ducmV2LnhtbESPT2sCMRTE74LfITyhN82aQqlbo6ggWHqpq/T82Lz9&#10;025eliSu22/fFAo9DjPzG2a9HW0nBvKhdaxhuchAEJfOtFxruF6O82cQISIb7ByThm8KsN1MJ2vM&#10;jbvzmYYi1iJBOOSooYmxz6UMZUMWw8L1xMmrnLcYk/S1NB7vCW47qbLsSVpsOS002NOhofKruFkN&#10;l2EfTufPuDKv1V6qt+pdffid1g+zcfcCItIY/8N/7ZPRoB4V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xOyD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NOTEBOOK</w:t>
                        </w:r>
                      </w:p>
                    </w:txbxContent>
                  </v:textbox>
                </v:shape>
                <v:shape id="Text Box 240" o:spid="_x0000_s1142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2eu8QA&#10;AADc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6XQKv2fi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9nrvEAAAA3AAAAA8AAAAAAAAAAAAAAAAAmAIAAGRycy9k&#10;b3ducmV2LnhtbFBLBQYAAAAABAAEAPUAAACJ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241" o:spid="_x0000_s1143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Gz8QA&#10;AADcAAAADwAAAGRycy9kb3ducmV2LnhtbESPW2sCMRSE3wv+h3CEvtWsaym6GkUFwdKXesHnw+bs&#10;RTcnSxLX7b9vCgUfh5n5hlmsetOIjpyvLSsYjxIQxLnVNZcKzqfd2xSED8gaG8uk4Ic8rJaDlwVm&#10;2j74QN0xlCJC2GeooAqhzaT0eUUG/ci2xNErrDMYonSl1A4fEW4amSbJhzRYc1yosKVtRfnteDcK&#10;Tt3G7w/XMNOfxUamX8V3enFrpV6H/XoOIlAfnuH/9l4rSCfv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UBs/EAAAA3AAAAA8AAAAAAAAAAAAAAAAAmAIAAGRycy9k&#10;b3ducmV2LnhtbFBLBQYAAAAABAAEAPUAAACJAwAAAAA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242" o:spid="_x0000_s1144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/UxsMA&#10;AADc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9G0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/UxsMAAADcAAAADwAAAAAAAAAAAAAAAACYAgAAZHJzL2Rv&#10;d25yZXYueG1sUEsFBgAAAAAEAAQA9QAAAIgDAAAAAA==&#10;" filled="f"/>
                <v:rect id="Rectangle 243" o:spid="_x0000_s1145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1KscMA&#10;AADcAAAADwAAAGRycy9kb3ducmV2LnhtbESPQWsCMRSE74L/ITyhN83WopTVKKtU6ElQC623x+Y1&#10;Wdy8LJvU3f57Iwgeh5n5hlmue1eLK7Wh8qzgdZKBIC69rtgo+Drtxu8gQkTWWHsmBf8UYL0aDpaY&#10;a9/xga7HaESCcMhRgY2xyaUMpSWHYeIb4uT9+tZhTLI1UrfYJbir5TTL5tJhxWnBYkNbS+Xl+OcU&#10;fDTnfTEzQRbf0f5c/Kbb2b1R6mXUFwsQkfr4DD/an1rB9G0O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1KscMAAADcAAAADwAAAAAAAAAAAAAAAACYAgAAZHJzL2Rv&#10;d25yZXYueG1sUEsFBgAAAAAEAAQA9QAAAIgDAAAAAA==&#10;" filled="f"/>
                <v:shape id="Text Box 244" o:spid="_x0000_s1146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YuMQA&#10;AADcAAAADwAAAGRycy9kb3ducmV2LnhtbESPW2sCMRSE3wv+h3CEvtWsK7S6GkUFwdKXesHnw+bs&#10;RTcnSxLX7b9vCgUfh5n5hlmsetOIjpyvLSsYjxIQxLnVNZcKzqfd2xSED8gaG8uk4Ic8rJaDlwVm&#10;2j74QN0xlCJC2GeooAqhzaT0eUUG/ci2xNErrDMYonSl1A4fEW4amSbJuzRYc1yosKVtRfnteDcK&#10;Tt3G7w/XMNOfxUamX8V3enFrpV6H/XoOIlAfnuH/9l4rSCc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GmLjEAAAA3A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245" o:spid="_x0000_s1147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CHsAA&#10;AADcAAAADwAAAGRycy9kb3ducmV2LnhtbERPzYrCMBC+C75DGGEvsk23ikhtlGVhF0E8WPcBhmRs&#10;i82kNKnWtzcHwePH91/sRtuKG/W+cazgK0lBEGtnGq4U/J9/P9cgfEA22DomBQ/ysNtOJwXmxt35&#10;RLcyVCKGsM9RQR1Cl0vpdU0WfeI64shdXG8xRNhX0vR4j+G2lVmarqTFhmNDjR391KSv5WAVDKjt&#10;YY3Lv8tIwzFk2Vw31aDUx2z83oAINIa3+OXeGwXZIq6NZ+IR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miCHsAAAADcAAAADwAAAAAAAAAAAAAAAACYAgAAZHJzL2Rvd25y&#10;ZXYueG1sUEsFBgAAAAAEAAQA9QAAAIU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246" o:spid="_x0000_s1148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SFsUAAADcAAAADwAAAGRycy9kb3ducmV2LnhtbESPQWsCMRSE70L/Q3iF3jSrQu2uRild&#10;hB60oJaeXzfPzdLNy7JJ1/jvG6HgcZiZb5jVJtpWDNT7xrGC6SQDQVw53XCt4PO0Hb+A8AFZY+uY&#10;FFzJw2b9MFphod2FDzQcQy0ShH2BCkwIXSGlrwxZ9BPXESfv7HqLIcm+lrrHS4LbVs6y7FlabDgt&#10;GOzozVD1c/y1ChamPMiFLHenj3Jopnncx6/vXKmnx/i6BBEohnv4v/2uFczm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LSFsUAAADcAAAADwAAAAAAAAAA&#10;AAAAAAChAgAAZHJzL2Rvd25yZXYueG1sUEsFBgAAAAAEAAQA+QAAAJMDAAAAAA==&#10;">
                  <v:stroke endarrow="block"/>
                </v:line>
                <v:line id="Line 247" o:spid="_x0000_s1149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PZcUAAADcAAAADwAAAGRycy9kb3ducmV2LnhtbESPTUvDQBCG74L/YRnBS7Ab2yIasyl+&#10;tFAQD7Y9eByyYxLMzobs2Kb/3jkIHod33meeKVdT6M2RxtRFdnA7y8EQ19F33Dg47Dc392CSIHvs&#10;I5ODMyVYVZcXJRY+nviDjjtpjEI4FeigFRkKa1PdUsA0iwOxZl9xDCg6jo31I54UHno7z/M7G7Bj&#10;vdDiQC8t1d+7n6Aam3d+XSyy52Cz7IHWn/KWW3Hu+mp6egQjNMn/8l976x3Ml6qvzygBb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FPZcUAAADcAAAADwAAAAAAAAAA&#10;AAAAAAChAgAAZHJzL2Rvd25yZXYueG1sUEsFBgAAAAAEAAQA+QAAAJMDAAAAAA==&#10;">
                  <v:stroke endarrow="block"/>
                </v:line>
                <v:shape id="Text Box 248" o:spid="_x0000_s1150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tY8UA&#10;AADcAAAADwAAAGRycy9kb3ducmV2LnhtbESPT2vCQBTE74LfYXmCl1I3StE2uopEFCle/EO9PrLP&#10;JJh9G7NrTL+9Wyh4HGbmN8xs0ZpSNFS7wrKC4SACQZxaXXCm4HRcv3+CcB5ZY2mZFPySg8W825lh&#10;rO2D99QcfCYChF2MCnLvq1hKl+Zk0A1sRRy8i60N+iDrTOoaHwFuSjmKorE0WHBYyLGiJKf0ergb&#10;BV/jcoXF5pREP8mN377PzeS+a5Tq99rlFISn1r/C/+2tVjD6GMLfmX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q1jxQAAANwAAAAPAAAAAAAAAAAAAAAAAJgCAABkcnMv&#10;ZG93bnJldi54bWxQSwUGAAAAAAQABAD1AAAAig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249" o:spid="_x0000_s1151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Kvs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LpI4X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wir7EAAAA3AAAAA8AAAAAAAAAAAAAAAAAmAIAAGRycy9k&#10;b3ducmV2LnhtbFBLBQYAAAAABAAEAPUAAACJAwAAAAA=&#10;"/>
                <v:oval id="Oval 250" o:spid="_x0000_s1152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vJc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prM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8LyXEAAAA3AAAAA8AAAAAAAAAAAAAAAAAmAIAAGRycy9k&#10;b3ducmV2LnhtbFBLBQYAAAAABAAEAPUAAACJAwAAAAA=&#10;"/>
                <v:shape id="Text Box 251" o:spid="_x0000_s1153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eG/sMA&#10;AADcAAAADwAAAGRycy9kb3ducmV2LnhtbESPQWvCQBSE7wX/w/IEb3VjlKrRVazF0psYBa+P7DMb&#10;kn0bsltN/71bKPQ4zMw3zHrb20bcqfOVYwWTcQKCuHC64lLB5Xx4XYDwAVlj45gU/JCH7WbwssZM&#10;uwef6J6HUkQI+wwVmBDaTEpfGLLox64ljt7NdRZDlF0pdYePCLeNTJPkTVqsOC4YbGlvqKjzb6tg&#10;ekznV/+Zf+zbKy3rhX+vb2yUGg373QpEoD78h//aX1pBOpvB7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eG/sMAAADc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252" o:spid="_x0000_s1154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jZcQA&#10;AADcAAAADwAAAGRycy9kb3ducmV2LnhtbESPQWvCQBSE7wX/w/KE3urGtFaNrmItFW/FKHh9ZJ/Z&#10;kOzbkN1q/PduodDjMDPfMMt1bxtxpc5XjhWMRwkI4sLpiksFp+PXywyED8gaG8ek4E4e1qvB0xIz&#10;7W58oGseShEh7DNUYEJoMyl9YciiH7mWOHoX11kMUXal1B3eItw2Mk2Sd2mx4rhgsKWtoaLOf6yC&#10;1+90eva7/HPbnmlez/xHfWGj1POw3yxABOrDf/ivvdcK0rcJ/J6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rI2XEAAAA3AAAAA8AAAAAAAAAAAAAAAAAmAIAAGRycy9k&#10;b3ducmV2LnhtbFBLBQYAAAAABAAEAPUAAACJ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253" o:spid="_x0000_s1155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rect id="Rectangle 254" o:spid="_x0000_s1156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cV8QA&#10;AADcAAAADwAAAGRycy9kb3ducmV2LnhtbESPQWsCMRSE74L/ITzBm2YrtpWtUVZR8CTUFmpvj81r&#10;srh5WTbRXf99Uyh4HGbmG2a57l0tbtSGyrOCp2kGgrj0umKj4PNjP1mACBFZY+2ZFNwpwHo1HCwx&#10;177jd7qdohEJwiFHBTbGJpcylJYchqlviJP341uHMcnWSN1il+CulrMse5EOK04LFhvaWiovp6tT&#10;sGu+j8WzCbL4ivZ88Ztub49GqfGoL95AROrjI/zfPmgFs/kr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XnFfEAAAA3AAAAA8AAAAAAAAAAAAAAAAAmAIAAGRycy9k&#10;b3ducmV2LnhtbFBLBQYAAAAABAAEAPUAAACJAwAAAAA=&#10;" filled="f"/>
                  <v:shape id="Text Box 255" o:spid="_x0000_s1157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9R78A&#10;AADcAAAADwAAAGRycy9kb3ducmV2LnhtbERPy4rCMBTdC/5DuIK7MR3RQTpGEUVwIeJr4fLS3GnL&#10;NDcliab+vVkILg/nPV92phEPcr62rOB7lIEgLqyuuVRwvWy/ZiB8QNbYWCYFT/KwXPR7c8y1jXyi&#10;xzmUIoWwz1FBFUKbS+mLigz6kW2JE/dnncGQoCuldhhTuGnkOMt+pMGaU0OFLa0rKv7Pd6Mgi+Ri&#10;Ob0dTX3Ys975uN/cV0oNB93qF0SgLnzEb/dOKxhP0tp0Jh0B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a31HvwAAANwAAAAPAAAAAAAAAAAAAAAAAJgCAABkcnMvZG93bnJl&#10;di54bWxQSwUGAAAAAAQABAD1AAAAhA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256" o:spid="_x0000_s1158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tvsQA&#10;AADcAAAADwAAAGRycy9kb3ducmV2LnhtbESPQWsCMRSE74L/ITzBm2YrttStUVZR8CTUFmpvj81r&#10;srh5WTbRXf99Uyh4HGbmG2a57l0tbtSGyrOCp2kGgrj0umKj4PNjP3kFESKyxtozKbhTgPVqOFhi&#10;rn3H73Q7RSMShEOOCmyMTS5lKC05DFPfECfvx7cOY5KtkbrFLsFdLWdZ9iIdVpwWLDa0tVReTlen&#10;YNd8H4tnE2TxFe354jfd3h6NUuNRX7yBiNTHR/i/fdAKZvMF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Erb7EAAAA3AAAAA8AAAAAAAAAAAAAAAAAmAIAAGRycy9k&#10;b3ducmV2LnhtbFBLBQYAAAAABAAEAPUAAACJAwAAAAA=&#10;" filled="f"/>
                  <v:shape id="Text Box 257" o:spid="_x0000_s1159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nnMAA&#10;AADcAAAADwAAAGRycy9kb3ducmV2LnhtbERPTYvCMBC9C/6HMII3TVdQlmpaZEXwIOKqB49DM9uW&#10;bSYliab+e3NY2OPjfW/KwXTiSc63lhV8zDMQxJXVLdcKbtf97BOED8gaO8uk4EUeymI82mCubeRv&#10;el5CLVII+xwVNCH0uZS+asign9ueOHE/1hkMCbpaaocxhZtOLrJsJQ22nBoa7Omroer38jAKskgu&#10;1sv72bSnI+uDj8fdY6vUdDJs1yACDeFf/Oc+aAWLZZqfzqQjI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nnM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258" o:spid="_x0000_s1160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fC8YA&#10;AADcAAAADwAAAGRycy9kb3ducmV2LnhtbESPT2vCQBTE7wW/w/KE3upG8U8bs4qIhV5KjRWht0f2&#10;mYRk3ybZrcZv3y0IHoeZ+Q2TrHtTiwt1rrSsYDyKQBBnVpecKzh+v7+8gnAeWWNtmRTcyMF6NXhK&#10;MNb2yildDj4XAcIuRgWF900spcsKMuhGtiEO3tl2Bn2QXS51h9cAN7WcRNFcGiw5LBTY0LagrDr8&#10;GgWf7TT9cu3uZ5+at3N/wl3rF5VSz8N+swThqfeP8L39oRVMZmP4P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rfC8YAAADcAAAADwAAAAAAAAAAAAAAAACYAgAAZHJz&#10;L2Rvd25yZXYueG1sUEsFBgAAAAAEAAQA9QAAAIsDAAAAAA==&#10;" fillcolor="#f90"/>
                  <v:shape id="AutoShape 259" o:spid="_x0000_s1161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hBfMYA&#10;AADcAAAADwAAAGRycy9kb3ducmV2LnhtbESPW2vCQBSE3wv9D8sp+FY3DdZLmlWKKPhS2qgIfTtk&#10;Ty6YPZtkV03/fbcg9HGYmW+YdDWYRlypd7VlBS/jCARxbnXNpYLjYfs8B+E8ssbGMin4IQer5eND&#10;iom2N87ouvelCBB2CSqovG8TKV1ekUE3ti1x8ArbG/RB9qXUPd4C3DQyjqKpNFhzWKiwpXVF+Xl/&#10;MQo+ukn26brN91dmFsVwwk3nZ2elRk/D+xsIT4P/D9/bO60gfo3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hBfMYAAADcAAAADwAAAAAAAAAAAAAAAACYAgAAZHJz&#10;L2Rvd25yZXYueG1sUEsFBgAAAAAEAAQA9QAAAIsDAAAAAA==&#10;" fillcolor="#f90"/>
                  <v:shape id="AutoShape 260" o:spid="_x0000_s1162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/48kA&#10;AADcAAAADwAAAGRycy9kb3ducmV2LnhtbESPQWvCQBSE7wX/w/IEL6VuaqmV6CpFKW3BgyZC6+01&#10;+5pEs29jdhvT/vpuoeBxmJlvmNmiM5VoqXGlZQW3wwgEcWZ1ybmCXfp0MwHhPLLGyjIp+CYHi3nv&#10;aoaxtmfeUpv4XAQIuxgVFN7XsZQuK8igG9qaOHiftjHog2xyqRs8B7ip5CiKxtJgyWGhwJqWBWXH&#10;5MsoOPy8+26Vfzyc0gjXabl/e91cPys16HePUxCeOn8J/7dftILR/R38nQlH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gR/48kAAADcAAAADwAAAAAAAAAAAAAAAACYAgAA&#10;ZHJzL2Rvd25yZXYueG1sUEsFBgAAAAAEAAQA9QAAAI4DAAAAAA==&#10;" fillcolor="#f90"/>
                  <v:shape id="AutoShape 261" o:spid="_x0000_s1163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3nl8kA&#10;AADcAAAADwAAAGRycy9kb3ducmV2LnhtbESPQWvCQBSE7wX/w/IEL6VuKq2V6CpFKW3BgyZC6+01&#10;+5pEs29jdhvT/vpuoeBxmJlvmNmiM5VoqXGlZQW3wwgEcWZ1ybmCXfp0MwHhPLLGyjIp+CYHi3nv&#10;aoaxtmfeUpv4XAQIuxgVFN7XsZQuK8igG9qaOHiftjHog2xyqRs8B7ip5CiKxtJgyWGhwJqWBWXH&#10;5MsoOPy8+26Vfzyc0gjXabl/e91cPys16HePUxCeOn8J/7dftILR/R38nQlH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e3nl8kAAADcAAAADwAAAAAAAAAAAAAAAACYAgAA&#10;ZHJzL2Rvd25yZXYueG1sUEsFBgAAAAAEAAQA9QAAAI4DAAAAAA==&#10;" fillcolor="#f90"/>
                  <v:rect id="Rectangle 262" o:spid="_x0000_s1164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fqDMQA&#10;AADcAAAADwAAAGRycy9kb3ducmV2LnhtbESP3YrCMBSE7xd8h3CEvVtTBUWrUUQQVwXBnwc4NMe2&#10;u81JSWKtPr1ZWPBymJlvmNmiNZVoyPnSsoJ+LwFBnFldcq7gcl5/jUH4gKyxskwKHuRhMe98zDDV&#10;9s5Hak4hFxHCPkUFRQh1KqXPCjLoe7Ymjt7VOoMhSpdL7fAe4aaSgyQZSYMlx4UCa1oVlP2ebkbB&#10;aHzdnN3ksMX8uK/4Z3drnpuDUp/ddjkFEagN7/B/+1srGAyH8HcmHg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X6gzEAAAA3AAAAA8AAAAAAAAAAAAAAAAAmAIAAGRycy9k&#10;b3ducmV2LnhtbFBLBQYAAAAABAAEAPUAAACJAwAAAAA=&#10;" fillcolor="#f90"/>
                  <v:rect id="Rectangle 263" o:spid="_x0000_s1165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0e8QA&#10;AADcAAAADwAAAGRycy9kb3ducmV2LnhtbESP0WrCQBRE34X+w3IF33SjYLDRVaRQrBUEtR9wyV6T&#10;aPZu2F1j7Ne7hYKPw8ycYRarztSiJecrywrGowQEcW51xYWCn9PncAbCB2SNtWVS8CAPq+Vbb4GZ&#10;tnc+UHsMhYgQ9hkqKENoMil9XpJBP7INcfTO1hkMUbpCaof3CDe1nCRJKg1WHBdKbOijpPx6vBkF&#10;6ey8Obn3/RaLw67my/et/d3slRr0u/UcRKAuvML/7S+tYDJN4e9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FdHvEAAAA3AAAAA8AAAAAAAAAAAAAAAAAmAIAAGRycy9k&#10;b3ducmV2LnhtbFBLBQYAAAAABAAEAPUAAACJAwAAAAA=&#10;" fillcolor="#f90"/>
                  <v:shape id="Text Box 264" o:spid="_x0000_s1166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l9GMQA&#10;AADcAAAADwAAAGRycy9kb3ducmV2LnhtbESPW2sCMRSE3wv+h3CEvtWsC7a6GkUFwdKXesHnw+bs&#10;RTcnSxLX7b9vCgUfh5n5hlmsetOIjpyvLSsYjxIQxLnVNZcKzqfd2xSED8gaG8uk4Ic8rJaDlwVm&#10;2j74QN0xlCJC2GeooAqhzaT0eUUG/ci2xNErrDMYonSl1A4fEW4amSbJuzRYc1yosKVtRfnteDcK&#10;Tt3G7w/XMNOfxUamX8V3enFrpV6H/XoOIlAfnuH/9l4rSCcf8HcmHg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ZfRj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265" o:spid="_x0000_s1167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HjSsMA&#10;AADcAAAADwAAAGRycy9kb3ducmV2LnhtbERPy2rCQBTdC/2H4QruzMSAtqSOYquC0G58UbK7ZG4z&#10;oZk7aWaM6d93FoUuD+e9XA+2ET11vnasYJakIIhLp2uuFFzO++kTCB+QNTaOScEPeVivHkZLzLW7&#10;85H6U6hEDGGfowITQptL6UtDFn3iWuLIfbrOYoiwq6Tu8B7DbSOzNF1IizXHBoMtvRoqv043q2Dz&#10;8vH4TluzeAsXX30Xx/2uaK5KTcbD5hlEoCH8i//cB60gm8e18U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HjSs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266" o:spid="_x0000_s1168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1G0cYA&#10;AADcAAAADwAAAGRycy9kb3ducmV2LnhtbESPT2vCQBTE7wW/w/IEb3VjQNtGV4n/oNBetBbx9sg+&#10;s8Hs25jdavrtu4VCj8PM/IaZLTpbixu1vnKsYDRMQBAXTldcKjh8bB+fQfiArLF2TAq+ycNi3nuY&#10;YabdnXd024dSRAj7DBWYEJpMSl8YsuiHriGO3tm1FkOUbSl1i/cIt7VMk2QiLVYcFww2tDJUXPZf&#10;VkG+PD6909pM3sLBl9fTbrs51Z9KDfpdPgURqAv/4b/2q1aQjl/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1G0c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67" o:spid="_x0000_s1169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l8cEA&#10;AADcAAAADwAAAGRycy9kb3ducmV2LnhtbERPy4rCMBTdC/MP4Q6403RcVKlGcWYUBGfjC3F3aa5N&#10;sbmpTdT695OF4PJw3pNZaytxp8aXjhV89RMQxLnTJRcK9rtlbwTCB2SNlWNS8CQPs+lHZ4KZdg/e&#10;0H0bChFD2GeowIRQZ1L63JBF33c1ceTOrrEYImwKqRt8xHBbyUGSpNJiybHBYE0/hvLL9mYVzL+P&#10;wz/6Nek67H1xPW2Wi1N1UKr72c7HIAK14S1+uVdawSCN8+OZeAT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rJfH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68" o:spid="_x0000_s1170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KSsMA&#10;AADcAAAADwAAAGRycy9kb3ducmV2LnhtbESPS4sCMRCE78L+h9ALe9OMcxAdjaKC4OLFF56bSc9j&#10;d9IZkuw4+++NIHgsquorarHqTSM6cr62rGA8SkAQ51bXXCq4XnbDKQgfkDU2lknBP3lYLT8GC8y0&#10;vfOJunMoRYSwz1BBFUKbSenzigz6kW2Jo1dYZzBE6UqpHd4j3DQyTZKJNFhzXKiwpW1F+e/5zyi4&#10;dBu/P/2Emf4uNjI9FMf05tZKfX326zmIQH14h1/tvVaQTsb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CKSsMAAADcAAAADwAAAAAAAAAAAAAAAACYAgAAZHJzL2Rv&#10;d25yZXYueG1sUEsFBgAAAAAEAAQA9QAAAIgDAAAAAA=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269" o:spid="_x0000_s1171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WnsQA&#10;AADcAAAADwAAAGRycy9kb3ducmV2LnhtbESPT4vCMBTE7wt+h/AEL8uabkFdq1EWQRQv4r/7o3m2&#10;wealNKnWb2+EhT0OM/MbZr7sbCXu1HjjWMH3MAFBnDttuFBwPq2/fkD4gKyxckwKnuRhueh9zDHT&#10;7sEHuh9DISKEfYYKyhDqTEqfl2TRD11NHL2rayyGKJtC6gYfEW4rmSbJWFo0HBdKrGlVUn47tlaB&#10;3232pjutp5/TS7s/txNjDqOVUoN+9zsDEagL/+G/9lYrSMcpvM/EI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lp7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270" o:spid="_x0000_s1172" style="position:absolute;left:1002;top:32062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rect id="Rectangle 271" o:spid="_x0000_s1173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eQMMA&#10;AADcAAAADwAAAGRycy9kb3ducmV2LnhtbESPQWsCMRSE74L/ITyhN81WqpTVKKtU6ElQC623x+Y1&#10;Wdy8LJvU3f57Iwgeh5n5hlmue1eLK7Wh8qzgdZKBIC69rtgo+Drtxu8gQkTWWHsmBf8UYL0aDpaY&#10;a9/xga7HaESCcMhRgY2xyaUMpSWHYeIb4uT9+tZhTLI1UrfYJbir5TTL5tJhxWnBYkNbS+Xl+OcU&#10;fDTnfTEzQRbf0f5c/Kbb2b1R6mXUFwsQkfr4DD/an1rBdP4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eQMMAAADcAAAADwAAAAAAAAAAAAAAAACYAgAAZHJzL2Rv&#10;d25yZXYueG1sUEsFBgAAAAAEAAQA9QAAAIgDAAAAAA==&#10;" filled="f"/>
                  <v:shape id="Text Box 272" o:spid="_x0000_s1174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l5OcQA&#10;AADcAAAADwAAAGRycy9kb3ducmV2LnhtbESPQWsCMRSE7wX/Q3iCt5pdUZHVKCIIvWit7cXbY/Pc&#10;LG5elk3qpv31jSD0OMzMN8xqE20j7tT52rGCfJyBIC6drrlS8PW5f12A8AFZY+OYFPyQh8168LLC&#10;QrueP+h+DpVIEPYFKjAhtIWUvjRk0Y9dS5y8q+sshiS7SuoO+wS3jZxk2VxarDktGGxpZ6i8nb+t&#10;AtT56fcwjfH9eGzyaW/Ka7wslBoN43YJIlAM/+Fn+00rmMxn8Di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5eTn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273" o:spid="_x0000_s1175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8uMUA&#10;AADcAAAADwAAAGRycy9kb3ducmV2LnhtbESPzWrDMBCE74G+g9hCLqGR4xJT3CihLhQCPYSkfYDF&#10;2lhurZVjyT99+yoQyHGYmW+YzW6yjRio87VjBatlAoK4dLrmSsH318fTCwgfkDU2jknBH3nYbR9m&#10;G8y1G/lIwylUIkLY56jAhNDmUvrSkEW/dC1x9M6usxii7CqpOxwj3DYyTZJMWqw5Lhhs6d1Q+Xvq&#10;rYKi4p+iWH9Sezk8m2lxNib0Rqn54/T2CiLQFO7hW3uvFaRZBtcz8QjI7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4ny4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274" o:spid="_x0000_s1176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7ZI8UA&#10;AADcAAAADwAAAGRycy9kb3ducmV2LnhtbESP3WrCQBSE7wu+w3IEb0rdNKW2RFdpBKHQi6L2AQ7Z&#10;YzaaPRuzmx/fvlsoeDnMzDfMajPaWvTU+sqxgud5AoK4cLriUsHPcff0DsIHZI21Y1JwIw+b9eRh&#10;hZl2A++pP4RSRAj7DBWYEJpMSl8YsujnriGO3sm1FkOUbSl1i0OE21qmSbKQFiuOCwYb2hoqLofO&#10;KshLPuf56xc11+8XMz6ejAmdUWo2HT+WIAKN4R7+b39qBeniD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tkj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275" o:spid="_x0000_s1177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lW8MA&#10;AADcAAAADwAAAGRycy9kb3ducmV2LnhtbERPTWuDQBC9F/oflin01qzVIsFkE4KlkNCD1JSeJ+5E&#10;Td1ZcTdq/332EOjx8b7X29l0YqTBtZYVvC4iEMSV1S3XCr6PHy9LEM4ja+wsk4I/crDdPD6sMdN2&#10;4i8aS1+LEMIuQwWN930mpasaMugWticO3NkOBn2AQy31gFMIN52MoyiVBlsODQ32lDdU/ZZXoyDf&#10;JT/LQrrDe/yWXA5F+lkW/Ump56d5twLhafb/4rt7rxXEaVgbzoQj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rlW8MAAADcAAAADwAAAAAAAAAAAAAAAACYAgAAZHJzL2Rv&#10;d25yZXYueG1sUEsFBgAAAAAEAAQA9QAAAIgDAAAAAA==&#10;" fillcolor="#fabf8f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276" o:spid="_x0000_s1178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oysUA&#10;AADcAAAADwAAAGRycy9kb3ducmV2LnhtbESP3WrCQBSE7wu+w3IEb0rdNKXSRldpBKHQi6L2AQ7Z&#10;YzaaPRuzmx/fvlsoeDnMzDfMajPaWvTU+sqxgud5AoK4cLriUsHPcff0BsIHZI21Y1JwIw+b9eRh&#10;hZl2A++pP4RSRAj7DBWYEJpMSl8YsujnriGO3sm1FkOUbSl1i0OE21qmSbKQFiuOCwYb2hoqLofO&#10;KshLPuf56xc11+8XMz6ejAmdUWo2HT+WIAKN4R7+b39qBeniH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ejK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</w:pPr>
      <w:bookmarkStart w:id="3" w:name="_Toc331149285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3</w:t>
      </w:r>
      <w:r w:rsidR="00D17A1C">
        <w:rPr>
          <w:noProof/>
        </w:rPr>
        <w:fldChar w:fldCharType="end"/>
      </w:r>
      <w:r>
        <w:t xml:space="preserve">   Příklad chybové obrazovky</w:t>
      </w:r>
      <w:bookmarkEnd w:id="3"/>
    </w:p>
    <w:p w:rsidR="00101B49" w:rsidRDefault="00101B49" w:rsidP="00101B49">
      <w:pPr>
        <w:outlineLvl w:val="0"/>
      </w:pPr>
      <w:r>
        <w:lastRenderedPageBreak/>
        <w:t xml:space="preserve">Stav po kliku na START NAHRÁVÁNÍ 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220" name="Plátno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7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80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 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189" name="Line 195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96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98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99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96" name="Group 202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97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AutoShape 20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AutoShape 21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0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" name="Text Box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" name="Text Box 2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213" name="Group 219"/>
                        <wpg:cNvGrpSpPr>
                          <a:grpSpLocks/>
                        </wpg:cNvGrpSpPr>
                        <wpg:grpSpPr bwMode="auto">
                          <a:xfrm>
                            <a:off x="165210" y="3201173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214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6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7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8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9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75" o:spid="_x0000_s1179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">
                <v:shape id="_x0000_s1180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177" o:spid="_x0000_s1181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/G8IA&#10;AADcAAAADwAAAGRycy9kb3ducmV2LnhtbERPTWvCQBC9F/wPywi91Y2FthJdJSiFHKS06sHjkB2T&#10;YHY27G6y6b/vFgq9zeN9zmY3mU6M5HxrWcFykYEgrqxuuVZwOb8/rUD4gKyxs0wKvsnDbjt72GCu&#10;beQvGk+hFimEfY4KmhD6XEpfNWTQL2xPnLibdQZDgq6W2mFM4aaTz1n2Kg22nBoa7GnfUHU/DUZB&#10;FsnF+uX6adqPI+vSx+NhKJR6nE/FGkSgKfyL/9ylTvPflv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H8b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178" o:spid="_x0000_s1182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179" o:spid="_x0000_s1183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xlcIA&#10;AADcAAAADwAAAGRycy9kb3ducmV2LnhtbERPTWsCMRC9F/ofwhS81WwrrbIaZVsqeBKqgnobNmOy&#10;uJksm9Rd/30jCN7m8T5ntuhdLS7UhsqzgrdhBoK49Lpio2C3Xb5OQISIrLH2TAquFGAxf36aYa59&#10;x7902UQjUgiHHBXYGJtcylBachiGviFO3Mm3DmOCrZG6xS6Fu1q+Z9mndFhxarDY0Lel8rz5cwp+&#10;muO6+DBBFvtoD2f/1S3t2ig1eOmLKYhIfXyI7+6VTvPHI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TGVwgAAANwAAAAPAAAAAAAAAAAAAAAAAJgCAABkcnMvZG93&#10;bnJldi54bWxQSwUGAAAAAAQABAD1AAAAhwMAAAAA&#10;" filled="f"/>
                <v:oval id="Oval 180" o:spid="_x0000_s1184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ckM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fYH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ByQwgAAANwAAAAPAAAAAAAAAAAAAAAAAJgCAABkcnMvZG93&#10;bnJldi54bWxQSwUGAAAAAAQABAD1AAAAhwMAAAAA&#10;"/>
                <v:rect id="Rectangle 181" o:spid="_x0000_s1185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5JMMA&#10;AADcAAAADwAAAGRycy9kb3ducmV2LnhtbERP32vCMBB+H+x/CDfY20wnzI7OKEMUZCAynfh6NLem&#10;tLnUJqvxvzfCwLf7+H7edB5tKwbqfe1YwesoA0FcOl1zpeBnv3p5B+EDssbWMSm4kIf57PFhioV2&#10;Z/6mYRcqkULYF6jAhNAVUvrSkEU/ch1x4n5dbzEk2FdS93hO4baV4yybSIs1pwaDHS0Mlc3uzyrI&#10;j8NmuT5+LbeNOcVFHg/7ZnxQ6vkpfn6ACBTDXfzvXus0P3+D2zPpAj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25JM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 SE</w:t>
                        </w:r>
                      </w:p>
                    </w:txbxContent>
                  </v:textbox>
                </v:rect>
                <v:rect id="Rectangle 182" o:spid="_x0000_s1186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nU8MA&#10;AADcAAAADwAAAGRycy9kb3ducmV2LnhtbERP32vCMBB+H+x/CDfY20z1wUo1iogDGYwxq/h6NGdT&#10;2ly6JqvZf78MBr7dx/fzVptoOzHS4BvHCqaTDARx5XTDtYJT+fqyAOEDssbOMSn4IQ+b9ePDCgvt&#10;bvxJ4zHUIoWwL1CBCaEvpPSVIYt+4nrixF3dYDEkONRSD3hL4baTsyybS4sNpwaDPe0MVe3x2yrI&#10;L+P7/nB523+05ivu8ngu29lZqeenuF2CCBTDXfzvPug0P5/D3zPp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8nU8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183" o:spid="_x0000_s1187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C9MIA&#10;AADcAAAADwAAAGRycy9kb3ducmV2LnhtbERPTWvCQBC9C/0PyxR6000LakldRVqEHEKp2kOPQ3ZM&#10;gtnZsLvJpv++KxS8zeN9zmY3mU6M5HxrWcHzIgNBXFndcq3g+3yYv4LwAVljZ5kU/JKH3fZhtsFc&#10;28hHGk+hFimEfY4KmhD6XEpfNWTQL2xPnLiLdQZDgq6W2mFM4aaTL1m2kgZbTg0N9vTeUHU9DUZB&#10;FsnFevnzZdrPknXhY/kx7JV6epz2byACTeEu/ncXOs1fr+H2TLp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UL0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184" o:spid="_x0000_s1188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WhsQA&#10;AADcAAAADwAAAGRycy9kb3ducmV2LnhtbESPT2sCMRDF7wW/Q5hCbzXbQq2sRhFLwYMU/x08Dptx&#10;d3EzWZJott++cxB6m+G9ee838+XgOnWnEFvPBt7GBSjiytuWawOn4/frFFRMyBY7z2TglyIsF6On&#10;OZbWZ97T/ZBqJSEcSzTQpNSXWseqIYdx7Hti0S4+OEyyhlrbgFnCXaffi2KiHbYsDQ32tG6ouh5u&#10;zkCRKeT647xz7c+W7Sbm7ddtZczL87CagUo0pH/z43pjBf9TaOUZm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i1ob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185" o:spid="_x0000_s1189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px7cEA&#10;AADcAAAADwAAAGRycy9kb3ducmV2LnhtbERPS2sCMRC+F/wPYQRvNesebF2NooJg6cUXnofN7EM3&#10;kyWJ6/bfNwWht/n4nrNY9aYRHTlfW1YwGScgiHOray4VXM67908QPiBrbCyTgh/ysFoO3haYafvk&#10;I3WnUIoYwj5DBVUIbSalzysy6Me2JY5cYZ3BEKErpXb4jOGmkWmSTKXBmmNDhS1tK8rvp4dRcO42&#10;fn+8hZn+KjYy/S4O6dWtlRoN+/UcRKA+/Itf7r2O8z9m8Pd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ace3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186" o:spid="_x0000_s1190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oV8UA&#10;AADcAAAADwAAAGRycy9kb3ducmV2LnhtbESPS2/CMBCE75X6H6xF4lYccqggxSCoVImql/JQz6t4&#10;84B4HdluCP++e6jEbVczO/PtajO6Tg0UYuvZwHyWgSIuvW25NnA+fbwsQMWEbLHzTAbuFGGzfn5a&#10;YWH9jQ80HFOtJIRjgQaalPpC61g25DDOfE8sWuWDwyRrqLUNeJNw1+k8y161w5alocGe3hsqr8df&#10;Z+A07OL+cElL+1ntdP5Vfec/YWvMdDJu30AlGtPD/H+9t4K/EHx5Ri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ahXxQAAANwAAAAPAAAAAAAAAAAAAAAAAJgCAABkcnMv&#10;ZG93bnJldi54bWxQSwUGAAAAAAQABAD1AAAAig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PAUZA</w:t>
                        </w:r>
                      </w:p>
                    </w:txbxContent>
                  </v:textbox>
                </v:shape>
                <v:shape id="Text Box 187" o:spid="_x0000_s1191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NzMAA&#10;AADcAAAADwAAAGRycy9kb3ducmV2LnhtbERPS4vCMBC+C/sfwizsTVN7WLQaRQXBxYsvPA/N9LHb&#10;TEqSrfXfG0HwNh/fc+bL3jSiI+drywrGowQEcW51zaWCy3k7nIDwAVljY5kU3MnDcvExmGOm7Y2P&#10;1J1CKWII+wwVVCG0mZQ+r8igH9mWOHKFdQZDhK6U2uEthptGpknyLQ3WHBsqbGlTUf53+jcKzt3a&#10;746/Yap/irVM98UhvbqVUl+f/WoGIlAf3uKXe6fj/MkY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kNzMAAAADcAAAADwAAAAAAAAAAAAAAAACYAgAAZHJzL2Rvd25y&#10;ZXYueG1sUEsFBgAAAAAEAAQA9QAAAIU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STOP</w:t>
                        </w:r>
                      </w:p>
                    </w:txbxContent>
                  </v:textbox>
                </v:shape>
                <v:shape id="Text Box 188" o:spid="_x0000_s1192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Tu8IA&#10;AADcAAAADwAAAGRycy9kb3ducmV2LnhtbERPyWrDMBC9F/IPYgK5NXJ9CK4bJcSBgEsuTVJ6Hqzx&#10;0lojI6m28/dVodDbPN462/1sejGS851lBU/rBARxZXXHjYL32+kxA+EDssbeMim4k4f9bvGwxVzb&#10;iS80XkMjYgj7HBW0IQy5lL5qyaBf24E4crV1BkOErpHa4RTDTS/TJNlIgx3HhhYHOrZUfV2/jYLb&#10;WPjy8hme9WtdyPRcv6Uf7qDUajkfXkAEmsO/+M9d6jg/S+H3mXi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5O7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189" o:spid="_x0000_s1193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c2IMEA&#10;AADcAAAADwAAAGRycy9kb3ducmV2LnhtbERPS2sCMRC+F/wPYQRvNesWiq5GUUFQeqkPPA+b2Ydu&#10;JkuSruu/N4VCb/PxPWex6k0jOnK+tqxgMk5AEOdW11wquJx371MQPiBrbCyTgid5WC0HbwvMtH3w&#10;kbpTKEUMYZ+hgiqENpPS5xUZ9GPbEkeusM5giNCVUjt8xHDTyDRJPq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NiDBAAAA3AAAAA8AAAAAAAAAAAAAAAAAmAIAAGRycy9kb3du&#10;cmV2LnhtbFBLBQYAAAAABAAEAPUAAACG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190" o:spid="_x0000_s1194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uVMEA&#10;AADcAAAADwAAAGRycy9kb3ducmV2LnhtbERPS2sCMRC+F/wPYQRvNetSiq5GUUFQeqkPPA+b2Ydu&#10;JkuSruu/N4VCb/PxPWex6k0jOnK+tqxgMk5AEOdW11wquJx371MQPiBrbCyTgid5WC0HbwvMtH3w&#10;kbpTKEUMYZ+hgiqENpPS5xUZ9GPbEkeusM5giNCVUjt8xHDTyDRJPq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OrlTBAAAA3AAAAA8AAAAAAAAAAAAAAAAAmAIAAGRycy9kb3du&#10;cmV2LnhtbFBLBQYAAAAABAAEAPUAAACGAwAAAAA=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191" o:spid="_x0000_s1195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8XcEA&#10;AADcAAAADwAAAGRycy9kb3ducmV2LnhtbERPTYvCMBC9L/gfwgje1nQFF+kapSsKnoTVhdXb0Mwm&#10;xWZSmmjrvzeC4G0e73Pmy97V4kptqDwr+BhnIIhLrys2Cn4Pm/cZiBCRNdaeScGNAiwXg7c55tp3&#10;/EPXfTQihXDIUYGNscmlDKUlh2HsG+LE/fvWYUywNVK32KVwV8tJln1KhxWnBosNrSyV5/3FKVg3&#10;p10xNUEWf9Eez/6729idUWo07IsvEJH6+BI/3Vud5s+m8Hg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VfF3BAAAA3AAAAA8AAAAAAAAAAAAAAAAAmAIAAGRycy9kb3du&#10;cmV2LnhtbFBLBQYAAAAABAAEAPUAAACGAwAAAAA=&#10;" filled="f"/>
                <v:rect id="Rectangle 192" o:spid="_x0000_s1196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fiKsEA&#10;AADcAAAADwAAAGRycy9kb3ducmV2LnhtbERPTYvCMBC9L+x/CLPgbU0VFKlGqcsKnoRVwd3b0IxJ&#10;sZmUJtr67zeC4G0e73MWq97V4kZtqDwrGA0zEMSl1xUbBcfD5nMGIkRkjbVnUnCnAKvl+9sCc+07&#10;/qHbPhqRQjjkqMDG2ORShtKSwzD0DXHizr51GBNsjdQtdinc1XKcZVPpsOLUYLGhL0vlZX91Cr6b&#10;v10xMUEWp2h/L37dbezOKDX46Is5iEh9fImf7q1O82dTeDy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H4irBAAAA3AAAAA8AAAAAAAAAAAAAAAAAmAIAAGRycy9kb3du&#10;cmV2LnhtbFBLBQYAAAAABAAEAPUAAACGAwAAAAA=&#10;" filled="f"/>
                <v:shape id="Text Box 193" o:spid="_x0000_s1197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wwI8EA&#10;AADcAAAADwAAAGRycy9kb3ducmV2LnhtbERPS2sCMRC+F/wPYQRvNeseWl2NooKg9FIfeB42sw/d&#10;TJYkXdd/bwqF3ubje85i1ZtGdOR8bVnBZJyAIM6trrlUcDnv3qcgfEDW2FgmBU/ysFoO3haYafvg&#10;I3WnUIoYwj5DBVUIbSalzysy6Me2JY5cYZ3BEKErpXb4iOGmkWmSfEiDNceGClvaVpTfTz9Gwbnb&#10;+P3xFmb6UGxk+lV8p1e3Vmo07NdzEIH68C/+c+91nD/9hN9n4gV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cMCP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194" o:spid="_x0000_s1198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qhcMA&#10;AADcAAAADwAAAGRycy9kb3ducmV2LnhtbESP3WrCQBCF7wu+wzJCb0Q3DUVCdBURWgrSC38eYNgd&#10;k2B2NmQ3mr69cyH0boZz5pxv1tvRt+pOfWwCG/hYZKCIbXANVwYu5695ASomZIdtYDLwRxG2m8nb&#10;GksXHnyk+ylVSkI4lmigTqkrtY62Jo9xETpi0a6h95hk7SvtenxIuG91nmVL7bFhaaixo31N9nYa&#10;vIEBrT8U+Pl9HWn4TXk+s001GPM+HXcrUInG9G9+Xf84wS+EVp6RCf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IqhcMAAADcAAAADwAAAAAAAAAAAAAAAACYAgAAZHJzL2Rv&#10;d25yZXYueG1sUEsFBgAAAAAEAAQA9QAAAIg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195" o:spid="_x0000_s1199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h6jcIAAADcAAAADwAAAGRycy9kb3ducmV2LnhtbERPS2sCMRC+F/wPYYTeatYeqrsaRVwK&#10;PbQFH3geN+NmcTNZNuma/vumIHibj+85y3W0rRio941jBdNJBoK4crrhWsHx8P4yB+EDssbWMSn4&#10;JQ/r1ehpiYV2N97RsA+1SCHsC1RgQugKKX1lyKKfuI44cRfXWwwJ9rXUPd5SuG3la5a9SYsNpwaD&#10;HW0NVdf9j1UwM+VOzmT5efguh2aax694OudKPY/jZgEiUAwP8d39odP8eQ7/z6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h6jcIAAADcAAAADwAAAAAAAAAAAAAA&#10;AAChAgAAZHJzL2Rvd25yZXYueG1sUEsFBgAAAAAEAAQA+QAAAJADAAAAAA==&#10;">
                  <v:stroke endarrow="block"/>
                </v:line>
                <v:line id="Line 196" o:spid="_x0000_s1200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QCXsUAAADcAAAADwAAAGRycy9kb3ducmV2LnhtbESPQWvCQBCF74X+h2UKvQTdWKHU6Cq1&#10;rVAoHqoePA7ZMQnNzobsVOO/dw6F3uYx73vzZrEaQmvO1KcmsoPJOAdDXEbfcOXgsN+MXsAkQfbY&#10;RiYHV0qwWt7fLbDw8cLfdN5JZTSEU4EOapGusDaVNQVM49gR6+4U+4Cisq+s7/Gi4aG1T3n+bAM2&#10;rBdq7OitpvJn9xu0xmbL79Nptg42y2b0cZSv3Ipzjw/D6xyM0CD/5j/60ys30/r6jE5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QCXsUAAADcAAAADwAAAAAAAAAA&#10;AAAAAAChAgAAZHJzL2Rvd25yZXYueG1sUEsFBgAAAAAEAAQA+QAAAJMDAAAAAA==&#10;">
                  <v:stroke endarrow="block"/>
                </v:line>
                <v:shape id="Text Box 197" o:spid="_x0000_s1201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gWMIA&#10;AADcAAAADwAAAGRycy9kb3ducmV2LnhtbERPS4vCMBC+L/gfwgheZE314GrXKFJRRPbig93r0Ixt&#10;sZnUJtb6740g7G0+vufMFq0pRUO1KywrGA4iEMSp1QVnCk7H9ecEhPPIGkvLpOBBDhbzzscMY23v&#10;vKfm4DMRQtjFqCD3voqldGlOBt3AVsSBO9vaoA+wzqSu8R7CTSlHUTSWBgsODTlWlOSUXg43o2A6&#10;LldYbE5J9Jtcub/7a75uP41SvW67/AbhqfX/4rd7q8P86RBez4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h+BYwgAAANwAAAAPAAAAAAAAAAAAAAAAAJgCAABkcnMvZG93&#10;bnJldi54bWxQSwUGAAAAAAQABAD1AAAAhwMAAAAA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198" o:spid="_x0000_s1202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XHhc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s4T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ceFwgAAANwAAAAPAAAAAAAAAAAAAAAAAJgCAABkcnMvZG93&#10;bnJldi54bWxQSwUGAAAAAAQABAD1AAAAhwMAAAAA&#10;"/>
                <v:oval id="Oval 199" o:spid="_x0000_s1203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iHs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57C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5Yh7BAAAA3AAAAA8AAAAAAAAAAAAAAAAAmAIAAGRycy9kb3du&#10;cmV2LnhtbFBLBQYAAAAABAAEAPUAAACGAwAAAAA=&#10;"/>
                <v:shape id="Text Box 200" o:spid="_x0000_s1204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LxcEA&#10;AADcAAAADwAAAGRycy9kb3ducmV2LnhtbERPTWvCQBC9F/oflin0VjdaqTG6SmtRvIlR8Dpkx2xI&#10;djZktxr/vSsIvc3jfc582dtGXKjzlWMFw0ECgrhwuuJSwfGw/khB+ICssXFMCm7kYbl4fZljpt2V&#10;93TJQyliCPsMFZgQ2kxKXxiy6AeuJY7c2XUWQ4RdKXWH1xhuGzlKki9pseLYYLCllaGizv+sgs/d&#10;aHLym/x31Z5oWqf+pz6zUer9rf+egQjUh3/x073Vcf50DI9n4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iy8XBAAAA3AAAAA8AAAAAAAAAAAAAAAAAmAIAAGRycy9kb3du&#10;cmV2LnhtbFBLBQYAAAAABAAEAPUAAACG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201" o:spid="_x0000_s1205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5uXsEA&#10;AADcAAAADwAAAGRycy9kb3ducmV2LnhtbERPTWvCQBC9F/oflin0VjdarDG6SmtRvIlR8Dpkx2xI&#10;djZktxr/vSsIvc3jfc582dtGXKjzlWMFw0ECgrhwuuJSwfGw/khB+ICssXFMCm7kYbl4fZljpt2V&#10;93TJQyliCPsMFZgQ2kxKXxiy6AeuJY7c2XUWQ4RdKXWH1xhuGzlKki9pseLYYLCllaGizv+sgs/d&#10;aHLym/x31Z5oWqf+pz6zUer9rf+egQjUh3/x073Vcf50DI9n4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bl7BAAAA3AAAAA8AAAAAAAAAAAAAAAAAmAIAAGRycy9kb3du&#10;cmV2LnhtbFBLBQYAAAAABAAEAPUAAACGAwAAAAA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202" o:spid="_x0000_s1206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rect id="Rectangle 203" o:spid="_x0000_s1207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RbMIA&#10;AADcAAAADwAAAGRycy9kb3ducmV2LnhtbERPTWsCMRC9F/ofwhS81WwLtroaZVsqeBKqgnobNmOy&#10;uJksm9Rd/30jCN7m8T5ntuhdLS7UhsqzgrdhBoK49Lpio2C3Xb6OQYSIrLH2TAquFGAxf36aYa59&#10;x7902UQjUgiHHBXYGJtcylBachiGviFO3Mm3DmOCrZG6xS6Fu1q+Z9mHdFhxarDY0Lel8rz5cwp+&#10;muO6GJkgi320h7P/6pZ2bZQavPTFFESkPj7Ed/dKp/mTT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tFswgAAANwAAAAPAAAAAAAAAAAAAAAAAJgCAABkcnMvZG93&#10;bnJldi54bWxQSwUGAAAAAAQABAD1AAAAhwMAAAAA&#10;" filled="f"/>
                  <v:shape id="Text Box 204" o:spid="_x0000_s1208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wfMQA&#10;AADcAAAADwAAAGRycy9kb3ducmV2LnhtbESPT2sCMRDF7wW/Q5hCbzXbQqWuRhFLwYMU/x08Dptx&#10;d3EzWZJott++cxB6m+G9ee838+XgOnWnEFvPBt7GBSjiytuWawOn4/frJ6iYkC12nsnAL0VYLkZP&#10;cyytz7yn+yHVSkI4lmigSakvtY5VQw7j2PfEol18cJhkDbW2AbOEu06/F8VEO2xZGhrsad1QdT3c&#10;nIEiU8j1x3nn2p8t203M26/bypiX52E1A5VoSP/mx/XGCv5UaOUZm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MHzEAAAA3AAAAA8AAAAAAAAAAAAAAAAAmAIAAGRycy9k&#10;b3ducmV2LnhtbFBLBQYAAAAABAAEAPUAAACJ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205" o:spid="_x0000_s1209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HghcIA&#10;AADcAAAADwAAAGRycy9kb3ducmV2LnhtbERP32vCMBB+F/Y/hBvsTdMJinbG0g2FPQlzg21vR3NL&#10;SptLaaKt/70RBr7dx/fzNsXoWnGmPtSeFTzPMhDEldc1GwVfn/vpCkSIyBpbz6TgQgGK7cNkg7n2&#10;A3/Q+RiNSCEcclRgY+xyKUNlyWGY+Y44cX++dxgT7I3UPQ4p3LVynmVL6bDm1GCxozdLVXM8OQW7&#10;7vdQLkyQ5Xe0P41/Hfb2YJR6ehzLFxCRxngX/7vfdZq/XsPtmXSB3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weCFwgAAANwAAAAPAAAAAAAAAAAAAAAAAJgCAABkcnMvZG93&#10;bnJldi54bWxQSwUGAAAAAAQABAD1AAAAhwMAAAAA&#10;" filled="f"/>
                  <v:shape id="Text Box 206" o:spid="_x0000_s1210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IgcIA&#10;AADcAAAADwAAAGRycy9kb3ducmV2LnhtbESPT4vCMBTE74LfITxhbzZV2EW6RpEVwYPI+ufg8dG8&#10;bcs2LyWJpn57Iwgeh5n5DTNf9qYVN3K+saxgkuUgiEurG64UnE+b8QyED8gaW8uk4E4elovhYI6F&#10;tpEPdDuGSiQI+wIV1CF0hZS+rMmgz2xHnLw/6wyGJF0ltcOY4KaV0zz/kgYbTgs1dvRTU/l/vBoF&#10;eSQXq8/Lr2n2O9ZbH3fr60qpj1G/+gYRqA/v8Ku91QoSEZ5n0hG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8iBwgAAANw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207" o:spid="_x0000_s1211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wFsYA&#10;AADcAAAADwAAAGRycy9kb3ducmV2LnhtbESPQWvCQBSE7wX/w/KE3urGINWmriISoZdSY0uht0f2&#10;mQSzb5PsNkn/fVcQPA4z8w2z3o6mFj11rrKsYD6LQBDnVldcKPj6PDytQDiPrLG2TAr+yMF2M3lY&#10;Y6LtwBn1J1+IAGGXoILS+yaR0uUlGXQz2xAH72w7gz7IrpC6wyHATS3jKHqWBisOCyU2tC8pv5x+&#10;jYL3dpF9uDb9OWbm5Tx+Y9r65UWpx+m4ewXhafT38K39phXE0RyuZ8IR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nwFsYAAADcAAAADwAAAAAAAAAAAAAAAACYAgAAZHJz&#10;L2Rvd25yZXYueG1sUEsFBgAAAAAEAAQA9QAAAIsDAAAAAA==&#10;" fillcolor="#f90"/>
                  <v:shape id="AutoShape 208" o:spid="_x0000_s1212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tuYcUA&#10;AADcAAAADwAAAGRycy9kb3ducmV2LnhtbESPQWvCQBSE7wX/w/IEb3XTINWmrlKKghepiUXw9sg+&#10;k2D2bZJdNf33XUHwOMzMN8x82ZtaXKlzlWUFb+MIBHFudcWFgt/9+nUGwnlkjbVlUvBHDpaLwcsc&#10;E21vnNI184UIEHYJKii9bxIpXV6SQTe2DXHwTrYz6IPsCqk7vAW4qWUcRe/SYMVhocSGvkvKz9nF&#10;KNi2k/THtavjLjUfp/6Aq9ZPz0qNhv3XJwhPvX+GH+2NVhBHMd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25hxQAAANwAAAAPAAAAAAAAAAAAAAAAAJgCAABkcnMv&#10;ZG93bnJldi54bWxQSwUGAAAAAAQABAD1AAAAigMAAAAA&#10;" fillcolor="#f90"/>
                  <v:shape id="AutoShape 209" o:spid="_x0000_s1213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dQ/sgA&#10;AADcAAAADwAAAGRycy9kb3ducmV2LnhtbESPQUvDQBSE74X+h+UVeintrhWspN0EUYoKHrQpaG+v&#10;2dckmn0bs2sb/fWuUPA4zMw3zCrrbSOO1PnasYaLmQJBXDhTc6lhm6+n1yB8QDbYOCYN3+QhS4eD&#10;FSbGnfiFjptQighhn6CGKoQ2kdIXFVn0M9cSR+/gOoshyq6UpsNThNtGzpW6khZrjgsVtnRbUfGx&#10;+bIa3n/eQn9X7hefucKnvN69Pj5P7rUej/qbJYhAffgPn9sPRsNcXcL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t1D+yAAAANwAAAAPAAAAAAAAAAAAAAAAAJgCAABk&#10;cnMvZG93bnJldi54bWxQSwUGAAAAAAQABAD1AAAAjQMAAAAA&#10;" fillcolor="#f90"/>
                  <v:shape id="AutoShape 210" o:spid="_x0000_s1214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7IisgA&#10;AADcAAAADwAAAGRycy9kb3ducmV2LnhtbESPQUvDQBSE74X+h+UVeintrkWspN0EUYoKHrQpaG+v&#10;2dckmn0bs2sb/fWuUPA4zMw3zCrrbSOO1PnasYaLmQJBXDhTc6lhm6+n1yB8QDbYOCYN3+QhS4eD&#10;FSbGnfiFjptQighhn6CGKoQ2kdIXFVn0M9cSR+/gOoshyq6UpsNThNtGzpW6khZrjgsVtnRbUfGx&#10;+bIa3n/eQn9X7hefucKnvN69Pj5P7rUej/qbJYhAffgPn9sPRsNcXcLfmXgEZP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XsiKyAAAANwAAAAPAAAAAAAAAAAAAAAAAJgCAABk&#10;cnMvZG93bnJldi54bWxQSwUGAAAAAAQABAD1AAAAjQMAAAAA&#10;" fillcolor="#f90"/>
                  <v:rect id="Rectangle 211" o:spid="_x0000_s1215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FEcUA&#10;AADcAAAADwAAAGRycy9kb3ducmV2LnhtbESP0WrCQBRE34X+w3ILfdNNhQabuooUirUFwaQfcMle&#10;k9Ts3bC7JrFf3xUEH4eZOcMs16NpRU/ON5YVPM8SEMSl1Q1XCn6Kj+kChA/IGlvLpOBCHtarh8kS&#10;M20HPlCfh0pECPsMFdQhdJmUvqzJoJ/Zjjh6R+sMhihdJbXDIcJNK+dJkkqDDceFGjt6r6k85Wej&#10;IF0ct4V73e+wOny3/Pt17v+2e6WeHsfNG4hAY7iHb+1PrWCevMD1TD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MURxQAAANwAAAAPAAAAAAAAAAAAAAAAAJgCAABkcnMv&#10;ZG93bnJldi54bWxQSwUGAAAAAAQABAD1AAAAigMAAAAA&#10;" fillcolor="#f90"/>
                  <v:rect id="Rectangle 212" o:spid="_x0000_s1216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bZsUA&#10;AADcAAAADwAAAGRycy9kb3ducmV2LnhtbESPwWrDMBBE74H+g9hCb7HcHIzrWgkhUJK0EEjSD1is&#10;je3EWhlJsd1+fVUo9DjMzBumXE2mEwM531pW8JykIIgrq1uuFXye3+Y5CB+QNXaWScEXeVgtH2Yl&#10;FtqOfKThFGoRIewLVNCE0BdS+qohgz6xPXH0LtYZDFG6WmqHY4SbTi7SNJMGW44LDfa0aai6ne5G&#10;QZZftmf3cthjffzo+Pp+H763B6WeHqf1K4hAU/gP/7V3WsEi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ltmxQAAANwAAAAPAAAAAAAAAAAAAAAAAJgCAABkcnMv&#10;ZG93bnJldi54bWxQSwUGAAAAAAQABAD1AAAAigMAAAAA&#10;" fillcolor="#f90"/>
                  <v:shape id="Text Box 213" o:spid="_x0000_s1217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SBcQA&#10;AADcAAAADwAAAGRycy9kb3ducmV2LnhtbESPzWsCMRTE70L/h/AKvWm2e6h2NYoWBIsXP4rnx+bt&#10;h25eliSu2//eCILHYWZ+w8wWvWlER87XlhV8jhIQxLnVNZcK/o7r4QSED8gaG8uk4J88LOZvgxlm&#10;2t54T90hlCJC2GeooAqhzaT0eUUG/ci2xNErrDMYonSl1A5vEW4amSbJlzRYc1yosKWfivLL4WoU&#10;HLuV3+zP4Vv/FiuZbotdenJLpT7e++UURKA+vMLP9kYrSJMxPM7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qUgXEAAAA3AAAAA8AAAAAAAAAAAAAAAAAmAIAAGRycy9k&#10;b3ducmV2LnhtbFBLBQYAAAAABAAEAPUAAACJ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214" o:spid="_x0000_s1218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LMV8MA&#10;AADcAAAADwAAAGRycy9kb3ducmV2LnhtbERPyWrDMBC9F/IPYgK91XJ8cItrJWRpIJBcslFyG6yp&#10;ZWqNXEtN3L+PDoUcH28vZ4NtxZV63zhWMElSEMSV0w3XCk7H9csbCB+QNbaOScEfeZhNR08lFtrd&#10;eE/XQ6hFDGFfoAITQldI6StDFn3iOuLIfbneYoiwr6Xu8RbDbSuzNM2lxYZjg8GOloaq78OvVTBf&#10;fL7uaGXybTj5+ueyX39c2rNSz+Nh/g4i0BAe4n/3RivI0rg2nolH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LMV8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215" o:spid="_x0000_s1219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pzMYA&#10;AADcAAAADwAAAGRycy9kb3ducmV2LnhtbESPQWvCQBSE74X+h+UJ3upGD9rGbMRWBcFetBbx9si+&#10;ZkOzb9PsqvHfu4LQ4zAz3zDZrLO1OFPrK8cKhoMEBHHhdMWlgv3X6uUVhA/IGmvHpOBKHmb581OG&#10;qXYX3tJ5F0oRIexTVGBCaFIpfWHIoh+4hjh6P661GKJsS6lbvES4reUoScbSYsVxwWBDH4aK393J&#10;Kpi/HyaftDDjTdj78u+4XS2P9bdS/V43n4II1IX/8KO91gpGyRvcz8Qj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5pzMYAAADcAAAADwAAAAAAAAAAAAAAAACYAgAAZHJz&#10;L2Rvd25yZXYueG1sUEsFBgAAAAAEAAQA9QAAAIs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16" o:spid="_x0000_s1220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WjMEA&#10;AADcAAAADwAAAGRycy9kb3ducmV2LnhtbERPy4rCMBTdC/5DuII7TXWhQzWK4wME3fhicHdp7jRl&#10;mpvaRK1/bxYDLg/nPZ03thQPqn3hWMGgn4AgzpwuOFdwPm16XyB8QNZYOiYFL/Iwn7VbU0y1e/KB&#10;HseQixjCPkUFJoQqldJnhiz6vquII/fraoshwjqXusZnDLelHCbJSFosODYYrGhpKPs73q2CxffP&#10;eE8rM9qFs89v18NmfS0vSnU7zWICIlATPuJ/91YrGA7i/HgmHgE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tVozBAAAA3AAAAA8AAAAAAAAAAAAAAAAAmAIAAGRycy9kb3du&#10;cmV2LnhtbFBLBQYAAAAABAAEAPUAAACG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217" o:spid="_x0000_s1221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5N8MA&#10;AADcAAAADwAAAGRycy9kb3ducmV2LnhtbESPT2sCMRTE7wW/Q3iCt5rdPUi7GkWFguKlaun5sXn7&#10;RzcvS5Ku67c3gtDjMDO/YRarwbSiJ+cbywrSaQKCuLC64UrBz/nr/QOED8gaW8uk4E4eVsvR2wJz&#10;bW98pP4UKhEh7HNUUIfQ5VL6oiaDfmo74uiV1hkMUbpKaoe3CDetzJJkJg02HBdq7GhbU3E9/RkF&#10;537jd8dL+NT7ciOzQ/md/bq1UpPxsJ6DCDSE//CrvdMKsjSF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b5N8MAAADcAAAADwAAAAAAAAAAAAAAAACYAgAAZHJzL2Rv&#10;d25yZXYueG1sUEsFBgAAAAAEAAQA9QAAAIgDAAAAAA=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218" o:spid="_x0000_s1222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Dl48QA&#10;AADcAAAADwAAAGRycy9kb3ducmV2LnhtbESPT4vCMBTE74LfITxhL7KmFlzXapRFEBcv4r/7o3m2&#10;wealNKnWb78RhD0OM/MbZrHqbCXu1HjjWMF4lIAgzp02XCg4nzaf3yB8QNZYOSYFT/KwWvZ7C8y0&#10;e/CB7sdQiAhhn6GCMoQ6k9LnJVn0I1cTR+/qGoshyqaQusFHhNtKpknyJS0ajgsl1rQuKb8dW6vA&#10;77Z70502s+Hs0u7P7dSYw2St1Meg+5mDCNSF//C7/asVpOMUXmfi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A5ePEAAAA3AAAAA8AAAAAAAAAAAAAAAAAmAIAAGRycy9k&#10;b3ducmV2LnhtbFBLBQYAAAAABAAEAPUAAACJ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v:group id="Group 219" o:spid="_x0000_s1223" style="position:absolute;left:1652;top:32011;width:24775;height:7688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rect id="Rectangle 220" o:spid="_x0000_s1224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tPcMA&#10;AADcAAAADwAAAGRycy9kb3ducmV2LnhtbESPQWsCMRSE74L/IbyCN80qrZTVKKsoeBLUQuvtsXlN&#10;FjcvyyZ1t/++KQgeh5n5hlmue1eLO7Wh8qxgOslAEJdeV2wUfFz243cQISJrrD2Tgl8KsF4NB0vM&#10;te/4RPdzNCJBOOSowMbY5FKG0pLDMPENcfK+feswJtkaqVvsEtzVcpZlc+mw4rRgsaGtpfJ2/nEK&#10;ds31WLyZIIvPaL9uftPt7dEoNXrpiwWISH18hh/tg1Ywm77C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YtPcMAAADcAAAADwAAAAAAAAAAAAAAAACYAgAAZHJzL2Rv&#10;d25yZXYueG1sUEsFBgAAAAAEAAQA9QAAAIgDAAAAAA==&#10;" filled="f"/>
                  <v:shape id="Text Box 221" o:spid="_x0000_s1225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KRMQA&#10;AADcAAAADwAAAGRycy9kb3ducmV2LnhtbESPT2sCMRTE7wW/Q3iCt5pdUZGtUUQo9FL/9tLbY/Pc&#10;LN28LJvUjX56IxR6HGbmN8xyHW0jrtT52rGCfJyBIC6drrlS8HV+f12A8AFZY+OYFNzIw3o1eFli&#10;oV3PR7qeQiUShH2BCkwIbSGlLw1Z9GPXEifv4jqLIcmukrrDPsFtIydZNpcWa04LBlvaGip/Tr9W&#10;Aer8cP+cxrjf7Zp82pvyEr8XSo2GcfMGIlAM/+G/9odWMMln8Dy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CkTEAAAA3AAAAA8AAAAAAAAAAAAAAAAAmAIAAGRycy9k&#10;b3ducmV2LnhtbFBLBQYAAAAABAAEAPUAAACJ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222" o:spid="_x0000_s1226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QPxcMA&#10;AADcAAAADwAAAGRycy9kb3ducmV2LnhtbESP3YrCMBSE7xd8h3AEbxZNdVGkGsUKgrAX4s8DHJpj&#10;U21OahO1+/YbQfBymJlvmPmytZV4UONLxwqGgwQEce50yYWC03HTn4LwAVlj5ZgU/JGH5aLzNcdU&#10;uyfv6XEIhYgQ9ikqMCHUqZQ+N2TRD1xNHL2zayyGKJtC6gafEW4rOUqSibRYclwwWNPaUH493K2C&#10;rOBLlo1/qb7tfkz7fTYm3I1SvW67moEI1IZP+N3eagWj4QReZ+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QPxc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223" o:spid="_x0000_s1227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qXsUA&#10;AADcAAAADwAAAGRycy9kb3ducmV2LnhtbESP0WrCQBRE3wv+w3IFX0rdJKW2RFdpCoLQh6L2Ay7Z&#10;azaavRuzmxj/vlso9HGYmTPMajPaRgzU+dqxgnSegCAuna65UvB93D69gfABWWPjmBTcycNmPXlY&#10;Ya7djfc0HEIlIoR9jgpMCG0upS8NWfRz1xJH7+Q6iyHKrpK6w1uE20ZmSbKQFmuOCwZb+jBUXg69&#10;VVBUfC6Kl09qr1/PZnw8GRN6o9RsOr4vQQQaw3/4r73TCrL0FX7Px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Kpe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224" o:spid="_x0000_s1228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+LMEA&#10;AADcAAAADwAAAGRycy9kb3ducmV2LnhtbERP3WrCMBS+H/gO4Qx2M2ZqxTGqUawwEHYh1j3AoTlt&#10;6pqT2sRa3365ELz8+P5Xm9G2YqDeN44VzKYJCOLS6YZrBb+n748vED4ga2wdk4I7edisJy8rzLS7&#10;8ZGGItQihrDPUIEJocuk9KUhi37qOuLIVa63GCLsa6l7vMVw28o0ST6lxYZjg8GOdobKv+JqFeQ1&#10;n/N88UPd5TA343tlTLgapd5ex+0SRKAxPMUP914rSGdxbTw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3PizBAAAA3A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225" o:spid="_x0000_s1229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ubt8UA&#10;AADcAAAADwAAAGRycy9kb3ducmV2LnhtbESP0WrCQBRE3wv+w3IFX0rdJKXSRldpCoLQh6L2Ay7Z&#10;azaavRuzmxj/vlso9HGYmTPMajPaRgzU+dqxgnSegCAuna65UvB93D69gvABWWPjmBTcycNmPXlY&#10;Ya7djfc0HEIlIoR9jgpMCG0upS8NWfRz1xJH7+Q6iyHKrpK6w1uE20ZmSbKQFmuOCwZb+jBUXg69&#10;VVBUfC6Kl09qr1/PZnw8GRN6o9RsOr4vQQQaw3/4r73TCrL0DX7Px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5u3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4" w:name="_Toc331149286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4</w:t>
      </w:r>
      <w:r w:rsidR="00D17A1C">
        <w:rPr>
          <w:noProof/>
        </w:rPr>
        <w:fldChar w:fldCharType="end"/>
      </w:r>
      <w:r>
        <w:t xml:space="preserve">  Bezchybné nahrávání</w:t>
      </w:r>
      <w:bookmarkEnd w:id="4"/>
    </w:p>
    <w:p w:rsidR="00101B49" w:rsidRDefault="00101B49" w:rsidP="00101B49">
      <w:pPr>
        <w:outlineLvl w:val="0"/>
      </w:pPr>
      <w:r>
        <w:t>Stav po kliku PAUZA NAHRÁVÁNÍ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170" name="Plátno 1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2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PAUZA</w:t>
                              </w:r>
                            </w:p>
                            <w:p w:rsidR="00101B49" w:rsidRDefault="00101B49" w:rsidP="00101B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139" name="Line 144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5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46" name="Group 151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147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53" name="Group 158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54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AutoShap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AutoShap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AutoShape 16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AutoShape 16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24" o:spid="_x0000_s1230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">
                <v:shape id="_x0000_s1231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126" o:spid="_x0000_s1232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QBsAA&#10;AADcAAAADwAAAGRycy9kb3ducmV2LnhtbERPS4vCMBC+C/sfwizszaYKK9I1irgseBDxdfA4NLNt&#10;sZmUJJr6740geJuP7zmzRW9acSPnG8sKRlkOgri0uuFKwen4N5yC8AFZY2uZFNzJw2L+MZhhoW3k&#10;Pd0OoRIphH2BCuoQukJKX9Zk0Ge2I07cv3UGQ4KuktphTOGmleM8n0iDDaeGGjta1VReDlejII/k&#10;YvV93plmu2G99nHze10q9fXZL39ABOrDW/xyr3WaPx7B85l0gZ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tQBsAAAADcAAAADwAAAAAAAAAAAAAAAACYAgAAZHJzL2Rvd25y&#10;ZXYueG1sUEsFBgAAAAAEAAQA9QAAAIU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127" o:spid="_x0000_s1233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bqsMA&#10;AADc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bqsMAAADcAAAADwAAAAAAAAAAAAAAAACYAgAAZHJzL2Rv&#10;d25yZXYueG1sUEsFBgAAAAAEAAQA9QAAAIgDAAAAAA==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128" o:spid="_x0000_s1234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eiMEA&#10;AADcAAAADwAAAGRycy9kb3ducmV2LnhtbERPS2sCMRC+F/wPYQRvNaulRVajrKWCJ8EHqLdhMyaL&#10;m8mySd3tv28KQm/z8T1nsepdLR7Uhsqzgsk4A0Fcel2xUXA6bl5nIEJE1lh7JgU/FGC1HLwsMNe+&#10;4z09DtGIFMIhRwU2xiaXMpSWHIaxb4gTd/Otw5hga6RusUvhrpbTLPuQDitODRYb+rRU3g/fTsFX&#10;c90V7ybI4hzt5e7X3cbujFKjYV/MQUTq47/46d7qNH/6Bn/PpAv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WHojBAAAA3AAAAA8AAAAAAAAAAAAAAAAAmAIAAGRycy9kb3du&#10;cmV2LnhtbFBLBQYAAAAABAAEAPUAAACGAwAAAAA=&#10;" filled="f"/>
                <v:oval id="Oval 129" o:spid="_x0000_s1235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<v:rect id="Rectangle 130" o:spid="_x0000_s1236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lYMMA&#10;AADcAAAADwAAAGRycy9kb3ducmV2LnhtbERPTWvCQBC9F/oflin0VjdabGt0FRUKgvRQqwdvQ3ZM&#10;gtnZsDua9N+7QqG3ebzPmS1616grhVh7NjAcZKCIC29rLg3sfz5fPkBFQbbYeCYDvxRhMX98mGFu&#10;fcffdN1JqVIIxxwNVCJtrnUsKnIYB74lTtzJB4eSYCi1DdilcNfoUZa9aYc1p4YKW1pXVJx3F2eg&#10;86vj63iC2/W7SAj94Wu1LybGPD/1yykooV7+xX/ujU3zR2O4P5Mu0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VlYMMAAADcAAAADwAAAAAAAAAAAAAAAACYAgAAZHJzL2Rv&#10;d25yZXYueG1sUEsFBgAAAAAEAAQA9QAAAIgDAAAAAA==&#10;" fillcolor="red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PAUZA</w:t>
                        </w:r>
                      </w:p>
                      <w:p w:rsidR="00101B49" w:rsidRDefault="00101B49" w:rsidP="00101B49"/>
                    </w:txbxContent>
                  </v:textbox>
                </v:rect>
                <v:rect id="Rectangle 131" o:spid="_x0000_s1237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ITsMA&#10;AADcAAAADwAAAGRycy9kb3ducmV2LnhtbERPS2sCMRC+F/ofwhR6q1n3oGU1iogFKRSpD7wOm3Gz&#10;7Gay3aRr/PdGKPQ2H99z5stoWzFQ72vHCsajDARx6XTNlYLj4ePtHYQPyBpbx6TgRh6Wi+enORba&#10;Xfmbhn2oRAphX6ACE0JXSOlLQxb9yHXEibu43mJIsK+k7vGawm0r8yybSIs1pwaDHa0Nlc3+1yqY&#10;noevzfb8udk15ieup/F0aPKTUq8vcTUDESiGf/Gfe6vT/HwCj2fSB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wITsMAAADcAAAADwAAAAAAAAAAAAAAAACYAgAAZHJzL2Rv&#10;d25yZXYueG1sUEsFBgAAAAAEAAQA9QAAAIgDAAAAAA=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132" o:spid="_x0000_s1238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t6cIA&#10;AADcAAAADwAAAGRycy9kb3ducmV2LnhtbERPTWvCQBC9C/0PyxR6000D1ZK6ilSEHESq9tDjkB2T&#10;YHY27G6y6b/vFgq9zeN9zno7mU6M5HxrWcHzIgNBXFndcq3g83qYv4LwAVljZ5kUfJOH7eZhtsZC&#10;28hnGi+hFimEfYEKmhD6QkpfNWTQL2xPnLibdQZDgq6W2mFM4aaTeZYtpcGWU0ODPb03VN0vg1GQ&#10;RXKxfvn6MO3pyLr08bgfdko9PU67NxCBpvAv/nOXOs3PV/D7TLp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m3pwgAAANw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133" o:spid="_x0000_s1239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5m8QA&#10;AADcAAAADwAAAGRycy9kb3ducmV2LnhtbESPQWvDMAyF74X+B6PBbq2zQsfI6oSyUuihjK3toUcR&#10;a0lYLAfbrbN/Px0Gu0m8p/c+berJDepOIfaeDTwtC1DEjbc9twYu5/3iBVRMyBYHz2TghyLU1Xy2&#10;wdL6zJ90P6VWSQjHEg10KY2l1rHpyGFc+pFYtC8fHCZZQ6ttwCzhbtCronjWDnuWhg5Heuuo+T7d&#10;nIEiU8jt+vrh+vcj20PMx91ta8zjw7R9BZVoSv/mv+uDFfyV0MozMo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R+ZvEAAAA3AAAAA8AAAAAAAAAAAAAAAAAmAIAAGRycy9k&#10;b3ducmV2LnhtbFBLBQYAAAAABAAEAPUAAACJ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134" o:spid="_x0000_s1240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le8MIA&#10;AADcAAAADwAAAGRycy9kb3ducmV2LnhtbERPyWrDMBC9F/IPYgK5NXJ9CI0bJcSBgEsudVJ6Hqzx&#10;0lojI6m28/dVodDbPN46u8NsejGS851lBU/rBARxZXXHjYL32/nxGYQPyBp7y6TgTh4O+8XDDjNt&#10;Jy5pvIZGxBD2GSpoQxgyKX3VkkG/tgNx5GrrDIYIXSO1wymGm16mSbKRBjuODS0OdGqp+rp+GwW3&#10;MfdF+Rm2+rXOZXqp39IPd1RqtZyPLyACzeFf/OcudJyfbu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V7w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START</w:t>
                        </w:r>
                      </w:p>
                    </w:txbxContent>
                  </v:textbox>
                </v:shape>
                <v:shape id="Text Box 135" o:spid="_x0000_s1241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phsMUA&#10;AADcAAAADwAAAGRycy9kb3ducmV2LnhtbESPS2vDMBCE74H8B7GB3hK5LpTGjRKSQiGll7zIebHW&#10;j9ZaGUl13H/fPQR622VmZ75dbUbXqYFCbD0beFxkoIhLb1uuDVzO7/MXUDEhW+w8k4FfirBZTycr&#10;LKy/8ZGGU6qVhHAs0ECTUl9oHcuGHMaF74lFq3xwmGQNtbYBbxLuOp1n2bN22LI0NNjTW0Pl9+nH&#10;GTgPu7g/fqWl/ah2Ov+sDvk1bI15mI3bV1CJxvRvvl/vreA/Cb48Ix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mGwxQAAANwAAAAPAAAAAAAAAAAAAAAAAJgCAABkcnMv&#10;ZG93bnJldi54bWxQSwUGAAAAAAQABAD1AAAAig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PAUZA</w:t>
                        </w:r>
                      </w:p>
                    </w:txbxContent>
                  </v:textbox>
                </v:shape>
                <v:shape id="Text Box 136" o:spid="_x0000_s1242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EK8EA&#10;AADcAAAADwAAAGRycy9kb3ducmV2LnhtbERPS2sCMRC+F/wPYQRvNesKUrdGUaGgeKlr6XnYzD7q&#10;ZrIk6br+eyMUepuP7zmrzWBa0ZPzjWUFs2kCgriwuuFKwdfl4/UNhA/IGlvLpOBOHjbr0csKM21v&#10;fKY+D5WIIewzVFCH0GVS+qImg35qO+LIldYZDBG6SmqHtxhuWpkmyUIabDg21NjRvqbimv8aBZd+&#10;5w/nn7DUx3In01P5mX67rVKT8bB9BxFoCP/iP/dBx/nzG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GxCv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STOP</w:t>
                        </w:r>
                      </w:p>
                    </w:txbxContent>
                  </v:textbox>
                </v:shape>
                <v:shape id="Text Box 137" o:spid="_x0000_s1243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aXMEA&#10;AADcAAAADwAAAGRycy9kb3ducmV2LnhtbERPS2sCMRC+C/0PYQq9abZbELsaRQuCxYuP4nnYzD50&#10;M1mSuG7/vREEb/PxPWe26E0jOnK+tqzgc5SAIM6trrlU8HdcDycgfEDW2FgmBf/kYTF/G8ww0/bG&#10;e+oOoRQxhH2GCqoQ2kxKn1dk0I9sSxy5wjqDIUJXSu3wFsNNI9MkGUuDNceGClv6qSi/HK5GwbFb&#10;+c3+HL71b7GS6bbYpSe3VOrjvV9OQQTqw0v8dG90nP+VwuOZe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UWlzBAAAA3AAAAA8AAAAAAAAAAAAAAAAAmAIAAGRycy9kb3du&#10;cmV2LnhtbFBLBQYAAAAABAAEAPUAAACG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NOTEBOOK</w:t>
                        </w:r>
                      </w:p>
                    </w:txbxContent>
                  </v:textbox>
                </v:shape>
                <v:shape id="Text Box 138" o:spid="_x0000_s1244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/x8EA&#10;AADcAAAADwAAAGRycy9kb3ducmV2LnhtbERPS2sCMRC+F/wPYQRvNesKpa5GUUFQeqkPPA+b2Ydu&#10;JksS1/XfN4VCb/PxPWex6k0jOnK+tqxgMk5AEOdW11wquJx3758gfEDW2FgmBS/ysFoO3haYafvk&#10;I3WnUIoYwj5DBVUIbSalzysy6Me2JY5cYZ3BEKErpXb4jOGmkWmSfEiDNceGClvaVpTfTw+j4Nxt&#10;/P54CzN9KDYy/Sq+06tbKzUa9us5iEB9+Bf/ufc6zp9O4feZeIF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Y/8fBAAAA3AAAAA8AAAAAAAAAAAAAAAAAmAIAAGRycy9kb3du&#10;cmV2LnhtbFBLBQYAAAAABAAEAPUAAACGAwAAAAA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139" o:spid="_x0000_s1245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ns8IA&#10;AADcAAAADwAAAGRycy9kb3ducmV2LnhtbERPS2sCMRC+F/wPYYTeata1FF2NooJg6aU+8DxsZh+6&#10;mSxJXLf/vikUvM3H95zFqjeN6Mj52rKC8SgBQZxbXXOp4HzavU1B+ICssbFMCn7Iw2o5eFlgpu2D&#10;D9QdQyliCPsMFVQhtJmUPq/IoB/ZljhyhXUGQ4SulNrhI4abRqZJ8iEN1hwbKmxpW1F+O96NglO3&#10;8fvDNcz0Z7GR6VfxnV7cWqnXYb+egwjUh6f4373Xcf7kHf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sWezwgAAANwAAAAPAAAAAAAAAAAAAAAAAJgCAABkcnMvZG93&#10;bnJldi54bWxQSwUGAAAAAAQABAD1AAAAhwMAAAAA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140" o:spid="_x0000_s1246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1usIA&#10;AADcAAAADwAAAGRycy9kb3ducmV2LnhtbERP32vCMBB+F/Y/hBvsTdNtKKOaSjcm7EmYCtO3ozmT&#10;0uZSmsx2/70RBr7dx/fzVuvRteJCfag9K3ieZSCIK69rNgoO+830DUSIyBpbz6TgjwKsi4fJCnPt&#10;B/6myy4akUI45KjAxtjlUobKksMw8x1x4s6+dxgT7I3UPQ4p3LXyJcsW0mHNqcFiRx+Wqmb36xR8&#10;dqdtOTdBlj/RHhv/Pmzs1ij19DiWSxCRxngX/7u/dJr/Oof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rW6wgAAANwAAAAPAAAAAAAAAAAAAAAAAJgCAABkcnMvZG93&#10;bnJldi54bWxQSwUGAAAAAAQABAD1AAAAhwMAAAAA&#10;" filled="f"/>
                <v:rect id="Rectangle 141" o:spid="_x0000_s1247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rzcIA&#10;AADcAAAADwAAAGRycy9kb3ducmV2LnhtbERP32vCMBB+F/Y/hBvsTdM5lFFNpZMJexKmwvTtaM6k&#10;tLmUJrPdf28Gg73dx/fz1pvRteJGfag9K3ieZSCIK69rNgpOx930FUSIyBpbz6TghwJsiofJGnPt&#10;B/6k2yEakUI45KjAxtjlUobKksMw8x1x4q6+dxgT7I3UPQ4p3LVynmVL6bDm1GCxo62lqjl8OwXv&#10;3WVfLkyQ5Ve058a/DTu7N0o9PY7lCkSkMf6L/9wfOs1/W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CvNwgAAANwAAAAPAAAAAAAAAAAAAAAAAJgCAABkcnMvZG93&#10;bnJldi54bWxQSwUGAAAAAAQABAD1AAAAhwMAAAAA&#10;" filled="f"/>
                <v:shape id="Text Box 142" o:spid="_x0000_s1248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5xMIA&#10;AADcAAAADwAAAGRycy9kb3ducmV2LnhtbERPS2sCMRC+F/wPYYTeatYVWl2NooJg6aU+8DxsZh+6&#10;mSxJXLf/vikUvM3H95zFqjeN6Mj52rKC8SgBQZxbXXOp4HzavU1B+ICssbFMCn7Iw2o5eFlgpu2D&#10;D9QdQyliCPsMFVQhtJmUPq/IoB/ZljhyhXUGQ4SulNrhI4abRqZJ8i4N1hwbKmxpW1F+O96NglO3&#10;8fvDNcz0Z7GR6VfxnV7cWqnXYb+egwjUh6f4373Xcf7kA/6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Y/nEwgAAANw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143" o:spid="_x0000_s1249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3jYsMA&#10;AADcAAAADwAAAGRycy9kb3ducmV2LnhtbESPQWvCQBCF74X+h2UKXopujFIkdRURFEE8mPoDht0x&#10;Cc3OhuxG03/fORR6m+G9ee+b9Xb0rXpQH5vABuazDBSxDa7hysDt6zBdgYoJ2WEbmAz8UITt5vVl&#10;jYULT77So0yVkhCOBRqoU+oKraOtyWOchY5YtHvoPSZZ+0q7Hp8S7ludZ9mH9tiwNNTY0b4m+10O&#10;3sCA1p9XuDzeRxouKc/fbVMNxkzext0nqERj+jf/XZ+c4C+E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3jYsMAAADcAAAADwAAAAAAAAAAAAAAAACYAgAAZHJzL2Rv&#10;d25yZXYueG1sUEsFBgAAAAAEAAQA9QAAAIgDAAAAAA=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144" o:spid="_x0000_s1250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ezasMAAADcAAAADwAAAGRycy9kb3ducmV2LnhtbERPS2sCMRC+F/wPYYTeatYK1V2NUroI&#10;PdSCDzyPm+lm6WaybNI1/feNUPA2H99zVptoWzFQ7xvHCqaTDARx5XTDtYLTcfu0AOEDssbWMSn4&#10;JQ+b9ehhhYV2V97TcAi1SCHsC1RgQugKKX1lyKKfuI44cV+utxgS7Gupe7ymcNvK5yx7kRYbTg0G&#10;O3ozVH0ffqyCuSn3ci7Lj+NnOTTTPO7i+ZIr9TiOr0sQgWK4i//d7zrNn+VweyZd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s2rDAAAA3AAAAA8AAAAAAAAAAAAA&#10;AAAAoQIAAGRycy9kb3ducmV2LnhtbFBLBQYAAAAABAAEAPkAAACRAwAAAAA=&#10;">
                  <v:stroke endarrow="block"/>
                </v:line>
                <v:line id="Line 145" o:spid="_x0000_s1251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QuGcUAAADcAAAADwAAAGRycy9kb3ducmV2LnhtbESPQUvDQBCF74L/YRnBS2g3WhGN2RTb&#10;WhCKB1sPHofsmASzsyE7beO/dw6Ct3nM+968KZdT6M2JxtRFdnAzz8EQ19F33Dj4OGxnD2CSIHvs&#10;I5ODH0qwrC4vSix8PPM7nfbSGA3hVKCDVmQorE11SwHTPA7EuvuKY0BROTbWj3jW8NDb2zy/twE7&#10;1gstDrRuqf7eH4PW2L7xZrHIVsFm2SO9fMout+Lc9dX0/ARGaJJ/8x/96pW70/r6jE5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QuGcUAAADcAAAADwAAAAAAAAAA&#10;AAAAAAChAgAAZHJzL2Rvd25yZXYueG1sUEsFBgAAAAAEAAQA+QAAAJMDAAAAAA==&#10;">
                  <v:stroke endarrow="block"/>
                </v:line>
                <v:shape id="Text Box 146" o:spid="_x0000_s1252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MH8MA&#10;AADcAAAADwAAAGRycy9kb3ducmV2LnhtbERPS2vCQBC+C/6HZQQvpW6Uoja6ikQUKV580F6H7JgE&#10;s7Mxu8b037uFgrf5+J4zX7amFA3VrrCsYDiIQBCnVhecKTifNu9TEM4jaywtk4JfcrBcdDtzjLV9&#10;8IGao89ECGEXo4Lc+yqW0qU5GXQDWxEH7mJrgz7AOpO6xkcIN6UcRdFYGiw4NORYUZJTej3ejYLP&#10;cbnGYntOou/kxm9fP83kvm+U6vfa1QyEp9a/xP/unQ7zP4bw90y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fMH8MAAADcAAAADwAAAAAAAAAAAAAAAACYAgAAZHJzL2Rv&#10;d25yZXYueG1sUEsFBgAAAAAEAAQA9QAAAIgDAAAAAA=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147" o:spid="_x0000_s1253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Xrws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ZF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68LBAAAA3AAAAA8AAAAAAAAAAAAAAAAAmAIAAGRycy9kb3du&#10;cmV2LnhtbFBLBQYAAAAABAAEAPUAAACGAwAAAAA=&#10;"/>
                <v:oval id="Oval 148" o:spid="_x0000_s1254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OW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T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ZTlnBAAAA3AAAAA8AAAAAAAAAAAAAAAAAmAIAAGRycy9kb3du&#10;cmV2LnhtbFBLBQYAAAAABAAEAPUAAACGAwAAAAA=&#10;"/>
                <v:shape id="Text Box 149" o:spid="_x0000_s1255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LngsIA&#10;AADcAAAADwAAAGRycy9kb3ducmV2LnhtbERPTWvCQBC9F/wPywi91Y1WWo1ZRS2V3qRR8DpkJ9mQ&#10;7GzIrpr++65Q6G0e73OyzWBbcaPe144VTCcJCOLC6ZorBefT58sChA/IGlvHpOCHPGzWo6cMU+3u&#10;/E23PFQihrBPUYEJoUul9IUhi37iOuLIla63GCLsK6l7vMdw28pZkrxJizXHBoMd7Q0VTX61Cl6P&#10;s/eLP+Qf++5Cy2bhd03JRqnn8bBdgQg0hH/xn/tLx/nzOTyei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ueCwgAAANwAAAAPAAAAAAAAAAAAAAAAAJgCAABkcnMvZG93&#10;bnJldi54bWxQSwUGAAAAAAQABAD1AAAAhwMAAAAA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150" o:spid="_x0000_s1256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5CGcIA&#10;AADcAAAADwAAAGRycy9kb3ducmV2LnhtbERPS2vCQBC+C/6HZYTe6kZbH01dxVoq3sS0kOuQnWRD&#10;srMhu9X033cLBW/z8T1nsxtsK67U+9qxgtk0AUFcOF1zpeDr8+NxDcIHZI2tY1LwQx522/Fog6l2&#10;N77QNQuViCHsU1RgQuhSKX1hyKKfuo44cqXrLYYI+0rqHm8x3LZyniRLabHm2GCwo4Ohosm+rYKn&#10;83yV+2P2fuhyemnW/q0p2Sj1MBn2ryACDeEu/nefdJz/vIC/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jkIZwgAAANwAAAAPAAAAAAAAAAAAAAAAAJgCAABkcnMvZG93&#10;bnJldi54bWxQSwUGAAAAAAQABAD1AAAAhwMAAAAA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151" o:spid="_x0000_s1257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rect id="Rectangle 152" o:spid="_x0000_s1258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L9K8IA&#10;AADcAAAADwAAAGRycy9kb3ducmV2LnhtbERPTWsCMRC9F/ofwhS81WyLrbIaZVsqeBKqgnobNmOy&#10;uJksm9Rd/30jCN7m8T5ntuhdLS7UhsqzgrdhBoK49Lpio2C3Xb5OQISIrLH2TAquFGAxf36aYa59&#10;x7902UQjUgiHHBXYGJtcylBachiGviFO3Mm3DmOCrZG6xS6Fu1q+Z9mndFhxarDY0Lel8rz5cwp+&#10;muO6+DBBFvtoD2f/1S3t2ig1eOmLKYhIfXyI7+6VTvNHY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v0rwgAAANwAAAAPAAAAAAAAAAAAAAAAAJgCAABkcnMvZG93&#10;bnJldi54bWxQSwUGAAAAAAQABAD1AAAAhwMAAAAA&#10;" filled="f"/>
                  <v:shape id="Text Box 153" o:spid="_x0000_s1259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jru8UA&#10;AADcAAAADwAAAGRycy9kb3ducmV2LnhtbESPQWvDMAyF74X9B6PBbq2TEkrJ6pYxGPSydut22U3E&#10;ahwWyyH2Gq+/fjoUdpN4T+992uyy79WFxtgFNlAuClDETbAdtwY+P17ma1AxIVvsA5OBX4qw297N&#10;NljbMPE7XU6pVRLCsUYDLqWh1jo2jjzGRRiIRTuH0WOSdWy1HXGScN/rZVGstMeOpcHhQM+Omu/T&#10;jzeAtny7vlY5Hw+Hvqwm15zz19qYh/v89AgqUU7/5tv13gp+JbTyjEy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Ou7xQAAANwAAAAPAAAAAAAAAAAAAAAAAJgCAABkcnMv&#10;ZG93bnJldi54bWxQSwUGAAAAAAQABAD1AAAAigMAAAAA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154" o:spid="_x0000_s1260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V1sMA&#10;AADcAAAADwAAAGRycy9kb3ducmV2LnhtbERPzWrCQBC+C32HZQpeSt20arFpNtIIQsGDGH2AITtm&#10;o9nZNLtq+vbdQsHbfHy/ky0H24or9b5xrOBlkoAgrpxuuFZw2K+fFyB8QNbYOiYFP+RhmT+MMky1&#10;u/GOrmWoRQxhn6ICE0KXSukrQxb9xHXEkTu63mKIsK+l7vEWw20rX5PkTVpsODYY7GhlqDqXF6ug&#10;qPlUFPMNdd/bqRmejsaEi1Fq/Dh8foAINIS7+N/9peP82Tv8PRM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3V1sMAAADc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155" o:spid="_x0000_s1261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7qlsUA&#10;AADcAAAADwAAAGRycy9kb3ducmV2LnhtbESPQWvCQBCF74L/YRnBizSbtiiSZpWmUBB6kKo/YMiO&#10;2bTZ2TS7avrvOwehtxnem/e+Kbej79SVhtgGNvCY5aCI62Bbbgycju8Pa1AxIVvsApOBX4qw3Uwn&#10;JRY23PiTrofUKAnhWKABl1JfaB1rRx5jFnpi0c5h8JhkHRptB7xJuO/0U56vtMeWpcFhT2+O6u/D&#10;xRuoGv6qquUH9T/7Zzcuzs6lizNmPhtfX0AlGtO/+X69s4K/FHx5Rib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uqW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156" o:spid="_x0000_s1262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PDcIA&#10;AADcAAAADwAAAGRycy9kb3ducmV2LnhtbERPzWrCQBC+F3yHZYReitnYEinRVUyhUPBQjH2AITvJ&#10;ps3Oxuxq0rd3CwVv8/H9zmY32U5cafCtYwXLJAVBXDndcqPg6/S+eAXhA7LGzjEp+CUPu+3sYYO5&#10;diMf6VqGRsQQ9jkqMCH0uZS+MmTRJ64njlztBoshwqGResAxhttOPqfpSlpsOTYY7OnNUPVTXqyC&#10;ouHvosgO1J8/X8z0VBsTLkapx/m0X4MINIW7+N/9oeP8bAl/z8QL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Qk8N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157" o:spid="_x0000_s1263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ResIA&#10;AADcAAAADwAAAGRycy9kb3ducmV2LnhtbERPzWrCQBC+F3yHZQQvxWy0pEh0FSMIhR5KrQ8wZCfZ&#10;aHY2ZleTvn23UOhtPr7f2exG24oH9b5xrGCRpCCIS6cbrhWcv47zFQgfkDW2jknBN3nYbSdPG8y1&#10;G/iTHqdQixjCPkcFJoQul9KXhiz6xHXEkatcbzFE2NdS9zjEcNvKZZq+SosNxwaDHR0MldfT3Soo&#10;ar4URfZO3e3jxYzPlTHhbpSaTcf9GkSgMfyL/9xvOs7Plv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kNF6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158" o:spid="_x0000_s1264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rect id="Rectangle 159" o:spid="_x0000_s1265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1gcIA&#10;AADcAAAADwAAAGRycy9kb3ducmV2LnhtbERP32vCMBB+F/Y/hBvsTdONKaOaSjcm7EmYCtO3ozmT&#10;0uZSmsx2/70RBr7dx/fzVuvRteJCfag9K3ieZSCIK69rNgoO+830DUSIyBpbz6TgjwKsi4fJCnPt&#10;B/6myy4akUI45KjAxtjlUobKksMw8x1x4s6+dxgT7I3UPQ4p3LXyJcsW0mHNqcFiRx+Wqmb36xR8&#10;dqdtOTdBlj/RHhv/Pmzs1ij19DiWSxCRxngX/7u/dJo/f4X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fWBwgAAANwAAAAPAAAAAAAAAAAAAAAAAJgCAABkcnMvZG93&#10;bnJldi54bWxQSwUGAAAAAAQABAD1AAAAhwMAAAAA&#10;" filled="f"/>
                  <v:shape id="Text Box 160" o:spid="_x0000_s1266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leMIA&#10;AADcAAAADwAAAGRycy9kb3ducmV2LnhtbERPPWvDMBDdA/0P4grdErkFh+JGCaGl4MGE1MnQ8bAu&#10;tol1MpJiuf++ChS63eN93mY3m0FM5HxvWcHzKgNB3Fjdc6vgfPpcvoLwAVnjYJkU/JCH3fZhscFC&#10;28hfNNWhFSmEfYEKuhDGQkrfdGTQr+xInLiLdQZDgq6V2mFM4WaQL1m2lgZ7Tg0djvTeUXOtb0ZB&#10;FsnFNv8+mv5QsS59rD5ue6WeHuf9G4hAc/gX/7lLnebnOdyf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iV4wgAAANwAAAAPAAAAAAAAAAAAAAAAAJgCAABkcnMvZG93&#10;bnJldi54bWxQSwUGAAAAAAQABAD1AAAAhwMAAAAA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161" o:spid="_x0000_s1267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ObcIA&#10;AADcAAAADwAAAGRycy9kb3ducmV2LnhtbERP32vCMBB+F/Y/hBvszaYKyqjGUseEPQm6wba3ozmT&#10;0uZSmmi7/34RBnu7j+/nbcvJdeJGQ2g8K1hkOQji2uuGjYKP98P8GUSIyBo7z6TghwKUu4fZFgvt&#10;Rz7R7RyNSCEcClRgY+wLKUNtyWHIfE+cuIsfHMYEByP1gGMKd51c5vlaOmw4NVjs6cVS3Z6vTsFr&#10;/32sVibI6jPar9bvx4M9GqWeHqdqAyLSFP/Ff+43neav1nB/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585twgAAANwAAAAPAAAAAAAAAAAAAAAAAJgCAABkcnMvZG93&#10;bnJldi54bWxQSwUGAAAAAAQABAD1AAAAhwMAAAAA&#10;" filled="f"/>
                  <v:shape id="Text Box 162" o:spid="_x0000_s1268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elMIA&#10;AADcAAAADwAAAGRycy9kb3ducmV2LnhtbERPTWvCQBC9F/wPywi91Y2FtBJdJVgKOUhp1YPHITsm&#10;wexs2F2z6b/vFgq9zeN9zmY3mV6M5HxnWcFykYEgrq3uuFFwPr0/rUD4gKyxt0wKvsnDbjt72GCh&#10;beQvGo+hESmEfYEK2hCGQkpft2TQL+xAnLirdQZDgq6R2mFM4aaXz1n2Ig12nBpaHGjfUn073o2C&#10;LJKLTX75NN3HgXXl4+HtXir1OJ/KNYhAU/gX/7krnebnr/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B6UwgAAANw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163" o:spid="_x0000_s1269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X6sYA&#10;AADcAAAADwAAAGRycy9kb3ducmV2LnhtbESPT2vCQBDF7wW/wzKCt7pp0f5JXaWIghdpY0XobciO&#10;STA7m2RXjd/eORR6m+G9ee83s0XvanWhLlSeDTyNE1DEubcVFwb2P+vHN1AhIlusPZOBGwVYzAcP&#10;M0ytv3JGl10slIRwSNFAGWOTah3ykhyGsW+IRTv6zmGUtSu07fAq4a7Wz0nyoh1WLA0lNrQsKT/t&#10;zs7Atp1kX6Fd/X5n7v3YH3DVxteTMaNh//kBKlIf/81/1xsr+FOhlWdkAj2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UX6sYAAADcAAAADwAAAAAAAAAAAAAAAACYAgAAZHJz&#10;L2Rvd25yZXYueG1sUEsFBgAAAAAEAAQA9QAAAIsDAAAAAA==&#10;" fillcolor="#f90"/>
                  <v:shape id="AutoShape 164" o:spid="_x0000_s1270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myccMA&#10;AADcAAAADwAAAGRycy9kb3ducmV2LnhtbERPTWvCQBC9C/6HZQRvulGq1ugqUhS8FBsthd6G7JgE&#10;s7NJdtX477uC0Ns83ucs160pxY0aV1hWMBpGIIhTqwvOFHyfdoN3EM4jaywtk4IHOVivup0lxtre&#10;OaHb0WcihLCLUUHufRVL6dKcDLqhrYgDd7aNQR9gk0nd4D2Em1KOo2gqDRYcGnKs6COn9HK8GgWf&#10;9VtycPX29ysx83P7g9vazy5K9XvtZgHCU+v/xS/3Xof5kzk8nw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myccMAAADcAAAADwAAAAAAAAAAAAAAAACYAgAAZHJzL2Rv&#10;d25yZXYueG1sUEsFBgAAAAAEAAQA9QAAAIgDAAAAAA==&#10;" fillcolor="#f90"/>
                  <v:shape id="AutoShape 165" o:spid="_x0000_s1271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9KVcgA&#10;AADcAAAADwAAAGRycy9kb3ducmV2LnhtbESPQU/CQBCF7yT+h82YeCGy1QOSwrYxGqImHoSaKLeh&#10;O7TV7mzprlD99c6BhNtM3pv3vlnkg2vVgfrQeDZwM0lAEZfeNlwZeC+W1zNQISJbbD2TgV8KkGcX&#10;owWm1h95RYd1rJSEcEjRQB1jl2odypochonviEXb+d5hlLWvtO3xKOGu1bdJMtUOG5aGGjt6qKn8&#10;Xv84A19/n3F4rLZ3+yLB16LZfLy8jZ+Muboc7uegIg3xbD5dP1vBnwq+PCMT6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n0pVyAAAANwAAAAPAAAAAAAAAAAAAAAAAJgCAABk&#10;cnMvZG93bnJldi54bWxQSwUGAAAAAAQABAD1AAAAjQMAAAAA&#10;" fillcolor="#f90"/>
                  <v:shape id="AutoShape 166" o:spid="_x0000_s1272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vzsUA&#10;AADcAAAADwAAAGRycy9kb3ducmV2LnhtbERPTWvCQBC9F/wPywi9lLqxB5U0q4ilqOChmoL2Ns1O&#10;k2h2Nma3mvrru4LgbR7vc5JJaypxosaVlhX0exEI4szqknMFn+n78wiE88gaK8uk4I8cTMadhwRj&#10;bc+8ptPG5yKEsItRQeF9HUvpsoIMup6tiQP3YxuDPsAml7rBcwg3lXyJooE0WHJoKLCmWUHZYfNr&#10;FOwvO9++5d/DYxrhKi2/tsuPp7lSj912+grCU+vv4pt7ocP8QR+uz4QL5P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+/OxQAAANwAAAAPAAAAAAAAAAAAAAAAAJgCAABkcnMv&#10;ZG93bnJldi54bWxQSwUGAAAAAAQABAD1AAAAigMAAAAA&#10;" fillcolor="#f90"/>
                  <v:rect id="Rectangle 167" o:spid="_x0000_s1273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ZucIA&#10;AADcAAAADwAAAGRycy9kb3ducmV2LnhtbERP24rCMBB9F/Yfwizsm6brQ9FqFBEWdQXBywcMzdhW&#10;m0lJYu3u1xtB8G0O5zrTeWdq0ZLzlWUF34MEBHFudcWFgtPxpz8C4QOyxtoyKfgjD/PZR2+KmbZ3&#10;3lN7CIWIIewzVFCG0GRS+rwkg35gG+LIna0zGCJ0hdQO7zHc1HKYJKk0WHFsKLGhZUn59XAzCtLR&#10;eXV0490Gi/225svvrf1f7ZT6+uwWExCBuvAWv9xrHeenQ3g+Ey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99m5wgAAANwAAAAPAAAAAAAAAAAAAAAAAJgCAABkcnMvZG93&#10;bnJldi54bWxQSwUGAAAAAAQABAD1AAAAhwMAAAAA&#10;" fillcolor="#f90"/>
                  <v:rect id="Rectangle 168" o:spid="_x0000_s1274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8IsMA&#10;AADcAAAADwAAAGRycy9kb3ducmV2LnhtbERP22rCQBB9F/oPyxR8000VgqZZpRSKtgXB2A8YspOL&#10;ZmfD7hrTfn23UPBtDuc6+XY0nRjI+daygqd5AoK4tLrlWsHX6W22AuEDssbOMin4Jg/bzcMkx0zb&#10;Gx9pKEItYgj7DBU0IfSZlL5syKCf2544cpV1BkOErpba4S2Gm04ukiSVBluODQ329NpQeSmuRkG6&#10;qnYntz68Y3387Pj8cR1+dgelpo/jyzOIQGO4i//dex3np0v4eyZ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t8IsMAAADcAAAADwAAAAAAAAAAAAAAAACYAgAAZHJzL2Rv&#10;d25yZXYueG1sUEsFBgAAAAAEAAQA9QAAAIgDAAAAAA==&#10;" fillcolor="#f90"/>
                  <v:shape id="Text Box 169" o:spid="_x0000_s1275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IrsEA&#10;AADcAAAADwAAAGRycy9kb3ducmV2LnhtbERPS2sCMRC+F/wPYQRvNetSpK5GUUFQeqkPPA+b2Ydu&#10;JkuSruu/N4VCb/PxPWex6k0jOnK+tqxgMk5AEOdW11wquJx3758gfEDW2FgmBU/ysFoO3haYafvg&#10;I3WnUIoYwj5DBVUIbSalzysy6Me2JY5cYZ3BEKErpXb4iOGmkWmSTKXBmmNDhS1tK8rvpx+j4Nxt&#10;/P54CzN9KDYy/Sq+06tbKzUa9us5iEB9+Bf/ufc6zp9+wO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CSK7BAAAA3AAAAA8AAAAAAAAAAAAAAAAAmAIAAGRycy9kb3du&#10;cmV2LnhtbFBLBQYAAAAABAAEAPUAAACG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170" o:spid="_x0000_s1276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nFcQA&#10;AADcAAAADwAAAGRycy9kb3ducmV2LnhtbERPTWvCQBC9F/wPywi91U0LjSW6SrQNCHrRKuJtyI7Z&#10;0Oxsml01/vtuodDbPN7nTOe9bcSVOl87VvA8SkAQl07XXCnYfxZPbyB8QNbYOCYFd/Iwnw0epphp&#10;d+MtXXehEjGEfYYKTAhtJqUvDVn0I9cSR+7sOoshwq6SusNbDLeNfEmSVFqsOTYYbGlpqPzaXayC&#10;fHEcb+jdpOuw99X3aVt8nJqDUo/DPp+ACNSHf/Gfe6Xj/PQVfp+JF8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55xX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171" o:spid="_x0000_s1277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5YsMA&#10;AADcAAAADwAAAGRycy9kb3ducmV2LnhtbERPTWvCQBC9F/wPywi91U17SEt0I1YrFNqLGpHchuyY&#10;DWZn0+xW4793CwVv83ifM5sPthVn6n3jWMHzJAFBXDndcK2g2K2f3kD4gKyxdUwKruRhno8eZphp&#10;d+ENnbehFjGEfYYKTAhdJqWvDFn0E9cRR+7oeoshwr6WusdLDLetfEmSVFpsODYY7GhpqDptf62C&#10;xfvh9ZtWJv0Kha9/ys36o2z3Sj2Oh8UURKAh3MX/7k8d56cp/D0TL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5Ys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72" o:spid="_x0000_s1278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c+cQA&#10;AADcAAAADwAAAGRycy9kb3ducmV2LnhtbERPTWvCQBC9F/oflin0Vjf1ECV1I7YqCPaipkhuQ3bM&#10;hmZnY3ar6b/vFgRv83ifM5sPthUX6n3jWMHrKAFBXDndcK2gOKxfpiB8QNbYOiYFv+Rhnj8+zDDT&#10;7so7uuxDLWII+wwVmBC6TEpfGbLoR64jjtzJ9RZDhH0tdY/XGG5bOU6SVFpsODYY7OjDUPW9/7EK&#10;Fu/HySctTboNha/P5W69KtsvpZ6fhsUbiEBDuItv7o2O89MJ/D8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n3Pn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73" o:spid="_x0000_s1279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9Cq8UA&#10;AADcAAAADwAAAGRycy9kb3ducmV2LnhtbESPS2/CMBCE75X6H6xF6q045IAgxSCoVImql/JQz6t4&#10;84B4HdluSP9994DEbVczO/PtajO6Tg0UYuvZwGyagSIuvW25NnA+fbwuQMWEbLHzTAb+KMJm/fy0&#10;wsL6Gx9oOKZaSQjHAg00KfWF1rFsyGGc+p5YtMoHh0nWUGsb8CbhrtN5ls21w5alocGe3hsqr8df&#10;Z+A07OL+cElL+1ntdP5Vfec/YWvMy2TcvoFKNKaH+X69t4I/F1p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0KrxQAAANwAAAAPAAAAAAAAAAAAAAAAAJgCAABkcnMv&#10;ZG93bnJldi54bWxQSwUGAAAAAAQABAD1AAAAigMAAAAA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174" o:spid="_x0000_s1280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lk8EA&#10;AADcAAAADwAAAGRycy9kb3ducmV2LnhtbERPS4vCMBC+L/gfwgheljVV0N12jSKCKF7Ex96HZrYN&#10;NpPSpFr/vREEb/PxPWe26GwlrtR441jBaJiAIM6dNlwoOJ/WXz8gfEDWWDkmBXfysJj3PmaYaXfj&#10;A12PoRAxhH2GCsoQ6kxKn5dk0Q9dTRy5f9dYDBE2hdQN3mK4reQ4SabSouHYUGJNq5Lyy7G1Cvxu&#10;szfdaZ1+pn/t/tx+G3OYrJQa9LvlL4hAXXiLX+6tjvOnK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HZZPBAAAA3AAAAA8AAAAAAAAAAAAAAAAAmAIAAGRycy9kb3du&#10;cmV2LnhtbFBLBQYAAAAABAAEAPUAAACGAwAAAAA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5" w:name="_Toc331149287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5</w:t>
      </w:r>
      <w:r w:rsidR="00D17A1C">
        <w:rPr>
          <w:noProof/>
        </w:rPr>
        <w:fldChar w:fldCharType="end"/>
      </w:r>
      <w:r>
        <w:t xml:space="preserve">  Pauza v nahrávání</w:t>
      </w:r>
      <w:bookmarkEnd w:id="5"/>
    </w:p>
    <w:p w:rsidR="00101B49" w:rsidRDefault="00101B49" w:rsidP="00101B49">
      <w:pPr>
        <w:outlineLvl w:val="0"/>
      </w:pPr>
      <w:r>
        <w:br w:type="page"/>
      </w:r>
      <w:r>
        <w:lastRenderedPageBreak/>
        <w:t xml:space="preserve">Stav po výběru projekce </w:t>
      </w:r>
      <w:proofErr w:type="spellStart"/>
      <w:r>
        <w:t>PROJEKCE</w:t>
      </w:r>
      <w:proofErr w:type="spellEnd"/>
      <w:r>
        <w:t xml:space="preserve"> TABULE – klik na TABULE (Podobně při </w:t>
      </w:r>
      <w:proofErr w:type="spellStart"/>
      <w:r>
        <w:t>Vizualizéru</w:t>
      </w:r>
      <w:proofErr w:type="spellEnd"/>
      <w:r>
        <w:t>)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120" name="Plátno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78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 SE</w:t>
                              </w:r>
                            </w:p>
                            <w:p w:rsidR="00101B49" w:rsidRDefault="00101B49" w:rsidP="00101B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pPr>
                                <w:jc w:val="center"/>
                              </w:pPr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rPr>
                                  <w:color w:val="BFBFBF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2673A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rPr>
                                  <w:color w:val="BFBFBF"/>
                                </w:rPr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2673A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2673A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2673A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89" name="Line 93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4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96" name="Group 100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97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03" name="Group 107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10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AutoShap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AutoShap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AutoShape 11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AutoShape 1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73" o:spid="_x0000_s1281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">
                <v:shape id="_x0000_s1282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75" o:spid="_x0000_s1283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Hw8MA&#10;AADbAAAADwAAAGRycy9kb3ducmV2LnhtbESPwWrDMBBE74X8g9hAb42cQtvgRAkmoeBDKG2SQ46L&#10;tbFNrJWRZMv9+6pQ6HGYmTfMZjeZTozkfGtZwXKRgSCurG65VnA5vz+tQPiArLGzTAq+ycNuO3vY&#10;YK5t5C8aT6EWCcI+RwVNCH0upa8aMugXtidO3s06gyFJV0vtMCa46eRzlr1Kgy2nhQZ72jdU3U+D&#10;UZBFcrF+uX6a9uPIuvTxeBgKpR7nU7EGEWgK/+G/dqkVvC3h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aHw8MAAADb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76" o:spid="_x0000_s1284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77" o:spid="_x0000_s1285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Ch8MA&#10;AADbAAAADwAAAGRycy9kb3ducmV2LnhtbESPQWsCMRSE74X+h/AK3mq2lVZZjbItFTwJVUG9PTbP&#10;ZHHzsmxSd/33jSB4HGbmG2a26F0tLtSGyrOCt2EGgrj0umKjYLddvk5AhIissfZMCq4UYDF/fpph&#10;rn3Hv3TZRCMShEOOCmyMTS5lKC05DEPfECfv5FuHMcnWSN1il+Culu9Z9ikdVpwWLDb0bak8b/6c&#10;gp/muC4+TJDFPtrD2X91S7s2Sg1e+mIKIlIfH+F7e6UVjEd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ACh8MAAADbAAAADwAAAAAAAAAAAAAAAACYAgAAZHJzL2Rv&#10;d25yZXYueG1sUEsFBgAAAAAEAAQA9QAAAIgDAAAAAA==&#10;" filled="f"/>
                <v:oval id="Oval 78" o:spid="_x0000_s1286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<v:rect id="Rectangle 79" o:spid="_x0000_s1287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rA8QA&#10;AADbAAAADwAAAGRycy9kb3ducmV2LnhtbESPQWsCMRSE74L/ITyhN80qtJbVKCIWpFCkWvH62Dw3&#10;y25etpt0Tf99IxQ8DjPfDLNcR9uInjpfOVYwnWQgiAunKy4VfJ3exq8gfEDW2DgmBb/kYb0aDpaY&#10;a3fjT+qPoRSphH2OCkwIbS6lLwxZ9BPXEifv6jqLIcmulLrDWyq3jZxl2Yu0WHFaMNjS1lBRH3+s&#10;gvml/9jtL++7Q22+43Yez6d6dlbqaRQ3CxCBYniE/+m9Ttwz3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KwPEAAAA2wAAAA8AAAAAAAAAAAAAAAAAmAIAAGRycy9k&#10;b3ducmV2LnhtbFBLBQYAAAAABAAEAPUAAACJAwAAAAA=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 SE</w:t>
                        </w:r>
                      </w:p>
                      <w:p w:rsidR="00101B49" w:rsidRDefault="00101B49" w:rsidP="00101B49"/>
                    </w:txbxContent>
                  </v:textbox>
                </v:rect>
                <v:rect id="Rectangle 80" o:spid="_x0000_s1288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61dMQA&#10;AADbAAAADwAAAGRycy9kb3ducmV2LnhtbESPT2sCMRTE70K/Q3iF3jSrB5WtUUQsSKGI//D62Lxu&#10;lt28bDfpmn77RhA8DjO/GWaxirYRPXW+cqxgPMpAEBdOV1wqOJ8+hnMQPiBrbByTgj/ysFq+DBaY&#10;a3fjA/XHUIpUwj5HBSaENpfSF4Ys+pFriZP37TqLIcmulLrDWyq3jZxk2VRarDgtGGxpY6ioj79W&#10;wezaf21318/tvjY/cTOLl1M9uSj19hrX7yACxfAMP+idTtwU7l/S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OtXTEAAAA2wAAAA8AAAAAAAAAAAAAAAAAmAIAAGRycy9k&#10;b3ducmV2LnhtbFBLBQYAAAAABAAEAPUAAACJAwAAAAA=&#10;" fillcolor="#9bbb59">
                  <v:textbox>
                    <w:txbxContent>
                      <w:p w:rsidR="00101B49" w:rsidRPr="0032636B" w:rsidRDefault="00101B49" w:rsidP="00101B49">
                        <w:pPr>
                          <w:jc w:val="center"/>
                        </w:pPr>
                        <w:r w:rsidRPr="0032636B">
                          <w:t>TABLET</w:t>
                        </w:r>
                      </w:p>
                    </w:txbxContent>
                  </v:textbox>
                </v:rect>
                <v:shape id="Text Box 81" o:spid="_x0000_s1289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6LMMA&#10;AADbAAAADwAAAGRycy9kb3ducmV2LnhtbESPwWrDMBBE74X8g9hAb42cQJviRgkhoeCDKWnSQ4+L&#10;tbFNrJWRZMv9+6oQ6HGYmTfMZjeZTozkfGtZwXKRgSCurG65VvB1eX96BeEDssbOMin4IQ+77exh&#10;g7m2kT9pPIdaJAj7HBU0IfS5lL5qyKBf2J44eVfrDIYkXS21w5jgppOrLHuRBltOCw32dGioup0H&#10;oyCL5GL9/H0y7UfJuvCxPA57pR7n0/4NRKAp/Ifv7UIrWK/h70v6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O6LMMAAADbAAAADwAAAAAAAAAAAAAAAACYAgAAZHJzL2Rv&#10;d25yZXYueG1sUEsFBgAAAAAEAAQA9QAAAIgDAAAAAA=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82" o:spid="_x0000_s1290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uXr4A&#10;AADbAAAADwAAAGRycy9kb3ducmV2LnhtbERPy4rCMBTdD/gP4QruxtQBHalGEQfBhYivhctLc22L&#10;zU1Joql/bxbCLA/nPV92phFPcr62rGA0zEAQF1bXXCq4nDffUxA+IGtsLJOCF3lYLnpfc8y1jXyk&#10;5ymUIoWwz1FBFUKbS+mLigz6oW2JE3ezzmBI0JVSO4wp3DTyJ8sm0mDNqaHCltYVFffTwyjIIrlY&#10;jq8HU+93rLc+7v4eK6UG/W41AxGoC//ij3urFfymselL+gF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9cLl6+AAAA2wAAAA8AAAAAAAAAAAAAAAAAmAIAAGRycy9kb3ducmV2&#10;LnhtbFBLBQYAAAAABAAEAPUAAACDAwAAAAA=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83" o:spid="_x0000_s1291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syMMA&#10;AADbAAAADwAAAGRycy9kb3ducmV2LnhtbESPzWsCMRTE7wX/h/AEbzXrHmxdjaKCYOnFLzw/Nm8/&#10;dPOyJHHd/vdNQehxmJnfMItVbxrRkfO1ZQWTcQKCOLe65lLB5bx7/wThA7LGxjIp+CEPq+XgbYGZ&#10;tk8+UncKpYgQ9hkqqEJoMyl9XpFBP7YtcfQK6wyGKF0ptcNnhJtGpkkylQZrjgsVtrStKL+fHkbB&#10;udv4/fEWZvqr2Mj0uzikV7dWajTs13MQgfrwH36191rBxwz+vs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WsyM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START</w:t>
                        </w:r>
                      </w:p>
                    </w:txbxContent>
                  </v:textbox>
                </v:shape>
                <v:shape id="Text Box 84" o:spid="_x0000_s1292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1cr8A&#10;AADbAAAADwAAAGRycy9kb3ducmV2LnhtbERPy4rCMBTdC/MP4QruNLWLQTtG0QHBYTZqZdaX5vah&#10;zU1JYq1/P1kILg/nvdoMphU9Od9YVjCfJSCIC6sbrhRc8v10AcIHZI2tZVLwJA+b9cdohZm2Dz5R&#10;fw6ViCHsM1RQh9BlUvqiJoN+ZjviyJXWGQwRukpqh48YblqZJsmnNNhwbKixo++aitv5bhTk/c4f&#10;Ttew1D/lTqa/5TH9c1ulJuNh+wUi0BDe4pf7oBUs4vr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enVyvwAAANs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PAUZA</w:t>
                        </w:r>
                      </w:p>
                    </w:txbxContent>
                  </v:textbox>
                </v:shape>
                <v:shape id="Text Box 85" o:spid="_x0000_s1293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Q6cIA&#10;AADbAAAADwAAAGRycy9kb3ducmV2LnhtbESPS4sCMRCE78L+h9ALe9OMc1h0NIoKgosXX3huJj2P&#10;3UlnSLLj+O+NIHgsquorar7sTSM6cr62rGA8SkAQ51bXXCq4nLfDCQgfkDU2lknBnTwsFx+DOWba&#10;3vhI3SmUIkLYZ6igCqHNpPR5RQb9yLbE0SusMxiidKXUDm8RbhqZJsm3NFhzXKiwpU1F+d/p3yg4&#10;d2u/O/6Gqf4p1jLdF4f06lZKfX32qxmIQH14h1/tnVYwGcP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tDpwgAAANsAAAAPAAAAAAAAAAAAAAAAAJgCAABkcnMvZG93&#10;bnJldi54bWxQSwUGAAAAAAQABAD1AAAAhw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rPr>
                            <w:color w:val="BFBFBF"/>
                          </w:rPr>
                          <w:t>STOP</w:t>
                        </w:r>
                      </w:p>
                    </w:txbxContent>
                  </v:textbox>
                </v:shape>
                <v:shape id="Text Box 86" o:spid="_x0000_s1294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ROnsMA&#10;AADbAAAADwAAAGRycy9kb3ducmV2LnhtbESPzWrDMBCE74W8g9hAbo1cH4LrRglxIOCSS5OUnhdr&#10;/dNaKyOptvP2VaHQ4zAz3zDb/Wx6MZLznWUFT+sEBHFldceNgvfb6TED4QOyxt4yKbiTh/1u8bDF&#10;XNuJLzReQyMihH2OCtoQhlxKX7Vk0K/tQBy92jqDIUrXSO1winDTyzRJNtJgx3GhxYGOLVVf12+j&#10;4DYWvrx8hmf9WhcyPddv6Yc7KLVazocXEIHm8B/+a5daQZbC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ROn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2673A3">
                          <w:t>NOTEBOOK</w:t>
                        </w:r>
                      </w:p>
                    </w:txbxContent>
                  </v:textbox>
                </v:shape>
                <v:shape id="Text Box 87" o:spid="_x0000_s1295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rBcMA&#10;AADbAAAADwAAAGRycy9kb3ducmV2LnhtbESPW2sCMRSE3wv+h3AE32rWLRRdjaKCoPSlXvD5sDl7&#10;0c3JkqTr+u9NodDHYWa+YRar3jSiI+drywom4wQEcW51zaWCy3n3PgXhA7LGxjIpeJKH1XLwtsBM&#10;2wcfqTuFUkQI+wwVVCG0mZQ+r8igH9uWOHqFdQZDlK6U2uEjwk0j0yT5lA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jrBcMAAADbAAAADwAAAAAAAAAAAAAAAACYAgAAZHJzL2Rv&#10;d25yZXYueG1sUEsFBgAAAAAEAAQA9QAAAIgDAAAAAA=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rPr>
                            <w:color w:val="BFBFBF"/>
                          </w:rPr>
                          <w:t>TABLET</w:t>
                        </w:r>
                      </w:p>
                    </w:txbxContent>
                  </v:textbox>
                </v:shape>
                <v:shape id="Text Box 88" o:spid="_x0000_s1296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FzccMA&#10;AADbAAAADwAAAGRycy9kb3ducmV2LnhtbESPW2sCMRSE3wv+h3AE32rWpRRdjaKCoPSlXvD5sDl7&#10;0c3JkqTr+u9NodDHYWa+YRar3jSiI+drywom4wQEcW51zaWCy3n3PgXhA7LGxjIpeJKH1XLwtsBM&#10;2wcfqTuFUkQI+wwVVCG0mZQ+r8igH9uWOHqFdQZDlK6U2uEjwk0j0yT5lA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FzccMAAADbAAAADwAAAAAAAAAAAAAAAACYAgAAZHJzL2Rv&#10;d25yZXYueG1sUEsFBgAAAAAEAAQA9QAAAIgDAAAAAA==&#10;">
                  <v:textbox inset="0,0,0,0">
                    <w:txbxContent>
                      <w:p w:rsidR="00101B49" w:rsidRPr="002673A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2673A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89" o:spid="_x0000_s1297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PT8IA&#10;AADbAAAADwAAAGRycy9kb3ducmV2LnhtbESPQWsCMRSE7wX/Q3iCt5qtYJGtUbai4EmoFqq3x+Y1&#10;Wdy8LJvorv/eCILHYWa+YebL3tXiSm2oPCv4GGcgiEuvKzYKfg+b9xmIEJE11p5JwY0CLBeDtznm&#10;2nf8Q9d9NCJBOOSowMbY5FKG0pLDMPYNcfL+feswJtkaqVvsEtzVcpJln9JhxWnBYkMrS+V5f3EK&#10;1s1pV0xNkMVftMez/+42dmeUGg374gtEpD6+ws/2ViuYTeHxJf0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E9PwgAAANsAAAAPAAAAAAAAAAAAAAAAAJgCAABkcnMvZG93&#10;bnJldi54bWxQSwUGAAAAAAQABAD1AAAAhwMAAAAA&#10;" filled="f"/>
                <v:rect id="Rectangle 90" o:spid="_x0000_s1298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ROMMA&#10;AADbAAAADwAAAGRycy9kb3ducmV2LnhtbESPT2sCMRTE7wW/Q3hCbzXbgiJbo2xFwZPgH1Bvj81r&#10;srh5WTapu/32RhA8DjPzG2a26F0tbtSGyrOCz1EGgrj0umKj4HhYf0xBhIissfZMCv4pwGI+eJth&#10;rn3HO7rtoxEJwiFHBTbGJpcylJYchpFviJP361uHMcnWSN1il+Cull9ZNpEOK04LFhtaWiqv+z+n&#10;YNVctsXYBFmcoj1f/U+3tluj1PuwL75BROrjK/xsb7SC6QQ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LROMMAAADbAAAADwAAAAAAAAAAAAAAAACYAgAAZHJzL2Rv&#10;d25yZXYueG1sUEsFBgAAAAAEAAQA9QAAAIgDAAAAAA==&#10;" filled="f"/>
                <v:shape id="Text Box 91" o:spid="_x0000_s1299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PtBsMA&#10;AADbAAAADwAAAGRycy9kb3ducmV2LnhtbESPzWsCMRTE7wX/h/AEbzXrHlpdjaKCoPRSP/D82Lz9&#10;0M3LkqTr+t+bQqHHYWZ+wyxWvWlER87XlhVMxgkI4tzqmksFl/PufQrCB2SNjWVS8CQPq+XgbYGZ&#10;tg8+UncKpYgQ9hkqqEJoMyl9XpFBP7YtcfQK6wyGKF0ptcNHhJtGpknyIQ3WHBcqbGlbUX4//RgF&#10;527j98dbmOlDsZHpV/GdXt1aqdGwX89BBOrDf/ivvdcKpp/w+yX+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PtB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2673A3">
                          <w:t>MUTE</w:t>
                        </w:r>
                      </w:p>
                    </w:txbxContent>
                  </v:textbox>
                </v:shape>
                <v:rect id="Rectangle 92" o:spid="_x0000_s1300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4Qb4A&#10;AADbAAAADwAAAGRycy9kb3ducmV2LnhtbERPy4rCMBTdC/5DuMJsRNMpIqU2iggzDIgLHx9wSW4f&#10;2NyUJtXO35uF4PJw3sVutK14UO8bxwq+lwkIYu1Mw5WC2/VnkYHwAdlg65gU/JOH3XY6KTA37sln&#10;elxCJWII+xwV1CF0uZRe12TRL11HHLnS9RZDhH0lTY/PGG5bmSbJWlpsODbU2NGhJn2/DFbBgNoe&#10;M1z9liMNp5Cmc91Ug1Jfs3G/ARFoDB/x2/1nFGRxbPwSf4D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n/+EG+AAAA2wAAAA8AAAAAAAAAAAAAAAAAmAIAAGRycy9kb3ducmV2&#10;LnhtbFBLBQYAAAAABAAEAPUAAACDAwAAAAA=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93" o:spid="_x0000_s1301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k0JsQAAADbAAAADwAAAGRycy9kb3ducmV2LnhtbESPT2sCMRTE7wW/Q3hCbzVrD9VdjSIu&#10;hR7agn/w/Nw8N4ubl2WTrum3bwqCx2FmfsMs19G2YqDeN44VTCcZCOLK6YZrBcfD+8schA/IGlvH&#10;pOCXPKxXo6clFtrdeEfDPtQiQdgXqMCE0BVS+sqQRT9xHXHyLq63GJLsa6l7vCW4beVrlr1Jiw2n&#10;BYMdbQ1V1/2PVTAz5U7OZPl5+C6HZprHr3g650o9j+NmASJQDI/wvf2hFcxz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TQmxAAAANsAAAAPAAAAAAAAAAAA&#10;AAAAAKECAABkcnMvZG93bnJldi54bWxQSwUGAAAAAAQABAD5AAAAkgMAAAAA&#10;">
                  <v:stroke endarrow="block"/>
                </v:line>
                <v:line id="Line 94" o:spid="_x0000_s1302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yLKM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7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zIsoxAAAANsAAAAPAAAAAAAAAAAA&#10;AAAAAKECAABkcnMvZG93bnJldi54bWxQSwUGAAAAAAQABAD5AAAAkgMAAAAA&#10;">
                  <v:stroke endarrow="block"/>
                </v:line>
                <v:shape id="Text Box 95" o:spid="_x0000_s1303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mJsQA&#10;AADbAAAADwAAAGRycy9kb3ducmV2LnhtbESPQWvCQBSE74L/YXlCL0U39qA1dZUSUaR4aQz2+si+&#10;JqHZt+nuGtN/3y0UPA4z3wyz3g6mFT0531hWMJ8lIIhLqxuuFBTn/fQZhA/IGlvLpOCHPGw349Ea&#10;U21v/E59HioRS9inqKAOoUul9GVNBv3MdsTR+7TOYIjSVVI7vMVy08qnJFlIgw3HhRo7ymoqv/Kr&#10;UbBatDtsDkWWXLJvfnz76JfXU6/Uw2R4fQERaAj38D991JGbw9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uJibEAAAA2wAAAA8AAAAAAAAAAAAAAAAAmAIAAGRycy9k&#10;b3ducmV2LnhtbFBLBQYAAAAABAAEAPUAAACJAwAAAAA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96" o:spid="_x0000_s1304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U4s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VjN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KU4sMAAADbAAAADwAAAAAAAAAAAAAAAACYAgAAZHJzL2Rv&#10;d25yZXYueG1sUEsFBgAAAAAEAAQA9QAAAIgDAAAAAA==&#10;"/>
                <v:oval id="Oval 97" o:spid="_x0000_s1305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xe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4xecMAAADbAAAADwAAAAAAAAAAAAAAAACYAgAAZHJzL2Rv&#10;d25yZXYueG1sUEsFBgAAAAAEAAQA9QAAAIgDAAAAAA==&#10;"/>
                <v:shape id="Text Box 98" o:spid="_x0000_s1306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OANsMA&#10;AADbAAAADwAAAGRycy9kb3ducmV2LnhtbESPT2vCQBTE7wW/w/IEb3VTlTamruIfKt6kacHrI/vM&#10;hmTfhuyq6bd3BaHHYWZ+wyxWvW3ElTpfOVbwNk5AEBdOV1wq+P35ek1B+ICssXFMCv7Iw2o5eFlg&#10;pt2Nv+mah1JECPsMFZgQ2kxKXxiy6MeuJY7e2XUWQ5RdKXWHtwi3jZwkybu0WHFcMNjS1lBR5xer&#10;YHqcfJz8Pt9t2xPN69Rv6jMbpUbDfv0JIlAf/sPP9kErmM/g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+OANs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99" o:spid="_x0000_s1307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lrcMA&#10;AADbAAAADwAAAGRycy9kb3ducmV2LnhtbESPT2vCQBTE7wW/w/IEb3VTxTamruIfKt6kacHrI/vM&#10;hmTfhuyq6bd3BaHHYWZ+wyxWvW3ElTpfOVbwNk5AEBdOV1wq+P35ek1B+ICssXFMCv7Iw2o5eFlg&#10;pt2Nv+mah1JECPsMFZgQ2kxKXxiy6MeuJY7e2XUWQ5RdKXWHtwi3jZwkybu0WHFcMNjS1lBR5xer&#10;YHqcfJz8Pt9t2xPN69Rv6jMbpUbDfv0JIlAf/sPP9kErmM/g8SX+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8lrc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100" o:spid="_x0000_s1308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101" o:spid="_x0000_s1309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fifsMA&#10;AADbAAAADwAAAGRycy9kb3ducmV2LnhtbESPQWsCMRSE74X+h/AK3mq2BVtdjbItFTwJVUG9PTbP&#10;ZHHzsmxSd/33jSB4HGbmG2a26F0tLtSGyrOCt2EGgrj0umKjYLddvo5BhIissfZMCq4UYDF/fpph&#10;rn3Hv3TZRCMShEOOCmyMTS5lKC05DEPfECfv5FuHMcnWSN1il+Culu9Z9iEdVpwWLDb0bak8b/6c&#10;gp/muC5GJshiH+3h7L+6pV0bpQYvfTEFEamPj/C9vdIKJp9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fifsMAAADbAAAADwAAAAAAAAAAAAAAAACYAgAAZHJzL2Rv&#10;d25yZXYueG1sUEsFBgAAAAAEAAQA9QAAAIgDAAAAAA==&#10;" filled="f"/>
                  <v:shape id="Text Box 102" o:spid="_x0000_s1310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JNsEA&#10;AADbAAAADwAAAGRycy9kb3ducmV2LnhtbERPz2vCMBS+C/4P4Qm7adohQztTGYKwy9xWvez2aF6b&#10;sualNJnN/OvNYbDjx/d7t4+2F1cafedYQb7KQBDXTnfcKricj8sNCB+QNfaOScEvediX89kOC+0m&#10;/qRrFVqRQtgXqMCEMBRS+tqQRb9yA3HiGjdaDAmOrdQjTinc9vIxy56kxY5Tg8GBDobq7+rHKkCd&#10;f9ze1jG+n059vp5M3cSvjVIPi/jyDCJQDP/iP/erVrBNY9OX9ANk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iTbBAAAA2w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103" o:spid="_x0000_s1311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fDj8QA&#10;AADbAAAADwAAAGRycy9kb3ducmV2LnhtbESP3WrCQBSE7wu+w3KE3hTdWGnR1DWYQkHwotT2AQ7Z&#10;YzY1ezZmNz++vSsUejnMzDfMJhttLXpqfeVYwWKegCAunK64VPDz/TFbgfABWWPtmBRcyUO2nTxs&#10;MNVu4C/qj6EUEcI+RQUmhCaV0heGLPq5a4ijd3KtxRBlW0rd4hDhtpbPSfIqLVYcFww29G6oOB87&#10;qyAv+TfPXw7UXD6XZnw6GRM6o9TjdNy9gQg0hv/wX3uvFazXcP8Sf4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w4/EAAAA2wAAAA8AAAAAAAAAAAAAAAAAmAIAAGRycy9k&#10;b3ducmV2LnhtbFBLBQYAAAAABAAEAPUAAACJ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104" o:spid="_x0000_s1312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3Fi8UA&#10;AADcAAAADwAAAGRycy9kb3ducmV2LnhtbESPQWvCQBCF70L/wzKFXsRsWmmRmFWaQqHgQar9AUN2&#10;zMZmZ9Psqum/dw6Ctxnem/e+Kdej79SZhtgGNvCc5aCI62Bbbgz87D9nC1AxIVvsApOBf4qwXj1M&#10;SixsuPA3nXepURLCsUADLqW+0DrWjjzGLPTEoh3C4DHJOjTaDniRcN/plzx/0x5blgaHPX04qn93&#10;J2+gavhYVa8b6v+2czdOD86lkzPm6XF8X4JKNKa7+Xb9ZQU/F3x5Rib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cWLxQAAANwAAAAPAAAAAAAAAAAAAAAAAJgCAABkcnMv&#10;ZG93bnJldi54bWxQSwUGAAAAAAQABAD1AAAAig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105" o:spid="_x0000_s1313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FgEMAA&#10;AADcAAAADwAAAGRycy9kb3ducmV2LnhtbERPzYrCMBC+C75DGMGLaOouilSjWGFB2MNi9QGGZmyq&#10;zaQ2Ubtvv1kQvM3H9zurTWdr8aDWV44VTCcJCOLC6YpLBafj13gBwgdkjbVjUvBLHjbrfm+FqXZP&#10;PtAjD6WIIexTVGBCaFIpfWHIop+4hjhyZ9daDBG2pdQtPmO4reVHksylxYpjg8GGdoaKa363CrKS&#10;L1k2+6bm9vNputHZmHA3Sg0H3XYJIlAX3uKXe6/j/GQK/8/EC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FgEMAAAADcAAAADwAAAAAAAAAAAAAAAACYAgAAZHJzL2Rvd25y&#10;ZXYueG1sUEsFBgAAAAAEAAQA9QAAAIU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106" o:spid="_x0000_s1314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+Z8IA&#10;AADcAAAADwAAAGRycy9kb3ducmV2LnhtbERPzWrCQBC+C77DMoVepG5MUUp0DaZQKPRQjD7AkB2z&#10;sdnZmN3E9O27hUJv8/H9zi6fbCtG6n3jWMFqmYAgrpxuuFZwPr09vYDwAVlj65gUfJOHfD+f7TDT&#10;7s5HGstQixjCPkMFJoQuk9JXhiz6peuII3dxvcUQYV9L3eM9httWpkmykRYbjg0GO3o1VH2Vg1VQ&#10;1HwtivUHdbfPZzMtLsaEwSj1+DAdtiACTeFf/Od+1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/5nwgAAANwAAAAPAAAAAAAAAAAAAAAAAJgCAABkcnMvZG93&#10;bnJldi54bWxQSwUGAAAAAAQABAD1AAAAhwMAAAAA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107" o:spid="_x0000_s1315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rect id="Rectangle 108" o:spid="_x0000_s1316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ranMIA&#10;AADc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3PnuH+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tqcwgAAANwAAAAPAAAAAAAAAAAAAAAAAJgCAABkcnMvZG93&#10;bnJldi54bWxQSwUGAAAAAAQABAD1AAAAhwMAAAAA&#10;" filled="f"/>
                  <v:shape id="Text Box 109" o:spid="_x0000_s1317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KZcAA&#10;AADcAAAADwAAAGRycy9kb3ducmV2LnhtbERPTWsCMRC9F/wPYYTeuokFS1mNIorgQaS1PXgcNuPu&#10;4mayJNGs/94Ihd7m8T5nvhxsJ27kQ+tYw6RQIIgrZ1quNfz+bN8+QYSIbLBzTBruFGC5GL3MsTQu&#10;8TfdjrEWOYRDiRqaGPtSylA1ZDEUrifO3Nl5izFDX0vjMeVw28l3pT6kxZZzQ4M9rRuqLser1aAS&#10;+VRPT1+2PezZ7ELab64rrV/Hw2oGItIQ/8V/7p3J89UUns/k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UKZcAAAADcAAAADwAAAAAAAAAAAAAAAACYAgAAZHJzL2Rvd25y&#10;ZXYueG1sUEsFBgAAAAAEAAQA9QAAAIUDAAAAAA=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110" o:spid="_x0000_s1318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ThcMEA&#10;AADcAAAADwAAAGRycy9kb3ducmV2LnhtbERP32vCMBB+F/Y/hBvsTdMJE+mMpRsKPglTYdvb0dyS&#10;0uZSmmjrf28Ggm/38f28VTG6VlyoD7VnBa+zDARx5XXNRsHpuJ0uQYSIrLH1TAquFKBYP01WmGs/&#10;8BddDtGIFMIhRwU2xi6XMlSWHIaZ74gT9+d7hzHB3kjd45DCXSvnWbaQDmtODRY7+rRUNYezU7Dp&#10;fvflmwmy/I72p/Efw9bujVIvz2P5DiLSGB/iu3un0/xsAf/PpAv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U4XDBAAAA3AAAAA8AAAAAAAAAAAAAAAAAmAIAAGRycy9kb3du&#10;cmV2LnhtbFBLBQYAAAAABAAEAPUAAACGAwAAAAA=&#10;" filled="f"/>
                  <v:shape id="Text Box 111" o:spid="_x0000_s1319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xicAA&#10;AADcAAAADwAAAGRycy9kb3ducmV2LnhtbERPTWsCMRC9C/6HMII3TSzYltUoohQ8SGmtB4/DZtxd&#10;3EyWJJr135tCobd5vM9Zrnvbijv50DjWMJsqEMSlMw1XGk4/H5N3ECEiG2wdk4YHBVivhoMlFsYl&#10;/qb7MVYih3AoUEMdY1dIGcqaLIap64gzd3HeYszQV9J4TDnctvJFqVdpseHcUGNH25rK6/FmNahE&#10;PlXz85dtPg9s9iEddreN1uNRv1mAiNTHf/Gfe2/yfPUGv8/k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sxicAAAADcAAAADwAAAAAAAAAAAAAAAACYAgAAZHJzL2Rvd25y&#10;ZXYueG1sUEsFBgAAAAAEAAQA9QAAAIUDAAAAAA==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112" o:spid="_x0000_s1320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498UA&#10;AADcAAAADwAAAGRycy9kb3ducmV2LnhtbESPQWvCQBCF74L/YRmhN91UirWpq5Si0IvYaBG8Ddkx&#10;CWZnk+xW03/fOQjeZnhv3vtmsepdra7UhcqzgedJAoo497biwsDPYTOegwoR2WLtmQz8UYDVcjhY&#10;YGr9jTO67mOhJIRDigbKGJtU65CX5DBMfEMs2tl3DqOsXaFthzcJd7WeJslMO6xYGkps6LOk/LL/&#10;dQa27Uu2C+369J25t3N/xHUbXy/GPI36j3dQkfr4MN+vv6zgJ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jj3xQAAANwAAAAPAAAAAAAAAAAAAAAAAJgCAABkcnMv&#10;ZG93bnJldi54bWxQSwUGAAAAAAQABAD1AAAAigMAAAAA&#10;" fillcolor="#f90"/>
                  <v:shape id="AutoShape 113" o:spid="_x0000_s1321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qdbMMA&#10;AADcAAAADwAAAGRycy9kb3ducmV2LnhtbERPTWvCQBC9F/wPywje6sYiraauQUqEXoqNlkJvQ3ZM&#10;QrKzSXaN6b93CwVv83ifs0lG04iBeldZVrCYRyCIc6srLhR8nfaPKxDOI2tsLJOCX3KQbCcPG4y1&#10;vXJGw9EXIoSwi1FB6X0bS+nykgy6uW2JA3e2vUEfYF9I3eM1hJtGPkXRszRYcWgosaW3kvL6eDEK&#10;PrpldnBd+vOZmfV5/Ma08y+1UrPpuHsF4Wn0d/G/+12H+dEa/p4JF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qdbMMAAADcAAAADwAAAAAAAAAAAAAAAACYAgAAZHJzL2Rv&#10;d25yZXYueG1sUEsFBgAAAAAEAAQA9QAAAIgDAAAAAA==&#10;" fillcolor="#f90"/>
                  <v:shape id="AutoShape 114" o:spid="_x0000_s1322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k5KMgA&#10;AADcAAAADwAAAGRycy9kb3ducmV2LnhtbESPQU/CQBCF7yT+h82YeCGwxYOSwkKMxqCJB6EkwG3o&#10;Dm21O1u6K1R/vXMg4TaT9+a9b6bzztXqRG2oPBsYDRNQxLm3FRcG1tnrYAwqRGSLtWcy8EsB5rOb&#10;3hRT68+8pNMqFkpCOKRooIyxSbUOeUkOw9A3xKIdfOswytoW2rZ4lnBX6/skedAOK5aGEht6Lin/&#10;Xv04A19/29i9FPvHY5bgR1btNu+f/YUxd7fd0wRUpC5ezZfrNyv4I8GXZ2QCPfs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mTkoyAAAANwAAAAPAAAAAAAAAAAAAAAAAJgCAABk&#10;cnMvZG93bnJldi54bWxQSwUGAAAAAAQABAD1AAAAjQMAAAAA&#10;" fillcolor="#f90"/>
                  <v:shape id="AutoShape 115" o:spid="_x0000_s1323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cs8UA&#10;AADcAAAADwAAAGRycy9kb3ducmV2LnhtbERPTWvCQBC9F/oflil4KbqJB1uiqxSlqOBBTUG9jdlp&#10;kjY7m2ZXjf56t1DobR7vc0aT1lTiTI0rLSuIexEI4szqknMFH+l79xWE88gaK8uk4EoOJuPHhxEm&#10;2l54Q+etz0UIYZeggsL7OpHSZQUZdD1bEwfu0zYGfYBNLnWDlxBuKtmPooE0WHJoKLCmaUHZ9/Zk&#10;FHzd9r6d5ceXnzTCVVoedsv181ypzlP7NgThqfX/4j/3Qof5cQy/z4QL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1ZyzxQAAANwAAAAPAAAAAAAAAAAAAAAAAJgCAABkcnMv&#10;ZG93bnJldi54bWxQSwUGAAAAAAQABAD1AAAAigMAAAAA&#10;" fillcolor="#f90"/>
                  <v:rect id="Rectangle 116" o:spid="_x0000_s1324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qxMMA&#10;AADcAAAADwAAAGRycy9kb3ducmV2LnhtbERPyWrDMBC9F/oPYgq9NXJyCKlr2YRCyVIIxMkHDNZ4&#10;aayRkRTHzddXhUJv83jrZMVkejGS851lBfNZAoK4srrjRsH59PGyAuEDssbeMin4Jg9F/viQYart&#10;jY80lqERMYR9igraEIZUSl+1ZNDP7EAcudo6gyFC10jt8BbDTS8XSbKUBjuODS0O9N5SdSmvRsFy&#10;VW9O7vWww+b42fPX/jreNwelnp+m9RuIQFP4F/+5tzrOny/g95l4gc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GqxMMAAADcAAAADwAAAAAAAAAAAAAAAACYAgAAZHJzL2Rv&#10;d25yZXYueG1sUEsFBgAAAAAEAAQA9QAAAIgDAAAAAA==&#10;" fillcolor="#f90"/>
                  <v:rect id="Rectangle 117" o:spid="_x0000_s1325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0PX8MA&#10;AADcAAAADwAAAGRycy9kb3ducmV2LnhtbERP3WrCMBS+H/gO4Qi7m6kOStcZZQyGOkGo7gEOzbHt&#10;1pyUJLZ1T28GA+/Ox/d7luvRtKIn5xvLCuazBARxaXXDlYKv08dTBsIHZI2tZVJwJQ/r1eRhibm2&#10;AxfUH0MlYgj7HBXUIXS5lL6syaCf2Y44cmfrDIYIXSW1wyGGm1YukiSVBhuODTV29F5T+XO8GAVp&#10;dt6c3Mthh1Wxb/n789L/bg5KPU7Ht1cQgcZwF/+7tzrOnz/D3zPx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0PX8MAAADcAAAADwAAAAAAAAAAAAAAAACYAgAAZHJzL2Rv&#10;d25yZXYueG1sUEsFBgAAAAAEAAQA9QAAAIgDAAAAAA==&#10;" fillcolor="#f90"/>
                  <v:shape id="Text Box 118" o:spid="_x0000_s1326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708EA&#10;AADcAAAADwAAAGRycy9kb3ducmV2LnhtbERPS2sCMRC+F/wPYQRvNesiUrdGUaGgeKlr6XnYzD7q&#10;ZrIk6br+eyMUepuP7zmrzWBa0ZPzjWUFs2kCgriwuuFKwdfl4/UNhA/IGlvLpOBOHjbr0csKM21v&#10;fKY+D5WIIewzVFCH0GVS+qImg35qO+LIldYZDBG6SmqHtxhuWpkmyUIabDg21NjRvqbimv8aBZd+&#10;5w/nn7DUx3In01P5mX67rVKT8bB9BxFoCP/iP/dBx/mzO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O9PBAAAA3AAAAA8AAAAAAAAAAAAAAAAAmAIAAGRycy9kb3du&#10;cmV2LnhtbFBLBQYAAAAABAAEAPUAAACGAwAAAAA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119" o:spid="_x0000_s1327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+UaMMA&#10;AADcAAAADwAAAGRycy9kb3ducmV2LnhtbERPTWvCQBC9C/0PyxS86caCVmI2oraC0F60FvE2ZKfZ&#10;0Oxsml01/feuIHibx/ucbN7ZWpyp9ZVjBaNhAoK4cLriUsH+az2YgvABWWPtmBT8k4d5/tTLMNXu&#10;wls670IpYgj7FBWYEJpUSl8YsuiHriGO3I9rLYYI21LqFi8x3NbyJUkm0mLFscFgQytDxe/uZBUs&#10;lofXT3ozk4+w9+Xfcbt+P9bfSvWfu8UMRKAuPMR390bH+aMx3J6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+UaMMAAADcAAAADwAAAAAAAAAAAAAAAACYAgAAZHJzL2Rv&#10;d25yZXYueG1sUEsFBgAAAAAEAAQA9QAAAIgDAAAAAA=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120" o:spid="_x0000_s1328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KH8QA&#10;AADcAAAADwAAAGRycy9kb3ducmV2LnhtbERPS2vCQBC+F/wPywje6sYe0pK6EesDCvWiTZHchuyY&#10;Dc3Optmtxn/vCoXe5uN7znwx2FacqfeNYwWzaQKCuHK64VpB8bl9fAHhA7LG1jEpuJKHRT56mGOm&#10;3YX3dD6EWsQQ9hkqMCF0mZS+MmTRT11HHLmT6y2GCPta6h4vMdy28ilJUmmx4dhgsKOVoer78GsV&#10;LN+Ozztam/QjFL7+KffbTdl+KTUZD8tXEIGG8C/+c7/rOH+Wwv2ZeIH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tCh/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21" o:spid="_x0000_s1329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GvhMQA&#10;AADcAAAADwAAAGRycy9kb3ducmV2LnhtbERPS2vCQBC+F/oflil4azb2oCW6in0IhXpRI+JtyI7Z&#10;YHY2za5J+u+7QsHbfHzPmS8HW4uOWl85VjBOUhDEhdMVlwry/fr5FYQPyBprx6TglzwsF48Pc8y0&#10;63lL3S6UIoawz1CBCaHJpPSFIYs+cQ1x5M6utRgibEupW+xjuK3lS5pOpMWKY4PBht4NFZfd1SpY&#10;vR2nG/owk++Q+/LntF1/nuqDUqOnYTUDEWgId/G/+0vH+eMp3J6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hr4TEAAAA3AAAAA8AAAAAAAAAAAAAAAAAmAIAAGRycy9k&#10;b3ducmV2LnhtbFBLBQYAAAAABAAEAPUAAACJAwAAAAA=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122" o:spid="_x0000_s1330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kx1sQA&#10;AADcAAAADwAAAGRycy9kb3ducmV2LnhtbESPS2vDMBCE74X+B7GF3ho5PpTGjRKSQiEll7zoebHW&#10;j8RaGUl1nH+fPRRy22VmZ76dL0fXqYFCbD0bmE4yUMSlty3XBk7H77cPUDEhW+w8k4EbRVgunp/m&#10;WFh/5T0Nh1QrCeFYoIEmpb7QOpYNOYwT3xOLVvngMMkaam0DXiXcdTrPsnftsGVpaLCnr4bKy+HP&#10;GTgO67jZn9PM/lRrnW+rXf4bVsa8voyrT1CJxvQw/19vrOBPhVaekQn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MdbEAAAA3AAAAA8AAAAAAAAAAAAAAAAAmAIAAGRycy9k&#10;b3ducmV2LnhtbFBLBQYAAAAABAAEAPUAAACJAwAAAAA=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123" o:spid="_x0000_s1331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W7sIA&#10;AADcAAAADwAAAGRycy9kb3ducmV2LnhtbERPS4vCMBC+C/sfwix4kTVV8NGuURZBFC/iY+9DM9uG&#10;bSalSbX+eyMI3ubje85i1dlKXKnxxrGC0TABQZw7bbhQcDlvvuYgfEDWWDkmBXfysFp+9BaYaXfj&#10;I11PoRAxhH2GCsoQ6kxKn5dk0Q9dTRy5P9dYDBE2hdQN3mK4reQ4SabSouHYUGJN65Ly/1NrFfj9&#10;9mC68yYdpL/t4dLOjDlO1kr1P7ufbxCBuvAWv9w7HeePUng+Ey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gRbuwgAAANwAAAAPAAAAAAAAAAAAAAAAAJgCAABkcnMvZG93&#10;bnJldi54bWxQSwUGAAAAAAQABAD1AAAAhwMAAAAA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6" w:name="_Toc331149288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6</w:t>
      </w:r>
      <w:r w:rsidR="00D17A1C">
        <w:rPr>
          <w:noProof/>
        </w:rPr>
        <w:fldChar w:fldCharType="end"/>
      </w:r>
      <w:r>
        <w:t xml:space="preserve">  Nahrávání projekce z tabule</w:t>
      </w:r>
      <w:bookmarkEnd w:id="6"/>
    </w:p>
    <w:p w:rsidR="00101B49" w:rsidRDefault="00101B49" w:rsidP="00101B49">
      <w:r>
        <w:t>Po ukončení přednášky STOP NAHRÁVÁNÍ – nic nevypínat – ukončí se nahrávání jednoho Filu = část přednášky nebo přednáška celá v jednom souboru</w:t>
      </w:r>
    </w:p>
    <w:p w:rsidR="00101B49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41470"/>
                <wp:effectExtent l="38100" t="38100" r="24765" b="30480"/>
                <wp:docPr id="70" name="Plátno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0261" y="1223458"/>
                            <a:ext cx="868931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NAHRÁVÁNÍ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3688" y="2624760"/>
                            <a:ext cx="2818036" cy="333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VYPNI VŠECHNO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0261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78191" y="319739"/>
                            <a:ext cx="521485" cy="5341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01198" y="612360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Připraveno k </w:t>
                              </w:r>
                              <w:proofErr w:type="gramStart"/>
                              <w:r>
                                <w:t>nahrávaní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824251" y="615513"/>
                            <a:ext cx="1042970" cy="487491"/>
                          </a:xfrm>
                          <a:prstGeom prst="rect">
                            <a:avLst/>
                          </a:prstGeom>
                          <a:solidFill>
                            <a:srgbClr val="9BBB5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PROJEKCE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925773" y="1229765"/>
                            <a:ext cx="1042970" cy="27307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>OZVUČENÍ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593649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r w:rsidRPr="004D7D33"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1866720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PAUZA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99892" y="2139791"/>
                            <a:ext cx="608504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>
                                <w:rPr>
                                  <w:color w:val="C0C0C0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593649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rPr>
                                  <w:color w:val="C0C0C0"/>
                                </w:rPr>
                              </w:pPr>
                              <w:r w:rsidRPr="004D7D33">
                                <w:t>NOTEBOOK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1866720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32636B" w:rsidRDefault="00101B49" w:rsidP="00101B49">
                              <w:r w:rsidRPr="0032636B">
                                <w:t>TABLET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8645" y="2139791"/>
                            <a:ext cx="869562" cy="2730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Pr="004D7D33" w:rsidRDefault="00101B49" w:rsidP="00101B49">
                              <w:pPr>
                                <w:rPr>
                                  <w:color w:val="C0C0C0"/>
                                  <w:sz w:val="22"/>
                                </w:rPr>
                              </w:pPr>
                              <w:r w:rsidRPr="004D7D33">
                                <w:rPr>
                                  <w:sz w:val="22"/>
                                </w:rPr>
                                <w:t>VIZUALIZÉR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62256" y="1229765"/>
                            <a:ext cx="1042970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055672" y="1229765"/>
                            <a:ext cx="821638" cy="127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164761" y="2048978"/>
                            <a:ext cx="608504" cy="272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  <w:rPr>
                                  <w:color w:val="C0C0C0"/>
                                </w:rPr>
                              </w:pPr>
                              <w:r w:rsidRPr="004D7D33">
                                <w:t>MUTE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961176" y="236493"/>
                            <a:ext cx="2528602" cy="87218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pPr>
                                <w:jc w:val="center"/>
                              </w:pP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proofErr w:type="gramStart"/>
                              <w:r>
                                <w:t>VÍTÁ  VÁS</w:t>
                              </w:r>
                              <w:proofErr w:type="gramEnd"/>
                              <w:r>
                                <w:t xml:space="preserve">  POSLUCHÁRNA  </w:t>
                              </w:r>
                            </w:p>
                            <w:p w:rsidR="00101B49" w:rsidRDefault="00101B49" w:rsidP="00101B49">
                              <w:pPr>
                                <w:jc w:val="center"/>
                              </w:pPr>
                              <w:r>
                                <w:t xml:space="preserve">                            CXI</w:t>
                              </w:r>
                            </w:p>
                            <w:p w:rsidR="00101B49" w:rsidRPr="00727E24" w:rsidRDefault="00101B49" w:rsidP="00101B49"/>
                          </w:txbxContent>
                        </wps:txbx>
                        <wps:bodyPr rot="0" vert="horz" wrap="square" lIns="0" tIns="46800" rIns="0" bIns="45720" anchor="t" anchorCtr="0" upright="1">
                          <a:noAutofit/>
                        </wps:bodyPr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346816" y="615513"/>
                            <a:ext cx="130529" cy="964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3"/>
                        <wps:cNvCnPr/>
                        <wps:spPr bwMode="auto">
                          <a:xfrm flipV="1">
                            <a:off x="346816" y="411183"/>
                            <a:ext cx="187281" cy="2011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94262" y="244061"/>
                            <a:ext cx="2172959" cy="257935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1B49" w:rsidRDefault="00101B49" w:rsidP="00101B49">
                              <w:r>
                                <w:t>STAV ZÁZNAMU  MEDIASITE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2099181" y="1517971"/>
                            <a:ext cx="348077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2505271" y="1517971"/>
                            <a:ext cx="347446" cy="36388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50258" y="1548243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A251F4">
                                <w:rPr>
                                  <w:b/>
                                  <w:sz w:val="40"/>
                                  <w:szCs w:val="40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563284" y="1555810"/>
                            <a:ext cx="260427" cy="27307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A251F4" w:rsidRDefault="00101B49" w:rsidP="00101B49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−</w:t>
                              </w:r>
                              <w:proofErr w:type="gramStart"/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__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  <w:lang w:val="de-DE"/>
                                </w:rPr>
                                <w:t>?</w:t>
                              </w: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-=%=_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46" name="Group 49"/>
                        <wpg:cNvGrpSpPr>
                          <a:grpSpLocks/>
                        </wpg:cNvGrpSpPr>
                        <wpg:grpSpPr bwMode="auto">
                          <a:xfrm>
                            <a:off x="0" y="3372709"/>
                            <a:ext cx="2477526" cy="768761"/>
                            <a:chOff x="1507" y="6045"/>
                            <a:chExt cx="3929" cy="1219"/>
                          </a:xfrm>
                        </wpg:grpSpPr>
                        <wps:wsp>
                          <wps:cNvPr id="47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7" y="6045"/>
                              <a:ext cx="3929" cy="12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3" y="6045"/>
                              <a:ext cx="414" cy="1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9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727E24" w:rsidRDefault="00101B49" w:rsidP="00101B49">
                                <w:pPr>
                                  <w:rPr>
                                    <w:sz w:val="14"/>
                                  </w:rPr>
                                </w:pPr>
                                <w:r w:rsidRPr="00727E24">
                                  <w:rPr>
                                    <w:sz w:val="14"/>
                                  </w:rPr>
                                  <w:t>DIAGNOSTIKA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9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1" y="6639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Nahrávací zařízení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639"/>
                              <a:ext cx="1607" cy="288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Interaktivní </w:t>
                                </w: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</w:rPr>
                                  <w:t>Tab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8" y="6218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Dataprojektor Střed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8" y="6230"/>
                              <a:ext cx="1607" cy="289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Mikrofon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53" name="Group 56"/>
                        <wpg:cNvGrpSpPr>
                          <a:grpSpLocks/>
                        </wpg:cNvGrpSpPr>
                        <wpg:grpSpPr bwMode="auto">
                          <a:xfrm>
                            <a:off x="2932800" y="1222197"/>
                            <a:ext cx="2585985" cy="2919273"/>
                            <a:chOff x="6068" y="2635"/>
                            <a:chExt cx="4101" cy="4629"/>
                          </a:xfrm>
                        </wpg:grpSpPr>
                        <wps:wsp>
                          <wps:cNvPr id="54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8" y="2647"/>
                              <a:ext cx="1654" cy="461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2647"/>
                              <a:ext cx="1459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Pr="00EF4020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EF4020">
                                  <w:rPr>
                                    <w:sz w:val="20"/>
                                  </w:rPr>
                                  <w:t>OSVĚTLENÍ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1" y="2635"/>
                              <a:ext cx="2378" cy="46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21" y="2671"/>
                              <a:ext cx="1964" cy="433"/>
                            </a:xfrm>
                            <a:prstGeom prst="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B49" w:rsidRDefault="00101B49" w:rsidP="00101B49">
                                <w:pPr>
                                  <w:jc w:val="center"/>
                                </w:pPr>
                                <w:r>
                                  <w:t>ZATEMNĚNÍ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3272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9595" y="3272"/>
                              <a:ext cx="520" cy="1010"/>
                            </a:xfrm>
                            <a:prstGeom prst="upArrow">
                              <a:avLst>
                                <a:gd name="adj1" fmla="val 50000"/>
                                <a:gd name="adj2" fmla="val 48558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6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879" y="5148"/>
                              <a:ext cx="521" cy="1011"/>
                            </a:xfrm>
                            <a:prstGeom prst="upArrow">
                              <a:avLst>
                                <a:gd name="adj1" fmla="val 50000"/>
                                <a:gd name="adj2" fmla="val 48512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6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9614" y="5136"/>
                              <a:ext cx="521" cy="1010"/>
                            </a:xfrm>
                            <a:prstGeom prst="upArrow">
                              <a:avLst>
                                <a:gd name="adj1" fmla="val 50000"/>
                                <a:gd name="adj2" fmla="val 48464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6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1" y="4402"/>
                              <a:ext cx="296" cy="62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4" y="3044"/>
                              <a:ext cx="1379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814B3">
                                  <w:rPr>
                                    <w:sz w:val="22"/>
                                    <w:szCs w:val="22"/>
                                  </w:rPr>
                                  <w:t>Tabule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090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1. řada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4875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2.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5" y="5946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3. řada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7" y="6519"/>
                              <a:ext cx="2103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ZATEMNĚNÍ</w:t>
                                </w:r>
                              </w:p>
                              <w:p w:rsidR="00101B49" w:rsidRPr="00234E96" w:rsidRDefault="00101B49" w:rsidP="00101B4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234E96">
                                  <w:rPr>
                                    <w:sz w:val="22"/>
                                  </w:rPr>
                                  <w:t>DETAIL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7" y="6848"/>
                              <a:ext cx="1379" cy="272"/>
                            </a:xfrm>
                            <a:prstGeom prst="rect">
                              <a:avLst/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1B49" w:rsidRPr="004814B3" w:rsidRDefault="00101B49" w:rsidP="00101B49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VŠECHNO</w:t>
                                </w:r>
                              </w:p>
                              <w:p w:rsidR="00101B49" w:rsidRPr="00D369C7" w:rsidRDefault="00101B49" w:rsidP="00101B4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2" o:spid="_x0000_s1332" editas="canvas" style="width:434.55pt;height:326.1pt;mso-position-horizontal-relative:char;mso-position-vertical-relative:line" coordsize="55187,4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">
                <v:shape id="_x0000_s1333" type="#_x0000_t75" style="position:absolute;width:55187;height:41414;visibility:visible;mso-wrap-style:square" filled="t" fillcolor="#ff9" stroked="t" strokeweight="2.25pt">
                  <v:fill o:detectmouseclick="t"/>
                  <v:path o:connecttype="none"/>
                </v:shape>
                <v:shape id="Text Box 24" o:spid="_x0000_s1334" type="#_x0000_t202" style="position:absolute;left:1002;top:12234;width:8689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Wo3sIA&#10;AADbAAAADwAAAGRycy9kb3ducmV2LnhtbESPT4vCMBTE78J+h/AW9mZThRXpGkVcFjyI+O/g8dG8&#10;bYvNS0miqd/eCILHYWZ+w8wWvWnFjZxvLCsYZTkI4tLqhisFp+PfcArCB2SNrWVScCcPi/nHYIaF&#10;tpH3dDuESiQI+wIV1CF0hZS+rMmgz2xHnLx/6wyGJF0ltcOY4KaV4zyfSIMNp4UaO1rVVF4OV6Mg&#10;j+Ri9X3emWa7Yb32cfN7XSr19dkvf0AE6sM7/GqvtYLxCJ5f0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ajewgAAANs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NAHRÁVÁNÍ</w:t>
                        </w:r>
                      </w:p>
                    </w:txbxContent>
                  </v:textbox>
                </v:shape>
                <v:shape id="Text Box 25" o:spid="_x0000_s1335" type="#_x0000_t202" style="position:absolute;left:636;top:26247;width:28181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101B49" w:rsidRDefault="00101B49" w:rsidP="00101B4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VYPNI VŠECHNO</w:t>
                        </w:r>
                      </w:p>
                    </w:txbxContent>
                  </v:textbox>
                </v:shape>
                <v:rect id="Rectangle 26" o:spid="_x0000_s1336" style="position:absolute;left:1002;top:12297;width:8216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tms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tmsMAAADbAAAADwAAAAAAAAAAAAAAAACYAgAAZHJzL2Rv&#10;d25yZXYueG1sUEsFBgAAAAAEAAQA9QAAAIgDAAAAAA==&#10;" filled="f"/>
                <v:oval id="Oval 27" o:spid="_x0000_s1337" style="position:absolute;left:781;top:3197;width:521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<v:rect id="Rectangle 28" o:spid="_x0000_s1338" style="position:absolute;left:7011;top:6123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6k9cEA&#10;AADbAAAADwAAAGRycy9kb3ducmV2LnhtbESPQYvCMBSE74L/ITzBm6YWLEvXKMuCoMeqh/X2aJ5t&#10;2eYlJNF2//1GEDwOM/MNs9mNphcP8qGzrGC1zEAQ11Z33Ci4nPeLDxAhImvsLZOCPwqw204nGyy1&#10;Hbiixyk2IkE4lKigjdGVUoa6JYNhaR1x8m7WG4xJ+kZqj0OCm17mWVZIgx2nhRYdfbdU/57uRoFb&#10;HatquJ6PxoUs9/fbDxWFVWo+G78+QUQa4zv8ah+0gnwNzy/p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upPXBAAAA2wAAAA8AAAAAAAAAAAAAAAAAmAIAAGRycy9kb3du&#10;cmV2LnhtbFBLBQYAAAAABAAEAPUAAACGAwAAAAA=&#10;" fillcolor="#fc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Připraveno k nahrávaní</w:t>
                        </w:r>
                      </w:p>
                    </w:txbxContent>
                  </v:textbox>
                </v:rect>
                <v:rect id="Rectangle 29" o:spid="_x0000_s1339" style="position:absolute;left:18242;top:6155;width:10430;height:4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2aacUA&#10;AADbAAAADwAAAGRycy9kb3ducmV2LnhtbESPT2sCMRTE74V+h/AKvdWse9CyGkXEghSK1D94fWye&#10;m2U3L9tNusZvb4RCj8PM/IaZL6NtxUC9rx0rGI8yEMSl0zVXCo6Hj7d3ED4ga2wdk4IbeVgunp/m&#10;WGh35W8a9qESCcK+QAUmhK6Q0peGLPqR64iTd3G9xZBkX0nd4zXBbSvzLJtIizWnBYMdrQ2Vzf7X&#10;Kpieh6/N9vy52TXmJ66n8XRo8pNSry9xNQMRKIb/8F97qxXkE3h8S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ZppxQAAANsAAAAPAAAAAAAAAAAAAAAAAJgCAABkcnMv&#10;ZG93bnJldi54bWxQSwUGAAAAAAQABAD1AAAAigMAAAAA&#10;" fillcolor="#9bbb59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NOTEBOOK</w:t>
                        </w:r>
                      </w:p>
                    </w:txbxContent>
                  </v:textbox>
                </v:rect>
                <v:shape id="Text Box 30" o:spid="_x0000_s1340" type="#_x0000_t202" style="position:absolute;left:9622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VMcIA&#10;AADbAAAADwAAAGRycy9kb3ducmV2LnhtbESPT4vCMBTE78J+h/AWvGm6grp0jSIrggcR/+xhj4/m&#10;2Rabl5JEU7+9EQSPw8z8hpktOtOIGzlfW1bwNcxAEBdW11wq+DutB98gfEDW2FgmBXfysJh/9GaY&#10;axv5QLdjKEWCsM9RQRVCm0vpi4oM+qFtiZN3ts5gSNKVUjuMCW4aOcqyiTRYc1qosKXfiorL8WoU&#10;ZJFcLMf/e1Pvtqw3Pm5X16VS/c9u+QMiUBfe4Vd7oxWMpv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JUxwgAAANsAAAAPAAAAAAAAAAAAAAAAAJgCAABkcnMvZG93&#10;bnJldi54bWxQSwUGAAAAAAQABAD1AAAAhw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PROJEKCE</w:t>
                        </w:r>
                      </w:p>
                    </w:txbxContent>
                  </v:textbox>
                </v:shape>
                <v:shape id="Text Box 31" o:spid="_x0000_s1341" type="#_x0000_t202" style="position:absolute;left:19257;top:12297;width:1043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8BQ78A&#10;AADbAAAADwAAAGRycy9kb3ducmV2LnhtbERPTYvCMBC9C/6HMII3TRUU6ZoWWRE8yOKqB49DM9uW&#10;bSYliab++81B2OPjfW/LwXTiSc63lhUs5hkI4srqlmsFt+thtgHhA7LGzjIpeJGHshiPtphrG/mb&#10;npdQixTCPkcFTQh9LqWvGjLo57YnTtyPdQZDgq6W2mFM4aaTyyxbS4Mtp4YGe/psqPq9PIyCLJKL&#10;9ep+Nu3XifXRx9P+sVNqOhl2HyACDeFf/HYftYJlGpu+pB8gi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7wFDvwAAANsAAAAPAAAAAAAAAAAAAAAAAJgCAABkcnMvZG93bnJl&#10;di54bWxQSwUGAAAAAAQABAD1AAAAhAMAAAAA&#10;" fillcolor="#ff9" stroked="f">
                  <v:textbox>
                    <w:txbxContent>
                      <w:p w:rsidR="00101B49" w:rsidRDefault="00101B49" w:rsidP="00101B49">
                        <w:pPr>
                          <w:jc w:val="center"/>
                        </w:pPr>
                        <w:r>
                          <w:t>OZVUČENÍ</w:t>
                        </w:r>
                      </w:p>
                    </w:txbxContent>
                  </v:textbox>
                </v:shape>
                <v:shape id="Text Box 32" o:spid="_x0000_s1342" type="#_x0000_t202" style="position:absolute;left:1998;top:15936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D1cMA&#10;AADbAAAADwAAAGRycy9kb3ducmV2LnhtbESPzWrDMBCE74W8g9hAbo1cH0LjRglxIOCSS52Unhdr&#10;/dNaKyOptvP2VaHQ4zAz3zC7w2x6MZLznWUFT+sEBHFldceNgvfb+fEZhA/IGnvLpOBOHg77xcMO&#10;M20nLmm8hkZECPsMFbQhDJmUvmrJoF/bgTh6tXUGQ5SukdrhFOGml2mSbKTBjuNCiwOdWqq+rt9G&#10;wW3MfVF+hq1+rXOZXuq39MMdlVot5+MLiEBz+A//tQutIN3C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aD1cMAAADbAAAADwAAAAAAAAAAAAAAAACYAgAAZHJzL2Rv&#10;d25yZXYueG1sUEsFBgAAAAAEAAQA9QAAAIgDAAAAAA==&#10;">
                  <v:textbox inset="0,0,0,0">
                    <w:txbxContent>
                      <w:p w:rsidR="00101B49" w:rsidRPr="004D7D33" w:rsidRDefault="00101B49" w:rsidP="00101B49">
                        <w:r w:rsidRPr="004D7D33">
                          <w:t>START</w:t>
                        </w:r>
                      </w:p>
                    </w:txbxContent>
                  </v:textbox>
                </v:shape>
                <v:shape id="Text Box 33" o:spid="_x0000_s1343" type="#_x0000_t202" style="position:absolute;left:1998;top:18667;width:608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8lb8A&#10;AADbAAAADwAAAGRycy9kb3ducmV2LnhtbERPy4rCMBTdC/5DuMLsNLWCjNUoOjDg4MYXri/N7UOb&#10;m5LE2vn7yUKY5eG8V5veNKIj52vLCqaTBARxbnXNpYLr5Xv8CcIHZI2NZVLwSx426+FghZm2Lz5R&#10;dw6liCHsM1RQhdBmUvq8IoN+YlviyBXWGQwRulJqh68YbhqZJslcGqw5NlTY0ldF+eP8NAou3c7v&#10;T/ew0D/FTqaH4pje3Fapj1G/XYII1Id/8du91wpmcX38En+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xbyVvwAAANsAAAAPAAAAAAAAAAAAAAAAAJgCAABkcnMvZG93bnJl&#10;di54bWxQSwUGAAAAAAQABAD1AAAAhAMAAAAA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PAUZA</w:t>
                        </w:r>
                      </w:p>
                    </w:txbxContent>
                  </v:textbox>
                </v:shape>
                <v:shape id="Text Box 34" o:spid="_x0000_s1344" type="#_x0000_t202" style="position:absolute;left:1998;top:21397;width:608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ZDsMA&#10;AADbAAAADwAAAGRycy9kb3ducmV2LnhtbESPT2sCMRTE7wW/Q3iCt5p1Balbo6hQULzUtfT82Lz9&#10;UzcvS5Ku67c3QqHHYWZ+w6w2g2lFT843lhXMpgkI4sLqhisFX5eP1zcQPiBrbC2Tgjt52KxHLyvM&#10;tL3xmfo8VCJC2GeooA6hy6T0RU0G/dR2xNErrTMYonSV1A5vEW5amSbJQhpsOC7U2NG+puKa/xoF&#10;l37nD+efsNTHcifTU/mZfrutUpPxsH0HEWgI/+G/9kErmM/g+SX+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kZDs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>
                          <w:rPr>
                            <w:color w:val="C0C0C0"/>
                          </w:rPr>
                          <w:t>STOP</w:t>
                        </w:r>
                      </w:p>
                    </w:txbxContent>
                  </v:textbox>
                </v:shape>
                <v:shape id="Text Box 35" o:spid="_x0000_s1345" type="#_x0000_t202" style="position:absolute;left:10486;top:15936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HecQA&#10;AADbAAAADwAAAGRycy9kb3ducmV2LnhtbESPzWrDMBCE74W8g9hAbo0cB0rjRjFOoJDQS+OEnhdr&#10;/dNaKyOpjvP2VaHQ4zAz3zDbfDK9GMn5zrKC1TIBQVxZ3XGj4Hp5fXwG4QOyxt4yKbiTh3w3e9hi&#10;pu2NzzSWoRERwj5DBW0IQyalr1oy6Jd2II5ebZ3BEKVrpHZ4i3DTyzRJnqTBjuNCiwMdWqq+ym+j&#10;4DLu/fH8GTb6VO9l+la/px+uUGoxn4oXEIGm8B/+ax+1gnU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bh3nEAAAA2wAAAA8AAAAAAAAAAAAAAAAAmAIAAGRycy9k&#10;b3ducmV2LnhtbFBLBQYAAAAABAAEAPUAAACJAwAAAAA=&#10;">
                  <v:textbox inset="0,0,0,0">
                    <w:txbxContent>
                      <w:p w:rsidR="00101B49" w:rsidRDefault="00101B49" w:rsidP="00101B49">
                        <w:pPr>
                          <w:rPr>
                            <w:color w:val="C0C0C0"/>
                          </w:rPr>
                        </w:pPr>
                        <w:r w:rsidRPr="004D7D33">
                          <w:t>NOTEBOOK</w:t>
                        </w:r>
                      </w:p>
                    </w:txbxContent>
                  </v:textbox>
                </v:shape>
                <v:shape id="Text Box 36" o:spid="_x0000_s1346" type="#_x0000_t202" style="position:absolute;left:10486;top:18667;width:8696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i4sMA&#10;AADb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0yn8fok/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ci4sMAAADbAAAADwAAAAAAAAAAAAAAAACYAgAAZHJzL2Rv&#10;d25yZXYueG1sUEsFBgAAAAAEAAQA9QAAAIgDAAAAAA==&#10;">
                  <v:textbox inset="0,0,0,0">
                    <w:txbxContent>
                      <w:p w:rsidR="00101B49" w:rsidRPr="0032636B" w:rsidRDefault="00101B49" w:rsidP="00101B49">
                        <w:r w:rsidRPr="0032636B">
                          <w:t>TABLET</w:t>
                        </w:r>
                      </w:p>
                    </w:txbxContent>
                  </v:textbox>
                </v:shape>
                <v:shape id="Text Box 37" o:spid="_x0000_s1347" type="#_x0000_t202" style="position:absolute;left:10486;top:21397;width:8696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66lsMA&#10;AADbAAAADwAAAGRycy9kb3ducmV2LnhtbESPW2sCMRSE3wX/QzhC3zTbbZF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66lsMAAADbAAAADwAAAAAAAAAAAAAAAACYAgAAZHJzL2Rv&#10;d25yZXYueG1sUEsFBgAAAAAEAAQA9QAAAIgDAAAAAA==&#10;">
                  <v:textbox inset="0,0,0,0">
                    <w:txbxContent>
                      <w:p w:rsidR="00101B49" w:rsidRPr="004D7D33" w:rsidRDefault="00101B49" w:rsidP="00101B49">
                        <w:pPr>
                          <w:rPr>
                            <w:color w:val="C0C0C0"/>
                            <w:sz w:val="22"/>
                          </w:rPr>
                        </w:pPr>
                        <w:r w:rsidRPr="004D7D33">
                          <w:rPr>
                            <w:sz w:val="22"/>
                          </w:rPr>
                          <w:t>VIZUALIZÉR</w:t>
                        </w:r>
                      </w:p>
                    </w:txbxContent>
                  </v:textbox>
                </v:shape>
                <v:rect id="Rectangle 38" o:spid="_x0000_s1348" style="position:absolute;left:9622;top:12297;width:10430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GqMMA&#10;AADbAAAADwAAAGRycy9kb3ducmV2LnhtbESPQWvCQBSE70L/w/IKvemmLUqJbiQtFXoSqkL19sg+&#10;d0Oyb0N2a9J/7woFj8PMfMOs1qNrxYX6UHtW8DzLQBBXXtdsFBz2m+kbiBCRNbaeScEfBVgXD5MV&#10;5toP/E2XXTQiQTjkqMDG2OVShsqSwzDzHXHyzr53GJPsjdQ9DgnuWvmSZQvpsOa0YLGjD0tVs/t1&#10;Cj6707acmyDLn2iPjX8fNnZrlHp6HMsliEhjvIf/219awesc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+GqMMAAADbAAAADwAAAAAAAAAAAAAAAACYAgAAZHJzL2Rv&#10;d25yZXYueG1sUEsFBgAAAAAEAAQA9QAAAIgDAAAAAA==&#10;" filled="f"/>
                <v:rect id="Rectangle 39" o:spid="_x0000_s1349" style="position:absolute;left:20556;top:12297;width:8217;height:12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Y38MA&#10;AADbAAAADwAAAGRycy9kb3ducmV2LnhtbESPQWvCQBSE70L/w/IKvemmFqVEN5JKhZ6EqlC9PbLP&#10;3ZDs25DdmvTfu4VCj8PMfMOsN6NrxY36UHtW8DzLQBBXXtdsFJyOu+kriBCRNbaeScEPBdgUD5M1&#10;5toP/Em3QzQiQTjkqMDG2OVShsqSwzDzHXHyrr53GJPsjdQ9DgnuWjnPsqV0WHNasNjR1lLVHL6d&#10;gvfusi8XJsjyK9pz49+Gnd0bpZ4ex3IFItIY/8N/7Q+t4GUJ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0Y38MAAADbAAAADwAAAAAAAAAAAAAAAACYAgAAZHJzL2Rv&#10;d25yZXYueG1sUEsFBgAAAAAEAAQA9QAAAIgDAAAAAA==&#10;" filled="f"/>
                <v:shape id="Text Box 40" o:spid="_x0000_s1350" type="#_x0000_t202" style="position:absolute;left:21647;top:20489;width:6085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k4cMA&#10;AADbAAAADwAAAGRycy9kb3ducmV2LnhtbESPW2sCMRSE3wX/QzhC3zTbLdR2NYoKBYsvXkqfD5uz&#10;F7s5WZK4bv+9EQQfh5n5hpkve9OIjpyvLSt4nSQgiHOray4V/Jy+xh8gfEDW2FgmBf/kYbkYDuaY&#10;aXvlA3XHUIoIYZ+hgiqENpPS5xUZ9BPbEkevsM5giNKVUju8RrhpZJok79JgzXGhwpY2FeV/x4tR&#10;cOrWfns4h0/9Xaxluiv26a9bKfUy6lczEIH68Aw/2lut4G0K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k4cMAAADbAAAADwAAAAAAAAAAAAAAAACYAgAAZHJzL2Rv&#10;d25yZXYueG1sUEsFBgAAAAAEAAQA9QAAAIgDAAAAAA==&#10;">
                  <v:textbox inset="0,0,0,0">
                    <w:txbxContent>
                      <w:p w:rsidR="00101B49" w:rsidRDefault="00101B49" w:rsidP="00101B49">
                        <w:pPr>
                          <w:jc w:val="center"/>
                          <w:rPr>
                            <w:color w:val="C0C0C0"/>
                          </w:rPr>
                        </w:pPr>
                        <w:r w:rsidRPr="004D7D33">
                          <w:t>MUTE</w:t>
                        </w:r>
                      </w:p>
                    </w:txbxContent>
                  </v:textbox>
                </v:shape>
                <v:rect id="Rectangle 41" o:spid="_x0000_s1351" style="position:absolute;left:29611;top:2364;width:25286;height:8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xpr8A&#10;AADbAAAADwAAAGRycy9kb3ducmV2LnhtbERPzYrCMBC+C75DGGEvsk23ikhtlGVhF0E8WPcBhmRs&#10;i82kNKnWtzcHwePH91/sRtuKG/W+cazgK0lBEGtnGq4U/J9/P9cgfEA22DomBQ/ysNtOJwXmxt35&#10;RLcyVCKGsM9RQR1Cl0vpdU0WfeI64shdXG8xRNhX0vR4j+G2lVmarqTFhmNDjR391KSv5WAVDKjt&#10;YY3Lv8tIwzFk2Vw31aDUx2z83oAINIa3+OXeGwWLODZ+iT9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QDGmvwAAANsAAAAPAAAAAAAAAAAAAAAAAJgCAABkcnMvZG93bnJl&#10;di54bWxQSwUGAAAAAAQABAD1AAAAhAMAAAAA&#10;" fillcolor="#fc9">
                  <v:textbox inset="0,1.3mm,0">
                    <w:txbxContent>
                      <w:p w:rsidR="00101B49" w:rsidRDefault="00101B49" w:rsidP="00101B49">
                        <w:pPr>
                          <w:jc w:val="center"/>
                        </w:pP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VÍTÁ  VÁS  POSLUCHÁRNA  </w:t>
                        </w:r>
                      </w:p>
                      <w:p w:rsidR="00101B49" w:rsidRDefault="00101B49" w:rsidP="00101B49">
                        <w:pPr>
                          <w:jc w:val="center"/>
                        </w:pPr>
                        <w:r>
                          <w:t xml:space="preserve">                            CXI</w:t>
                        </w:r>
                      </w:p>
                      <w:p w:rsidR="00101B49" w:rsidRPr="00727E24" w:rsidRDefault="00101B49" w:rsidP="00101B49"/>
                    </w:txbxContent>
                  </v:textbox>
                </v:rect>
                <v:line id="Line 42" o:spid="_x0000_s1352" style="position:absolute;visibility:visible;mso-wrap-style:square" from="3468,6155" to="4773,7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3" o:spid="_x0000_s1353" style="position:absolute;flip:y;visibility:visible;mso-wrap-style:square" from="3468,4111" to="5340,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v:shape id="Text Box 44" o:spid="_x0000_s1354" type="#_x0000_t202" style="position:absolute;left:6942;top:2440;width:21730;height:2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KYcQA&#10;AADbAAAADwAAAGRycy9kb3ducmV2LnhtbESPT2vCQBTE74LfYXmCl1I3SlEbXUUiihQv/qG9PrLP&#10;JJh9G7NrTL+9Wyh4HGbmN8x82ZpSNFS7wrKC4SACQZxaXXCm4HzavE9BOI+ssbRMCn7JwXLR7cwx&#10;1vbBB2qOPhMBwi5GBbn3VSylS3My6Aa2Ig7exdYGfZB1JnWNjwA3pRxF0VgaLDgs5FhRklN6Pd6N&#10;gs9xucZie06i7+TGb18/zeS+b5Tq99rVDISn1r/C/+2dVvAxhL8v4Qf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OCmHEAAAA2wAAAA8AAAAAAAAAAAAAAAAAmAIAAGRycy9k&#10;b3ducmV2LnhtbFBLBQYAAAAABAAEAPUAAACJAwAAAAA=&#10;" fillcolor="#fc9">
                  <v:textbox>
                    <w:txbxContent>
                      <w:p w:rsidR="00101B49" w:rsidRDefault="00101B49" w:rsidP="00101B49">
                        <w:r>
                          <w:t>STAV ZÁZNAMU  MEDIASITE</w:t>
                        </w:r>
                      </w:p>
                    </w:txbxContent>
                  </v:textbox>
                </v:shape>
                <v:oval id="Oval 45" o:spid="_x0000_s1355" style="position:absolute;left:20991;top:15179;width:3481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<v:oval id="Oval 46" o:spid="_x0000_s1356" style="position:absolute;left:25052;top:15179;width:3475;height:3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v:shape id="Text Box 47" o:spid="_x0000_s1357" type="#_x0000_t202" style="position:absolute;left:21502;top:15482;width:2604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sccMA&#10;AADbAAAADwAAAGRycy9kb3ducmV2LnhtbESPQWvCQBSE7wX/w/KE3upGK63GrKKWSm/SKHh9ZF+y&#10;Idm3Ibtq+u+7QqHHYWa+YbLNYFtxo97XjhVMJwkI4sLpmisF59PnywKED8gaW8ek4Ic8bNajpwxT&#10;7e78Tbc8VCJC2KeowITQpVL6wpBFP3EdcfRK11sMUfaV1D3eI9y2cpYkb9JizXHBYEd7Q0WTX62C&#10;1+Ps/eIP+ce+u9CyWfhdU7JR6nk8bFcgAg3hP/zX/tIK5nN4fI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Oscc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A251F4">
                          <w:rPr>
                            <w:b/>
                            <w:sz w:val="40"/>
                            <w:szCs w:val="40"/>
                          </w:rPr>
                          <w:t>+</w:t>
                        </w:r>
                      </w:p>
                    </w:txbxContent>
                  </v:textbox>
                </v:shape>
                <v:shape id="Text Box 48" o:spid="_x0000_s1358" type="#_x0000_t202" style="position:absolute;left:25632;top:15558;width:2605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8J6sMA&#10;AADbAAAADwAAAGRycy9kb3ducmV2LnhtbESPQWvCQBSE7wX/w/KE3nSjtmpTV1GLxZuYFrw+ss9s&#10;SPZtyG41/ntXEHocZuYbZrHqbC0u1PrSsYLRMAFBnDtdcqHg92c3mIPwAVlj7ZgU3MjDatl7WWCq&#10;3ZWPdMlCISKEfYoKTAhNKqXPDVn0Q9cQR+/sWoshyraQusVrhNtajpNkKi2WHBcMNrQ1lFfZn1Uw&#10;OYxnJ/+dfW2bE31Uc7+pzmyUeu13608QgbrwH36291rB2zs8vs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8J6sMAAADbAAAADwAAAAAAAAAAAAAAAACYAgAAZHJzL2Rv&#10;d25yZXYueG1sUEsFBgAAAAAEAAQA9QAAAIgDAAAAAA==&#10;" stroked="f">
                  <v:fill opacity="0"/>
                  <v:textbox inset="0,0,0,0">
                    <w:txbxContent>
                      <w:p w:rsidR="00101B49" w:rsidRPr="00A251F4" w:rsidRDefault="00101B49" w:rsidP="00101B49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−__</w:t>
                        </w:r>
                        <w:r>
                          <w:rPr>
                            <w:b/>
                            <w:sz w:val="40"/>
                            <w:szCs w:val="40"/>
                            <w:lang w:val="de-DE"/>
                          </w:rPr>
                          <w:t>?</w:t>
                        </w:r>
                        <w:r>
                          <w:rPr>
                            <w:b/>
                            <w:sz w:val="40"/>
                            <w:szCs w:val="40"/>
                          </w:rPr>
                          <w:t>-=%=_</w:t>
                        </w:r>
                      </w:p>
                    </w:txbxContent>
                  </v:textbox>
                </v:shape>
                <v:group id="Group 49" o:spid="_x0000_s1359" style="position:absolute;top:33727;width:24775;height:7687" coordorigin="1507,6045" coordsize="3929,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rect id="Rectangle 50" o:spid="_x0000_s1360" style="position:absolute;left:1507;top:6045;width:3929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OOcMA&#10;AADbAAAADwAAAGRycy9kb3ducmV2LnhtbESPQWsCMRSE74X+h/AK3mq2xVZZjbItFTwJVUG9PTbP&#10;ZHHzsmxSd/33jSB4HGbmG2a26F0tLtSGyrOCt2EGgrj0umKjYLddvk5AhIissfZMCq4UYDF/fpph&#10;rn3Hv3TZRCMShEOOCmyMTS5lKC05DEPfECfv5FuHMcnWSN1il+Culu9Z9ikdVpwWLDb0bak8b/6c&#10;gp/muC4+TJDFPtrD2X91S7s2Sg1e+mIKIlIfH+F7e6UVjM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fOOcMAAADbAAAADwAAAAAAAAAAAAAAAACYAgAAZHJzL2Rv&#10;d25yZXYueG1sUEsFBgAAAAAEAAQA9QAAAIgDAAAAAA==&#10;" filled="f"/>
                  <v:shape id="Text Box 51" o:spid="_x0000_s1361" type="#_x0000_t202" style="position:absolute;left:1553;top:6045;width:414;height:1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lccEA&#10;AADbAAAADwAAAGRycy9kb3ducmV2LnhtbERPPWvDMBDdC/kP4gLZatnFlOBGNiUQ6JK0TbJ0O6yL&#10;ZWqdjKXESn99NRQ6Pt73pol2EDeafO9YQZHlIIhbp3vuFJxPu8c1CB+QNQ6OScGdPDT14mGDlXYz&#10;f9LtGDqRQthXqMCEMFZS+taQRZ+5kThxFzdZDAlOndQTzincDvIpz5+lxZ5Tg8GRtoba7+PVKkBd&#10;fPzsyxjfD4ehKGfTXuLXWqnVMr6+gAgUw7/4z/2mFZRpbPqSfoC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IpXHBAAAA2wAAAA8AAAAAAAAAAAAAAAAAmAIAAGRycy9kb3du&#10;cmV2LnhtbFBLBQYAAAAABAAEAPUAAACGAwAAAAA=&#10;" filled="f" fillcolor="#ff9" stroked="f">
                    <v:textbox style="layout-flow:vertical;mso-layout-flow-alt:bottom-to-top" inset="0,0,0,0">
                      <w:txbxContent>
                        <w:p w:rsidR="00101B49" w:rsidRPr="00727E24" w:rsidRDefault="00101B49" w:rsidP="00101B49">
                          <w:pPr>
                            <w:rPr>
                              <w:sz w:val="14"/>
                            </w:rPr>
                          </w:pPr>
                          <w:r w:rsidRPr="00727E24">
                            <w:rPr>
                              <w:sz w:val="14"/>
                            </w:rPr>
                            <w:t>DIAGNOSTIKA</w:t>
                          </w:r>
                        </w:p>
                      </w:txbxContent>
                    </v:textbox>
                  </v:shape>
                  <v:shape id="Text Box 52" o:spid="_x0000_s1362" type="#_x0000_t202" style="position:absolute;left:3691;top:6639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vyMMA&#10;AADbAAAADwAAAGRycy9kb3ducmV2LnhtbESP0WrCQBRE3wX/YbmCL0U31ioaXaURhEIfSqMfcMle&#10;s9Hs3ZhdNf37bqHg4zAzZ5j1trO1uFPrK8cKJuMEBHHhdMWlguNhP1qA8AFZY+2YFPyQh+2m31tj&#10;qt2Dv+meh1JECPsUFZgQmlRKXxiy6MeuIY7eybUWQ5RtKXWLjwi3tXxNkrm0WHFcMNjQzlBxyW9W&#10;QVbyOctmn9Rcv6amezkZE25GqeGge1+BCNSFZ/i//aEVvC3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fvyMMAAADb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Nahrávací zařízení</w:t>
                          </w:r>
                        </w:p>
                      </w:txbxContent>
                    </v:textbox>
                  </v:shape>
                  <v:shape id="Text Box 53" o:spid="_x0000_s1363" type="#_x0000_t202" style="position:absolute;left:1958;top:6639;width:160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QiMAA&#10;AADbAAAADwAAAGRycy9kb3ducmV2LnhtbERPy4rCMBTdC/5DuIIbmaaOKNJplKkwILgQHx9waa5N&#10;Z5qbThO1/r1ZCC4P552ve9uIG3W+dqxgmqQgiEuna64UnE8/H0sQPiBrbByTggd5WK+Ggxwz7e58&#10;oNsxVCKGsM9QgQmhzaT0pSGLPnEtceQurrMYIuwqqTu8x3DbyM80XUiLNccGgy1tDJV/x6tVUFT8&#10;WxTzHbX/+5npJxdjwtUoNR71318gAvXhLX65t1rBPK6PX+IP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TQiMAAAADbAAAADwAAAAAAAAAAAAAAAACYAgAAZHJzL2Rvd25y&#10;ZXYueG1sUEsFBgAAAAAEAAQA9QAAAIU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Interaktivní Tab</w:t>
                          </w:r>
                        </w:p>
                      </w:txbxContent>
                    </v:textbox>
                  </v:shape>
                  <v:shape id="Text Box 54" o:spid="_x0000_s1364" type="#_x0000_t202" style="position:absolute;left:3678;top:6218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h1E8EA&#10;AADbAAAADwAAAGRycy9kb3ducmV2LnhtbESP0YrCMBRE3wX/IVzBF9FUxUWqUawgCPsg6/oBl+ba&#10;VJub2kStf78RhH0cZuYMs1y3thIPanzpWMF4lIAgzp0uuVBw+t0N5yB8QNZYOSYFL/KwXnU7S0y1&#10;e/IPPY6hEBHCPkUFJoQ6ldLnhiz6kauJo3d2jcUQZVNI3eAzwm0lJ0nyJS2WHBcM1rQ1lF+Pd6sg&#10;K/iSZbNvqm+HqWkHZ2PC3SjV77WbBYhAbfgPf9p7rWA2hve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odRPBAAAA2wAAAA8AAAAAAAAAAAAAAAAAmAIAAGRycy9kb3du&#10;cmV2LnhtbFBLBQYAAAAABAAEAPUAAACGAwAAAAA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Dataprojektor Střed</w:t>
                          </w:r>
                        </w:p>
                      </w:txbxContent>
                    </v:textbox>
                  </v:shape>
                  <v:shape id="Text Box 55" o:spid="_x0000_s1365" type="#_x0000_t202" style="position:absolute;left:1958;top:6230;width:1607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rZMMA&#10;AADbAAAADwAAAGRycy9kb3ducmV2LnhtbESP0WrCQBRE3wv+w3IFX4rZaEmR6CpGEAp9KLV+wCV7&#10;k41m78bsatK/7xYKfRxm5gyz2Y22FQ/qfeNYwSJJQRCXTjdcKzh/HecrED4ga2wdk4Jv8rDbTp42&#10;mGs38Cc9TqEWEcI+RwUmhC6X0peGLPrEdcTRq1xvMUTZ11L3OES4beUyTV+lxYbjgsGODobK6+lu&#10;FRQ1X4oie6fu9vFixufKmHA3Ss2m434NItAY/sN/7TetIFvC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rrZMMAAADbAAAADwAAAAAAAAAAAAAAAACYAgAAZHJzL2Rv&#10;d25yZXYueG1sUEsFBgAAAAAEAAQA9QAAAIgDAAAAAA==&#10;" fillcolor="#9bbb59">
                    <v:textbox inset="0,0,0,0">
                      <w:txbxContent>
                        <w:p w:rsidR="00101B49" w:rsidRDefault="00101B49" w:rsidP="00101B4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Mikrofon</w:t>
                          </w:r>
                        </w:p>
                      </w:txbxContent>
                    </v:textbox>
                  </v:shape>
                </v:group>
                <v:group id="Group 56" o:spid="_x0000_s1366" style="position:absolute;left:29328;top:12221;width:25859;height:29193" coordorigin="6068,2635" coordsize="4101,4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57" o:spid="_x0000_s1367" style="position:absolute;left:6068;top:2647;width:1654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zGk8MA&#10;AADbAAAADwAAAGRycy9kb3ducmV2LnhtbESPQWvCQBSE70L/w/IKvemmpUqJbiQtFXoSqkL19sg+&#10;d0Oyb0N2a9J/7woFj8PMfMOs1qNrxYX6UHtW8DzLQBBXXtdsFBz2m+kbiBCRNbaeScEfBVgXD5MV&#10;5toP/E2XXTQiQTjkqMDG2OVShsqSwzDzHXHyzr53GJPsjdQ9DgnuWvmSZQvpsOa0YLGjD0tVs/t1&#10;Cj6707acmyDLn2iPjX8fNnZrlHp6HMsliEhjvIf/219awfwV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zGk8MAAADbAAAADwAAAAAAAAAAAAAAAACYAgAAZHJzL2Rv&#10;d25yZXYueG1sUEsFBgAAAAAEAAQA9QAAAIgDAAAAAA==&#10;" filled="f"/>
                  <v:shape id="Text Box 58" o:spid="_x0000_s1368" type="#_x0000_t202" style="position:absolute;left:6205;top:2647;width:1459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jdoMEA&#10;AADbAAAADwAAAGRycy9kb3ducmV2LnhtbESPQYvCMBSE7wv+h/AEb2uq0EWqUUQRPMiyunvw+Gie&#10;bbF5KUk09d+bBcHjMDPfMItVb1pxJ+cbywom4wwEcWl1w5WCv9/d5wyED8gaW8uk4EEeVsvBxwIL&#10;bSMf6X4KlUgQ9gUqqEPoCil9WZNBP7YdcfIu1hkMSbpKaocxwU0rp1n2JQ02nBZq7GhTU3k93YyC&#10;LJKLVX7+Mc33gfXex8P2tlZqNOzXcxCB+vAOv9p7rSDP4f9L+g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o3aDBAAAA2wAAAA8AAAAAAAAAAAAAAAAAmAIAAGRycy9kb3du&#10;cmV2LnhtbFBLBQYAAAAABAAEAPUAAACGAwAAAAA=&#10;" fillcolor="#ff9" stroked="f">
                    <v:textbox>
                      <w:txbxContent>
                        <w:p w:rsidR="00101B49" w:rsidRPr="00EF4020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EF4020">
                            <w:rPr>
                              <w:sz w:val="20"/>
                            </w:rPr>
                            <w:t>OSVĚTLENÍ</w:t>
                          </w:r>
                        </w:p>
                      </w:txbxContent>
                    </v:textbox>
                  </v:shape>
                  <v:rect id="Rectangle 59" o:spid="_x0000_s1369" style="position:absolute;left:7791;top:2635;width:2378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9f8IA&#10;AADbAAAADwAAAGRycy9kb3ducmV2LnhtbESPQWsCMRSE7wX/Q3iCt5ptQZGtUbai4EmoCurtsXlN&#10;FjcvyyZ1139vCoLHYWa+YebL3tXiRm2oPCv4GGcgiEuvKzYKjofN+wxEiMgaa8+k4E4BlovB2xxz&#10;7Tv+ods+GpEgHHJUYGNscilDaclhGPuGOHm/vnUYk2yN1C12Ce5q+ZllU+mw4rRgsaGVpfK6/3MK&#10;1s1lV0xMkMUp2vPVf3cbuzNKjYZ98QUiUh9f4Wd7qxVMpvD/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v1/wgAAANsAAAAPAAAAAAAAAAAAAAAAAJgCAABkcnMvZG93&#10;bnJldi54bWxQSwUGAAAAAAQABAD1AAAAhwMAAAAA&#10;" filled="f"/>
                  <v:shape id="Text Box 60" o:spid="_x0000_s1370" type="#_x0000_t202" style="position:absolute;left:8021;top:2671;width:196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mTMIA&#10;AADbAAAADwAAAGRycy9kb3ducmV2LnhtbESPT4vCMBTE78J+h/AWvGm6grp0jSIrggcR/+xhj4/m&#10;2Rabl5JEU7+9EQSPw8z8hpktOtOIGzlfW1bwNcxAEBdW11wq+DutB98gfEDW2FgmBXfysJh/9GaY&#10;axv5QLdjKEWCsM9RQRVCm0vpi4oM+qFtiZN3ts5gSNKVUjuMCW4aOcqyiTRYc1qosKXfiorL8WoU&#10;ZJFcLMf/e1Pvtqw3Pm5X16VS/c9u+QMiUBfe4Vd7oxWMp/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uZMwgAAANsAAAAPAAAAAAAAAAAAAAAAAJgCAABkcnMvZG93&#10;bnJldi54bWxQSwUGAAAAAAQABAD1AAAAhwMAAAAA&#10;" fillcolor="#ff9" stroked="f">
                    <v:textbox>
                      <w:txbxContent>
                        <w:p w:rsidR="00101B49" w:rsidRDefault="00101B49" w:rsidP="00101B49">
                          <w:pPr>
                            <w:jc w:val="center"/>
                          </w:pPr>
                          <w:r>
                            <w:t>ZATEMNĚNÍ</w:t>
                          </w:r>
                        </w:p>
                      </w:txbxContent>
                    </v:textbox>
                  </v:shape>
                  <v:shape id="AutoShape 61" o:spid="_x0000_s1371" type="#_x0000_t68" style="position:absolute;left:7883;top:3272;width:521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KrFcIA&#10;AADbAAAADwAAAGRycy9kb3ducmV2LnhtbERPy2rCQBTdF/yH4Qru6kTpQ6MTkWKhm9JGRXB3yVyT&#10;kMydJDMm6d93FoUuD+e93Y2mFj11rrSsYDGPQBBnVpecKzif3h9XIJxH1lhbJgU/5GCXTB62GGs7&#10;cEr90ecihLCLUUHhfRNL6bKCDLq5bYgDd7OdQR9gl0vd4RDCTS2XUfQiDZYcGgps6K2grDrejYLP&#10;9in9cu3h+p2a9W284KH1r5VSs+m434DwNPp/8Z/7Qyt4DmPDl/ADZP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qsVwgAAANsAAAAPAAAAAAAAAAAAAAAAAJgCAABkcnMvZG93&#10;bnJldi54bWxQSwUGAAAAAAQABAD1AAAAhwMAAAAA&#10;" fillcolor="#f90"/>
                  <v:shape id="AutoShape 62" o:spid="_x0000_s1372" type="#_x0000_t68" style="position:absolute;left:9595;top:3272;width:52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OjsUA&#10;AADbAAAADwAAAGRycy9kb3ducmV2LnhtbESPT2vCQBTE74LfYXlCb7qpVFvTrCLFQi9Fk5ZCb4/s&#10;yx/Mvk2yW43fvisIHoeZ+Q2TbAbTiBP1rras4HEWgSDOra65VPD99T59AeE8ssbGMim4kIPNejxK&#10;MNb2zCmdMl+KAGEXo4LK+zaW0uUVGXQz2xIHr7C9QR9kX0rd4znATSPnUbSUBmsOCxW29FZRfsz+&#10;jILP7indu273e0jNqhh+cNf556NSD5Nh+wrC0+Dv4Vv7QytYrOD6JfwA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g6OxQAAANsAAAAPAAAAAAAAAAAAAAAAAJgCAABkcnMv&#10;ZG93bnJldi54bWxQSwUGAAAAAAQABAD1AAAAigMAAAAA&#10;" fillcolor="#f90"/>
                  <v:shape id="AutoShape 63" o:spid="_x0000_s1373" type="#_x0000_t68" style="position:absolute;left:7879;top:5148;width:521;height:10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b7sQA&#10;AADbAAAADwAAAGRycy9kb3ducmV2LnhtbERPTWvCQBC9C/0PyxS8SN3Yg0p0E0pFaqEHNYXW25gd&#10;k7TZ2ZhdNfXXdw+Cx8f7nqedqcWZWldZVjAaRiCIc6srLhR8ZsunKQjnkTXWlknBHzlIk4feHGNt&#10;L7yh89YXIoSwi1FB6X0TS+nykgy6oW2IA3ewrUEfYFtI3eIlhJtaPkfRWBqsODSU2NBrSfnv9mQU&#10;/Fy/fbco9pNjFuFHVu2+3teDN6X6j93LDISnzt/FN/dKKxiH9eFL+AE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Bm+7EAAAA2wAAAA8AAAAAAAAAAAAAAAAAmAIAAGRycy9k&#10;b3ducmV2LnhtbFBLBQYAAAAABAAEAPUAAACJAwAAAAA=&#10;" fillcolor="#f90"/>
                  <v:shape id="AutoShape 64" o:spid="_x0000_s1374" type="#_x0000_t68" style="position:absolute;left:9614;top:5136;width:521;height:101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0+dcYA&#10;AADbAAAADwAAAGRycy9kb3ducmV2LnhtbESPQWvCQBSE70L/w/IKXkQ3erASXaVUxBZ6sEZQb8/s&#10;M0mbfRuzq8b+erdQ8DjMzDfMZNaYUlyodoVlBf1eBII4tbrgTMEmWXRHIJxH1lhaJgU3cjCbPrUm&#10;GGt75S+6rH0mAoRdjApy76tYSpfmZND1bEUcvKOtDfog60zqGq8Bbko5iKKhNFhwWMixorec0p/1&#10;2Sj4/t35Zp4dXk5JhJ9Jsd9+rDpLpdrPzesYhKfGP8L/7XetYNiHvy/hB8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0+dcYAAADbAAAADwAAAAAAAAAAAAAAAACYAgAAZHJz&#10;L2Rvd25yZXYueG1sUEsFBgAAAAAEAAQA9QAAAIsDAAAAAA==&#10;" fillcolor="#f90"/>
                  <v:rect id="Rectangle 65" o:spid="_x0000_s1375" style="position:absolute;left:7986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WqsMA&#10;AADbAAAADwAAAGRycy9kb3ducmV2LnhtbESP3YrCMBSE7wXfIRxh7zTVC3GrUZYF8Q8Eqw9waI5t&#10;d5uTksTa9emNIOzlMPPNMItVZ2rRkvOVZQXjUQKCOLe64kLB5bwezkD4gKyxtkwK/sjDatnvLTDV&#10;9s4narNQiFjCPkUFZQhNKqXPSzLoR7Yhjt7VOoMhSldI7fAey00tJ0kylQYrjgslNvRdUv6b3YyC&#10;6ey6ObvP4w6L06Hmn/2tfWyOSn0Muq85iEBd+A+/6a2O3ARe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5WqsMAAADbAAAADwAAAAAAAAAAAAAAAACYAgAAZHJzL2Rv&#10;d25yZXYueG1sUEsFBgAAAAAEAAQA9QAAAIgDAAAAAA==&#10;" fillcolor="#f90"/>
                  <v:rect id="Rectangle 66" o:spid="_x0000_s1376" style="position:absolute;left:9721;top:4402;width:296;height: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zMcQA&#10;AADbAAAADwAAAGRycy9kb3ducmV2LnhtbESP0WrCQBRE3wX/YblC38ymLQQbs0opFNsKQtQPuGSv&#10;STR7N+yuMe3Xu4VCH4eZM8MU69F0YiDnW8sKHpMUBHFldcu1guPhfb4A4QOyxs4yKfgmD+vVdFJg&#10;ru2NSxr2oRaxhH2OCpoQ+lxKXzVk0Ce2J47eyTqDIUpXS+3wFstNJ5/SNJMGW44LDfb01lB12V+N&#10;gmxx2hzcy+4T63Lb8fnrOvxsdko9zMbXJYhAY/gP/9EfOnLP8Ps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y8zHEAAAA2wAAAA8AAAAAAAAAAAAAAAAAmAIAAGRycy9k&#10;b3ducmV2LnhtbFBLBQYAAAAABAAEAPUAAACJAwAAAAA=&#10;" fillcolor="#f90"/>
                  <v:shape id="Text Box 67" o:spid="_x0000_s1377" type="#_x0000_t202" style="position:absolute;left:6194;top:3044;width:137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2Vi8MA&#10;AADbAAAADwAAAGRycy9kb3ducmV2LnhtbESPW2sCMRSE3wv+h3AE32rWpUhdjaKCoPSlXvD5sDl7&#10;0c3JkqTr+u9NodDHYWa+YRar3jSiI+drywom4wQEcW51zaWCy3n3/gnCB2SNjWVS8CQPq+XgbYGZ&#10;tg8+UncKpYgQ9hkqqEJoMyl9XpFBP7YtcfQK6wyGKF0ptcNHhJtGpkkylQZrjgsVtrStKL+ffoyC&#10;c7fx++MtzPSh2Mj0q/hOr26t1GjYr+cgAvXhP/zX3msF0w/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02Vi8MAAADbAAAADwAAAAAAAAAAAAAAAACYAgAAZHJzL2Rv&#10;d25yZXYueG1sUEsFBgAAAAAEAAQA9QAAAIgDAAAAAA==&#10;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814B3">
                            <w:rPr>
                              <w:sz w:val="22"/>
                              <w:szCs w:val="22"/>
                            </w:rPr>
                            <w:t>Tabule</w:t>
                          </w:r>
                        </w:p>
                      </w:txbxContent>
                    </v:textbox>
                  </v:shape>
                  <v:shape id="Text Box 68" o:spid="_x0000_s1378" type="#_x0000_t202" style="position:absolute;left:6217;top:4090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XCdcUA&#10;AADbAAAADwAAAGRycy9kb3ducmV2LnhtbESPQWvCQBSE7wX/w/KE3uqmhcYSXSXaBgS9aBXx9sg+&#10;s6HZt2l21fjvu4VCj8PMfMNM571txJU6XztW8DxKQBCXTtdcKdh/Fk9vIHxA1tg4JgV38jCfDR6m&#10;mGl34y1dd6ESEcI+QwUmhDaT0peGLPqRa4mjd3adxRBlV0nd4S3CbSNfkiSVFmuOCwZbWhoqv3YX&#10;qyBfHMcbejfpOux99X3aFh+n5qDU47DPJyAC9eE//NdeaQXpK/x+iT9Az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cJ1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1. řada</w:t>
                          </w:r>
                        </w:p>
                      </w:txbxContent>
                    </v:textbox>
                  </v:shape>
                  <v:shape id="Text Box 69" o:spid="_x0000_s1379" type="#_x0000_t202" style="position:absolute;left:6217;top:4875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cAsUA&#10;AADbAAAADwAAAGRycy9kb3ducmV2LnhtbESPQWvCQBSE7wX/w/KE3uqmPaQluhGrFQrtRY1Ibo/s&#10;MxvMvk2zW43/3i0UPA4z8w0zmw+2FWfqfeNYwfMkAUFcOd1wraDYrZ/eQPiArLF1TAqu5GGejx5m&#10;mGl34Q2dt6EWEcI+QwUmhC6T0leGLPqJ64ijd3S9xRBlX0vd4yXCbStfkiSVFhuOCwY7WhqqTttf&#10;q2Dxfnj9ppVJv0Lh659ys/4o271Sj+NhMQURaAj38H/7UytIU/j7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1wC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70" o:spid="_x0000_s1380" type="#_x0000_t202" style="position:absolute;left:6205;top:5946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5mcUA&#10;AADbAAAADwAAAGRycy9kb3ducmV2LnhtbESPQWvCQBSE74X+h+UVequbeoiSuhFbFQR7UVMkt0f2&#10;mQ3Nvo3Zrab/vlsQPA4z8w0zmw+2FRfqfeNYwesoAUFcOd1wraA4rF+mIHxA1tg6JgW/5GGePz7M&#10;MNPuyju67EMtIoR9hgpMCF0mpa8MWfQj1xFH7+R6iyHKvpa6x2uE21aOkySVFhuOCwY7+jBUfe9/&#10;rILF+3HySUuTbkPh63O5W6/K9kup56dh8QYi0BDu4Vt7oxWkE/j/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/mZxQAAANsAAAAPAAAAAAAAAAAAAAAAAJgCAABkcnMv&#10;ZG93bnJldi54bWxQSwUGAAAAAAQABAD1AAAAigMAAAAA&#10;" fillcolor="#f9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3. řada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  <v:shape id="Text Box 71" o:spid="_x0000_s1381" type="#_x0000_t202" style="position:absolute;left:7917;top:6519;width:2103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fjr8A&#10;AADbAAAADwAAAGRycy9kb3ducmV2LnhtbERPy4rCMBTdC/MP4Qqz09QuRDtG0QHBYTZqZdaX5vah&#10;zU1JYu38vVkILg/nvdoMphU9Od9YVjCbJiCIC6sbrhRc8v1kAcIHZI2tZVLwTx4264/RCjNtH3yi&#10;/hwqEUPYZ6igDqHLpPRFTQb91HbEkSutMxgidJXUDh8x3LQyTZK5NNhwbKixo++aitv5bhTk/c4f&#10;Ttew1D/lTqa/5TH9c1ulPsfD9gtEoCG8xS/3QSuYx7HxS/w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AJ+OvwAAANsAAAAPAAAAAAAAAAAAAAAAAJgCAABkcnMvZG93bnJl&#10;di54bWxQSwUGAAAAAAQABAD1AAAAhAMAAAAA&#10;">
                    <v:textbox inset="0,0,0,0">
                      <w:txbxContent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2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ZATEMNĚNÍ</w:t>
                          </w:r>
                        </w:p>
                        <w:p w:rsidR="00101B49" w:rsidRPr="00234E96" w:rsidRDefault="00101B49" w:rsidP="00101B49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234E96">
                            <w:rPr>
                              <w:sz w:val="22"/>
                            </w:rPr>
                            <w:t>DETAIL</w:t>
                          </w:r>
                        </w:p>
                      </w:txbxContent>
                    </v:textbox>
                  </v:shape>
                  <v:shape id="Text Box 72" o:spid="_x0000_s1382" type="#_x0000_t202" style="position:absolute;left:6217;top:6848;width:1379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+K8MA&#10;AADbAAAADwAAAGRycy9kb3ducmV2LnhtbESPT4vCMBTE7wt+h/AEL8uaKuhuu0YRQRQv4p+9P5q3&#10;bbB5KU2q9dsbQfA4zMxvmNmis5W4UuONYwWjYQKCOHfacKHgfFp//YDwAVlj5ZgU3MnDYt77mGGm&#10;3Y0PdD2GQkQI+wwVlCHUmZQ+L8miH7qaOHr/rrEYomwKqRu8Rbit5DhJptKi4bhQYk2rkvLLsbUK&#10;/G6zN91pnX6mf+3+3H4bc5islBr0u+UviEBdeIdf7a1WME3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y+K8MAAADbAAAADwAAAAAAAAAAAAAAAACYAgAAZHJzL2Rv&#10;d25yZXYueG1sUEsFBgAAAAAEAAQA9QAAAIgDAAAAAA==&#10;" fillcolor="#f60">
                    <v:textbox inset="0,0,0,0">
                      <w:txbxContent>
                        <w:p w:rsidR="00101B49" w:rsidRPr="004814B3" w:rsidRDefault="00101B49" w:rsidP="00101B49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VŠECHNO</w:t>
                          </w:r>
                        </w:p>
                        <w:p w:rsidR="00101B49" w:rsidRPr="00D369C7" w:rsidRDefault="00101B49" w:rsidP="00101B4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7" w:name="_Toc331149289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7</w:t>
      </w:r>
      <w:r w:rsidR="00D17A1C">
        <w:rPr>
          <w:noProof/>
        </w:rPr>
        <w:fldChar w:fldCharType="end"/>
      </w:r>
      <w:r>
        <w:t xml:space="preserve"> Konec přednášky po kliku na STOP NAHRÁVÁNÍ</w:t>
      </w:r>
      <w:bookmarkEnd w:id="7"/>
    </w:p>
    <w:p w:rsidR="00101B49" w:rsidRDefault="00101B49" w:rsidP="00101B49">
      <w:r>
        <w:lastRenderedPageBreak/>
        <w:t xml:space="preserve">Klikem na VYPNI VŠECHNO – se vypne dataprojektor případně i nahrávaní na nahrávacím </w:t>
      </w:r>
      <w:proofErr w:type="gramStart"/>
      <w:r>
        <w:t>zařízení a  vrátit</w:t>
      </w:r>
      <w:proofErr w:type="gramEnd"/>
      <w:r>
        <w:t xml:space="preserve">  </w:t>
      </w:r>
      <w:r w:rsidR="00F05C45">
        <w:fldChar w:fldCharType="begin"/>
      </w:r>
      <w:r>
        <w:instrText xml:space="preserve"> REF _Ref235425013 \h </w:instrText>
      </w:r>
      <w:r w:rsidR="00F05C45">
        <w:fldChar w:fldCharType="separate"/>
      </w:r>
      <w:r w:rsidR="00D21A7E">
        <w:rPr>
          <w:b/>
          <w:bCs/>
        </w:rPr>
        <w:t>Chyba! Nenalezen zdroj odkazů.</w:t>
      </w:r>
      <w:r w:rsidR="00F05C45">
        <w:fldChar w:fldCharType="end"/>
      </w:r>
    </w:p>
    <w:p w:rsidR="00101B49" w:rsidRDefault="00101B49" w:rsidP="00101B49"/>
    <w:p w:rsidR="00101B49" w:rsidRPr="00D22916" w:rsidRDefault="00BF062F" w:rsidP="00101B49">
      <w:r>
        <w:rPr>
          <w:noProof/>
        </w:rPr>
        <mc:AlternateContent>
          <mc:Choice Requires="wpc">
            <w:drawing>
              <wp:inline distT="0" distB="0" distL="0" distR="0">
                <wp:extent cx="5518785" cy="4139565"/>
                <wp:effectExtent l="38100" t="38100" r="24765" b="32385"/>
                <wp:docPr id="20" name="Plát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99"/>
                        </a:solidFill>
                      </wpc:bg>
                      <wpc:whole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0215" y="441325"/>
                            <a:ext cx="4335145" cy="39878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B49" w:rsidRPr="00C33837" w:rsidRDefault="00101B49" w:rsidP="00101B49">
                              <w:pPr>
                                <w:jc w:val="center"/>
                                <w:rPr>
                                  <w:sz w:val="32"/>
                                  <w:szCs w:val="20"/>
                                </w:rPr>
                              </w:pPr>
                              <w:r w:rsidRPr="00C33837">
                                <w:rPr>
                                  <w:sz w:val="32"/>
                                  <w:szCs w:val="20"/>
                                </w:rPr>
                                <w:t>ZATEMNĚNÍ PO JEDNOTLIVÝCH OKNECH</w:t>
                              </w:r>
                            </w:p>
                          </w:txbxContent>
                        </wps:txbx>
                        <wps:bodyPr rot="0" vert="horz" wrap="square" lIns="88697" tIns="44348" rIns="88697" bIns="44348" anchor="t" anchorCtr="0" upright="1">
                          <a:noAutofit/>
                        </wps:bodyPr>
                      </wps:wsp>
                      <wpg:wg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282575" y="1269365"/>
                            <a:ext cx="2005965" cy="2033905"/>
                            <a:chOff x="1911" y="3465"/>
                            <a:chExt cx="3159" cy="3203"/>
                          </a:xfrm>
                        </wpg:grpSpPr>
                        <wps:wsp>
                          <wps:cNvPr id="3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1" y="3465"/>
                              <a:ext cx="3159" cy="32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1" y="3604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18" y="5415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" y="4696"/>
                              <a:ext cx="251" cy="603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7" y="3598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84" y="5409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5" y="4689"/>
                              <a:ext cx="251" cy="60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0" name="Group 14"/>
                        <wpg:cNvGrpSpPr>
                          <a:grpSpLocks/>
                        </wpg:cNvGrpSpPr>
                        <wpg:grpSpPr bwMode="auto">
                          <a:xfrm>
                            <a:off x="2911475" y="1245235"/>
                            <a:ext cx="2005965" cy="2033905"/>
                            <a:chOff x="1911" y="3465"/>
                            <a:chExt cx="3159" cy="3203"/>
                          </a:xfrm>
                        </wpg:grpSpPr>
                        <wps:wsp>
                          <wps:cNvPr id="11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1" y="3465"/>
                              <a:ext cx="3159" cy="32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1" y="3604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18" y="5415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9" y="4696"/>
                              <a:ext cx="251" cy="603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7" y="3598"/>
                              <a:ext cx="444" cy="975"/>
                            </a:xfrm>
                            <a:prstGeom prst="upArrow">
                              <a:avLst>
                                <a:gd name="adj1" fmla="val 50000"/>
                                <a:gd name="adj2" fmla="val 54899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2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84" y="5409"/>
                              <a:ext cx="443" cy="975"/>
                            </a:xfrm>
                            <a:prstGeom prst="upArrow">
                              <a:avLst>
                                <a:gd name="adj1" fmla="val 50000"/>
                                <a:gd name="adj2" fmla="val 55023"/>
                              </a:avLst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5" y="4689"/>
                              <a:ext cx="251" cy="60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3" o:spid="_x0000_s1383" editas="canvas" style="width:434.55pt;height:325.95pt;mso-position-horizontal-relative:char;mso-position-vertical-relative:line" coordsize="55187,4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">
                <v:shape id="_x0000_s1384" type="#_x0000_t75" style="position:absolute;width:55187;height:41395;visibility:visible;mso-wrap-style:square" filled="t" fillcolor="#ff9" stroked="t" strokeweight="2.25pt">
                  <v:fill o:detectmouseclick="t"/>
                  <v:path o:connecttype="none"/>
                </v:shape>
                <v:shape id="Text Box 5" o:spid="_x0000_s1385" type="#_x0000_t202" style="position:absolute;left:4502;top:4413;width:43351;height: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DVUsAA&#10;AADaAAAADwAAAGRycy9kb3ducmV2LnhtbERPS4vCMBC+L+x/CLPgRTRVRLQaZREqrp58IB6HZkzL&#10;NpPSRO3+eyMIexo+vufMl62txJ0aXzpWMOgnIIhzp0s2Ck7HrDcB4QOyxsoxKfgjD8vF58ccU+0e&#10;vKf7IRgRQ9inqKAIoU6l9HlBFn3f1cSRu7rGYoiwMVI3+IjhtpLDJBlLiyXHhgJrWhWU/x5uVsHP&#10;aYjb7i6z2022Xk9Hxl4u5qxU56v9noEI1IZ/8du90XE+vF55X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DVUsAAAADaAAAADwAAAAAAAAAAAAAAAACYAgAAZHJzL2Rvd25y&#10;ZXYueG1sUEsFBgAAAAAEAAQA9QAAAIUDAAAAAA==&#10;" fillcolor="#ff9" stroked="f">
                  <v:textbox inset="2.46381mm,1.2319mm,2.46381mm,1.2319mm">
                    <w:txbxContent>
                      <w:p w:rsidR="00101B49" w:rsidRPr="00C33837" w:rsidRDefault="00101B49" w:rsidP="00101B49">
                        <w:pPr>
                          <w:jc w:val="center"/>
                          <w:rPr>
                            <w:sz w:val="32"/>
                            <w:szCs w:val="20"/>
                          </w:rPr>
                        </w:pPr>
                        <w:r w:rsidRPr="00C33837">
                          <w:rPr>
                            <w:sz w:val="32"/>
                            <w:szCs w:val="20"/>
                          </w:rPr>
                          <w:t>ZATEMNĚNÍ PO JEDNOTLIVÝCH OKNECH</w:t>
                        </w:r>
                      </w:p>
                    </w:txbxContent>
                  </v:textbox>
                </v:shape>
                <v:group id="Group 6" o:spid="_x0000_s1386" style="position:absolute;left:2825;top:12693;width:20060;height:20339" coordorigin="1911,3465" coordsize="3159,3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7" o:spid="_x0000_s1387" style="position:absolute;left:1911;top:3465;width:3159;height:3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<v:shape id="AutoShape 8" o:spid="_x0000_s1388" type="#_x0000_t68" style="position:absolute;left:4521;top:3604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VY8QA&#10;AADaAAAADwAAAGRycy9kb3ducmV2LnhtbESPQWvCQBSE7wX/w/IEb82mRVpNXYNICr0UmyiF3h7Z&#10;ZxLMvk2yq6b/3i0UPA4z8w2zSkfTigsNrrGs4CmKQRCXVjdcKTjs3x8XIJxH1thaJgW/5CBdTx5W&#10;mGh75Zwuha9EgLBLUEHtfZdI6cqaDLrIdsTBO9rBoA9yqKQe8BrgppXPcfwiDTYcFmrsaFtTeSrO&#10;RsFnP893rs9+vnKzPI7fmPX+9aTUbDpu3kB4Gv09/N/+0Arm8Hcl3A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5lWPEAAAA2gAAAA8AAAAAAAAAAAAAAAAAmAIAAGRycy9k&#10;b3ducmV2LnhtbFBLBQYAAAAABAAEAPUAAACJAwAAAAA=&#10;" fillcolor="#f90"/>
                  <v:shape id="AutoShape 9" o:spid="_x0000_s1389" type="#_x0000_t68" style="position:absolute;left:4518;top:5415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S0cYA&#10;AADaAAAADwAAAGRycy9kb3ducmV2LnhtbESPT2vCQBTE70K/w/IKXkQ3FfxDdBWpSC14UFNoe3tm&#10;X5PU7Ns0u2raT+8WBI/DzPyGmc4bU4oz1a6wrOCpF4EgTq0uOFPwlqy6YxDOI2ssLZOCX3Iwnz20&#10;phhre+Ednfc+EwHCLkYFufdVLKVLczLoerYiDt6XrQ36IOtM6hovAW5K2Y+ioTRYcFjIsaLnnNLj&#10;/mQUfP99+GaZHUY/SYSbpPh8f912XpRqPzaLCQhPjb+Hb+21VjCA/yvhBs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XS0cYAAADaAAAADwAAAAAAAAAAAAAAAACYAgAAZHJz&#10;L2Rvd25yZXYueG1sUEsFBgAAAAAEAAQA9QAAAIsDAAAAAA==&#10;" fillcolor="#f90"/>
                  <v:rect id="Rectangle 10" o:spid="_x0000_s1390" style="position:absolute;left:4609;top:4696;width:251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yN8IA&#10;AADaAAAADwAAAGRycy9kb3ducmV2LnhtbESP0YrCMBRE34X9h3AXfNN090G0GkUWFnUFweoHXJpr&#10;W21uShJr3a83guDjMHNmmNmiM7VoyfnKsoKvYQKCOLe64kLB8fA7GIPwAVljbZkU3MnDYv7Rm2Gq&#10;7Y331GahELGEfYoKyhCaVEqfl2TQD21DHL2TdQZDlK6Q2uEtlptafifJSBqsOC6U2NBPSfkluxoF&#10;o/FpdXCT3QaL/bbm89+1/V/tlOp/dsspiEBdeIdf9FpHDp5X4g2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UnI3wgAAANoAAAAPAAAAAAAAAAAAAAAAAJgCAABkcnMvZG93&#10;bnJldi54bWxQSwUGAAAAAAQABAD1AAAAhwMAAAAA&#10;" fillcolor="#f90"/>
                  <v:shape id="AutoShape 11" o:spid="_x0000_s1391" type="#_x0000_t68" style="position:absolute;left:1987;top:3598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sLFMQA&#10;AADaAAAADwAAAGRycy9kb3ducmV2LnhtbESPT2vCQBTE74V+h+UVeqsbS1EbswaRFHqRGi2Ct0f2&#10;5Q9m3ybZrabfvlsQPA4z8xsmSUfTigsNrrGsYDqJQBAXVjdcKfg+fLwsQDiPrLG1TAp+yUG6enxI&#10;MNb2yjld9r4SAcIuRgW1910spStqMugmtiMOXmkHgz7IoZJ6wGuAm1a+RtFMGmw4LNTY0aam4rz/&#10;MQq2/Vv+5frstMvNezkeMev9/KzU89O4XoLwNPp7+Nb+1Arm8H8l3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rCxTEAAAA2gAAAA8AAAAAAAAAAAAAAAAAmAIAAGRycy9k&#10;b3ducmV2LnhtbFBLBQYAAAAABAAEAPUAAACJAwAAAAA=&#10;" fillcolor="#f90"/>
                  <v:shape id="AutoShape 12" o:spid="_x0000_s1392" type="#_x0000_t68" style="position:absolute;left:1984;top:5409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9T8MA&#10;AADaAAAADwAAAGRycy9kb3ducmV2LnhtbERPTWvCQBC9C/0PyxS8iG7qQUt0E4pStOBBTUF7m2an&#10;SdrsbMyuGvvr3UOhx8f7nqedqcWFWldZVvA0ikAQ51ZXXCh4z16HzyCcR9ZYWyYFN3KQJg+9Ocba&#10;XnlHl70vRAhhF6OC0vsmltLlJRl0I9sQB+7LtgZ9gG0hdYvXEG5qOY6iiTRYcWgosaFFSfnP/mwU&#10;fP8efbcsPqenLMJNVn0c3raDlVL9x+5lBsJT5//Ff+61VhC2hivhBsj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R9T8MAAADaAAAADwAAAAAAAAAAAAAAAACYAgAAZHJzL2Rv&#10;d25yZXYueG1sUEsFBgAAAAAEAAQA9QAAAIgDAAAAAA==&#10;" fillcolor="#f90"/>
                  <v:rect id="Rectangle 13" o:spid="_x0000_s1393" style="position:absolute;left:2075;top:4689;width:251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mRcMA&#10;AADaAAAADwAAAGRycy9kb3ducmV2LnhtbESP3WrCQBSE7wXfYTlC73RjL0JMXUUEsT8QUPsAh+wx&#10;iWbPht01Sfv03UKhl8PMfMOst6NpRU/ON5YVLBcJCOLS6oYrBZ+XwzwD4QOyxtYyKfgiD9vNdLLG&#10;XNuBT9SfQyUihH2OCuoQulxKX9Zk0C9sRxy9q3UGQ5SuktrhEOGmlc9JkkqDDceFGjva11Tezw+j&#10;IM2ux4tbFW9YnT5avr0/+u9jodTTbNy9gAg0hv/wX/tVK1jB75V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3mRcMAAADaAAAADwAAAAAAAAAAAAAAAACYAgAAZHJzL2Rv&#10;d25yZXYueG1sUEsFBgAAAAAEAAQA9QAAAIgDAAAAAA==&#10;" fillcolor="#f90"/>
                </v:group>
                <v:group id="Group 14" o:spid="_x0000_s1394" style="position:absolute;left:29114;top:12452;width:20060;height:20339" coordorigin="1911,3465" coordsize="3159,3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5" o:spid="_x0000_s1395" style="position:absolute;left:1911;top:3465;width:3159;height:3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<v:shape id="AutoShape 16" o:spid="_x0000_s1396" type="#_x0000_t68" style="position:absolute;left:4521;top:3604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lP8EA&#10;AADbAAAADwAAAGRycy9kb3ducmV2LnhtbERPTYvCMBC9C/sfwizsTVNF1K1GEVHwImt1EbwNzdgW&#10;m0nbZLX++40geJvH+5zZojWluFHjCssK+r0IBHFqdcGZgt/jpjsB4TyyxtIyKXiQg8X8ozPDWNs7&#10;J3Q7+EyEEHYxKsi9r2IpXZqTQdezFXHgLrYx6ANsMqkbvIdwU8pBFI2kwYJDQ44VrXJKr4c/o2BX&#10;D5MfV6/P+8R8X9oTrms/vir19dkupyA8tf4tfrm3OswfwPOXc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wJT/BAAAA2wAAAA8AAAAAAAAAAAAAAAAAmAIAAGRycy9kb3du&#10;cmV2LnhtbFBLBQYAAAAABAAEAPUAAACGAwAAAAA=&#10;" fillcolor="#f90"/>
                  <v:shape id="AutoShape 17" o:spid="_x0000_s1397" type="#_x0000_t68" style="position:absolute;left:4518;top:5415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V25MUA&#10;AADbAAAADwAAAGRycy9kb3ducmV2LnhtbERPTWvCQBC9F/oflin0UnRjBSvRVcRSVPBgTaHtbcxO&#10;k9TsbMyuGv31riB4m8f7nOG4MaU4UO0Kywo67QgEcWp1wZmCr+Sj1QfhPLLG0jIpOJGD8ejxYYix&#10;tkf+pMPaZyKEsItRQe59FUvp0pwMuratiAP3Z2uDPsA6k7rGYwg3pXyNop40WHBoyLGiaU7pdr03&#10;Cv7PP755zzZvuyTCZVL8fi9WLzOlnp+ayQCEp8bfxTf3XIf5Xbj+Eg6Qo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lXbkxQAAANsAAAAPAAAAAAAAAAAAAAAAAJgCAABkcnMv&#10;ZG93bnJldi54bWxQSwUGAAAAAAQABAD1AAAAigMAAAAA&#10;" fillcolor="#f90"/>
                  <v:rect id="Rectangle 18" o:spid="_x0000_s1398" style="position:absolute;left:4609;top:4696;width:251;height: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YOMIA&#10;AADbAAAADwAAAGRycy9kb3ducmV2LnhtbERP3WrCMBS+F3yHcITd2XRjFFcbZQyG2wSh6gMcmmNb&#10;bU5KEmu3pzeDwe7Ox/d7ivVoOjGQ861lBY9JCoK4srrlWsHx8D5fgPABWWNnmRR8k4f1ajopMNf2&#10;xiUN+1CLGMI+RwVNCH0upa8aMugT2xNH7mSdwRChq6V2eIvhppNPaZpJgy3HhgZ7emuouuyvRkG2&#10;OG0O7mX3iXW57fj8dR1+NjulHmbj6xJEoDH8i//cHzrOf4bfX+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nRg4wgAAANsAAAAPAAAAAAAAAAAAAAAAAJgCAABkcnMvZG93&#10;bnJldi54bWxQSwUGAAAAAAQABAD1AAAAhwMAAAAA&#10;" fillcolor="#f90"/>
                  <v:shape id="AutoShape 19" o:spid="_x0000_s1399" type="#_x0000_t68" style="position:absolute;left:1987;top:3598;width:444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9S8MA&#10;AADbAAAADwAAAGRycy9kb3ducmV2LnhtbERPTWvCQBC9F/wPywi91U1FbZtmFREFL0WTlkJvQ3ZM&#10;QrKzSXar8d93BaG3ebzPSVaDacSZeldZVvA8iUAQ51ZXXCj4+tw9vYJwHlljY5kUXMnBajl6SDDW&#10;9sIpnTNfiBDCLkYFpfdtLKXLSzLoJrYlDtzJ9gZ9gH0hdY+XEG4aOY2ihTRYcWgosaVNSXmd/RoF&#10;H90sPbhu+3NMzdtp+MZt519qpR7Hw/odhKfB/4vv7r0O8+dw+yU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m9S8MAAADbAAAADwAAAAAAAAAAAAAAAACYAgAAZHJzL2Rv&#10;d25yZXYueG1sUEsFBgAAAAAEAAQA9QAAAIgDAAAAAA==&#10;" fillcolor="#f90"/>
                  <v:shape id="AutoShape 20" o:spid="_x0000_s1400" type="#_x0000_t68" style="position:absolute;left:1984;top:5409;width:443;height:9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VfMUA&#10;AADbAAAADwAAAGRycy9kb3ducmV2LnhtbERPTWvCQBC9C/6HZQQvopt6sJJmFWkpVfBQjWC9jdkx&#10;SZudTbNbTf31XaHgbR7vc5J5aypxpsaVlhU8jCIQxJnVJecKdunrcArCeWSNlWVS8EsO5rNuJ8FY&#10;2wtv6Lz1uQgh7GJUUHhfx1K6rCCDbmRr4sCdbGPQB9jkUjd4CeGmkuMomkiDJYeGAmt6Lij72v4Y&#10;BZ/XD9++5MfH7zTCdVoe9qv3wZtS/V67eALhqfV38b97qcP8Cdx+C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tV8xQAAANsAAAAPAAAAAAAAAAAAAAAAAJgCAABkcnMv&#10;ZG93bnJldi54bWxQSwUGAAAAAAQABAD1AAAAigMAAAAA&#10;" fillcolor="#f90"/>
                  <v:rect id="Rectangle 21" o:spid="_x0000_s1401" style="position:absolute;left:2075;top:4689;width:251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3psEA&#10;AADbAAAADwAAAGRycy9kb3ducmV2LnhtbERP24rCMBB9X9h/CLPg25quD6LVKMvC4g0Eqx8wNGNb&#10;bSYlibX69UYQfJvDuc503platOR8ZVnBTz8BQZxbXXGh4LD//x6B8AFZY22ZFNzIw3z2+THFVNsr&#10;76jNQiFiCPsUFZQhNKmUPi/JoO/bhjhyR+sMhghdIbXDaww3tRwkyVAarDg2lNjQX0n5ObsYBcPR&#10;cbF34+0Ki92m5tP60t4XW6V6X93vBESgLrzFL/dSx/ljeP4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ct6bBAAAA2wAAAA8AAAAAAAAAAAAAAAAAmAIAAGRycy9kb3du&#10;cmV2LnhtbFBLBQYAAAAABAAEAPUAAACGAwAAAAA=&#10;" fillcolor="#f90"/>
                </v:group>
                <w10:anchorlock/>
              </v:group>
            </w:pict>
          </mc:Fallback>
        </mc:AlternateContent>
      </w:r>
    </w:p>
    <w:p w:rsidR="00101B49" w:rsidRDefault="00101B49" w:rsidP="00101B49">
      <w:pPr>
        <w:pStyle w:val="Titulek"/>
        <w:jc w:val="center"/>
        <w:outlineLvl w:val="0"/>
      </w:pPr>
      <w:bookmarkStart w:id="8" w:name="_Toc331149290"/>
      <w:r>
        <w:t xml:space="preserve">Obr. </w:t>
      </w:r>
      <w:r w:rsidR="00D17A1C">
        <w:fldChar w:fldCharType="begin"/>
      </w:r>
      <w:r w:rsidR="00D17A1C">
        <w:instrText xml:space="preserve"> SEQ Obr. \* ARABIC </w:instrText>
      </w:r>
      <w:r w:rsidR="00D17A1C">
        <w:fldChar w:fldCharType="separate"/>
      </w:r>
      <w:r w:rsidR="00D21A7E">
        <w:rPr>
          <w:noProof/>
        </w:rPr>
        <w:t>8</w:t>
      </w:r>
      <w:r w:rsidR="00D17A1C">
        <w:rPr>
          <w:noProof/>
        </w:rPr>
        <w:fldChar w:fldCharType="end"/>
      </w:r>
      <w:r>
        <w:t xml:space="preserve"> Stránka s ovládáním zatemnění</w:t>
      </w:r>
      <w:bookmarkEnd w:id="8"/>
      <w:r>
        <w:t xml:space="preserve"> </w:t>
      </w:r>
    </w:p>
    <w:p w:rsidR="00101B49" w:rsidRDefault="00101B49" w:rsidP="00101B49">
      <w:pPr>
        <w:pStyle w:val="Seznamobrzk"/>
        <w:tabs>
          <w:tab w:val="right" w:leader="dot" w:pos="9060"/>
        </w:tabs>
      </w:pPr>
      <w:r>
        <w:br w:type="page"/>
      </w:r>
      <w:r>
        <w:lastRenderedPageBreak/>
        <w:t>Další funkce pro řízení nahrávání v učebně CXI:</w:t>
      </w:r>
    </w:p>
    <w:p w:rsidR="00101B49" w:rsidRDefault="00101B49" w:rsidP="00101B49"/>
    <w:p w:rsidR="00101B49" w:rsidRDefault="00101B49" w:rsidP="00101B49">
      <w:pPr>
        <w:numPr>
          <w:ilvl w:val="0"/>
          <w:numId w:val="1"/>
        </w:numPr>
      </w:pPr>
      <w:r>
        <w:t xml:space="preserve">Každý den mimo neděle se automaticky zapne tablet a </w:t>
      </w:r>
      <w:proofErr w:type="spellStart"/>
      <w:r>
        <w:t>Mediasite</w:t>
      </w:r>
      <w:proofErr w:type="spellEnd"/>
      <w:r>
        <w:t xml:space="preserve"> v 6.30 ráno </w:t>
      </w:r>
    </w:p>
    <w:p w:rsidR="00101B49" w:rsidRDefault="00101B49" w:rsidP="00101B49">
      <w:pPr>
        <w:numPr>
          <w:ilvl w:val="0"/>
          <w:numId w:val="1"/>
        </w:numPr>
      </w:pPr>
      <w:r>
        <w:t xml:space="preserve">Každý den mimo neděle se automaticky vypne tablet a </w:t>
      </w:r>
      <w:proofErr w:type="spellStart"/>
      <w:r>
        <w:t>Mediasite</w:t>
      </w:r>
      <w:proofErr w:type="spellEnd"/>
      <w:r>
        <w:t xml:space="preserve"> v 21.00</w:t>
      </w:r>
    </w:p>
    <w:p w:rsidR="00101B49" w:rsidRDefault="00101B49" w:rsidP="00101B49">
      <w:pPr>
        <w:numPr>
          <w:ilvl w:val="0"/>
          <w:numId w:val="1"/>
        </w:numPr>
      </w:pPr>
      <w:r>
        <w:t>Zvláštní „</w:t>
      </w:r>
      <w:proofErr w:type="spellStart"/>
      <w:r>
        <w:t>advance</w:t>
      </w:r>
      <w:proofErr w:type="spellEnd"/>
      <w:r>
        <w:t xml:space="preserve">“ řízení dovolí toto </w:t>
      </w:r>
      <w:proofErr w:type="gramStart"/>
      <w:r>
        <w:t>změnit  v neveřejné</w:t>
      </w:r>
      <w:proofErr w:type="gramEnd"/>
      <w:r>
        <w:t xml:space="preserve"> volbě pro správce učebny. Dále bude tento typ řízení nazýván „</w:t>
      </w:r>
      <w:proofErr w:type="spellStart"/>
      <w:r>
        <w:t>advance</w:t>
      </w:r>
      <w:proofErr w:type="spellEnd"/>
      <w:r>
        <w:t>“ mód</w:t>
      </w:r>
    </w:p>
    <w:p w:rsidR="00101B49" w:rsidRDefault="00101B49" w:rsidP="00101B49">
      <w:pPr>
        <w:numPr>
          <w:ilvl w:val="0"/>
          <w:numId w:val="1"/>
        </w:numPr>
      </w:pPr>
      <w:r>
        <w:t xml:space="preserve">Při použití funkce ZAPNI VŠECHNO zablokovat na čas další možné volby. Ve speciálním okně přes podstatnou část obrazovky se objeví INFO o náběhu zařízení </w:t>
      </w:r>
    </w:p>
    <w:p w:rsidR="00101B49" w:rsidRDefault="00101B49" w:rsidP="00101B49">
      <w:pPr>
        <w:numPr>
          <w:ilvl w:val="0"/>
          <w:numId w:val="1"/>
        </w:numPr>
      </w:pPr>
      <w:r>
        <w:t xml:space="preserve">Každá identifikovaná chyba – diagnostiku provádět po volbě START – se mailem oznámí správci učebny – toho času </w:t>
      </w:r>
      <w:r w:rsidRPr="00305D50">
        <w:t>martin.vlasak@tul.cz</w:t>
      </w:r>
      <w:r>
        <w:t>.</w:t>
      </w:r>
    </w:p>
    <w:p w:rsidR="00101B49" w:rsidRDefault="00101B49" w:rsidP="00101B49">
      <w:pPr>
        <w:numPr>
          <w:ilvl w:val="0"/>
          <w:numId w:val="1"/>
        </w:numPr>
      </w:pPr>
      <w:r>
        <w:t>V „</w:t>
      </w:r>
      <w:proofErr w:type="spellStart"/>
      <w:r>
        <w:t>advance</w:t>
      </w:r>
      <w:proofErr w:type="spellEnd"/>
      <w:r>
        <w:t>“ módu možnost změny mailové dresy správce</w:t>
      </w:r>
    </w:p>
    <w:p w:rsidR="00101B49" w:rsidRDefault="00101B49" w:rsidP="00101B49">
      <w:pPr>
        <w:numPr>
          <w:ilvl w:val="0"/>
          <w:numId w:val="1"/>
        </w:numPr>
      </w:pPr>
      <w:r>
        <w:t>Spolupracovat s podpůrným serverem vracející seznam šablon a čísla povolených karet otevírat dvířka s mikrofonem.</w:t>
      </w:r>
    </w:p>
    <w:p w:rsidR="00101B49" w:rsidRDefault="00101B49" w:rsidP="00101B49">
      <w:pPr>
        <w:numPr>
          <w:ilvl w:val="0"/>
          <w:numId w:val="1"/>
        </w:numPr>
      </w:pPr>
      <w:r>
        <w:t>Po volbě START vždy zkontrolovat zapnutí mikrofonu, pokud není zapnutý mikrofon, objeví se velké INFO o tom, že nahrávání nelze spustit bez mikrofonu. V režimu tohoto „</w:t>
      </w:r>
      <w:proofErr w:type="gramStart"/>
      <w:r>
        <w:t>INFA“  budou</w:t>
      </w:r>
      <w:proofErr w:type="gramEnd"/>
      <w:r>
        <w:t xml:space="preserve"> dostupné pouze dvě funkce START a STOP. Start opět zkontroluje zapnutí mikrofonu. </w:t>
      </w:r>
    </w:p>
    <w:p w:rsidR="00101B49" w:rsidRDefault="00101B49" w:rsidP="00101B49">
      <w:pPr>
        <w:numPr>
          <w:ilvl w:val="0"/>
          <w:numId w:val="1"/>
        </w:numPr>
      </w:pPr>
      <w:r>
        <w:t xml:space="preserve">Po volbě START při zapnutém mikrofonu zobrazit šablony nahrávky určené pro daného vyučujícího. Volba PAUZA neukončí nahrávání, tlačítko START </w:t>
      </w:r>
      <w:proofErr w:type="gramStart"/>
      <w:r>
        <w:t>změní</w:t>
      </w:r>
      <w:proofErr w:type="gramEnd"/>
      <w:r>
        <w:t xml:space="preserve"> popisek na </w:t>
      </w:r>
      <w:proofErr w:type="gramStart"/>
      <w:r>
        <w:t>POKRAČUJ</w:t>
      </w:r>
      <w:proofErr w:type="gramEnd"/>
      <w:r>
        <w:t xml:space="preserve"> a znamená pokračování v ukládání do jednoho souboru</w:t>
      </w:r>
    </w:p>
    <w:p w:rsidR="00101B49" w:rsidRDefault="00101B49" w:rsidP="00101B49">
      <w:pPr>
        <w:numPr>
          <w:ilvl w:val="0"/>
          <w:numId w:val="1"/>
        </w:numPr>
      </w:pPr>
      <w:r>
        <w:t>Tlačítko STOP znamená ukončení nahrávání, uvážit jestli není pro uživatele lepší popisek „</w:t>
      </w:r>
      <w:proofErr w:type="gramStart"/>
      <w:r>
        <w:t>KONEC“ ???? Nahrávání</w:t>
      </w:r>
      <w:proofErr w:type="gramEnd"/>
      <w:r>
        <w:t xml:space="preserve"> do souboru je tím ukončeno!</w:t>
      </w:r>
    </w:p>
    <w:p w:rsidR="00101B49" w:rsidRDefault="00101B49" w:rsidP="00101B49">
      <w:pPr>
        <w:numPr>
          <w:ilvl w:val="0"/>
          <w:numId w:val="1"/>
        </w:numPr>
      </w:pPr>
      <w:r>
        <w:t>Mód označovaný jako „</w:t>
      </w:r>
      <w:proofErr w:type="spellStart"/>
      <w:r>
        <w:t>advance</w:t>
      </w:r>
      <w:proofErr w:type="spellEnd"/>
      <w:r>
        <w:t>“ bude kromě výše uvedeného umožňovat standardní separátní řízení jednotlivých zařízení a to bude upřesněno ústní dohodou</w:t>
      </w:r>
    </w:p>
    <w:p w:rsidR="00101B49" w:rsidRDefault="00101B49" w:rsidP="00101B49">
      <w:pPr>
        <w:numPr>
          <w:ilvl w:val="0"/>
          <w:numId w:val="1"/>
        </w:numPr>
      </w:pPr>
      <w:r>
        <w:t>Všechny tlačítka, které v danou chvíli nelze využít, deaktivovat a graficky tento stav naznačit. Tak jak je v tomto dokumentu naznačeno.</w:t>
      </w:r>
    </w:p>
    <w:p w:rsidR="00101B49" w:rsidRDefault="00101B49" w:rsidP="00101B49"/>
    <w:p w:rsidR="00101B49" w:rsidRDefault="00101B49" w:rsidP="00101B49">
      <w:pPr>
        <w:pStyle w:val="Seznamobrzk"/>
        <w:tabs>
          <w:tab w:val="right" w:leader="dot" w:pos="9060"/>
        </w:tabs>
      </w:pPr>
    </w:p>
    <w:p w:rsidR="00101B49" w:rsidRDefault="00101B49" w:rsidP="00101B49">
      <w:pPr>
        <w:pStyle w:val="Seznamobrzk"/>
        <w:tabs>
          <w:tab w:val="right" w:leader="dot" w:pos="9060"/>
        </w:tabs>
        <w:outlineLvl w:val="0"/>
      </w:pPr>
      <w:r>
        <w:t>Seznam obrázků</w:t>
      </w:r>
    </w:p>
    <w:p w:rsidR="00101B49" w:rsidRDefault="00101B49" w:rsidP="00101B49">
      <w:pPr>
        <w:pStyle w:val="Seznamobrzk"/>
        <w:tabs>
          <w:tab w:val="right" w:leader="dot" w:pos="9060"/>
        </w:tabs>
      </w:pPr>
    </w:p>
    <w:p w:rsidR="00C74D81" w:rsidRDefault="00F05C45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101B49">
        <w:instrText xml:space="preserve"> TOC \h \z \c "Obr." </w:instrText>
      </w:r>
      <w:r>
        <w:fldChar w:fldCharType="separate"/>
      </w:r>
      <w:hyperlink w:anchor="_Toc331149283" w:history="1">
        <w:r w:rsidR="00C74D81" w:rsidRPr="000C5D33">
          <w:rPr>
            <w:rStyle w:val="Hypertextovodkaz"/>
            <w:noProof/>
          </w:rPr>
          <w:t>Obr. 1  Základní obrazovka</w:t>
        </w:r>
        <w:r w:rsidR="00C74D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4" w:history="1">
        <w:r w:rsidR="00C74D81" w:rsidRPr="000C5D33">
          <w:rPr>
            <w:rStyle w:val="Hypertextovodkaz"/>
            <w:noProof/>
          </w:rPr>
          <w:t>Obr. 2  Obrazovka po ZAPNI VŠECHNO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_Toc331149284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2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5" w:history="1">
        <w:r w:rsidR="00C74D81" w:rsidRPr="000C5D33">
          <w:rPr>
            <w:rStyle w:val="Hypertextovodkaz"/>
            <w:noProof/>
          </w:rPr>
          <w:t>Obr. 3   Příklad chybové obrazovky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_Toc331149285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2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6" w:history="1">
        <w:r w:rsidR="00C74D81" w:rsidRPr="000C5D33">
          <w:rPr>
            <w:rStyle w:val="Hypertextovodkaz"/>
            <w:noProof/>
          </w:rPr>
          <w:t>Obr. 4  Bezchybné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_Toc331149286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3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7" w:history="1">
        <w:r w:rsidR="00C74D81" w:rsidRPr="000C5D33">
          <w:rPr>
            <w:rStyle w:val="Hypertextovodkaz"/>
            <w:noProof/>
          </w:rPr>
          <w:t>Obr. 5  Pauza v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_Toc331149287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3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8" w:history="1">
        <w:r w:rsidR="00C74D81" w:rsidRPr="000C5D33">
          <w:rPr>
            <w:rStyle w:val="Hypertextovodkaz"/>
            <w:noProof/>
          </w:rPr>
          <w:t>Obr. 6  Nahrávání projekce z tabule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_Toc331149288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4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89" w:history="1">
        <w:r w:rsidR="00C74D81" w:rsidRPr="000C5D33">
          <w:rPr>
            <w:rStyle w:val="Hypertextovodkaz"/>
            <w:noProof/>
          </w:rPr>
          <w:t>Obr. 7 Konec přednášky po kliku na STOP NAHRÁVÁNÍ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_Toc331149289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4</w:t>
        </w:r>
        <w:r w:rsidR="00F05C45">
          <w:rPr>
            <w:noProof/>
            <w:webHidden/>
          </w:rPr>
          <w:fldChar w:fldCharType="end"/>
        </w:r>
      </w:hyperlink>
    </w:p>
    <w:p w:rsidR="00C74D81" w:rsidRDefault="00D17A1C">
      <w:pPr>
        <w:pStyle w:val="Seznamobrzk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149290" w:history="1">
        <w:r w:rsidR="00C74D81" w:rsidRPr="000C5D33">
          <w:rPr>
            <w:rStyle w:val="Hypertextovodkaz"/>
            <w:noProof/>
          </w:rPr>
          <w:t>Obr. 8 Stránka s ovládáním zatemnění</w:t>
        </w:r>
        <w:r w:rsidR="00C74D81">
          <w:rPr>
            <w:noProof/>
            <w:webHidden/>
          </w:rPr>
          <w:tab/>
        </w:r>
        <w:r w:rsidR="00F05C45">
          <w:rPr>
            <w:noProof/>
            <w:webHidden/>
          </w:rPr>
          <w:fldChar w:fldCharType="begin"/>
        </w:r>
        <w:r w:rsidR="00C74D81">
          <w:rPr>
            <w:noProof/>
            <w:webHidden/>
          </w:rPr>
          <w:instrText xml:space="preserve"> PAGEREF _Toc331149290 \h </w:instrText>
        </w:r>
        <w:r w:rsidR="00F05C45">
          <w:rPr>
            <w:noProof/>
            <w:webHidden/>
          </w:rPr>
        </w:r>
        <w:r w:rsidR="00F05C45">
          <w:rPr>
            <w:noProof/>
            <w:webHidden/>
          </w:rPr>
          <w:fldChar w:fldCharType="separate"/>
        </w:r>
        <w:r w:rsidR="00D21A7E">
          <w:rPr>
            <w:noProof/>
            <w:webHidden/>
          </w:rPr>
          <w:t>5</w:t>
        </w:r>
        <w:r w:rsidR="00F05C45">
          <w:rPr>
            <w:noProof/>
            <w:webHidden/>
          </w:rPr>
          <w:fldChar w:fldCharType="end"/>
        </w:r>
      </w:hyperlink>
    </w:p>
    <w:p w:rsidR="00101B49" w:rsidRDefault="00F05C45" w:rsidP="00101B49">
      <w:r>
        <w:fldChar w:fldCharType="end"/>
      </w:r>
    </w:p>
    <w:p w:rsidR="00F21D13" w:rsidRPr="00101B49" w:rsidRDefault="00F21D13" w:rsidP="00101B49"/>
    <w:sectPr w:rsidR="00F21D13" w:rsidRPr="00101B49" w:rsidSect="00A12389">
      <w:headerReference w:type="default" r:id="rId9"/>
      <w:footerReference w:type="default" r:id="rId10"/>
      <w:pgSz w:w="11906" w:h="16838" w:code="9"/>
      <w:pgMar w:top="851" w:right="1134" w:bottom="851" w:left="1134" w:header="737" w:footer="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F39" w:rsidRPr="00D91740" w:rsidRDefault="00731F39" w:rsidP="00D91740">
      <w:r>
        <w:separator/>
      </w:r>
    </w:p>
  </w:endnote>
  <w:endnote w:type="continuationSeparator" w:id="0">
    <w:p w:rsidR="00731F39" w:rsidRPr="00D91740" w:rsidRDefault="00731F39" w:rsidP="00D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389" w:rsidRPr="00D17A1C" w:rsidRDefault="00D17A1C" w:rsidP="00D17A1C">
    <w:r>
      <w:rPr>
        <w:b/>
      </w:rPr>
      <w:t>158_</w:t>
    </w:r>
    <w:r w:rsidRPr="000D47CC">
      <w:rPr>
        <w:b/>
      </w:rPr>
      <w:t xml:space="preserve">Vybavení posluchárny ke </w:t>
    </w:r>
    <w:proofErr w:type="spellStart"/>
    <w:r w:rsidRPr="000D47CC">
      <w:rPr>
        <w:b/>
      </w:rPr>
      <w:t>streamování</w:t>
    </w:r>
    <w:proofErr w:type="spellEnd"/>
    <w:r w:rsidRPr="000D47CC">
      <w:rPr>
        <w:b/>
      </w:rPr>
      <w:t xml:space="preserve"> přednášek</w:t>
    </w:r>
    <w:r>
      <w:rPr>
        <w:b/>
      </w:rPr>
      <w:t xml:space="preserve"> pro studenty se SV</w:t>
    </w:r>
    <w:r w:rsidR="00A12389" w:rsidRPr="008C090B">
      <w:rPr>
        <w:rFonts w:ascii="Tahoma" w:hAnsi="Tahoma" w:cs="Tahoma"/>
        <w:b/>
        <w:sz w:val="20"/>
        <w:szCs w:val="20"/>
      </w:rPr>
      <w:t xml:space="preserve">, </w:t>
    </w:r>
    <w:proofErr w:type="gramStart"/>
    <w:r w:rsidR="00A12389" w:rsidRPr="008C090B">
      <w:rPr>
        <w:rFonts w:ascii="Tahoma" w:hAnsi="Tahoma" w:cs="Tahoma"/>
        <w:b/>
        <w:sz w:val="20"/>
        <w:szCs w:val="20"/>
      </w:rPr>
      <w:t>část</w:t>
    </w:r>
    <w:r w:rsidR="00A12389">
      <w:rPr>
        <w:rFonts w:ascii="Tahoma" w:hAnsi="Tahoma" w:cs="Tahoma"/>
        <w:b/>
        <w:sz w:val="20"/>
        <w:szCs w:val="20"/>
      </w:rPr>
      <w:t xml:space="preserve"> 2      Příloha</w:t>
    </w:r>
    <w:proofErr w:type="gramEnd"/>
    <w:r w:rsidR="00A12389">
      <w:rPr>
        <w:rFonts w:ascii="Tahoma" w:hAnsi="Tahoma" w:cs="Tahoma"/>
        <w:b/>
        <w:sz w:val="20"/>
        <w:szCs w:val="20"/>
      </w:rPr>
      <w:t xml:space="preserve"> C2</w:t>
    </w:r>
  </w:p>
  <w:p w:rsidR="00031CAA" w:rsidRPr="00A12389" w:rsidRDefault="00031CAA" w:rsidP="00A123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F39" w:rsidRPr="00D91740" w:rsidRDefault="00731F39" w:rsidP="00D91740">
      <w:r>
        <w:separator/>
      </w:r>
    </w:p>
  </w:footnote>
  <w:footnote w:type="continuationSeparator" w:id="0">
    <w:p w:rsidR="00731F39" w:rsidRPr="00D91740" w:rsidRDefault="00731F39" w:rsidP="00D9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DF" w:rsidRPr="00D91740" w:rsidRDefault="00C74D81" w:rsidP="00E63C1E">
    <w:pPr>
      <w:pStyle w:val="Zhlav"/>
      <w:rPr>
        <w:rFonts w:ascii="Myriad Pro" w:hAnsi="Myriad Pro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23C476" wp14:editId="0334DA3B">
          <wp:simplePos x="0" y="0"/>
          <wp:positionH relativeFrom="column">
            <wp:posOffset>-720725</wp:posOffset>
          </wp:positionH>
          <wp:positionV relativeFrom="paragraph">
            <wp:posOffset>-828040</wp:posOffset>
          </wp:positionV>
          <wp:extent cx="7560310" cy="1010920"/>
          <wp:effectExtent l="19050" t="0" r="2540" b="0"/>
          <wp:wrapNone/>
          <wp:docPr id="17" name="obrázek 17" descr="TUL-word_Stránk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TUL-word_Stránka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10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D039C"/>
    <w:multiLevelType w:val="hybridMultilevel"/>
    <w:tmpl w:val="489609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removePersonalInformation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81"/>
    <w:rsid w:val="00016D7E"/>
    <w:rsid w:val="00020671"/>
    <w:rsid w:val="0002342B"/>
    <w:rsid w:val="000306B7"/>
    <w:rsid w:val="00031CAA"/>
    <w:rsid w:val="00037E8B"/>
    <w:rsid w:val="000C73BA"/>
    <w:rsid w:val="000F1B08"/>
    <w:rsid w:val="000F2DBB"/>
    <w:rsid w:val="00101B49"/>
    <w:rsid w:val="001472E5"/>
    <w:rsid w:val="001903D8"/>
    <w:rsid w:val="00197647"/>
    <w:rsid w:val="001A21D5"/>
    <w:rsid w:val="001A5FEB"/>
    <w:rsid w:val="001D0688"/>
    <w:rsid w:val="001E574E"/>
    <w:rsid w:val="00244E3D"/>
    <w:rsid w:val="002F2D27"/>
    <w:rsid w:val="0031128F"/>
    <w:rsid w:val="003534CF"/>
    <w:rsid w:val="00372720"/>
    <w:rsid w:val="003855A8"/>
    <w:rsid w:val="00392572"/>
    <w:rsid w:val="003C2732"/>
    <w:rsid w:val="003D4251"/>
    <w:rsid w:val="003E23D0"/>
    <w:rsid w:val="003E39E8"/>
    <w:rsid w:val="003E73C1"/>
    <w:rsid w:val="003F53C3"/>
    <w:rsid w:val="003F5C1D"/>
    <w:rsid w:val="0041455E"/>
    <w:rsid w:val="00415EDC"/>
    <w:rsid w:val="0047294E"/>
    <w:rsid w:val="004D2CEC"/>
    <w:rsid w:val="004F2057"/>
    <w:rsid w:val="0054513A"/>
    <w:rsid w:val="0054538F"/>
    <w:rsid w:val="00547F33"/>
    <w:rsid w:val="00581D47"/>
    <w:rsid w:val="005C195F"/>
    <w:rsid w:val="0062547B"/>
    <w:rsid w:val="00635E47"/>
    <w:rsid w:val="00682258"/>
    <w:rsid w:val="006A2B2E"/>
    <w:rsid w:val="006B2306"/>
    <w:rsid w:val="006C1248"/>
    <w:rsid w:val="00727D1E"/>
    <w:rsid w:val="00731F39"/>
    <w:rsid w:val="00765B80"/>
    <w:rsid w:val="00772D38"/>
    <w:rsid w:val="007E1211"/>
    <w:rsid w:val="007E1B00"/>
    <w:rsid w:val="007E3086"/>
    <w:rsid w:val="007F55A7"/>
    <w:rsid w:val="00830E69"/>
    <w:rsid w:val="008A59E2"/>
    <w:rsid w:val="008A71A9"/>
    <w:rsid w:val="008C0752"/>
    <w:rsid w:val="008C7C74"/>
    <w:rsid w:val="008D4AC0"/>
    <w:rsid w:val="009023BA"/>
    <w:rsid w:val="0093268F"/>
    <w:rsid w:val="009338CB"/>
    <w:rsid w:val="00935579"/>
    <w:rsid w:val="00940BBE"/>
    <w:rsid w:val="009562F4"/>
    <w:rsid w:val="00991063"/>
    <w:rsid w:val="009B3FFE"/>
    <w:rsid w:val="009B6FDE"/>
    <w:rsid w:val="009C3F89"/>
    <w:rsid w:val="009E5571"/>
    <w:rsid w:val="00A12389"/>
    <w:rsid w:val="00A1575D"/>
    <w:rsid w:val="00A168E4"/>
    <w:rsid w:val="00A51007"/>
    <w:rsid w:val="00A83757"/>
    <w:rsid w:val="00AC6790"/>
    <w:rsid w:val="00B11F36"/>
    <w:rsid w:val="00B22B3F"/>
    <w:rsid w:val="00B2558D"/>
    <w:rsid w:val="00B65538"/>
    <w:rsid w:val="00B82B57"/>
    <w:rsid w:val="00B94D65"/>
    <w:rsid w:val="00BD4858"/>
    <w:rsid w:val="00BD4B5B"/>
    <w:rsid w:val="00BE4CE5"/>
    <w:rsid w:val="00BF062F"/>
    <w:rsid w:val="00C17DE9"/>
    <w:rsid w:val="00C2033B"/>
    <w:rsid w:val="00C27B16"/>
    <w:rsid w:val="00C74D81"/>
    <w:rsid w:val="00CB2217"/>
    <w:rsid w:val="00CB430D"/>
    <w:rsid w:val="00D17A1C"/>
    <w:rsid w:val="00D21A7E"/>
    <w:rsid w:val="00D91740"/>
    <w:rsid w:val="00DA6B94"/>
    <w:rsid w:val="00DD1A93"/>
    <w:rsid w:val="00DD2774"/>
    <w:rsid w:val="00DF3F1D"/>
    <w:rsid w:val="00DF56E4"/>
    <w:rsid w:val="00E0357F"/>
    <w:rsid w:val="00E63C1E"/>
    <w:rsid w:val="00E76C95"/>
    <w:rsid w:val="00EB40DD"/>
    <w:rsid w:val="00ED7798"/>
    <w:rsid w:val="00F05C45"/>
    <w:rsid w:val="00F06EA0"/>
    <w:rsid w:val="00F120AD"/>
    <w:rsid w:val="00F15FF1"/>
    <w:rsid w:val="00F21D13"/>
    <w:rsid w:val="00F47BDF"/>
    <w:rsid w:val="00FB2A8C"/>
    <w:rsid w:val="00FC7439"/>
    <w:rsid w:val="00FE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B4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/>
    </w:p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</w:rPr>
  </w:style>
  <w:style w:type="paragraph" w:customStyle="1" w:styleId="Default">
    <w:name w:val="Default"/>
    <w:rsid w:val="00031CAA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  <w:style w:type="paragraph" w:styleId="Titulek">
    <w:name w:val="caption"/>
    <w:basedOn w:val="Normln"/>
    <w:next w:val="Normln"/>
    <w:qFormat/>
    <w:rsid w:val="00101B49"/>
    <w:pPr>
      <w:spacing w:before="120" w:after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101B49"/>
    <w:pPr>
      <w:ind w:left="480" w:hanging="480"/>
    </w:pPr>
  </w:style>
  <w:style w:type="character" w:styleId="Hypertextovodkaz">
    <w:name w:val="Hyperlink"/>
    <w:basedOn w:val="Standardnpsmoodstavce"/>
    <w:uiPriority w:val="99"/>
    <w:rsid w:val="00101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B4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D1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7BDF"/>
  </w:style>
  <w:style w:type="paragraph" w:styleId="Zpat">
    <w:name w:val="footer"/>
    <w:basedOn w:val="Normln"/>
    <w:link w:val="ZpatChar"/>
    <w:uiPriority w:val="99"/>
    <w:unhideWhenUsed/>
    <w:rsid w:val="00F47B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7BDF"/>
  </w:style>
  <w:style w:type="paragraph" w:styleId="Textbubliny">
    <w:name w:val="Balloon Text"/>
    <w:basedOn w:val="Normln"/>
    <w:link w:val="TextbublinyChar"/>
    <w:uiPriority w:val="99"/>
    <w:semiHidden/>
    <w:unhideWhenUsed/>
    <w:rsid w:val="00F47BD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47BDF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27D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Zstupntext">
    <w:name w:val="Placeholder Text"/>
    <w:uiPriority w:val="99"/>
    <w:semiHidden/>
    <w:rsid w:val="00635E47"/>
    <w:rPr>
      <w:color w:val="808080"/>
    </w:rPr>
  </w:style>
  <w:style w:type="paragraph" w:styleId="Normlnweb">
    <w:name w:val="Normal (Web)"/>
    <w:basedOn w:val="Normln"/>
    <w:uiPriority w:val="99"/>
    <w:semiHidden/>
    <w:unhideWhenUsed/>
    <w:rsid w:val="00AC6790"/>
    <w:pPr>
      <w:spacing w:before="100" w:beforeAutospacing="1" w:after="100" w:afterAutospacing="1"/>
    </w:pPr>
  </w:style>
  <w:style w:type="paragraph" w:customStyle="1" w:styleId="TUL2011">
    <w:name w:val="TUL2011"/>
    <w:basedOn w:val="Normln"/>
    <w:next w:val="Normln"/>
    <w:link w:val="TUL2011Char"/>
    <w:rsid w:val="0054513A"/>
    <w:rPr>
      <w:rFonts w:ascii="Myriad Pro" w:hAnsi="Myriad Pro"/>
      <w:sz w:val="20"/>
    </w:rPr>
  </w:style>
  <w:style w:type="paragraph" w:customStyle="1" w:styleId="Default">
    <w:name w:val="Default"/>
    <w:rsid w:val="00031CAA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UL2011Char">
    <w:name w:val="TUL2011 Char"/>
    <w:link w:val="TUL2011"/>
    <w:rsid w:val="0054513A"/>
    <w:rPr>
      <w:rFonts w:ascii="Myriad Pro" w:eastAsia="Calibri" w:hAnsi="Myriad Pro" w:cs="Times New Roman"/>
      <w:szCs w:val="22"/>
      <w:lang w:eastAsia="en-US"/>
    </w:rPr>
  </w:style>
  <w:style w:type="paragraph" w:styleId="Titulek">
    <w:name w:val="caption"/>
    <w:basedOn w:val="Normln"/>
    <w:next w:val="Normln"/>
    <w:qFormat/>
    <w:rsid w:val="00101B49"/>
    <w:pPr>
      <w:spacing w:before="120" w:after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rsid w:val="00101B49"/>
    <w:pPr>
      <w:ind w:left="480" w:hanging="480"/>
    </w:pPr>
  </w:style>
  <w:style w:type="character" w:styleId="Hypertextovodkaz">
    <w:name w:val="Hyperlink"/>
    <w:basedOn w:val="Standardnpsmoodstavce"/>
    <w:uiPriority w:val="99"/>
    <w:rsid w:val="00101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AppData\Local\Temp\tul-hlavickovy-papir-zakladni-cz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68D0-303F-4C2E-911A-7A9D37A6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tul-hlavickovy-papir-zakladni-cz-1</Template>
  <TotalTime>0</TotalTime>
  <Pages>6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TULšablonaWORD2011</vt:lpstr>
    </vt:vector>
  </TitlesOfParts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TULšablonaWORD2011</dc:title>
  <dc:creator/>
  <cp:lastModifiedBy/>
  <cp:revision>1</cp:revision>
  <dcterms:created xsi:type="dcterms:W3CDTF">2012-08-13T14:32:00Z</dcterms:created>
  <dcterms:modified xsi:type="dcterms:W3CDTF">2012-09-26T12:36:00Z</dcterms:modified>
</cp:coreProperties>
</file>