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6A2DA8" w:rsidRDefault="00EC09A1" w:rsidP="00C65DD7">
      <w:pPr>
        <w:spacing w:before="360" w:after="240"/>
        <w:jc w:val="center"/>
        <w:rPr>
          <w:b/>
          <w:sz w:val="22"/>
          <w:szCs w:val="20"/>
        </w:rPr>
      </w:pPr>
      <w:r w:rsidRPr="006A2DA8">
        <w:rPr>
          <w:b/>
          <w:sz w:val="22"/>
          <w:szCs w:val="20"/>
        </w:rPr>
        <w:t>Čestné prohlášení uchazeče o splnění kvalifikačních předpokladů</w:t>
      </w:r>
    </w:p>
    <w:p w:rsidR="00F024F0" w:rsidRPr="006A2DA8" w:rsidRDefault="00412C45" w:rsidP="00EC09A1">
      <w:pPr>
        <w:jc w:val="center"/>
        <w:rPr>
          <w:sz w:val="22"/>
          <w:szCs w:val="20"/>
        </w:rPr>
      </w:pPr>
      <w:r w:rsidRPr="006A2DA8">
        <w:rPr>
          <w:sz w:val="22"/>
          <w:szCs w:val="20"/>
        </w:rPr>
        <w:t xml:space="preserve">ve vztahu </w:t>
      </w:r>
      <w:r w:rsidR="00292DC3" w:rsidRPr="006A2DA8">
        <w:rPr>
          <w:color w:val="000000"/>
          <w:sz w:val="22"/>
          <w:szCs w:val="20"/>
        </w:rPr>
        <w:t>k</w:t>
      </w:r>
      <w:r w:rsidR="00DA6BB7">
        <w:rPr>
          <w:color w:val="000000"/>
          <w:sz w:val="22"/>
          <w:szCs w:val="20"/>
        </w:rPr>
        <w:t> podlimitní veřejné zakázce</w:t>
      </w:r>
      <w:r w:rsidR="004676CD">
        <w:rPr>
          <w:color w:val="000000"/>
          <w:sz w:val="22"/>
          <w:szCs w:val="20"/>
        </w:rPr>
        <w:t xml:space="preserve"> na služby</w:t>
      </w:r>
      <w:bookmarkStart w:id="0" w:name="_GoBack"/>
      <w:bookmarkEnd w:id="0"/>
      <w:r w:rsidR="00DA6BB7">
        <w:rPr>
          <w:color w:val="000000"/>
          <w:sz w:val="22"/>
          <w:szCs w:val="20"/>
        </w:rPr>
        <w:t xml:space="preserve"> </w:t>
      </w:r>
      <w:r w:rsidR="00292DC3" w:rsidRPr="006A2DA8">
        <w:rPr>
          <w:color w:val="000000"/>
          <w:sz w:val="22"/>
          <w:szCs w:val="20"/>
        </w:rPr>
        <w:t>zadávané ve zjednod</w:t>
      </w:r>
      <w:r w:rsidR="00DA6BB7">
        <w:rPr>
          <w:color w:val="000000"/>
          <w:sz w:val="22"/>
          <w:szCs w:val="20"/>
        </w:rPr>
        <w:t>ušeném podlimitním řízení dle § </w:t>
      </w:r>
      <w:r w:rsidR="00292DC3" w:rsidRPr="006A2DA8">
        <w:rPr>
          <w:color w:val="000000"/>
          <w:sz w:val="22"/>
          <w:szCs w:val="20"/>
        </w:rPr>
        <w:t xml:space="preserve">38 zákona č. 137/2006 Sb., o veřejných zakázkách, ve znění pozdějších předpisů (dále jen „zákon“) </w:t>
      </w:r>
      <w:r w:rsidRPr="006A2DA8">
        <w:rPr>
          <w:sz w:val="22"/>
          <w:szCs w:val="20"/>
        </w:rPr>
        <w:t>s názvem</w:t>
      </w:r>
    </w:p>
    <w:p w:rsidR="00533D92" w:rsidRPr="006A2DA8" w:rsidRDefault="00533D92" w:rsidP="00412C45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6"/>
          <w:szCs w:val="32"/>
        </w:rPr>
      </w:pPr>
    </w:p>
    <w:p w:rsidR="00D270EA" w:rsidRPr="0019588C" w:rsidRDefault="00D270EA" w:rsidP="00D270EA">
      <w:pPr>
        <w:keepNext/>
        <w:jc w:val="center"/>
        <w:rPr>
          <w:b/>
          <w:bCs/>
          <w:sz w:val="32"/>
          <w:szCs w:val="32"/>
        </w:rPr>
      </w:pPr>
      <w:r w:rsidRPr="0019588C">
        <w:rPr>
          <w:bCs/>
          <w:sz w:val="32"/>
          <w:szCs w:val="32"/>
        </w:rPr>
        <w:t>„</w:t>
      </w:r>
      <w:r w:rsidRPr="0019588C">
        <w:rPr>
          <w:b/>
          <w:bCs/>
          <w:i/>
          <w:sz w:val="32"/>
          <w:szCs w:val="32"/>
        </w:rPr>
        <w:t>Rámcová smlouva na nákup propagačních předmětů</w:t>
      </w:r>
      <w:r w:rsidRPr="0019588C">
        <w:rPr>
          <w:bCs/>
          <w:sz w:val="32"/>
          <w:szCs w:val="32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7B39C4" w:rsidRPr="006A2DA8" w:rsidRDefault="007B39C4" w:rsidP="0019117F">
      <w:pPr>
        <w:rPr>
          <w:b/>
          <w:bCs/>
          <w:sz w:val="22"/>
          <w:szCs w:val="20"/>
        </w:rPr>
      </w:pPr>
    </w:p>
    <w:p w:rsidR="00607534" w:rsidRPr="006A2DA8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A2DA8">
        <w:rPr>
          <w:rFonts w:ascii="Arial" w:hAnsi="Arial" w:cs="Arial"/>
          <w:color w:val="auto"/>
          <w:sz w:val="22"/>
          <w:szCs w:val="20"/>
        </w:rPr>
        <w:t>Uchazeč:</w:t>
      </w:r>
      <w:r w:rsidRPr="006A2DA8">
        <w:rPr>
          <w:rFonts w:ascii="Arial" w:hAnsi="Arial" w:cs="Arial"/>
          <w:color w:val="auto"/>
          <w:sz w:val="22"/>
          <w:szCs w:val="20"/>
        </w:rPr>
        <w:tab/>
      </w:r>
      <w:r w:rsidR="00951757" w:rsidRPr="006A2DA8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A2DA8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A2DA8">
        <w:rPr>
          <w:rFonts w:ascii="Arial" w:hAnsi="Arial" w:cs="Arial"/>
          <w:color w:val="auto"/>
          <w:sz w:val="22"/>
          <w:szCs w:val="20"/>
        </w:rPr>
        <w:t>sídl</w:t>
      </w:r>
      <w:r w:rsidR="00F1205C" w:rsidRPr="006A2DA8">
        <w:rPr>
          <w:rFonts w:ascii="Arial" w:hAnsi="Arial" w:cs="Arial"/>
          <w:color w:val="auto"/>
          <w:sz w:val="22"/>
          <w:szCs w:val="20"/>
        </w:rPr>
        <w:t>o</w:t>
      </w:r>
      <w:r w:rsidRPr="006A2DA8">
        <w:rPr>
          <w:rFonts w:ascii="Arial" w:hAnsi="Arial" w:cs="Arial"/>
          <w:color w:val="auto"/>
          <w:sz w:val="22"/>
          <w:szCs w:val="20"/>
        </w:rPr>
        <w:t>:</w:t>
      </w:r>
      <w:r w:rsidRPr="006A2DA8">
        <w:rPr>
          <w:rFonts w:ascii="Arial" w:hAnsi="Arial" w:cs="Arial"/>
          <w:color w:val="auto"/>
          <w:sz w:val="22"/>
          <w:szCs w:val="20"/>
        </w:rPr>
        <w:tab/>
      </w:r>
      <w:r w:rsidR="00951757" w:rsidRPr="006A2DA8">
        <w:rPr>
          <w:rFonts w:ascii="Arial" w:hAnsi="Arial" w:cs="Arial"/>
          <w:color w:val="auto"/>
          <w:sz w:val="22"/>
          <w:szCs w:val="20"/>
        </w:rPr>
        <w:tab/>
      </w:r>
      <w:r w:rsidR="00F1205C" w:rsidRPr="006A2DA8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A2DA8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A2DA8">
        <w:rPr>
          <w:rFonts w:ascii="Arial" w:hAnsi="Arial" w:cs="Arial"/>
          <w:color w:val="auto"/>
          <w:sz w:val="22"/>
          <w:szCs w:val="20"/>
        </w:rPr>
        <w:t>IČ</w:t>
      </w:r>
      <w:r w:rsidR="00F1205C" w:rsidRPr="006A2DA8">
        <w:rPr>
          <w:rFonts w:ascii="Arial" w:hAnsi="Arial" w:cs="Arial"/>
          <w:color w:val="auto"/>
          <w:sz w:val="22"/>
          <w:szCs w:val="20"/>
        </w:rPr>
        <w:t>/DIČ</w:t>
      </w:r>
      <w:r w:rsidRPr="006A2DA8">
        <w:rPr>
          <w:rFonts w:ascii="Arial" w:hAnsi="Arial" w:cs="Arial"/>
          <w:color w:val="auto"/>
          <w:sz w:val="22"/>
          <w:szCs w:val="20"/>
        </w:rPr>
        <w:t>:</w:t>
      </w:r>
      <w:r w:rsidR="00F1205C" w:rsidRPr="006A2DA8">
        <w:rPr>
          <w:rFonts w:ascii="Arial" w:hAnsi="Arial" w:cs="Arial"/>
          <w:color w:val="auto"/>
          <w:sz w:val="22"/>
          <w:szCs w:val="20"/>
        </w:rPr>
        <w:tab/>
      </w:r>
      <w:r w:rsidR="00EC09A1" w:rsidRPr="006A2DA8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A2DA8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7B39C4" w:rsidRPr="006A2DA8" w:rsidRDefault="007B39C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533D92" w:rsidRPr="006A2DA8" w:rsidRDefault="00533D92" w:rsidP="00533D92">
      <w:pPr>
        <w:spacing w:after="120"/>
        <w:jc w:val="both"/>
        <w:rPr>
          <w:b/>
          <w:bCs/>
          <w:sz w:val="22"/>
          <w:szCs w:val="20"/>
        </w:rPr>
      </w:pPr>
      <w:r w:rsidRPr="006A2DA8">
        <w:rPr>
          <w:b/>
          <w:bCs/>
          <w:sz w:val="22"/>
          <w:szCs w:val="20"/>
        </w:rPr>
        <w:t>Prohlašuji tímto, že jsem zájemce, který splňuje zadavatelem požadované kvalifikační předpoklady v rozsahu stanoveném zadávací dokumentací v článku 4. Kvalifikace uchazečů, tedy:</w:t>
      </w:r>
    </w:p>
    <w:p w:rsidR="00533D92" w:rsidRPr="006A2DA8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2"/>
          <w:szCs w:val="20"/>
        </w:rPr>
      </w:pPr>
      <w:r w:rsidRPr="006A2DA8">
        <w:rPr>
          <w:b/>
          <w:bCs/>
          <w:sz w:val="22"/>
          <w:szCs w:val="20"/>
        </w:rPr>
        <w:t>Základní kvalifikační předpoklady dle § 53 odst. 1 zákona,</w:t>
      </w:r>
    </w:p>
    <w:p w:rsidR="00533D92" w:rsidRPr="006A2DA8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2"/>
          <w:szCs w:val="20"/>
        </w:rPr>
      </w:pPr>
      <w:r w:rsidRPr="006A2DA8">
        <w:rPr>
          <w:b/>
          <w:bCs/>
          <w:sz w:val="22"/>
          <w:szCs w:val="20"/>
        </w:rPr>
        <w:t>Profesní kvalifikační předpoklady dle § 54 písm. a), b) zákona,</w:t>
      </w:r>
    </w:p>
    <w:p w:rsidR="001B50C4" w:rsidRPr="006A2DA8" w:rsidRDefault="001B50C4" w:rsidP="001B50C4">
      <w:pPr>
        <w:pStyle w:val="Default"/>
        <w:numPr>
          <w:ilvl w:val="0"/>
          <w:numId w:val="24"/>
        </w:numPr>
        <w:spacing w:after="120"/>
        <w:jc w:val="both"/>
        <w:rPr>
          <w:rFonts w:ascii="Arial" w:hAnsi="Arial" w:cs="Arial"/>
          <w:b/>
          <w:color w:val="auto"/>
          <w:sz w:val="22"/>
          <w:szCs w:val="20"/>
        </w:rPr>
      </w:pPr>
      <w:r w:rsidRPr="006A2DA8">
        <w:rPr>
          <w:rFonts w:ascii="Arial" w:hAnsi="Arial" w:cs="Arial"/>
          <w:b/>
          <w:color w:val="auto"/>
          <w:sz w:val="22"/>
          <w:szCs w:val="20"/>
        </w:rPr>
        <w:t>Technické kvalifikační předpoklady dle § 56 odst. 2 písm. a) zákona</w:t>
      </w:r>
      <w:r w:rsidR="0082080E" w:rsidRPr="006A2DA8">
        <w:rPr>
          <w:rFonts w:ascii="Arial" w:hAnsi="Arial" w:cs="Arial"/>
          <w:b/>
          <w:color w:val="auto"/>
          <w:sz w:val="22"/>
          <w:szCs w:val="20"/>
        </w:rPr>
        <w:t xml:space="preserve"> v rozsahu dle odst. 4.3 zadávací dokumentace</w:t>
      </w:r>
      <w:r w:rsidR="006A2DA8">
        <w:rPr>
          <w:rFonts w:ascii="Arial" w:hAnsi="Arial" w:cs="Arial"/>
          <w:b/>
          <w:color w:val="auto"/>
          <w:sz w:val="22"/>
          <w:szCs w:val="20"/>
        </w:rPr>
        <w:t>.</w:t>
      </w:r>
    </w:p>
    <w:p w:rsidR="001B50C4" w:rsidRPr="006A2DA8" w:rsidRDefault="001B50C4" w:rsidP="001B50C4">
      <w:pPr>
        <w:spacing w:after="120"/>
        <w:ind w:left="720"/>
        <w:jc w:val="both"/>
        <w:rPr>
          <w:b/>
          <w:bCs/>
          <w:sz w:val="22"/>
          <w:szCs w:val="20"/>
        </w:rPr>
      </w:pPr>
    </w:p>
    <w:p w:rsidR="007B39C4" w:rsidRPr="006A2DA8" w:rsidRDefault="007B39C4" w:rsidP="001B50C4">
      <w:pPr>
        <w:spacing w:after="120"/>
        <w:jc w:val="both"/>
        <w:rPr>
          <w:sz w:val="22"/>
          <w:szCs w:val="20"/>
        </w:rPr>
      </w:pPr>
    </w:p>
    <w:p w:rsidR="00607534" w:rsidRPr="006A2DA8" w:rsidRDefault="00607534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7B39C4" w:rsidRPr="006A2DA8" w:rsidRDefault="007B39C4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607534" w:rsidRPr="006A2DA8" w:rsidRDefault="00EC09A1" w:rsidP="00607534">
      <w:pPr>
        <w:pStyle w:val="Default"/>
        <w:rPr>
          <w:rFonts w:ascii="Arial" w:hAnsi="Arial" w:cs="Arial"/>
          <w:color w:val="auto"/>
          <w:sz w:val="22"/>
          <w:szCs w:val="20"/>
        </w:rPr>
      </w:pPr>
      <w:r w:rsidRPr="006A2DA8">
        <w:rPr>
          <w:rFonts w:ascii="Arial" w:hAnsi="Arial" w:cs="Arial"/>
          <w:color w:val="auto"/>
          <w:sz w:val="22"/>
          <w:szCs w:val="20"/>
        </w:rPr>
        <w:t>V ……………………… dne ………</w:t>
      </w:r>
      <w:r w:rsidR="00C65DD7" w:rsidRPr="006A2DA8">
        <w:rPr>
          <w:rFonts w:ascii="Arial" w:hAnsi="Arial" w:cs="Arial"/>
          <w:color w:val="auto"/>
          <w:sz w:val="22"/>
          <w:szCs w:val="20"/>
        </w:rPr>
        <w:t>2013</w:t>
      </w:r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6A2DA8" w:rsidRDefault="00EC09A1" w:rsidP="009C3DAA">
      <w:pPr>
        <w:jc w:val="right"/>
        <w:rPr>
          <w:i/>
          <w:sz w:val="22"/>
          <w:szCs w:val="20"/>
        </w:rPr>
      </w:pPr>
      <w:r w:rsidRPr="006A2DA8">
        <w:rPr>
          <w:i/>
          <w:sz w:val="22"/>
          <w:szCs w:val="20"/>
        </w:rPr>
        <w:t>titul, jméno, příjmení</w:t>
      </w:r>
    </w:p>
    <w:p w:rsidR="00EC09A1" w:rsidRPr="00292DC3" w:rsidRDefault="00EC09A1" w:rsidP="00EC09A1">
      <w:pPr>
        <w:jc w:val="right"/>
        <w:rPr>
          <w:i/>
          <w:iCs/>
          <w:sz w:val="16"/>
          <w:szCs w:val="16"/>
        </w:rPr>
      </w:pPr>
      <w:r w:rsidRPr="00292DC3">
        <w:rPr>
          <w:sz w:val="16"/>
          <w:szCs w:val="16"/>
        </w:rPr>
        <w:t>(</w:t>
      </w:r>
      <w:r w:rsidRPr="00292DC3">
        <w:rPr>
          <w:i/>
          <w:sz w:val="16"/>
          <w:szCs w:val="16"/>
        </w:rPr>
        <w:t>p</w:t>
      </w:r>
      <w:r w:rsidRPr="00292DC3">
        <w:rPr>
          <w:i/>
          <w:iCs/>
          <w:sz w:val="16"/>
          <w:szCs w:val="16"/>
        </w:rPr>
        <w:t>odpis osoby oprávněné jednat jménem či za uchazeče)</w:t>
      </w:r>
    </w:p>
    <w:sectPr w:rsidR="00EC09A1" w:rsidRPr="00292DC3" w:rsidSect="00D270EA">
      <w:headerReference w:type="default" r:id="rId9"/>
      <w:footerReference w:type="default" r:id="rId10"/>
      <w:pgSz w:w="11906" w:h="16838"/>
      <w:pgMar w:top="1369" w:right="1418" w:bottom="1247" w:left="1418" w:header="709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ADD" w:rsidRDefault="00A50ADD" w:rsidP="003A1904">
      <w:r>
        <w:separator/>
      </w:r>
    </w:p>
  </w:endnote>
  <w:endnote w:type="continuationSeparator" w:id="0">
    <w:p w:rsidR="00A50ADD" w:rsidRDefault="00A50ADD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0EA" w:rsidRDefault="004676CD" w:rsidP="00D270EA">
    <w:pPr>
      <w:pStyle w:val="Zpat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i1025" type="#_x0000_t75" style="width:335.25pt;height:73.5pt;visibility:visible;mso-wrap-style:squar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ADD" w:rsidRDefault="00A50ADD" w:rsidP="003A1904">
      <w:r>
        <w:separator/>
      </w:r>
    </w:p>
  </w:footnote>
  <w:footnote w:type="continuationSeparator" w:id="0">
    <w:p w:rsidR="00A50ADD" w:rsidRDefault="00A50ADD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4676CD" w:rsidP="00533D92">
    <w:pPr>
      <w:pStyle w:val="Zhlav"/>
      <w:tabs>
        <w:tab w:val="clear" w:pos="9072"/>
        <w:tab w:val="left" w:pos="7518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6.25pt;margin-top:-15pt;width:441pt;height:47.25pt;z-index:251657728;mso-position-horizontal-relative:margin;mso-position-vertical-relative:line">
          <v:imagedata r:id="rId1" o:title=""/>
          <w10:wrap type="square" anchorx="margin"/>
        </v:shape>
      </w:pict>
    </w:r>
    <w:r w:rsidR="00533D92">
      <w:tab/>
    </w:r>
  </w:p>
  <w:p w:rsidR="00607534" w:rsidRDefault="00607534" w:rsidP="009A1B6F">
    <w:pPr>
      <w:pStyle w:val="Zhlav"/>
      <w:jc w:val="right"/>
    </w:pPr>
  </w:p>
  <w:p w:rsidR="009A1B6F" w:rsidRDefault="009A1B6F" w:rsidP="009A1B6F">
    <w:pPr>
      <w:pStyle w:val="Zhlav"/>
      <w:jc w:val="right"/>
    </w:pPr>
  </w:p>
  <w:p w:rsidR="009A1B6F" w:rsidRPr="009A1B6F" w:rsidRDefault="009A1B6F" w:rsidP="009A1B6F">
    <w:pPr>
      <w:pStyle w:val="Zhlav"/>
      <w:jc w:val="right"/>
      <w:rPr>
        <w:sz w:val="18"/>
        <w:szCs w:val="18"/>
      </w:rPr>
    </w:pPr>
    <w:r w:rsidRPr="009A1B6F">
      <w:rPr>
        <w:sz w:val="18"/>
        <w:szCs w:val="18"/>
      </w:rPr>
      <w:t xml:space="preserve">Příloha </w:t>
    </w:r>
    <w:r>
      <w:rPr>
        <w:sz w:val="18"/>
        <w:szCs w:val="18"/>
      </w:rPr>
      <w:t xml:space="preserve">č. </w:t>
    </w:r>
    <w:r w:rsidRPr="009A1B6F">
      <w:rPr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619E0"/>
    <w:rsid w:val="001875DD"/>
    <w:rsid w:val="0019117F"/>
    <w:rsid w:val="0019649C"/>
    <w:rsid w:val="001B50C4"/>
    <w:rsid w:val="001B5E24"/>
    <w:rsid w:val="001E2D04"/>
    <w:rsid w:val="001E71B1"/>
    <w:rsid w:val="001F2F7D"/>
    <w:rsid w:val="0028423E"/>
    <w:rsid w:val="00284D11"/>
    <w:rsid w:val="00292DC3"/>
    <w:rsid w:val="002A1956"/>
    <w:rsid w:val="002C2EB2"/>
    <w:rsid w:val="002E5BA9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3F6455"/>
    <w:rsid w:val="00412C45"/>
    <w:rsid w:val="00415CC0"/>
    <w:rsid w:val="00424ADC"/>
    <w:rsid w:val="00431D25"/>
    <w:rsid w:val="004370E9"/>
    <w:rsid w:val="004676CD"/>
    <w:rsid w:val="00483DA9"/>
    <w:rsid w:val="004D7265"/>
    <w:rsid w:val="004F2BB1"/>
    <w:rsid w:val="0053308F"/>
    <w:rsid w:val="00533D92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A2DA8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080E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733"/>
    <w:rsid w:val="00951757"/>
    <w:rsid w:val="00954E49"/>
    <w:rsid w:val="00957A8D"/>
    <w:rsid w:val="009A1B6F"/>
    <w:rsid w:val="009A360C"/>
    <w:rsid w:val="009A7D94"/>
    <w:rsid w:val="009B161B"/>
    <w:rsid w:val="009B3425"/>
    <w:rsid w:val="009C0AA3"/>
    <w:rsid w:val="009C3DAA"/>
    <w:rsid w:val="009D3A92"/>
    <w:rsid w:val="009E0716"/>
    <w:rsid w:val="00A0269C"/>
    <w:rsid w:val="00A44D06"/>
    <w:rsid w:val="00A46B7C"/>
    <w:rsid w:val="00A47A30"/>
    <w:rsid w:val="00A50ADD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87A45"/>
    <w:rsid w:val="00B92E89"/>
    <w:rsid w:val="00BC453E"/>
    <w:rsid w:val="00BC63D4"/>
    <w:rsid w:val="00BD58C3"/>
    <w:rsid w:val="00BD66B9"/>
    <w:rsid w:val="00C65DD7"/>
    <w:rsid w:val="00C671DF"/>
    <w:rsid w:val="00C76C29"/>
    <w:rsid w:val="00C76FE7"/>
    <w:rsid w:val="00C97E2F"/>
    <w:rsid w:val="00C97F46"/>
    <w:rsid w:val="00CA7117"/>
    <w:rsid w:val="00CB0621"/>
    <w:rsid w:val="00CF517A"/>
    <w:rsid w:val="00D270EA"/>
    <w:rsid w:val="00D76FB9"/>
    <w:rsid w:val="00DA6BB7"/>
    <w:rsid w:val="00DC01A3"/>
    <w:rsid w:val="00DC2233"/>
    <w:rsid w:val="00DD2376"/>
    <w:rsid w:val="00DE0116"/>
    <w:rsid w:val="00DE3475"/>
    <w:rsid w:val="00E1516D"/>
    <w:rsid w:val="00E2057F"/>
    <w:rsid w:val="00E21A89"/>
    <w:rsid w:val="00E253D8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A7CE4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00E52-C879-4368-BBDE-485D2C4B6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spacil</dc:creator>
  <cp:keywords/>
  <dc:description/>
  <cp:lastModifiedBy>Išková Renata Mgr.</cp:lastModifiedBy>
  <cp:revision>21</cp:revision>
  <cp:lastPrinted>2006-10-05T12:53:00Z</cp:lastPrinted>
  <dcterms:created xsi:type="dcterms:W3CDTF">2012-03-22T14:59:00Z</dcterms:created>
  <dcterms:modified xsi:type="dcterms:W3CDTF">2013-01-24T10:25:00Z</dcterms:modified>
</cp:coreProperties>
</file>