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9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1291"/>
        <w:gridCol w:w="2693"/>
        <w:gridCol w:w="2410"/>
        <w:gridCol w:w="2975"/>
      </w:tblGrid>
      <w:tr w:rsidR="00D97D7C" w:rsidRPr="00CC5A41" w:rsidTr="00B57D05">
        <w:trPr>
          <w:trHeight w:val="297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97D7C" w:rsidRPr="00CC5A41" w:rsidRDefault="00D97D7C" w:rsidP="00B57D05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CC5A4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Příloha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č.1 </w:t>
            </w:r>
            <w:r w:rsidRPr="00CC5A4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– Krycí list nabídky</w:t>
            </w:r>
          </w:p>
        </w:tc>
      </w:tr>
      <w:tr w:rsidR="00D97D7C" w:rsidRPr="00CC5A41" w:rsidTr="00B57D05">
        <w:trPr>
          <w:trHeight w:val="130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0E0E0"/>
            <w:vAlign w:val="bottom"/>
          </w:tcPr>
          <w:p w:rsidR="00D97D7C" w:rsidRPr="00CC5A41" w:rsidRDefault="00D97D7C" w:rsidP="00B57D0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C5A41">
              <w:rPr>
                <w:rFonts w:ascii="Arial" w:hAnsi="Arial" w:cs="Arial"/>
                <w:b/>
                <w:bCs/>
                <w:i/>
                <w:iCs/>
                <w:color w:val="000000"/>
              </w:rPr>
              <w:t>1. Zakázka</w:t>
            </w:r>
          </w:p>
        </w:tc>
      </w:tr>
      <w:tr w:rsidR="00D97D7C" w:rsidRPr="00CC5A41" w:rsidTr="00DC61AB">
        <w:trPr>
          <w:trHeight w:val="342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97D7C" w:rsidRPr="00DC61AB" w:rsidRDefault="00D97D7C" w:rsidP="00DC61AB">
            <w:pPr>
              <w:pStyle w:val="WW-Prosttext"/>
              <w:jc w:val="center"/>
              <w:rPr>
                <w:rFonts w:ascii="Century Gothic" w:hAnsi="Century Gothic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color w:val="auto"/>
                <w:sz w:val="24"/>
                <w:szCs w:val="24"/>
              </w:rPr>
              <w:t xml:space="preserve">Zakázka malého rozsahu na akci: </w:t>
            </w:r>
          </w:p>
        </w:tc>
      </w:tr>
      <w:tr w:rsidR="00D97D7C" w:rsidRPr="00CC5A41" w:rsidTr="00FE26A4">
        <w:trPr>
          <w:trHeight w:val="467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7D7C" w:rsidRPr="00CC5A41" w:rsidRDefault="00D97D7C" w:rsidP="00B57D05">
            <w:pPr>
              <w:jc w:val="center"/>
              <w:rPr>
                <w:rFonts w:ascii="Arial" w:hAnsi="Arial" w:cs="Arial"/>
                <w:color w:val="000000"/>
              </w:rPr>
            </w:pPr>
            <w:r w:rsidRPr="00CC5A41">
              <w:rPr>
                <w:rFonts w:ascii="Arial" w:hAnsi="Arial" w:cs="Arial"/>
                <w:color w:val="000000"/>
              </w:rPr>
              <w:t>Název :</w:t>
            </w:r>
          </w:p>
        </w:tc>
        <w:tc>
          <w:tcPr>
            <w:tcW w:w="8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97D7C" w:rsidRPr="004F23D4" w:rsidRDefault="00D97D7C" w:rsidP="003A333A">
            <w:pPr>
              <w:jc w:val="center"/>
              <w:outlineLvl w:val="0"/>
              <w:rPr>
                <w:rFonts w:ascii="Century Gothic" w:hAnsi="Century Gothic"/>
                <w:b/>
                <w:bCs/>
              </w:rPr>
            </w:pPr>
            <w:r w:rsidRPr="004F23D4">
              <w:rPr>
                <w:rFonts w:ascii="Century Gothic" w:hAnsi="Century Gothic"/>
                <w:b/>
                <w:bCs/>
              </w:rPr>
              <w:t>„</w:t>
            </w:r>
            <w:r w:rsidRPr="004F23D4">
              <w:rPr>
                <w:rFonts w:ascii="Century Gothic" w:hAnsi="Century Gothic"/>
                <w:b/>
                <w:caps/>
              </w:rPr>
              <w:t xml:space="preserve">Zlepšení </w:t>
            </w:r>
            <w:r>
              <w:rPr>
                <w:rFonts w:ascii="Century Gothic" w:hAnsi="Century Gothic"/>
                <w:b/>
                <w:caps/>
              </w:rPr>
              <w:t>metod práce a vybavení v z</w:t>
            </w:r>
            <w:r w:rsidRPr="004F23D4">
              <w:rPr>
                <w:rFonts w:ascii="Century Gothic" w:hAnsi="Century Gothic"/>
                <w:b/>
                <w:caps/>
              </w:rPr>
              <w:t xml:space="preserve">Š </w:t>
            </w:r>
            <w:r>
              <w:rPr>
                <w:rFonts w:ascii="Century Gothic" w:hAnsi="Century Gothic"/>
                <w:b/>
                <w:caps/>
              </w:rPr>
              <w:t>Český Rudolec</w:t>
            </w:r>
            <w:r w:rsidRPr="004F23D4">
              <w:rPr>
                <w:rFonts w:ascii="Century Gothic" w:hAnsi="Century Gothic"/>
                <w:b/>
                <w:bCs/>
              </w:rPr>
              <w:t>“</w:t>
            </w:r>
          </w:p>
        </w:tc>
      </w:tr>
      <w:tr w:rsidR="00D97D7C" w:rsidRPr="00CC5A41" w:rsidTr="00B57D05">
        <w:trPr>
          <w:trHeight w:val="249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0E0E0"/>
            <w:vAlign w:val="bottom"/>
          </w:tcPr>
          <w:p w:rsidR="00D97D7C" w:rsidRPr="00CC5A41" w:rsidRDefault="00D97D7C" w:rsidP="00B57D0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C5A41">
              <w:rPr>
                <w:rFonts w:ascii="Arial" w:hAnsi="Arial" w:cs="Arial"/>
                <w:b/>
                <w:bCs/>
                <w:i/>
                <w:iCs/>
                <w:color w:val="000000"/>
              </w:rPr>
              <w:t>2. Základní identifikační údaje o uchazeči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 (vyplní uchazeč)</w:t>
            </w:r>
          </w:p>
        </w:tc>
      </w:tr>
      <w:tr w:rsidR="00D97D7C" w:rsidRPr="00CC5A41" w:rsidTr="00DC61AB">
        <w:trPr>
          <w:trHeight w:val="37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D7C" w:rsidRPr="00CC5A41" w:rsidRDefault="00D97D7C" w:rsidP="00B57D05">
            <w:pPr>
              <w:rPr>
                <w:rFonts w:ascii="Arial" w:hAnsi="Arial" w:cs="Arial"/>
                <w:color w:val="000000"/>
              </w:rPr>
            </w:pPr>
            <w:r w:rsidRPr="00CC5A41">
              <w:rPr>
                <w:rFonts w:ascii="Arial" w:hAnsi="Arial" w:cs="Arial"/>
                <w:color w:val="000000"/>
              </w:rPr>
              <w:t>Obchodní firma nebo název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97D7C" w:rsidRPr="00CC5A41" w:rsidRDefault="00D97D7C" w:rsidP="00B57D05">
            <w:pPr>
              <w:rPr>
                <w:rFonts w:ascii="Arial" w:hAnsi="Arial" w:cs="Arial"/>
                <w:color w:val="000000"/>
              </w:rPr>
            </w:pPr>
          </w:p>
        </w:tc>
      </w:tr>
      <w:tr w:rsidR="00D97D7C" w:rsidRPr="00CC5A41" w:rsidTr="00DC61AB">
        <w:trPr>
          <w:trHeight w:val="338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D7C" w:rsidRPr="00CC5A41" w:rsidRDefault="00D97D7C" w:rsidP="00B57D05">
            <w:pPr>
              <w:rPr>
                <w:rFonts w:ascii="Arial" w:hAnsi="Arial" w:cs="Arial"/>
                <w:color w:val="000000"/>
              </w:rPr>
            </w:pPr>
            <w:r w:rsidRPr="00CC5A41">
              <w:rPr>
                <w:rFonts w:ascii="Arial" w:hAnsi="Arial" w:cs="Arial"/>
                <w:color w:val="000000"/>
              </w:rPr>
              <w:t>Sídlo/místo podnikání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97D7C" w:rsidRPr="00CC5A41" w:rsidRDefault="00D97D7C" w:rsidP="00B57D05">
            <w:pPr>
              <w:rPr>
                <w:rFonts w:ascii="Arial" w:hAnsi="Arial" w:cs="Arial"/>
                <w:color w:val="000000"/>
              </w:rPr>
            </w:pPr>
          </w:p>
        </w:tc>
      </w:tr>
      <w:tr w:rsidR="00D97D7C" w:rsidRPr="00CC5A41" w:rsidTr="00DC61AB">
        <w:trPr>
          <w:trHeight w:val="255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D7C" w:rsidRPr="00CC5A41" w:rsidRDefault="00D97D7C" w:rsidP="00B57D05">
            <w:pPr>
              <w:rPr>
                <w:rFonts w:ascii="Arial" w:hAnsi="Arial" w:cs="Arial"/>
                <w:color w:val="000000"/>
              </w:rPr>
            </w:pPr>
            <w:r w:rsidRPr="00CC5A41">
              <w:rPr>
                <w:rFonts w:ascii="Arial" w:hAnsi="Arial" w:cs="Arial"/>
                <w:color w:val="000000"/>
              </w:rPr>
              <w:t>Právní forma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97D7C" w:rsidRPr="00CC5A41" w:rsidRDefault="00D97D7C" w:rsidP="003A333A">
            <w:pPr>
              <w:rPr>
                <w:rFonts w:ascii="Arial" w:hAnsi="Arial" w:cs="Arial"/>
                <w:color w:val="000000"/>
              </w:rPr>
            </w:pPr>
          </w:p>
        </w:tc>
      </w:tr>
      <w:tr w:rsidR="00D97D7C" w:rsidRPr="00CC5A41" w:rsidTr="00DC61AB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D7C" w:rsidRPr="00CC5A41" w:rsidRDefault="00D97D7C" w:rsidP="00B57D05">
            <w:pPr>
              <w:rPr>
                <w:rFonts w:ascii="Arial" w:hAnsi="Arial" w:cs="Arial"/>
                <w:color w:val="000000"/>
              </w:rPr>
            </w:pPr>
            <w:r w:rsidRPr="00CC5A41">
              <w:rPr>
                <w:rFonts w:ascii="Arial" w:hAnsi="Arial" w:cs="Arial"/>
                <w:color w:val="000000"/>
              </w:rPr>
              <w:t>Tel./fax: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97D7C" w:rsidRPr="00CC5A41" w:rsidRDefault="00D97D7C" w:rsidP="00B57D05">
            <w:pPr>
              <w:rPr>
                <w:rFonts w:ascii="Arial" w:hAnsi="Arial" w:cs="Arial"/>
                <w:color w:val="000000"/>
              </w:rPr>
            </w:pPr>
          </w:p>
        </w:tc>
      </w:tr>
      <w:tr w:rsidR="00D97D7C" w:rsidRPr="00CC5A41" w:rsidTr="00DC61AB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D7C" w:rsidRPr="00CC5A41" w:rsidRDefault="00D97D7C" w:rsidP="00B57D05">
            <w:pPr>
              <w:rPr>
                <w:rFonts w:ascii="Arial" w:hAnsi="Arial" w:cs="Arial"/>
                <w:color w:val="000000"/>
              </w:rPr>
            </w:pPr>
            <w:r w:rsidRPr="00CC5A41">
              <w:rPr>
                <w:rFonts w:ascii="Arial" w:hAnsi="Arial" w:cs="Arial"/>
                <w:color w:val="000000"/>
              </w:rPr>
              <w:t>E-mail: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97D7C" w:rsidRPr="00CC5A41" w:rsidRDefault="00D97D7C" w:rsidP="003A333A">
            <w:pPr>
              <w:rPr>
                <w:rFonts w:ascii="Arial" w:hAnsi="Arial" w:cs="Arial"/>
                <w:color w:val="000000"/>
              </w:rPr>
            </w:pPr>
          </w:p>
        </w:tc>
      </w:tr>
      <w:tr w:rsidR="00D97D7C" w:rsidRPr="00CC5A41" w:rsidTr="00DC61AB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D7C" w:rsidRPr="00CC5A41" w:rsidRDefault="00D97D7C" w:rsidP="00B57D05">
            <w:pPr>
              <w:rPr>
                <w:rFonts w:ascii="Arial" w:hAnsi="Arial" w:cs="Arial"/>
                <w:color w:val="000000"/>
              </w:rPr>
            </w:pPr>
            <w:r w:rsidRPr="00CC5A41">
              <w:rPr>
                <w:rFonts w:ascii="Arial" w:hAnsi="Arial" w:cs="Arial"/>
                <w:color w:val="000000"/>
              </w:rPr>
              <w:t>IČ / DIČ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97D7C" w:rsidRPr="00CC5A41" w:rsidRDefault="00D97D7C" w:rsidP="00B57D05">
            <w:pPr>
              <w:rPr>
                <w:rFonts w:ascii="Arial" w:hAnsi="Arial" w:cs="Arial"/>
                <w:color w:val="000000"/>
              </w:rPr>
            </w:pPr>
          </w:p>
        </w:tc>
      </w:tr>
      <w:tr w:rsidR="00D97D7C" w:rsidRPr="00CC5A41" w:rsidTr="00DC61AB">
        <w:trPr>
          <w:trHeight w:val="255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D7C" w:rsidRPr="00CC5A41" w:rsidRDefault="00D97D7C" w:rsidP="00B57D05">
            <w:pPr>
              <w:rPr>
                <w:rFonts w:ascii="Arial" w:hAnsi="Arial" w:cs="Arial"/>
                <w:color w:val="000000"/>
              </w:rPr>
            </w:pPr>
            <w:r w:rsidRPr="00CC5A41">
              <w:rPr>
                <w:rFonts w:ascii="Arial" w:hAnsi="Arial" w:cs="Arial"/>
                <w:color w:val="000000"/>
              </w:rPr>
              <w:t>Č. účtu / banka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97D7C" w:rsidRPr="00CC5A41" w:rsidRDefault="00D97D7C" w:rsidP="00B57D05">
            <w:pPr>
              <w:rPr>
                <w:rFonts w:ascii="Arial" w:hAnsi="Arial" w:cs="Arial"/>
                <w:color w:val="000000"/>
              </w:rPr>
            </w:pPr>
          </w:p>
        </w:tc>
      </w:tr>
      <w:tr w:rsidR="00D97D7C" w:rsidRPr="00CC5A41" w:rsidTr="00DC61AB">
        <w:trPr>
          <w:trHeight w:val="503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D7C" w:rsidRPr="00CC5A41" w:rsidRDefault="00D97D7C" w:rsidP="00B57D05">
            <w:pPr>
              <w:rPr>
                <w:rFonts w:ascii="Arial" w:hAnsi="Arial" w:cs="Arial"/>
                <w:color w:val="000000"/>
              </w:rPr>
            </w:pPr>
            <w:r w:rsidRPr="00CC5A41">
              <w:rPr>
                <w:rFonts w:ascii="Arial" w:hAnsi="Arial" w:cs="Arial"/>
                <w:color w:val="000000"/>
              </w:rPr>
              <w:t>Osoba oprávněná jednat za uchazeče: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97D7C" w:rsidRPr="00CC5A41" w:rsidRDefault="00D97D7C" w:rsidP="00B57D05">
            <w:pPr>
              <w:rPr>
                <w:rFonts w:ascii="Arial" w:hAnsi="Arial" w:cs="Arial"/>
                <w:color w:val="000000"/>
              </w:rPr>
            </w:pPr>
          </w:p>
        </w:tc>
      </w:tr>
      <w:tr w:rsidR="00D97D7C" w:rsidRPr="00CC5A41" w:rsidTr="00DC61AB">
        <w:trPr>
          <w:trHeight w:val="255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D7C" w:rsidRPr="00CC5A41" w:rsidRDefault="00D97D7C" w:rsidP="00B57D05">
            <w:pPr>
              <w:rPr>
                <w:rFonts w:ascii="Arial" w:hAnsi="Arial" w:cs="Arial"/>
                <w:color w:val="000000"/>
              </w:rPr>
            </w:pPr>
            <w:r w:rsidRPr="00CC5A41">
              <w:rPr>
                <w:rFonts w:ascii="Arial" w:hAnsi="Arial" w:cs="Arial"/>
                <w:color w:val="000000"/>
              </w:rPr>
              <w:t>Kontaktní osoba: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97D7C" w:rsidRPr="00CC5A41" w:rsidRDefault="00D97D7C" w:rsidP="00B57D05">
            <w:pPr>
              <w:rPr>
                <w:rFonts w:ascii="Arial" w:hAnsi="Arial" w:cs="Arial"/>
                <w:color w:val="000000"/>
              </w:rPr>
            </w:pPr>
          </w:p>
        </w:tc>
      </w:tr>
      <w:tr w:rsidR="00D97D7C" w:rsidRPr="00CC5A41" w:rsidTr="00DC61AB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D7C" w:rsidRPr="00CC5A41" w:rsidRDefault="00D97D7C" w:rsidP="00B57D05">
            <w:pPr>
              <w:rPr>
                <w:rFonts w:ascii="Arial" w:hAnsi="Arial" w:cs="Arial"/>
                <w:color w:val="000000"/>
              </w:rPr>
            </w:pPr>
            <w:r w:rsidRPr="00CC5A41">
              <w:rPr>
                <w:rFonts w:ascii="Arial" w:hAnsi="Arial" w:cs="Arial"/>
                <w:color w:val="000000"/>
              </w:rPr>
              <w:t>Tel./fax: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97D7C" w:rsidRPr="00CC5A41" w:rsidRDefault="00D97D7C" w:rsidP="00B57D05">
            <w:pPr>
              <w:rPr>
                <w:rFonts w:ascii="Arial" w:hAnsi="Arial" w:cs="Arial"/>
                <w:color w:val="000000"/>
              </w:rPr>
            </w:pPr>
          </w:p>
        </w:tc>
      </w:tr>
      <w:tr w:rsidR="00D97D7C" w:rsidRPr="00CC5A41" w:rsidTr="00DC61AB">
        <w:trPr>
          <w:trHeight w:val="130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7D7C" w:rsidRPr="00CC5A41" w:rsidRDefault="00D97D7C" w:rsidP="00B57D05">
            <w:pPr>
              <w:rPr>
                <w:rFonts w:ascii="Arial" w:hAnsi="Arial" w:cs="Arial"/>
                <w:color w:val="000000"/>
              </w:rPr>
            </w:pPr>
            <w:r w:rsidRPr="00CC5A41">
              <w:rPr>
                <w:rFonts w:ascii="Arial" w:hAnsi="Arial" w:cs="Arial"/>
                <w:color w:val="000000"/>
              </w:rPr>
              <w:t>E-mail:</w:t>
            </w:r>
          </w:p>
        </w:tc>
        <w:tc>
          <w:tcPr>
            <w:tcW w:w="53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97D7C" w:rsidRPr="00CC5A41" w:rsidRDefault="00D97D7C" w:rsidP="003A333A">
            <w:pPr>
              <w:rPr>
                <w:rFonts w:ascii="Arial" w:hAnsi="Arial" w:cs="Arial"/>
                <w:color w:val="000000"/>
              </w:rPr>
            </w:pPr>
          </w:p>
        </w:tc>
      </w:tr>
      <w:tr w:rsidR="00D97D7C" w:rsidRPr="00CC5A41" w:rsidTr="00B57D05">
        <w:trPr>
          <w:trHeight w:val="249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0E0E0"/>
            <w:vAlign w:val="bottom"/>
          </w:tcPr>
          <w:p w:rsidR="00D97D7C" w:rsidRPr="00CC5A41" w:rsidRDefault="00D97D7C" w:rsidP="00B57D0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>3. Kritérium</w:t>
            </w:r>
            <w:r w:rsidRPr="00CC5A41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 hodnocení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 (vyplní uchazeč)</w:t>
            </w:r>
            <w:r w:rsidRPr="00CC5A41">
              <w:rPr>
                <w:rFonts w:ascii="Arial" w:hAnsi="Arial" w:cs="Arial"/>
                <w:b/>
                <w:bCs/>
                <w:i/>
                <w:iCs/>
                <w:color w:val="000000"/>
              </w:rPr>
              <w:t>:</w:t>
            </w:r>
            <w:r w:rsidRPr="00306CC7">
              <w:rPr>
                <w:rFonts w:ascii="Arial" w:hAnsi="Arial" w:cs="Arial"/>
                <w:b/>
                <w:bCs/>
                <w:i/>
                <w:iCs/>
                <w:color w:val="000000"/>
              </w:rPr>
              <w:t>.</w:t>
            </w:r>
          </w:p>
        </w:tc>
      </w:tr>
      <w:tr w:rsidR="00D97D7C" w:rsidRPr="00CC5A41" w:rsidTr="00B57D05">
        <w:trPr>
          <w:trHeight w:val="130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0E0E0"/>
            <w:vAlign w:val="bottom"/>
          </w:tcPr>
          <w:p w:rsidR="00D97D7C" w:rsidRPr="00CC5A41" w:rsidRDefault="00D97D7C" w:rsidP="00B57D0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</w:tc>
      </w:tr>
      <w:tr w:rsidR="00D97D7C" w:rsidRPr="00CC5A41" w:rsidTr="00B57D05">
        <w:trPr>
          <w:trHeight w:val="130"/>
        </w:trPr>
        <w:tc>
          <w:tcPr>
            <w:tcW w:w="9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0E0E0"/>
            <w:vAlign w:val="bottom"/>
          </w:tcPr>
          <w:p w:rsidR="00D97D7C" w:rsidRPr="00CC5A41" w:rsidRDefault="00D97D7C" w:rsidP="006753F8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A. </w:t>
            </w:r>
            <w:r w:rsidRPr="00CC5A41">
              <w:rPr>
                <w:rFonts w:ascii="Arial" w:hAnsi="Arial" w:cs="Arial"/>
                <w:b/>
                <w:bCs/>
                <w:i/>
                <w:iCs/>
                <w:color w:val="000000"/>
              </w:rPr>
              <w:t>Nabídková cena v Kč</w:t>
            </w:r>
          </w:p>
        </w:tc>
      </w:tr>
      <w:tr w:rsidR="00D97D7C" w:rsidRPr="00CC5A41" w:rsidTr="00B57D05">
        <w:trPr>
          <w:trHeight w:val="504"/>
        </w:trPr>
        <w:tc>
          <w:tcPr>
            <w:tcW w:w="3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D97D7C" w:rsidRPr="00CC5A41" w:rsidRDefault="00D97D7C" w:rsidP="00B57D0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C5A41">
              <w:rPr>
                <w:rFonts w:ascii="Arial" w:hAnsi="Arial" w:cs="Arial"/>
                <w:b/>
                <w:bCs/>
                <w:color w:val="000000"/>
              </w:rPr>
              <w:t>Cena celkem bez DPH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21%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7D7C" w:rsidRPr="00CC5A41" w:rsidRDefault="00D97D7C" w:rsidP="00B57D0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CC5A41">
              <w:rPr>
                <w:rFonts w:ascii="Arial" w:hAnsi="Arial" w:cs="Arial"/>
                <w:b/>
                <w:color w:val="000000"/>
              </w:rPr>
              <w:t xml:space="preserve">DPH </w:t>
            </w:r>
            <w:r>
              <w:rPr>
                <w:rFonts w:ascii="Arial" w:hAnsi="Arial" w:cs="Arial"/>
                <w:b/>
                <w:color w:val="000000"/>
              </w:rPr>
              <w:t>21%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97D7C" w:rsidRPr="00CC5A41" w:rsidRDefault="00D97D7C" w:rsidP="00B57D05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CC5A41">
              <w:rPr>
                <w:rFonts w:ascii="Arial" w:hAnsi="Arial" w:cs="Arial"/>
                <w:b/>
                <w:color w:val="000000"/>
              </w:rPr>
              <w:t>Cena celkem včetně DPH</w:t>
            </w:r>
            <w:r>
              <w:rPr>
                <w:rFonts w:ascii="Arial" w:hAnsi="Arial" w:cs="Arial"/>
                <w:b/>
                <w:color w:val="000000"/>
              </w:rPr>
              <w:t xml:space="preserve"> 21%</w:t>
            </w:r>
          </w:p>
        </w:tc>
      </w:tr>
      <w:tr w:rsidR="00D97D7C" w:rsidRPr="00CC5A41" w:rsidTr="006753F8">
        <w:trPr>
          <w:trHeight w:val="496"/>
        </w:trPr>
        <w:tc>
          <w:tcPr>
            <w:tcW w:w="3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97D7C" w:rsidRPr="00CC5A41" w:rsidRDefault="00D97D7C" w:rsidP="00B57D05">
            <w:pPr>
              <w:jc w:val="center"/>
              <w:rPr>
                <w:rFonts w:ascii="Arial" w:hAnsi="Arial" w:cs="Arial"/>
                <w:color w:val="000000"/>
              </w:rPr>
            </w:pPr>
            <w:r w:rsidRPr="00CC5A4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7D7C" w:rsidRPr="00CC5A41" w:rsidRDefault="00D97D7C" w:rsidP="00B57D05">
            <w:pPr>
              <w:jc w:val="center"/>
              <w:rPr>
                <w:rFonts w:ascii="Arial" w:hAnsi="Arial" w:cs="Arial"/>
                <w:color w:val="000000"/>
              </w:rPr>
            </w:pPr>
            <w:r w:rsidRPr="00CC5A4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97D7C" w:rsidRPr="00CC5A41" w:rsidRDefault="00D97D7C" w:rsidP="00B57D05">
            <w:pPr>
              <w:jc w:val="center"/>
              <w:rPr>
                <w:rFonts w:ascii="Arial" w:hAnsi="Arial" w:cs="Arial"/>
                <w:color w:val="000000"/>
              </w:rPr>
            </w:pPr>
            <w:r w:rsidRPr="00CC5A41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D97D7C" w:rsidRPr="00CC5A41" w:rsidRDefault="00D97D7C" w:rsidP="00D056B6">
      <w:pPr>
        <w:rPr>
          <w:rFonts w:ascii="Arial" w:hAnsi="Arial" w:cs="Arial"/>
          <w:sz w:val="4"/>
        </w:rPr>
      </w:pPr>
    </w:p>
    <w:p w:rsidR="00D97D7C" w:rsidRDefault="00D97D7C" w:rsidP="00A132CC">
      <w:pPr>
        <w:pStyle w:val="BlockText"/>
        <w:spacing w:before="240"/>
        <w:ind w:left="0"/>
        <w:rPr>
          <w:rFonts w:ascii="Arial" w:hAnsi="Arial" w:cs="Arial"/>
          <w:b/>
        </w:rPr>
      </w:pPr>
    </w:p>
    <w:p w:rsidR="00D97D7C" w:rsidRPr="00CC5A41" w:rsidRDefault="00D97D7C" w:rsidP="00116DF4">
      <w:pPr>
        <w:pStyle w:val="BlockText"/>
        <w:spacing w:before="240"/>
        <w:jc w:val="center"/>
        <w:rPr>
          <w:rFonts w:ascii="Arial" w:hAnsi="Arial" w:cs="Arial"/>
          <w:b/>
        </w:rPr>
      </w:pPr>
      <w:r w:rsidRPr="00CC5A41">
        <w:rPr>
          <w:rFonts w:ascii="Arial" w:hAnsi="Arial" w:cs="Arial"/>
          <w:b/>
        </w:rPr>
        <w:t>Podpisem tohoto krycího listu prohlašuji, že jsem byl důkladně seznámen se zadávací dokumentací včetně všech příloh a že akceptuji veškeré podmínky.</w:t>
      </w:r>
    </w:p>
    <w:p w:rsidR="00D97D7C" w:rsidRDefault="00D97D7C" w:rsidP="00770CFE">
      <w:pPr>
        <w:rPr>
          <w:rFonts w:ascii="Arial" w:hAnsi="Arial" w:cs="Arial"/>
        </w:rPr>
      </w:pPr>
    </w:p>
    <w:p w:rsidR="00D97D7C" w:rsidRDefault="00D97D7C" w:rsidP="00770CFE">
      <w:pPr>
        <w:rPr>
          <w:rFonts w:ascii="Arial" w:hAnsi="Arial" w:cs="Arial"/>
        </w:rPr>
      </w:pPr>
      <w:r w:rsidRPr="00CC5A41">
        <w:rPr>
          <w:rFonts w:ascii="Arial" w:hAnsi="Arial" w:cs="Arial"/>
        </w:rPr>
        <w:t xml:space="preserve">Tento krycí list nabídky podepisuji jako </w:t>
      </w:r>
    </w:p>
    <w:p w:rsidR="00D97D7C" w:rsidRDefault="00D97D7C" w:rsidP="00770CFE">
      <w:pPr>
        <w:rPr>
          <w:rFonts w:ascii="Arial" w:hAnsi="Arial" w:cs="Arial"/>
        </w:rPr>
      </w:pPr>
    </w:p>
    <w:p w:rsidR="00D97D7C" w:rsidRDefault="00D97D7C" w:rsidP="00770CFE">
      <w:pPr>
        <w:rPr>
          <w:rFonts w:ascii="Arial" w:hAnsi="Arial" w:cs="Arial"/>
        </w:rPr>
      </w:pPr>
    </w:p>
    <w:p w:rsidR="00D97D7C" w:rsidRPr="00CC5A41" w:rsidRDefault="00D97D7C" w:rsidP="00770CFE">
      <w:pPr>
        <w:rPr>
          <w:rFonts w:ascii="Arial" w:hAnsi="Arial" w:cs="Arial"/>
        </w:rPr>
      </w:pPr>
      <w:r w:rsidRPr="00CC5A41">
        <w:rPr>
          <w:rFonts w:ascii="Arial" w:hAnsi="Arial" w:cs="Arial"/>
        </w:rPr>
        <w:t>………………………………………………………..</w:t>
      </w:r>
    </w:p>
    <w:p w:rsidR="00D97D7C" w:rsidRPr="00CC5A41" w:rsidRDefault="00D97D7C" w:rsidP="00770CFE">
      <w:pPr>
        <w:rPr>
          <w:rFonts w:ascii="Arial" w:hAnsi="Arial" w:cs="Arial"/>
        </w:rPr>
      </w:pPr>
      <w:r w:rsidRPr="00CC5A41">
        <w:rPr>
          <w:rFonts w:ascii="Arial" w:hAnsi="Arial" w:cs="Arial"/>
        </w:rPr>
        <w:t>(např. předseda představenstva a.s., jednatel společnosti s ručením omezeným apod.)</w:t>
      </w:r>
    </w:p>
    <w:p w:rsidR="00D97D7C" w:rsidRPr="00CC5A41" w:rsidRDefault="00D97D7C" w:rsidP="002837B3">
      <w:pPr>
        <w:spacing w:before="240"/>
        <w:jc w:val="both"/>
        <w:rPr>
          <w:rFonts w:ascii="Arial" w:hAnsi="Arial" w:cs="Arial"/>
        </w:rPr>
      </w:pPr>
      <w:r w:rsidRPr="00CC5A41">
        <w:rPr>
          <w:rFonts w:ascii="Arial" w:hAnsi="Arial" w:cs="Arial"/>
        </w:rPr>
        <w:t>V…………………..dne……………..</w:t>
      </w:r>
    </w:p>
    <w:p w:rsidR="00D97D7C" w:rsidRDefault="00D97D7C" w:rsidP="002837B3">
      <w:pPr>
        <w:spacing w:before="240"/>
        <w:jc w:val="right"/>
        <w:rPr>
          <w:rFonts w:ascii="Arial" w:hAnsi="Arial" w:cs="Arial"/>
        </w:rPr>
      </w:pPr>
    </w:p>
    <w:p w:rsidR="00D97D7C" w:rsidRDefault="00D97D7C" w:rsidP="002837B3">
      <w:pPr>
        <w:spacing w:before="240"/>
        <w:jc w:val="right"/>
        <w:rPr>
          <w:rFonts w:ascii="Arial" w:hAnsi="Arial" w:cs="Arial"/>
        </w:rPr>
      </w:pPr>
    </w:p>
    <w:p w:rsidR="00D97D7C" w:rsidRPr="00CC5A41" w:rsidRDefault="00D97D7C" w:rsidP="002837B3">
      <w:pPr>
        <w:spacing w:before="240"/>
        <w:jc w:val="right"/>
        <w:rPr>
          <w:rFonts w:ascii="Arial" w:hAnsi="Arial" w:cs="Arial"/>
        </w:rPr>
      </w:pPr>
      <w:r w:rsidRPr="00CC5A41">
        <w:rPr>
          <w:rFonts w:ascii="Arial" w:hAnsi="Arial" w:cs="Arial"/>
        </w:rPr>
        <w:t>……………….…………………………….</w:t>
      </w:r>
    </w:p>
    <w:p w:rsidR="00D97D7C" w:rsidRPr="00CC5A41" w:rsidRDefault="00D97D7C" w:rsidP="002837B3">
      <w:pPr>
        <w:ind w:firstLine="5040"/>
        <w:jc w:val="center"/>
        <w:rPr>
          <w:rFonts w:ascii="Arial" w:hAnsi="Arial" w:cs="Arial"/>
        </w:rPr>
      </w:pPr>
      <w:r w:rsidRPr="00CC5A41">
        <w:rPr>
          <w:rFonts w:ascii="Arial" w:hAnsi="Arial" w:cs="Arial"/>
        </w:rPr>
        <w:t>podpis, razítko</w:t>
      </w:r>
    </w:p>
    <w:p w:rsidR="00D97D7C" w:rsidRPr="00CC5A41" w:rsidRDefault="00D97D7C">
      <w:pPr>
        <w:ind w:firstLine="5040"/>
        <w:jc w:val="center"/>
        <w:rPr>
          <w:rFonts w:ascii="Arial" w:hAnsi="Arial" w:cs="Arial"/>
          <w:b/>
        </w:rPr>
      </w:pPr>
      <w:r w:rsidRPr="00CC5A41">
        <w:rPr>
          <w:rFonts w:ascii="Arial" w:hAnsi="Arial" w:cs="Arial"/>
        </w:rPr>
        <w:t>titul, jméno, příjmení</w:t>
      </w:r>
    </w:p>
    <w:sectPr w:rsidR="00D97D7C" w:rsidRPr="00CC5A41" w:rsidSect="00D47C69">
      <w:headerReference w:type="default" r:id="rId7"/>
      <w:footerReference w:type="even" r:id="rId8"/>
      <w:footerReference w:type="default" r:id="rId9"/>
      <w:pgSz w:w="11906" w:h="16838"/>
      <w:pgMar w:top="964" w:right="1418" w:bottom="964" w:left="1418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D7C" w:rsidRDefault="00D97D7C">
      <w:r>
        <w:separator/>
      </w:r>
    </w:p>
  </w:endnote>
  <w:endnote w:type="continuationSeparator" w:id="0">
    <w:p w:rsidR="00D97D7C" w:rsidRDefault="00D97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D7C" w:rsidRDefault="00D97D7C" w:rsidP="004D5F4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7D7C" w:rsidRDefault="00D97D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D7C" w:rsidRDefault="00D97D7C" w:rsidP="000D086B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D7C" w:rsidRDefault="00D97D7C">
      <w:r>
        <w:separator/>
      </w:r>
    </w:p>
  </w:footnote>
  <w:footnote w:type="continuationSeparator" w:id="0">
    <w:p w:rsidR="00D97D7C" w:rsidRDefault="00D97D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D7C" w:rsidRPr="00E60049" w:rsidRDefault="00D97D7C" w:rsidP="00113B8E">
    <w:pPr>
      <w:pStyle w:val="Header"/>
      <w:jc w:val="center"/>
      <w:rPr>
        <w:rFonts w:ascii="Century Gothic" w:hAnsi="Century Gothic"/>
        <w:b/>
        <w:bCs/>
        <w:sz w:val="20"/>
      </w:rPr>
    </w:pPr>
    <w:r w:rsidRPr="00E60049">
      <w:rPr>
        <w:rFonts w:ascii="Century Gothic" w:hAnsi="Century Gothic"/>
        <w:b/>
        <w:bCs/>
        <w:sz w:val="20"/>
      </w:rPr>
      <w:t>„</w:t>
    </w:r>
    <w:r w:rsidRPr="00E60049">
      <w:rPr>
        <w:rFonts w:ascii="Century Gothic" w:hAnsi="Century Gothic"/>
        <w:b/>
        <w:caps/>
        <w:szCs w:val="32"/>
      </w:rPr>
      <w:t xml:space="preserve">Zlepšení </w:t>
    </w:r>
    <w:r>
      <w:rPr>
        <w:rFonts w:ascii="Century Gothic" w:hAnsi="Century Gothic"/>
        <w:b/>
        <w:caps/>
        <w:szCs w:val="32"/>
      </w:rPr>
      <w:t>metod práce a vybavení v</w:t>
    </w:r>
    <w:r w:rsidRPr="00E60049">
      <w:rPr>
        <w:rFonts w:ascii="Century Gothic" w:hAnsi="Century Gothic"/>
        <w:b/>
        <w:caps/>
        <w:szCs w:val="32"/>
      </w:rPr>
      <w:t xml:space="preserve"> ZŠ Český rudolec“</w:t>
    </w:r>
  </w:p>
  <w:p w:rsidR="00D97D7C" w:rsidRPr="0016400B" w:rsidRDefault="00D97D7C" w:rsidP="00113B8E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77958"/>
    <w:multiLevelType w:val="hybridMultilevel"/>
    <w:tmpl w:val="E40065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086B"/>
    <w:rsid w:val="000139A2"/>
    <w:rsid w:val="00014DC6"/>
    <w:rsid w:val="00027E1D"/>
    <w:rsid w:val="00040130"/>
    <w:rsid w:val="00052093"/>
    <w:rsid w:val="00055B5D"/>
    <w:rsid w:val="00083B90"/>
    <w:rsid w:val="000845FB"/>
    <w:rsid w:val="00095B67"/>
    <w:rsid w:val="000D086B"/>
    <w:rsid w:val="000F567F"/>
    <w:rsid w:val="00104C35"/>
    <w:rsid w:val="00113292"/>
    <w:rsid w:val="00113B8E"/>
    <w:rsid w:val="00113C1C"/>
    <w:rsid w:val="00116DF4"/>
    <w:rsid w:val="00117905"/>
    <w:rsid w:val="001318DA"/>
    <w:rsid w:val="0016400B"/>
    <w:rsid w:val="00185056"/>
    <w:rsid w:val="001B37DA"/>
    <w:rsid w:val="001C077D"/>
    <w:rsid w:val="001C7A5A"/>
    <w:rsid w:val="002002A5"/>
    <w:rsid w:val="0021111A"/>
    <w:rsid w:val="002209A3"/>
    <w:rsid w:val="002273A3"/>
    <w:rsid w:val="0024458C"/>
    <w:rsid w:val="002546FF"/>
    <w:rsid w:val="0027518A"/>
    <w:rsid w:val="0027548C"/>
    <w:rsid w:val="00275C95"/>
    <w:rsid w:val="00280BA6"/>
    <w:rsid w:val="002837B3"/>
    <w:rsid w:val="002961EA"/>
    <w:rsid w:val="002A0A2B"/>
    <w:rsid w:val="002A5287"/>
    <w:rsid w:val="002C3602"/>
    <w:rsid w:val="002F7EC6"/>
    <w:rsid w:val="00306CC7"/>
    <w:rsid w:val="00326157"/>
    <w:rsid w:val="00352655"/>
    <w:rsid w:val="003532DC"/>
    <w:rsid w:val="003608FF"/>
    <w:rsid w:val="00381A1D"/>
    <w:rsid w:val="00383378"/>
    <w:rsid w:val="00385330"/>
    <w:rsid w:val="003A333A"/>
    <w:rsid w:val="003B1A3E"/>
    <w:rsid w:val="003C6258"/>
    <w:rsid w:val="003D2491"/>
    <w:rsid w:val="003D448B"/>
    <w:rsid w:val="003D5797"/>
    <w:rsid w:val="003D5CDD"/>
    <w:rsid w:val="003E5B3D"/>
    <w:rsid w:val="003F6A58"/>
    <w:rsid w:val="0040723E"/>
    <w:rsid w:val="00420B6E"/>
    <w:rsid w:val="004229E2"/>
    <w:rsid w:val="0042473C"/>
    <w:rsid w:val="00483984"/>
    <w:rsid w:val="004874C2"/>
    <w:rsid w:val="00493D01"/>
    <w:rsid w:val="00494A97"/>
    <w:rsid w:val="00495EA9"/>
    <w:rsid w:val="004964FA"/>
    <w:rsid w:val="004A2F51"/>
    <w:rsid w:val="004B77C4"/>
    <w:rsid w:val="004D2614"/>
    <w:rsid w:val="004D5F43"/>
    <w:rsid w:val="004E241F"/>
    <w:rsid w:val="004E6F3D"/>
    <w:rsid w:val="004F23D4"/>
    <w:rsid w:val="00520E8B"/>
    <w:rsid w:val="00525CFD"/>
    <w:rsid w:val="00530080"/>
    <w:rsid w:val="005324C0"/>
    <w:rsid w:val="00533D6A"/>
    <w:rsid w:val="00545588"/>
    <w:rsid w:val="005626DD"/>
    <w:rsid w:val="0058423A"/>
    <w:rsid w:val="00593CF5"/>
    <w:rsid w:val="005A0447"/>
    <w:rsid w:val="005C683B"/>
    <w:rsid w:val="00604CA7"/>
    <w:rsid w:val="00640681"/>
    <w:rsid w:val="00654AD1"/>
    <w:rsid w:val="006753F8"/>
    <w:rsid w:val="0068029F"/>
    <w:rsid w:val="00691105"/>
    <w:rsid w:val="006E366B"/>
    <w:rsid w:val="006E447B"/>
    <w:rsid w:val="006E54B5"/>
    <w:rsid w:val="00706222"/>
    <w:rsid w:val="0071032F"/>
    <w:rsid w:val="00714C92"/>
    <w:rsid w:val="00714D86"/>
    <w:rsid w:val="00744F22"/>
    <w:rsid w:val="00767202"/>
    <w:rsid w:val="00770CFE"/>
    <w:rsid w:val="00773211"/>
    <w:rsid w:val="00773578"/>
    <w:rsid w:val="0077635E"/>
    <w:rsid w:val="00777041"/>
    <w:rsid w:val="007A229F"/>
    <w:rsid w:val="007A68D6"/>
    <w:rsid w:val="00814DC8"/>
    <w:rsid w:val="00831D52"/>
    <w:rsid w:val="00834ECD"/>
    <w:rsid w:val="00857B47"/>
    <w:rsid w:val="00864A68"/>
    <w:rsid w:val="00873C92"/>
    <w:rsid w:val="008D2547"/>
    <w:rsid w:val="008F21AD"/>
    <w:rsid w:val="009265C6"/>
    <w:rsid w:val="00934034"/>
    <w:rsid w:val="00944EA1"/>
    <w:rsid w:val="00947CBE"/>
    <w:rsid w:val="0095065E"/>
    <w:rsid w:val="00953717"/>
    <w:rsid w:val="009839FC"/>
    <w:rsid w:val="00986EEE"/>
    <w:rsid w:val="00991E7D"/>
    <w:rsid w:val="00996CE4"/>
    <w:rsid w:val="009C23E1"/>
    <w:rsid w:val="009C39CD"/>
    <w:rsid w:val="009C72AA"/>
    <w:rsid w:val="009C75B7"/>
    <w:rsid w:val="009D3A36"/>
    <w:rsid w:val="009D502E"/>
    <w:rsid w:val="00A00A06"/>
    <w:rsid w:val="00A03110"/>
    <w:rsid w:val="00A03B07"/>
    <w:rsid w:val="00A10A72"/>
    <w:rsid w:val="00A132CC"/>
    <w:rsid w:val="00A260C0"/>
    <w:rsid w:val="00A60139"/>
    <w:rsid w:val="00A6244F"/>
    <w:rsid w:val="00A637F7"/>
    <w:rsid w:val="00A74F8F"/>
    <w:rsid w:val="00A82F40"/>
    <w:rsid w:val="00AA4CDC"/>
    <w:rsid w:val="00AC135C"/>
    <w:rsid w:val="00AE7B3C"/>
    <w:rsid w:val="00B075EB"/>
    <w:rsid w:val="00B353BA"/>
    <w:rsid w:val="00B469B0"/>
    <w:rsid w:val="00B55935"/>
    <w:rsid w:val="00B57D05"/>
    <w:rsid w:val="00B663A7"/>
    <w:rsid w:val="00B860C2"/>
    <w:rsid w:val="00B86B19"/>
    <w:rsid w:val="00BB55A2"/>
    <w:rsid w:val="00BB60E2"/>
    <w:rsid w:val="00BC74E7"/>
    <w:rsid w:val="00C0279B"/>
    <w:rsid w:val="00C02E0E"/>
    <w:rsid w:val="00C1105B"/>
    <w:rsid w:val="00C1591E"/>
    <w:rsid w:val="00C1782E"/>
    <w:rsid w:val="00C23ECB"/>
    <w:rsid w:val="00C413DF"/>
    <w:rsid w:val="00C4469A"/>
    <w:rsid w:val="00C558F8"/>
    <w:rsid w:val="00C573DE"/>
    <w:rsid w:val="00C63C19"/>
    <w:rsid w:val="00C90E5E"/>
    <w:rsid w:val="00C9242A"/>
    <w:rsid w:val="00CB13E4"/>
    <w:rsid w:val="00CB200F"/>
    <w:rsid w:val="00CC3E0D"/>
    <w:rsid w:val="00CC518D"/>
    <w:rsid w:val="00CC5A41"/>
    <w:rsid w:val="00CE1D24"/>
    <w:rsid w:val="00D056B6"/>
    <w:rsid w:val="00D113D6"/>
    <w:rsid w:val="00D117E7"/>
    <w:rsid w:val="00D12A75"/>
    <w:rsid w:val="00D3213E"/>
    <w:rsid w:val="00D32E5F"/>
    <w:rsid w:val="00D42604"/>
    <w:rsid w:val="00D434E9"/>
    <w:rsid w:val="00D4663E"/>
    <w:rsid w:val="00D4697E"/>
    <w:rsid w:val="00D47C69"/>
    <w:rsid w:val="00D84BF5"/>
    <w:rsid w:val="00D94727"/>
    <w:rsid w:val="00D9642B"/>
    <w:rsid w:val="00D97D7C"/>
    <w:rsid w:val="00DB437D"/>
    <w:rsid w:val="00DB76BE"/>
    <w:rsid w:val="00DC3078"/>
    <w:rsid w:val="00DC61AB"/>
    <w:rsid w:val="00DE0021"/>
    <w:rsid w:val="00DE13ED"/>
    <w:rsid w:val="00DF34E8"/>
    <w:rsid w:val="00E215E3"/>
    <w:rsid w:val="00E23193"/>
    <w:rsid w:val="00E25A1C"/>
    <w:rsid w:val="00E32C13"/>
    <w:rsid w:val="00E443C6"/>
    <w:rsid w:val="00E45716"/>
    <w:rsid w:val="00E60049"/>
    <w:rsid w:val="00E64907"/>
    <w:rsid w:val="00E65E95"/>
    <w:rsid w:val="00E90B12"/>
    <w:rsid w:val="00EA1229"/>
    <w:rsid w:val="00EA541E"/>
    <w:rsid w:val="00EB110E"/>
    <w:rsid w:val="00EE7881"/>
    <w:rsid w:val="00EF2F20"/>
    <w:rsid w:val="00EF621F"/>
    <w:rsid w:val="00F21BB8"/>
    <w:rsid w:val="00F6180A"/>
    <w:rsid w:val="00F61ADA"/>
    <w:rsid w:val="00F768A2"/>
    <w:rsid w:val="00F7741C"/>
    <w:rsid w:val="00F9187D"/>
    <w:rsid w:val="00FB3037"/>
    <w:rsid w:val="00FC0E27"/>
    <w:rsid w:val="00FC132D"/>
    <w:rsid w:val="00FC2D61"/>
    <w:rsid w:val="00FE26A4"/>
    <w:rsid w:val="00FE734B"/>
    <w:rsid w:val="00FF1545"/>
    <w:rsid w:val="00FF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C6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47C69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D47C69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5C6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5C6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D47C6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5C61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47C6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5C61"/>
    <w:rPr>
      <w:sz w:val="24"/>
      <w:szCs w:val="24"/>
    </w:rPr>
  </w:style>
  <w:style w:type="character" w:styleId="Hyperlink">
    <w:name w:val="Hyperlink"/>
    <w:basedOn w:val="DefaultParagraphFont"/>
    <w:uiPriority w:val="99"/>
    <w:rsid w:val="00D47C69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275C95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45C61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275C95"/>
    <w:pPr>
      <w:ind w:left="3240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45C61"/>
    <w:rPr>
      <w:sz w:val="24"/>
      <w:szCs w:val="24"/>
    </w:rPr>
  </w:style>
  <w:style w:type="paragraph" w:styleId="FootnoteText">
    <w:name w:val="footnote text"/>
    <w:basedOn w:val="Normal"/>
    <w:link w:val="FootnoteTextChar"/>
    <w:autoRedefine/>
    <w:uiPriority w:val="99"/>
    <w:semiHidden/>
    <w:rsid w:val="001C7A5A"/>
    <w:pPr>
      <w:jc w:val="both"/>
    </w:pPr>
    <w:rPr>
      <w:rFonts w:ascii="Arial" w:hAnsi="Arial" w:cs="Arial"/>
      <w:bCs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5C6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C7A5A"/>
    <w:rPr>
      <w:rFonts w:cs="Times New Roman"/>
      <w:vertAlign w:val="superscript"/>
    </w:rPr>
  </w:style>
  <w:style w:type="character" w:customStyle="1" w:styleId="Style3CharChar">
    <w:name w:val="Style3 Char Char"/>
    <w:basedOn w:val="DefaultParagraphFont"/>
    <w:uiPriority w:val="99"/>
    <w:rsid w:val="001C7A5A"/>
    <w:rPr>
      <w:rFonts w:ascii="Arial" w:hAnsi="Arial" w:cs="Arial"/>
      <w:sz w:val="22"/>
      <w:szCs w:val="22"/>
      <w:lang w:val="cs-CZ" w:eastAsia="cs-CZ"/>
    </w:rPr>
  </w:style>
  <w:style w:type="paragraph" w:styleId="BlockText">
    <w:name w:val="Block Text"/>
    <w:basedOn w:val="Normal"/>
    <w:uiPriority w:val="99"/>
    <w:rsid w:val="00116DF4"/>
    <w:pPr>
      <w:ind w:left="-397" w:right="-397"/>
      <w:jc w:val="both"/>
    </w:pPr>
  </w:style>
  <w:style w:type="character" w:styleId="PageNumber">
    <w:name w:val="page number"/>
    <w:basedOn w:val="DefaultParagraphFont"/>
    <w:uiPriority w:val="99"/>
    <w:rsid w:val="00604CA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773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73578"/>
    <w:rPr>
      <w:rFonts w:ascii="Tahoma" w:hAnsi="Tahoma" w:cs="Tahoma"/>
      <w:sz w:val="16"/>
      <w:szCs w:val="16"/>
    </w:rPr>
  </w:style>
  <w:style w:type="paragraph" w:customStyle="1" w:styleId="WW-Prosttext">
    <w:name w:val="WW-Prostý text"/>
    <w:basedOn w:val="Normal"/>
    <w:uiPriority w:val="99"/>
    <w:rsid w:val="00DC61AB"/>
    <w:pPr>
      <w:widowControl w:val="0"/>
      <w:suppressAutoHyphens/>
    </w:pPr>
    <w:rPr>
      <w:rFonts w:ascii="Courier New" w:hAnsi="Courier New"/>
      <w:color w:val="000000"/>
      <w:sz w:val="20"/>
      <w:szCs w:val="20"/>
      <w:lang w:eastAsia="ar-SA"/>
    </w:rPr>
  </w:style>
  <w:style w:type="paragraph" w:customStyle="1" w:styleId="Zkladntextoslovan">
    <w:name w:val="Základní text očíslovaný"/>
    <w:basedOn w:val="Normal"/>
    <w:uiPriority w:val="99"/>
    <w:rsid w:val="00D32E5F"/>
    <w:pPr>
      <w:widowControl w:val="0"/>
      <w:suppressAutoHyphens/>
      <w:spacing w:after="113" w:line="100" w:lineRule="atLeast"/>
      <w:ind w:left="1691" w:hanging="363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29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9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9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133</Words>
  <Characters>789</Characters>
  <Application>Microsoft Office Outlook</Application>
  <DocSecurity>0</DocSecurity>
  <Lines>0</Lines>
  <Paragraphs>0</Paragraphs>
  <ScaleCrop>false</ScaleCrop>
  <Company>Marcoland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Marek Matějka</dc:creator>
  <cp:keywords/>
  <dc:description/>
  <cp:lastModifiedBy>Ucetni</cp:lastModifiedBy>
  <cp:revision>3</cp:revision>
  <cp:lastPrinted>2010-10-14T05:43:00Z</cp:lastPrinted>
  <dcterms:created xsi:type="dcterms:W3CDTF">2013-04-18T08:52:00Z</dcterms:created>
  <dcterms:modified xsi:type="dcterms:W3CDTF">2013-04-18T09:29:00Z</dcterms:modified>
</cp:coreProperties>
</file>