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239" w:rsidRDefault="00B61239" w:rsidP="00D80848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B61239">
        <w:rPr>
          <w:rFonts w:ascii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-575945</wp:posOffset>
            </wp:positionV>
            <wp:extent cx="5762625" cy="1257300"/>
            <wp:effectExtent l="19050" t="0" r="9525" b="0"/>
            <wp:wrapSquare wrapText="bothSides"/>
            <wp:docPr id="1" name="obrázek 1" descr="OPVK_hor_zakladni_logolink_CB_cz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Obrázek 2" descr="OPVK_hor_zakladni_logolink_CB_cz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0848" w:rsidRPr="00B61239" w:rsidRDefault="00D80848" w:rsidP="00D80848">
      <w:pPr>
        <w:jc w:val="center"/>
        <w:outlineLvl w:val="0"/>
        <w:rPr>
          <w:b/>
          <w:bCs/>
          <w:sz w:val="28"/>
          <w:szCs w:val="28"/>
        </w:rPr>
      </w:pPr>
      <w:r w:rsidRPr="00B61239">
        <w:rPr>
          <w:b/>
          <w:bCs/>
          <w:sz w:val="28"/>
          <w:szCs w:val="28"/>
        </w:rPr>
        <w:t>KRYCÍ LIST NABÍDKY VEŘEJNÉ ZAKÁZKY</w:t>
      </w:r>
    </w:p>
    <w:p w:rsidR="00D80848" w:rsidRPr="00DD07A0" w:rsidRDefault="00D80848" w:rsidP="00D80848">
      <w:pPr>
        <w:jc w:val="center"/>
        <w:rPr>
          <w:bCs/>
          <w:sz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D80848" w:rsidRPr="00B61239" w:rsidRDefault="00D80848" w:rsidP="00D80848">
      <w:pPr>
        <w:ind w:left="2130" w:hanging="2130"/>
        <w:jc w:val="both"/>
        <w:outlineLvl w:val="0"/>
        <w:rPr>
          <w:b/>
          <w:sz w:val="28"/>
          <w:szCs w:val="28"/>
        </w:rPr>
      </w:pPr>
      <w:r w:rsidRPr="00B61239">
        <w:t>Název zakázky:</w:t>
      </w:r>
      <w:r w:rsidRPr="00B61239">
        <w:tab/>
      </w:r>
      <w:r w:rsidR="00B61239">
        <w:tab/>
      </w:r>
      <w:r w:rsidRPr="00B61239">
        <w:rPr>
          <w:b/>
          <w:sz w:val="28"/>
          <w:szCs w:val="28"/>
        </w:rPr>
        <w:t>„</w:t>
      </w:r>
      <w:r w:rsidR="00E64FF6" w:rsidRPr="00B61239">
        <w:rPr>
          <w:b/>
          <w:sz w:val="28"/>
          <w:szCs w:val="28"/>
        </w:rPr>
        <w:t>Dodávka</w:t>
      </w:r>
      <w:r w:rsidR="00DA3CFC" w:rsidRPr="00B61239">
        <w:rPr>
          <w:b/>
          <w:sz w:val="28"/>
          <w:szCs w:val="28"/>
        </w:rPr>
        <w:t xml:space="preserve"> </w:t>
      </w:r>
      <w:r w:rsidR="00A8392E" w:rsidRPr="00B61239">
        <w:rPr>
          <w:b/>
          <w:sz w:val="28"/>
          <w:szCs w:val="28"/>
        </w:rPr>
        <w:t>výpočetní techniky</w:t>
      </w:r>
      <w:r w:rsidRPr="00B61239">
        <w:rPr>
          <w:b/>
          <w:sz w:val="28"/>
          <w:szCs w:val="28"/>
        </w:rPr>
        <w:t>“</w:t>
      </w:r>
    </w:p>
    <w:p w:rsidR="00D80848" w:rsidRPr="00B61239" w:rsidRDefault="00D80848" w:rsidP="00D80848">
      <w:pPr>
        <w:ind w:left="2130" w:hanging="2130"/>
        <w:jc w:val="both"/>
        <w:outlineLvl w:val="0"/>
        <w:rPr>
          <w:b/>
          <w:caps/>
        </w:rPr>
      </w:pPr>
    </w:p>
    <w:p w:rsidR="00D80848" w:rsidRPr="00B61239" w:rsidRDefault="00D80848" w:rsidP="00D80848">
      <w:pPr>
        <w:jc w:val="both"/>
        <w:rPr>
          <w:b/>
        </w:rPr>
      </w:pPr>
      <w:r w:rsidRPr="00B61239">
        <w:t xml:space="preserve">Číslo zakázky: </w:t>
      </w:r>
      <w:r w:rsidRPr="00B61239">
        <w:tab/>
      </w:r>
      <w:r w:rsidR="00B61239">
        <w:tab/>
      </w:r>
      <w:r w:rsidRPr="00B61239">
        <w:rPr>
          <w:b/>
        </w:rPr>
        <w:t>VZ/201</w:t>
      </w:r>
      <w:r w:rsidR="00A8392E" w:rsidRPr="00B61239">
        <w:rPr>
          <w:b/>
        </w:rPr>
        <w:t>3</w:t>
      </w:r>
      <w:r w:rsidRPr="00B61239">
        <w:rPr>
          <w:b/>
        </w:rPr>
        <w:t>/2/0</w:t>
      </w:r>
      <w:r w:rsidR="00A76F42">
        <w:rPr>
          <w:b/>
        </w:rPr>
        <w:t>2</w:t>
      </w:r>
    </w:p>
    <w:p w:rsidR="00D80848" w:rsidRPr="00B61239" w:rsidRDefault="00D80848" w:rsidP="00D80848">
      <w:pPr>
        <w:jc w:val="both"/>
        <w:rPr>
          <w:b/>
        </w:rPr>
      </w:pPr>
    </w:p>
    <w:p w:rsidR="00D80848" w:rsidRDefault="00D80848" w:rsidP="00D80848">
      <w:pPr>
        <w:ind w:left="2124" w:hanging="2124"/>
        <w:jc w:val="both"/>
        <w:rPr>
          <w:b/>
        </w:rPr>
      </w:pPr>
      <w:r w:rsidRPr="00B61239">
        <w:t>Forma zadání:</w:t>
      </w:r>
      <w:r w:rsidRPr="00B61239">
        <w:tab/>
      </w:r>
      <w:r w:rsidR="00B61239">
        <w:tab/>
      </w:r>
      <w:r w:rsidRPr="00B61239">
        <w:rPr>
          <w:b/>
        </w:rPr>
        <w:t xml:space="preserve">veřejná zakázka malého rozsahu </w:t>
      </w:r>
    </w:p>
    <w:p w:rsidR="00B61239" w:rsidRDefault="00B61239" w:rsidP="00D80848">
      <w:pPr>
        <w:ind w:left="2124" w:hanging="2124"/>
        <w:jc w:val="both"/>
        <w:rPr>
          <w:b/>
        </w:rPr>
      </w:pPr>
    </w:p>
    <w:p w:rsidR="00B61239" w:rsidRDefault="00B61239" w:rsidP="00B61239">
      <w:pPr>
        <w:ind w:left="2124" w:hanging="2124"/>
        <w:jc w:val="both"/>
        <w:rPr>
          <w:b/>
        </w:rPr>
      </w:pPr>
      <w:r w:rsidRPr="0017528D">
        <w:t>Název projektu:</w:t>
      </w:r>
      <w:r>
        <w:rPr>
          <w:b/>
        </w:rPr>
        <w:tab/>
      </w:r>
      <w:r>
        <w:rPr>
          <w:b/>
        </w:rPr>
        <w:tab/>
        <w:t>Modernizace výuky prostřednictvím ICT</w:t>
      </w:r>
    </w:p>
    <w:p w:rsidR="00B61239" w:rsidRDefault="00B61239" w:rsidP="00B61239">
      <w:pPr>
        <w:ind w:left="2124" w:hanging="2124"/>
        <w:jc w:val="both"/>
        <w:rPr>
          <w:b/>
        </w:rPr>
      </w:pPr>
    </w:p>
    <w:p w:rsidR="00B61239" w:rsidRPr="004164E8" w:rsidRDefault="00B61239" w:rsidP="00B61239">
      <w:pPr>
        <w:ind w:left="2124" w:hanging="2124"/>
        <w:jc w:val="both"/>
        <w:rPr>
          <w:b/>
        </w:rPr>
      </w:pPr>
      <w:r w:rsidRPr="0017528D">
        <w:t>Registrační číslo projektu:</w:t>
      </w:r>
      <w:r>
        <w:rPr>
          <w:b/>
        </w:rPr>
        <w:tab/>
        <w:t>CZ.1.07/1.5.00</w:t>
      </w:r>
      <w:bookmarkStart w:id="0" w:name="_GoBack"/>
      <w:bookmarkEnd w:id="0"/>
      <w:r>
        <w:rPr>
          <w:b/>
        </w:rPr>
        <w:t xml:space="preserve">/34.0505 </w:t>
      </w:r>
    </w:p>
    <w:p w:rsidR="00B61239" w:rsidRPr="00B61239" w:rsidRDefault="00B61239" w:rsidP="00D80848">
      <w:pPr>
        <w:ind w:left="2124" w:hanging="2124"/>
        <w:jc w:val="both"/>
        <w:rPr>
          <w:b/>
        </w:rPr>
      </w:pPr>
    </w:p>
    <w:p w:rsidR="00D80848" w:rsidRPr="00B61239" w:rsidRDefault="00D80848" w:rsidP="00D80848">
      <w:pPr>
        <w:pStyle w:val="Zkladntext"/>
        <w:jc w:val="both"/>
        <w:rPr>
          <w:b/>
          <w:caps/>
          <w:sz w:val="22"/>
          <w:szCs w:val="22"/>
        </w:rPr>
      </w:pPr>
      <w:r w:rsidRPr="00B61239">
        <w:rPr>
          <w:sz w:val="22"/>
          <w:szCs w:val="22"/>
        </w:rPr>
        <w:t xml:space="preserve"> 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378"/>
      </w:tblGrid>
      <w:tr w:rsidR="00D80848" w:rsidRPr="00B61239" w:rsidTr="00DC136E">
        <w:trPr>
          <w:trHeight w:val="1140"/>
        </w:trPr>
        <w:tc>
          <w:tcPr>
            <w:tcW w:w="2764" w:type="dxa"/>
            <w:vAlign w:val="center"/>
          </w:tcPr>
          <w:p w:rsidR="00D80848" w:rsidRPr="00B61239" w:rsidRDefault="00D80848" w:rsidP="00DC136E">
            <w:pPr>
              <w:rPr>
                <w:b/>
                <w:sz w:val="22"/>
                <w:szCs w:val="22"/>
              </w:rPr>
            </w:pPr>
            <w:r w:rsidRPr="00B61239">
              <w:rPr>
                <w:b/>
                <w:sz w:val="22"/>
                <w:szCs w:val="22"/>
              </w:rPr>
              <w:t>UCHAZEČ</w:t>
            </w:r>
          </w:p>
          <w:p w:rsidR="00D80848" w:rsidRPr="00B61239" w:rsidRDefault="00D80848" w:rsidP="00DC136E">
            <w:pPr>
              <w:rPr>
                <w:b/>
                <w:sz w:val="22"/>
                <w:szCs w:val="22"/>
              </w:rPr>
            </w:pPr>
            <w:r w:rsidRPr="00B61239">
              <w:rPr>
                <w:b/>
                <w:sz w:val="22"/>
                <w:szCs w:val="22"/>
              </w:rPr>
              <w:t>(obchodní firma nebo název)</w:t>
            </w:r>
          </w:p>
        </w:tc>
        <w:tc>
          <w:tcPr>
            <w:tcW w:w="6378" w:type="dxa"/>
            <w:vAlign w:val="center"/>
          </w:tcPr>
          <w:p w:rsidR="00D80848" w:rsidRPr="00DD07A0" w:rsidRDefault="00D80848" w:rsidP="00DC136E">
            <w:pPr>
              <w:rPr>
                <w:b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D80848" w:rsidRPr="00B61239" w:rsidTr="00DC136E">
        <w:trPr>
          <w:trHeight w:val="1140"/>
        </w:trPr>
        <w:tc>
          <w:tcPr>
            <w:tcW w:w="2764" w:type="dxa"/>
            <w:vAlign w:val="center"/>
          </w:tcPr>
          <w:p w:rsidR="00D80848" w:rsidRPr="00B61239" w:rsidRDefault="00D80848" w:rsidP="00DC136E">
            <w:pPr>
              <w:rPr>
                <w:b/>
                <w:sz w:val="22"/>
                <w:szCs w:val="22"/>
              </w:rPr>
            </w:pPr>
          </w:p>
          <w:p w:rsidR="00D80848" w:rsidRPr="00B61239" w:rsidRDefault="00D80848" w:rsidP="00DC136E">
            <w:pPr>
              <w:rPr>
                <w:b/>
                <w:sz w:val="22"/>
                <w:szCs w:val="22"/>
              </w:rPr>
            </w:pPr>
            <w:r w:rsidRPr="00B61239">
              <w:rPr>
                <w:b/>
                <w:sz w:val="22"/>
                <w:szCs w:val="22"/>
              </w:rPr>
              <w:t>Sídlo</w:t>
            </w:r>
          </w:p>
          <w:p w:rsidR="00D80848" w:rsidRPr="00B61239" w:rsidRDefault="00D80848" w:rsidP="00DC136E">
            <w:pPr>
              <w:rPr>
                <w:b/>
                <w:sz w:val="22"/>
                <w:szCs w:val="22"/>
              </w:rPr>
            </w:pPr>
            <w:r w:rsidRPr="00B61239">
              <w:rPr>
                <w:b/>
                <w:sz w:val="22"/>
                <w:szCs w:val="22"/>
              </w:rPr>
              <w:t>(celá adresa včetně PSČ)</w:t>
            </w:r>
          </w:p>
          <w:p w:rsidR="00D80848" w:rsidRPr="00B61239" w:rsidRDefault="00D80848" w:rsidP="00DC136E">
            <w:pPr>
              <w:rPr>
                <w:b/>
                <w:sz w:val="22"/>
                <w:szCs w:val="22"/>
              </w:rPr>
            </w:pPr>
          </w:p>
        </w:tc>
        <w:tc>
          <w:tcPr>
            <w:tcW w:w="6378" w:type="dxa"/>
            <w:vAlign w:val="center"/>
          </w:tcPr>
          <w:p w:rsidR="00D80848" w:rsidRPr="00DD07A0" w:rsidRDefault="00D80848" w:rsidP="00DC136E">
            <w:pPr>
              <w:rPr>
                <w:b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D80848" w:rsidRPr="00B61239" w:rsidRDefault="00D80848" w:rsidP="00D80848">
      <w:pPr>
        <w:rPr>
          <w:b/>
          <w:sz w:val="22"/>
          <w:szCs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3118"/>
        <w:gridCol w:w="3260"/>
      </w:tblGrid>
      <w:tr w:rsidR="00D80848" w:rsidRPr="00B61239" w:rsidTr="00F22378">
        <w:trPr>
          <w:cantSplit/>
          <w:trHeight w:val="345"/>
        </w:trPr>
        <w:tc>
          <w:tcPr>
            <w:tcW w:w="2764" w:type="dxa"/>
            <w:vMerge w:val="restart"/>
            <w:vAlign w:val="center"/>
          </w:tcPr>
          <w:p w:rsidR="00D80848" w:rsidRPr="00B61239" w:rsidRDefault="00D80848" w:rsidP="00F22378">
            <w:pPr>
              <w:rPr>
                <w:b/>
                <w:sz w:val="22"/>
                <w:szCs w:val="22"/>
                <w:highlight w:val="yellow"/>
              </w:rPr>
            </w:pPr>
            <w:r w:rsidRPr="00B61239">
              <w:rPr>
                <w:b/>
                <w:sz w:val="22"/>
                <w:szCs w:val="22"/>
              </w:rPr>
              <w:t>Nabídková cena</w:t>
            </w:r>
          </w:p>
        </w:tc>
        <w:tc>
          <w:tcPr>
            <w:tcW w:w="3118" w:type="dxa"/>
            <w:vAlign w:val="center"/>
          </w:tcPr>
          <w:p w:rsidR="00D80848" w:rsidRPr="00B61239" w:rsidRDefault="00D80848" w:rsidP="00F22378">
            <w:pPr>
              <w:jc w:val="center"/>
              <w:rPr>
                <w:b/>
                <w:sz w:val="22"/>
                <w:szCs w:val="22"/>
              </w:rPr>
            </w:pPr>
            <w:r w:rsidRPr="00B61239">
              <w:rPr>
                <w:b/>
                <w:sz w:val="22"/>
                <w:szCs w:val="22"/>
              </w:rPr>
              <w:t>Cena bez DPH</w:t>
            </w:r>
          </w:p>
        </w:tc>
        <w:tc>
          <w:tcPr>
            <w:tcW w:w="3260" w:type="dxa"/>
            <w:vAlign w:val="center"/>
          </w:tcPr>
          <w:p w:rsidR="00D80848" w:rsidRPr="00B61239" w:rsidRDefault="00D80848" w:rsidP="00F22378">
            <w:pPr>
              <w:jc w:val="center"/>
              <w:rPr>
                <w:b/>
                <w:sz w:val="22"/>
                <w:szCs w:val="22"/>
              </w:rPr>
            </w:pPr>
            <w:r w:rsidRPr="00B61239">
              <w:rPr>
                <w:b/>
                <w:sz w:val="22"/>
                <w:szCs w:val="22"/>
              </w:rPr>
              <w:t>Cena včetně DPH</w:t>
            </w:r>
          </w:p>
        </w:tc>
      </w:tr>
      <w:tr w:rsidR="00D80848" w:rsidRPr="00B61239" w:rsidTr="00F22378">
        <w:trPr>
          <w:cantSplit/>
          <w:trHeight w:val="1050"/>
        </w:trPr>
        <w:tc>
          <w:tcPr>
            <w:tcW w:w="2764" w:type="dxa"/>
            <w:vMerge/>
            <w:vAlign w:val="center"/>
          </w:tcPr>
          <w:p w:rsidR="00D80848" w:rsidRPr="00B61239" w:rsidRDefault="00D80848" w:rsidP="00F22378">
            <w:pPr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80848" w:rsidRPr="00B61239" w:rsidRDefault="00D80848" w:rsidP="00F22378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80848" w:rsidRPr="00B61239" w:rsidRDefault="00D80848" w:rsidP="00F22378">
            <w:pPr>
              <w:rPr>
                <w:b/>
                <w:sz w:val="22"/>
                <w:szCs w:val="22"/>
              </w:rPr>
            </w:pPr>
          </w:p>
        </w:tc>
      </w:tr>
    </w:tbl>
    <w:p w:rsidR="00D80848" w:rsidRPr="00B61239" w:rsidRDefault="00D80848" w:rsidP="00D80848">
      <w:pPr>
        <w:rPr>
          <w:sz w:val="22"/>
          <w:szCs w:val="22"/>
        </w:rPr>
      </w:pPr>
    </w:p>
    <w:p w:rsidR="00D80848" w:rsidRPr="00B61239" w:rsidRDefault="00D80848" w:rsidP="00D80848">
      <w:pPr>
        <w:outlineLvl w:val="0"/>
        <w:rPr>
          <w:sz w:val="22"/>
          <w:szCs w:val="22"/>
        </w:rPr>
      </w:pPr>
      <w:r w:rsidRPr="00B61239">
        <w:rPr>
          <w:sz w:val="22"/>
          <w:szCs w:val="22"/>
        </w:rPr>
        <w:t>Informace pro zadavatele</w:t>
      </w:r>
    </w:p>
    <w:p w:rsidR="00D80848" w:rsidRPr="00B61239" w:rsidRDefault="00D80848" w:rsidP="00D80848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D80848" w:rsidRPr="00B61239" w:rsidTr="00F22378">
        <w:trPr>
          <w:trHeight w:val="484"/>
        </w:trPr>
        <w:tc>
          <w:tcPr>
            <w:tcW w:w="2694" w:type="dxa"/>
            <w:vAlign w:val="center"/>
          </w:tcPr>
          <w:p w:rsidR="00D80848" w:rsidRPr="00B61239" w:rsidRDefault="00D80848" w:rsidP="00F22378">
            <w:pPr>
              <w:rPr>
                <w:b/>
                <w:sz w:val="22"/>
                <w:szCs w:val="22"/>
              </w:rPr>
            </w:pPr>
            <w:r w:rsidRPr="00B61239">
              <w:rPr>
                <w:b/>
                <w:sz w:val="22"/>
                <w:szCs w:val="22"/>
              </w:rPr>
              <w:t>Právní forma</w:t>
            </w:r>
          </w:p>
        </w:tc>
        <w:tc>
          <w:tcPr>
            <w:tcW w:w="6378" w:type="dxa"/>
          </w:tcPr>
          <w:p w:rsidR="00D80848" w:rsidRPr="00DD07A0" w:rsidRDefault="00D80848" w:rsidP="00DC136E">
            <w:pPr>
              <w:rPr>
                <w:b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D80848" w:rsidRPr="00B61239" w:rsidTr="00F22378">
        <w:trPr>
          <w:cantSplit/>
          <w:trHeight w:val="461"/>
        </w:trPr>
        <w:tc>
          <w:tcPr>
            <w:tcW w:w="2694" w:type="dxa"/>
            <w:vAlign w:val="center"/>
          </w:tcPr>
          <w:p w:rsidR="00D80848" w:rsidRPr="00B61239" w:rsidRDefault="00D80848" w:rsidP="00F22378">
            <w:pPr>
              <w:rPr>
                <w:b/>
                <w:sz w:val="22"/>
                <w:szCs w:val="22"/>
              </w:rPr>
            </w:pPr>
            <w:r w:rsidRPr="00B61239">
              <w:rPr>
                <w:b/>
                <w:sz w:val="22"/>
                <w:szCs w:val="22"/>
              </w:rPr>
              <w:t>Identifikační číslo</w:t>
            </w:r>
          </w:p>
        </w:tc>
        <w:tc>
          <w:tcPr>
            <w:tcW w:w="6378" w:type="dxa"/>
          </w:tcPr>
          <w:p w:rsidR="00D80848" w:rsidRPr="00DD07A0" w:rsidRDefault="00D80848" w:rsidP="00DC136E">
            <w:pPr>
              <w:rPr>
                <w:b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D80848" w:rsidRPr="00B61239" w:rsidTr="00F22378">
        <w:trPr>
          <w:cantSplit/>
          <w:trHeight w:val="632"/>
        </w:trPr>
        <w:tc>
          <w:tcPr>
            <w:tcW w:w="2694" w:type="dxa"/>
            <w:vAlign w:val="center"/>
          </w:tcPr>
          <w:p w:rsidR="00D80848" w:rsidRPr="00B61239" w:rsidRDefault="00D80848" w:rsidP="00F22378">
            <w:pPr>
              <w:rPr>
                <w:b/>
                <w:sz w:val="22"/>
                <w:szCs w:val="22"/>
              </w:rPr>
            </w:pPr>
            <w:r w:rsidRPr="00B61239">
              <w:rPr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6378" w:type="dxa"/>
          </w:tcPr>
          <w:p w:rsidR="00D80848" w:rsidRPr="00DD07A0" w:rsidRDefault="00D80848" w:rsidP="00DC136E">
            <w:pPr>
              <w:rPr>
                <w:b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D80848" w:rsidRPr="00B61239" w:rsidRDefault="00D80848" w:rsidP="00D80848">
      <w:pPr>
        <w:rPr>
          <w:sz w:val="22"/>
          <w:szCs w:val="22"/>
        </w:rPr>
      </w:pPr>
    </w:p>
    <w:p w:rsidR="00D80848" w:rsidRPr="00B61239" w:rsidRDefault="00D80848" w:rsidP="00D80848">
      <w:pPr>
        <w:rPr>
          <w:sz w:val="22"/>
          <w:szCs w:val="22"/>
        </w:rPr>
      </w:pPr>
    </w:p>
    <w:p w:rsidR="00D80848" w:rsidRPr="00B61239" w:rsidRDefault="00D80848" w:rsidP="00D80848">
      <w:pPr>
        <w:tabs>
          <w:tab w:val="center" w:pos="1843"/>
          <w:tab w:val="center" w:pos="4820"/>
          <w:tab w:val="center" w:pos="7371"/>
        </w:tabs>
        <w:outlineLvl w:val="0"/>
        <w:rPr>
          <w:sz w:val="22"/>
          <w:szCs w:val="22"/>
        </w:rPr>
      </w:pPr>
      <w:r w:rsidRPr="00B61239">
        <w:rPr>
          <w:sz w:val="22"/>
          <w:szCs w:val="22"/>
        </w:rPr>
        <w:t>V ………………… dne ……………………</w:t>
      </w:r>
    </w:p>
    <w:p w:rsidR="00D80848" w:rsidRPr="00B61239" w:rsidRDefault="00D80848" w:rsidP="00D80848">
      <w:pPr>
        <w:tabs>
          <w:tab w:val="center" w:pos="1843"/>
          <w:tab w:val="center" w:pos="4820"/>
          <w:tab w:val="center" w:pos="7371"/>
        </w:tabs>
        <w:rPr>
          <w:sz w:val="22"/>
          <w:szCs w:val="22"/>
        </w:rPr>
      </w:pPr>
    </w:p>
    <w:p w:rsidR="00D80848" w:rsidRDefault="00D80848" w:rsidP="00D80848">
      <w:pPr>
        <w:tabs>
          <w:tab w:val="center" w:pos="1843"/>
          <w:tab w:val="center" w:pos="4820"/>
          <w:tab w:val="center" w:pos="7371"/>
        </w:tabs>
        <w:rPr>
          <w:sz w:val="22"/>
          <w:szCs w:val="22"/>
        </w:rPr>
      </w:pPr>
    </w:p>
    <w:p w:rsidR="00BF5FDE" w:rsidRDefault="00BF5FDE" w:rsidP="00D80848">
      <w:pPr>
        <w:tabs>
          <w:tab w:val="center" w:pos="1843"/>
          <w:tab w:val="center" w:pos="4820"/>
          <w:tab w:val="center" w:pos="7371"/>
        </w:tabs>
        <w:rPr>
          <w:sz w:val="22"/>
          <w:szCs w:val="22"/>
        </w:rPr>
      </w:pPr>
    </w:p>
    <w:p w:rsidR="00BF5FDE" w:rsidRDefault="00BF5FDE" w:rsidP="00D80848">
      <w:pPr>
        <w:tabs>
          <w:tab w:val="center" w:pos="1843"/>
          <w:tab w:val="center" w:pos="4820"/>
          <w:tab w:val="center" w:pos="7371"/>
        </w:tabs>
        <w:rPr>
          <w:sz w:val="22"/>
          <w:szCs w:val="22"/>
        </w:rPr>
      </w:pPr>
    </w:p>
    <w:p w:rsidR="00BF5FDE" w:rsidRPr="00B61239" w:rsidRDefault="00BF5FDE" w:rsidP="00D80848">
      <w:pPr>
        <w:tabs>
          <w:tab w:val="center" w:pos="1843"/>
          <w:tab w:val="center" w:pos="4820"/>
          <w:tab w:val="center" w:pos="7371"/>
        </w:tabs>
        <w:rPr>
          <w:sz w:val="22"/>
          <w:szCs w:val="22"/>
        </w:rPr>
      </w:pPr>
    </w:p>
    <w:p w:rsidR="00D80848" w:rsidRPr="00B61239" w:rsidRDefault="00D80848" w:rsidP="00D80848">
      <w:pPr>
        <w:tabs>
          <w:tab w:val="center" w:pos="1843"/>
          <w:tab w:val="center" w:pos="4820"/>
          <w:tab w:val="center" w:pos="7371"/>
        </w:tabs>
        <w:rPr>
          <w:sz w:val="22"/>
          <w:szCs w:val="22"/>
        </w:rPr>
      </w:pPr>
      <w:r w:rsidRPr="00B61239">
        <w:rPr>
          <w:sz w:val="22"/>
          <w:szCs w:val="22"/>
        </w:rPr>
        <w:tab/>
        <w:t>…………………</w:t>
      </w:r>
      <w:r w:rsidRPr="00B61239">
        <w:rPr>
          <w:sz w:val="22"/>
          <w:szCs w:val="22"/>
        </w:rPr>
        <w:tab/>
        <w:t>…………………………….</w:t>
      </w:r>
      <w:r w:rsidRPr="00B61239">
        <w:rPr>
          <w:sz w:val="22"/>
          <w:szCs w:val="22"/>
        </w:rPr>
        <w:tab/>
        <w:t>…………………….</w:t>
      </w:r>
    </w:p>
    <w:p w:rsidR="004C427B" w:rsidRDefault="00D80848" w:rsidP="00BF5FDE">
      <w:pPr>
        <w:tabs>
          <w:tab w:val="center" w:pos="1843"/>
          <w:tab w:val="center" w:pos="4820"/>
          <w:tab w:val="center" w:pos="7371"/>
        </w:tabs>
      </w:pPr>
      <w:r w:rsidRPr="00B61239">
        <w:rPr>
          <w:sz w:val="22"/>
          <w:szCs w:val="22"/>
        </w:rPr>
        <w:tab/>
        <w:t>Razítko</w:t>
      </w:r>
      <w:r w:rsidRPr="00B61239">
        <w:rPr>
          <w:sz w:val="22"/>
          <w:szCs w:val="22"/>
        </w:rPr>
        <w:tab/>
        <w:t>Jméno a příjmení (tiskacím)</w:t>
      </w:r>
      <w:r w:rsidRPr="00B61239">
        <w:rPr>
          <w:sz w:val="22"/>
          <w:szCs w:val="22"/>
        </w:rPr>
        <w:tab/>
        <w:t xml:space="preserve">podpis </w:t>
      </w:r>
    </w:p>
    <w:sectPr w:rsidR="004C427B" w:rsidSect="00BF5FDE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48"/>
    <w:rsid w:val="00312C98"/>
    <w:rsid w:val="00320989"/>
    <w:rsid w:val="00320DE3"/>
    <w:rsid w:val="00345EE5"/>
    <w:rsid w:val="003C773E"/>
    <w:rsid w:val="004C427B"/>
    <w:rsid w:val="007E614E"/>
    <w:rsid w:val="009577BE"/>
    <w:rsid w:val="009F3207"/>
    <w:rsid w:val="00A76F42"/>
    <w:rsid w:val="00A8392E"/>
    <w:rsid w:val="00B61239"/>
    <w:rsid w:val="00BF5FDE"/>
    <w:rsid w:val="00D80848"/>
    <w:rsid w:val="00DA3CFC"/>
    <w:rsid w:val="00DD07A0"/>
    <w:rsid w:val="00DF4B15"/>
    <w:rsid w:val="00E64FF6"/>
    <w:rsid w:val="00E963B8"/>
    <w:rsid w:val="00F22378"/>
    <w:rsid w:val="00FA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084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D8084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8084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084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D8084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8084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13BA4F87.dotm</Template>
  <TotalTime>1</TotalTime>
  <Pages>1</Pages>
  <Words>86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OA Zlín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Zbrankova</dc:creator>
  <cp:lastModifiedBy>Zbrankova</cp:lastModifiedBy>
  <cp:revision>3</cp:revision>
  <dcterms:created xsi:type="dcterms:W3CDTF">2013-07-02T07:21:00Z</dcterms:created>
  <dcterms:modified xsi:type="dcterms:W3CDTF">2013-07-02T07:22:00Z</dcterms:modified>
</cp:coreProperties>
</file>