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68C" w:rsidRPr="009D2468" w:rsidRDefault="0003068C" w:rsidP="00E61926">
      <w:pPr>
        <w:pStyle w:val="Header"/>
        <w:tabs>
          <w:tab w:val="clear" w:pos="4536"/>
          <w:tab w:val="clear" w:pos="9072"/>
          <w:tab w:val="left" w:pos="3848"/>
          <w:tab w:val="left" w:pos="5460"/>
        </w:tabs>
        <w:rPr>
          <w:sz w:val="24"/>
          <w:szCs w:val="24"/>
        </w:rPr>
      </w:pPr>
      <w:r w:rsidRPr="009D2468">
        <w:rPr>
          <w:sz w:val="24"/>
          <w:szCs w:val="24"/>
        </w:rPr>
        <w:tab/>
      </w:r>
    </w:p>
    <w:p w:rsidR="0003068C" w:rsidRPr="00892ACE" w:rsidRDefault="0003068C" w:rsidP="00E61926">
      <w:pPr>
        <w:jc w:val="right"/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Příloha č. 3</w:t>
      </w:r>
    </w:p>
    <w:p w:rsidR="0003068C" w:rsidRPr="00892ACE" w:rsidRDefault="0003068C" w:rsidP="00E61926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892ACE">
        <w:rPr>
          <w:rFonts w:ascii="Arial" w:hAnsi="Arial" w:cs="Arial"/>
          <w:b/>
          <w:caps/>
          <w:sz w:val="20"/>
          <w:szCs w:val="20"/>
        </w:rPr>
        <w:t>Obsah nabídky</w:t>
      </w:r>
    </w:p>
    <w:p w:rsidR="0003068C" w:rsidRPr="00892ACE" w:rsidRDefault="0003068C" w:rsidP="00E6192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3068C" w:rsidRPr="00892ACE" w:rsidRDefault="0003068C" w:rsidP="00E03830">
      <w:pPr>
        <w:spacing w:after="0" w:line="240" w:lineRule="auto"/>
        <w:ind w:left="2130" w:hanging="2130"/>
        <w:jc w:val="both"/>
        <w:outlineLvl w:val="0"/>
        <w:rPr>
          <w:rFonts w:ascii="Arial" w:hAnsi="Arial" w:cs="Arial"/>
          <w:sz w:val="20"/>
        </w:rPr>
      </w:pPr>
      <w:r w:rsidRPr="00892ACE">
        <w:rPr>
          <w:rFonts w:ascii="Arial" w:hAnsi="Arial" w:cs="Arial"/>
          <w:sz w:val="20"/>
          <w:szCs w:val="20"/>
        </w:rPr>
        <w:t>Název zakázky:</w:t>
      </w:r>
      <w:r w:rsidRPr="00892ACE">
        <w:rPr>
          <w:rFonts w:ascii="Arial" w:hAnsi="Arial" w:cs="Arial"/>
          <w:sz w:val="20"/>
          <w:szCs w:val="20"/>
        </w:rPr>
        <w:tab/>
      </w:r>
      <w:r w:rsidRPr="00892ACE">
        <w:rPr>
          <w:rFonts w:ascii="Arial" w:hAnsi="Arial" w:cs="Arial"/>
          <w:sz w:val="20"/>
        </w:rPr>
        <w:t>,,Dodávka stavebnic“</w:t>
      </w:r>
    </w:p>
    <w:p w:rsidR="0003068C" w:rsidRPr="00892ACE" w:rsidRDefault="0003068C" w:rsidP="00E03830">
      <w:pPr>
        <w:spacing w:after="0" w:line="240" w:lineRule="auto"/>
        <w:ind w:left="2130" w:hanging="2130"/>
        <w:jc w:val="both"/>
        <w:outlineLvl w:val="0"/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 xml:space="preserve">Číslo zakázky: </w:t>
      </w:r>
      <w:r w:rsidRPr="00892ACE">
        <w:rPr>
          <w:rFonts w:ascii="Arial" w:hAnsi="Arial" w:cs="Arial"/>
          <w:sz w:val="20"/>
          <w:szCs w:val="20"/>
        </w:rPr>
        <w:tab/>
        <w:t>VZ/2013/2/06</w:t>
      </w:r>
    </w:p>
    <w:p w:rsidR="0003068C" w:rsidRPr="00892ACE" w:rsidRDefault="0003068C" w:rsidP="00E61926">
      <w:pPr>
        <w:spacing w:after="0" w:line="240" w:lineRule="auto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Forma zadání:</w:t>
      </w:r>
      <w:r w:rsidRPr="00892ACE">
        <w:rPr>
          <w:rFonts w:ascii="Arial" w:hAnsi="Arial" w:cs="Arial"/>
          <w:sz w:val="20"/>
          <w:szCs w:val="20"/>
        </w:rPr>
        <w:tab/>
        <w:t xml:space="preserve">veřejná zakázka malého rozsahu </w:t>
      </w:r>
      <w:bookmarkStart w:id="0" w:name="_GoBack"/>
      <w:bookmarkEnd w:id="0"/>
      <w:r w:rsidRPr="00892ACE">
        <w:rPr>
          <w:rFonts w:ascii="Arial" w:hAnsi="Arial" w:cs="Arial"/>
          <w:sz w:val="20"/>
          <w:szCs w:val="20"/>
        </w:rPr>
        <w:t>dle metodického pokynu SM/25/02/13 Krajského úřadu Zlínského kraje a dle Příručky pro příjemce finanční podpory z Operačního programu Vzdělávání pro konkurenceschopnost, verze 7; nejedná se o veřejnou zakázku podle zákona č. 137/2006 Sb., o veřejných zakázkách, ve znění pozdějších předpisů</w:t>
      </w:r>
    </w:p>
    <w:p w:rsidR="0003068C" w:rsidRPr="00892ACE" w:rsidRDefault="0003068C" w:rsidP="00E61926">
      <w:pPr>
        <w:pStyle w:val="BodyText"/>
        <w:tabs>
          <w:tab w:val="clear" w:pos="2016"/>
          <w:tab w:val="left" w:pos="2127"/>
        </w:tabs>
        <w:ind w:left="2127" w:hanging="2127"/>
        <w:rPr>
          <w:rFonts w:ascii="Arial" w:hAnsi="Arial" w:cs="Arial"/>
          <w:sz w:val="20"/>
        </w:rPr>
      </w:pPr>
      <w:r w:rsidRPr="00892ACE">
        <w:rPr>
          <w:rFonts w:ascii="Arial" w:hAnsi="Arial" w:cs="Arial"/>
          <w:sz w:val="20"/>
        </w:rPr>
        <w:t>Projekt:</w:t>
      </w:r>
      <w:r w:rsidRPr="00892ACE">
        <w:rPr>
          <w:rFonts w:ascii="Arial" w:hAnsi="Arial" w:cs="Arial"/>
          <w:sz w:val="20"/>
        </w:rPr>
        <w:tab/>
        <w:t>Centra přírodovědného a technického vzdělávání pro moderní výuku žáků středních a základních škol ve Zlínském kraji, reg. č. CZ.1.07/1.1.00/44.0010</w:t>
      </w:r>
    </w:p>
    <w:p w:rsidR="0003068C" w:rsidRPr="00892ACE" w:rsidRDefault="0003068C" w:rsidP="00E61926">
      <w:pPr>
        <w:rPr>
          <w:rFonts w:ascii="Arial" w:hAnsi="Arial" w:cs="Arial"/>
          <w:sz w:val="20"/>
          <w:szCs w:val="20"/>
        </w:rPr>
      </w:pPr>
    </w:p>
    <w:p w:rsidR="0003068C" w:rsidRPr="00892ACE" w:rsidRDefault="0003068C" w:rsidP="00E61926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Obsah nabídky:</w:t>
      </w:r>
      <w:r w:rsidRPr="00892ACE">
        <w:rPr>
          <w:rFonts w:ascii="Arial" w:hAnsi="Arial" w:cs="Arial"/>
          <w:sz w:val="20"/>
          <w:szCs w:val="20"/>
        </w:rPr>
        <w:tab/>
      </w:r>
      <w:r w:rsidRPr="00892ACE">
        <w:rPr>
          <w:rFonts w:ascii="Arial" w:hAnsi="Arial" w:cs="Arial"/>
          <w:sz w:val="20"/>
          <w:szCs w:val="20"/>
        </w:rPr>
        <w:tab/>
      </w:r>
      <w:r w:rsidRPr="00892ACE">
        <w:rPr>
          <w:rFonts w:ascii="Arial" w:hAnsi="Arial" w:cs="Arial"/>
          <w:sz w:val="20"/>
          <w:szCs w:val="20"/>
        </w:rPr>
        <w:tab/>
      </w:r>
      <w:r w:rsidRPr="00892ACE">
        <w:rPr>
          <w:rFonts w:ascii="Arial" w:hAnsi="Arial" w:cs="Arial"/>
          <w:sz w:val="20"/>
          <w:szCs w:val="20"/>
        </w:rPr>
        <w:tab/>
      </w:r>
      <w:r w:rsidRPr="00892ACE">
        <w:rPr>
          <w:rFonts w:ascii="Arial" w:hAnsi="Arial" w:cs="Arial"/>
          <w:sz w:val="20"/>
          <w:szCs w:val="20"/>
        </w:rPr>
        <w:tab/>
      </w:r>
      <w:r w:rsidRPr="00892ACE">
        <w:rPr>
          <w:rFonts w:ascii="Arial" w:hAnsi="Arial" w:cs="Arial"/>
          <w:sz w:val="20"/>
          <w:szCs w:val="20"/>
        </w:rPr>
        <w:tab/>
      </w:r>
      <w:r w:rsidRPr="00892ACE">
        <w:rPr>
          <w:rFonts w:ascii="Arial" w:hAnsi="Arial" w:cs="Arial"/>
          <w:sz w:val="20"/>
          <w:szCs w:val="20"/>
        </w:rPr>
        <w:tab/>
      </w:r>
      <w:r w:rsidRPr="00892ACE">
        <w:rPr>
          <w:rFonts w:ascii="Arial" w:hAnsi="Arial" w:cs="Arial"/>
          <w:sz w:val="20"/>
          <w:szCs w:val="20"/>
        </w:rPr>
        <w:tab/>
        <w:t>Číslo strany:</w:t>
      </w:r>
    </w:p>
    <w:p w:rsidR="0003068C" w:rsidRPr="00892ACE" w:rsidRDefault="0003068C" w:rsidP="00E61926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…………………………………………………………………………………………………..</w:t>
      </w:r>
    </w:p>
    <w:p w:rsidR="0003068C" w:rsidRPr="00892ACE" w:rsidRDefault="0003068C" w:rsidP="00E61926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2. …………………………………………………………………………………………………..</w:t>
      </w:r>
    </w:p>
    <w:p w:rsidR="0003068C" w:rsidRPr="00892ACE" w:rsidRDefault="0003068C" w:rsidP="00E61926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3. …………………………………………………………………………………………………..</w:t>
      </w:r>
    </w:p>
    <w:p w:rsidR="0003068C" w:rsidRPr="00892ACE" w:rsidRDefault="0003068C" w:rsidP="00E61926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4………………………………………………………………………………………………….…</w:t>
      </w:r>
    </w:p>
    <w:p w:rsidR="0003068C" w:rsidRPr="00892ACE" w:rsidRDefault="0003068C" w:rsidP="007B4643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5. …………………………………………………………………………………………………..</w:t>
      </w:r>
    </w:p>
    <w:p w:rsidR="0003068C" w:rsidRPr="00892ACE" w:rsidRDefault="0003068C" w:rsidP="007B4643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6. …………………………………………………………………………………………………..</w:t>
      </w:r>
    </w:p>
    <w:p w:rsidR="0003068C" w:rsidRPr="00892ACE" w:rsidRDefault="0003068C" w:rsidP="007B4643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7………………………………………………………………………………………………….…</w:t>
      </w:r>
    </w:p>
    <w:p w:rsidR="0003068C" w:rsidRPr="00892ACE" w:rsidRDefault="0003068C" w:rsidP="007B4643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8. …………………………………………………………………………………………………..</w:t>
      </w:r>
    </w:p>
    <w:p w:rsidR="0003068C" w:rsidRPr="00892ACE" w:rsidRDefault="0003068C" w:rsidP="007B4643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9. …………………………………………………………………………………………………..</w:t>
      </w:r>
    </w:p>
    <w:p w:rsidR="0003068C" w:rsidRPr="00892ACE" w:rsidRDefault="0003068C" w:rsidP="007B4643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10 …………………………………………………………………………………………………..</w:t>
      </w:r>
    </w:p>
    <w:p w:rsidR="0003068C" w:rsidRPr="00892ACE" w:rsidRDefault="0003068C" w:rsidP="007B4643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11. …………………………………………………………………………………………………..</w:t>
      </w:r>
    </w:p>
    <w:p w:rsidR="0003068C" w:rsidRPr="00892ACE" w:rsidRDefault="0003068C" w:rsidP="00E61926">
      <w:pPr>
        <w:rPr>
          <w:rFonts w:ascii="Arial" w:hAnsi="Arial" w:cs="Arial"/>
          <w:sz w:val="20"/>
          <w:szCs w:val="20"/>
        </w:rPr>
      </w:pPr>
    </w:p>
    <w:p w:rsidR="0003068C" w:rsidRPr="00892ACE" w:rsidRDefault="0003068C" w:rsidP="00E61926">
      <w:pPr>
        <w:rPr>
          <w:rFonts w:ascii="Arial" w:hAnsi="Arial" w:cs="Arial"/>
          <w:sz w:val="20"/>
          <w:szCs w:val="20"/>
        </w:rPr>
      </w:pPr>
      <w:r w:rsidRPr="00892ACE">
        <w:rPr>
          <w:rFonts w:ascii="Arial" w:hAnsi="Arial" w:cs="Arial"/>
          <w:sz w:val="20"/>
          <w:szCs w:val="20"/>
        </w:rPr>
        <w:t>V  …………………………… dne ……………………. 2013</w:t>
      </w:r>
      <w:r w:rsidRPr="00892ACE">
        <w:rPr>
          <w:rFonts w:ascii="Arial" w:hAnsi="Arial" w:cs="Arial"/>
          <w:sz w:val="20"/>
          <w:szCs w:val="20"/>
        </w:rPr>
        <w:tab/>
      </w:r>
    </w:p>
    <w:p w:rsidR="0003068C" w:rsidRPr="00892ACE" w:rsidRDefault="0003068C" w:rsidP="00E6192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0A0"/>
      </w:tblPr>
      <w:tblGrid>
        <w:gridCol w:w="3096"/>
        <w:gridCol w:w="3096"/>
        <w:gridCol w:w="3096"/>
      </w:tblGrid>
      <w:tr w:rsidR="0003068C" w:rsidRPr="00892ACE" w:rsidTr="007B4643">
        <w:tc>
          <w:tcPr>
            <w:tcW w:w="3096" w:type="dxa"/>
          </w:tcPr>
          <w:p w:rsidR="0003068C" w:rsidRPr="00892ACE" w:rsidRDefault="0003068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ACE">
              <w:rPr>
                <w:rFonts w:ascii="Arial" w:hAnsi="Arial" w:cs="Arial"/>
                <w:sz w:val="20"/>
                <w:szCs w:val="20"/>
              </w:rPr>
              <w:tab/>
              <w:t>………………………..</w:t>
            </w:r>
          </w:p>
          <w:p w:rsidR="0003068C" w:rsidRPr="00892ACE" w:rsidRDefault="0003068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ACE">
              <w:rPr>
                <w:rFonts w:ascii="Arial" w:hAnsi="Arial" w:cs="Arial"/>
                <w:sz w:val="20"/>
                <w:szCs w:val="20"/>
              </w:rPr>
              <w:t>Razítko</w:t>
            </w:r>
          </w:p>
        </w:tc>
        <w:tc>
          <w:tcPr>
            <w:tcW w:w="3096" w:type="dxa"/>
          </w:tcPr>
          <w:p w:rsidR="0003068C" w:rsidRPr="00892ACE" w:rsidRDefault="0003068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ACE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:rsidR="0003068C" w:rsidRPr="00892ACE" w:rsidRDefault="0003068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ACE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3096" w:type="dxa"/>
          </w:tcPr>
          <w:p w:rsidR="0003068C" w:rsidRPr="00892ACE" w:rsidRDefault="0003068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ACE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:rsidR="0003068C" w:rsidRPr="00892ACE" w:rsidRDefault="0003068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ACE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:rsidR="0003068C" w:rsidRPr="009D2468" w:rsidRDefault="0003068C" w:rsidP="00E61926">
      <w:pPr>
        <w:rPr>
          <w:rFonts w:ascii="Times New Roman" w:hAnsi="Times New Roman"/>
          <w:sz w:val="24"/>
          <w:szCs w:val="24"/>
        </w:rPr>
      </w:pPr>
    </w:p>
    <w:sectPr w:rsidR="0003068C" w:rsidRPr="009D2468" w:rsidSect="00152E9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68C" w:rsidRDefault="0003068C" w:rsidP="00E61926">
      <w:pPr>
        <w:spacing w:after="0" w:line="240" w:lineRule="auto"/>
      </w:pPr>
      <w:r>
        <w:separator/>
      </w:r>
    </w:p>
  </w:endnote>
  <w:endnote w:type="continuationSeparator" w:id="0">
    <w:p w:rsidR="0003068C" w:rsidRDefault="0003068C" w:rsidP="00E61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68C" w:rsidRPr="005D2851" w:rsidRDefault="0003068C" w:rsidP="00E61926">
    <w:pPr>
      <w:pStyle w:val="Footer"/>
      <w:jc w:val="center"/>
      <w:rPr>
        <w:rFonts w:ascii="Arial" w:hAnsi="Arial"/>
        <w:sz w:val="20"/>
      </w:rPr>
    </w:pPr>
    <w:r>
      <w:rPr>
        <w:rFonts w:ascii="Arial" w:hAnsi="Arial"/>
        <w:sz w:val="20"/>
      </w:rPr>
      <w:t>Tento projekt je spolufinancován Evropským sociálním fondem a státním rozpočtem České republiky.</w:t>
    </w:r>
  </w:p>
  <w:p w:rsidR="0003068C" w:rsidRDefault="000306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68C" w:rsidRDefault="0003068C" w:rsidP="00E61926">
      <w:pPr>
        <w:spacing w:after="0" w:line="240" w:lineRule="auto"/>
      </w:pPr>
      <w:r>
        <w:separator/>
      </w:r>
    </w:p>
  </w:footnote>
  <w:footnote w:type="continuationSeparator" w:id="0">
    <w:p w:rsidR="0003068C" w:rsidRDefault="0003068C" w:rsidP="00E61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68C" w:rsidRDefault="0003068C" w:rsidP="00E61926">
    <w:pPr>
      <w:pStyle w:val="Header"/>
      <w:tabs>
        <w:tab w:val="clear" w:pos="4536"/>
        <w:tab w:val="clear" w:pos="9072"/>
        <w:tab w:val="left" w:pos="3848"/>
        <w:tab w:val="left" w:pos="5460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6" type="#_x0000_t75" alt="OPVK_hor_zakladni_logolink_CB_cz.jpg" style="width:453.75pt;height:98.25pt;visibility:visible">
          <v:imagedata r:id="rId1" o:title=""/>
        </v:shape>
      </w:pict>
    </w:r>
  </w:p>
  <w:p w:rsidR="0003068C" w:rsidRDefault="0003068C" w:rsidP="00E61926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926"/>
    <w:rsid w:val="00026480"/>
    <w:rsid w:val="0003068C"/>
    <w:rsid w:val="00090274"/>
    <w:rsid w:val="00152E9A"/>
    <w:rsid w:val="001E60EA"/>
    <w:rsid w:val="00271524"/>
    <w:rsid w:val="003E3010"/>
    <w:rsid w:val="004621B3"/>
    <w:rsid w:val="004E5885"/>
    <w:rsid w:val="004F4801"/>
    <w:rsid w:val="005076F0"/>
    <w:rsid w:val="00547916"/>
    <w:rsid w:val="0057459A"/>
    <w:rsid w:val="005D2851"/>
    <w:rsid w:val="006A6183"/>
    <w:rsid w:val="006C7A61"/>
    <w:rsid w:val="00755542"/>
    <w:rsid w:val="007B4643"/>
    <w:rsid w:val="00892ACE"/>
    <w:rsid w:val="009D2468"/>
    <w:rsid w:val="00A70C68"/>
    <w:rsid w:val="00B56B9D"/>
    <w:rsid w:val="00B62FAE"/>
    <w:rsid w:val="00C7416E"/>
    <w:rsid w:val="00CE459D"/>
    <w:rsid w:val="00E03830"/>
    <w:rsid w:val="00E61926"/>
    <w:rsid w:val="00E665BE"/>
    <w:rsid w:val="00F27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E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19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61926"/>
    <w:rPr>
      <w:rFonts w:ascii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E6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192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E61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1926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E61926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spacing w:after="0" w:line="240" w:lineRule="auto"/>
      <w:ind w:right="144"/>
      <w:jc w:val="both"/>
    </w:pPr>
    <w:rPr>
      <w:rFonts w:ascii="Courier New" w:eastAsia="Times New Roman" w:hAnsi="Courier New"/>
      <w:sz w:val="24"/>
      <w:szCs w:val="20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61926"/>
    <w:rPr>
      <w:rFonts w:ascii="Courier New" w:hAnsi="Courier New" w:cs="Times New Roman"/>
      <w:sz w:val="20"/>
    </w:rPr>
  </w:style>
  <w:style w:type="character" w:customStyle="1" w:styleId="ZkladntextChar">
    <w:name w:val="Základní text Char"/>
    <w:basedOn w:val="DefaultParagraphFont"/>
    <w:uiPriority w:val="99"/>
    <w:semiHidden/>
    <w:rsid w:val="00E6192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9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174</Words>
  <Characters>1029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reznickovakarla</dc:creator>
  <cp:keywords/>
  <dc:description/>
  <cp:lastModifiedBy>polanskyjiri</cp:lastModifiedBy>
  <cp:revision>5</cp:revision>
  <dcterms:created xsi:type="dcterms:W3CDTF">2013-09-16T11:33:00Z</dcterms:created>
  <dcterms:modified xsi:type="dcterms:W3CDTF">2013-09-17T11:28:00Z</dcterms:modified>
</cp:coreProperties>
</file>