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F32" w:rsidRPr="001C11AD" w:rsidRDefault="001C11AD" w:rsidP="001C11AD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 ke smlouvě</w:t>
      </w:r>
    </w:p>
    <w:p w:rsidR="005D7F32" w:rsidRDefault="005D7F32" w:rsidP="001C11AD">
      <w:pPr>
        <w:spacing w:after="0" w:line="240" w:lineRule="auto"/>
        <w:jc w:val="center"/>
        <w:rPr>
          <w:b/>
        </w:rPr>
      </w:pPr>
      <w:r w:rsidRPr="005D7F32">
        <w:rPr>
          <w:b/>
        </w:rPr>
        <w:t>Podmínky, Další podmínky a Ostatní povinnosti</w:t>
      </w:r>
    </w:p>
    <w:p w:rsidR="005D7F32" w:rsidRPr="005D7F32" w:rsidRDefault="005D7F32" w:rsidP="001C11AD">
      <w:pPr>
        <w:spacing w:after="0" w:line="360" w:lineRule="auto"/>
        <w:jc w:val="center"/>
      </w:pPr>
      <w:r>
        <w:t>(</w:t>
      </w:r>
      <w:r w:rsidRPr="005D7F32">
        <w:t>Specifikace dle ustanovení zákona č.218/2000 Sb., o rozpočtových pravidlech</w:t>
      </w:r>
      <w:r>
        <w:t>)</w:t>
      </w:r>
    </w:p>
    <w:p w:rsidR="005D7F32" w:rsidRDefault="005D7F32" w:rsidP="001C11AD">
      <w:pPr>
        <w:spacing w:after="0" w:line="360" w:lineRule="auto"/>
        <w:jc w:val="both"/>
      </w:pPr>
    </w:p>
    <w:p w:rsidR="005D7F32" w:rsidRPr="00FD0D78" w:rsidRDefault="005D7F32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Podmínky</w:t>
      </w:r>
    </w:p>
    <w:p w:rsidR="005D7F32" w:rsidRDefault="005D7F32" w:rsidP="001C11AD">
      <w:pPr>
        <w:spacing w:after="0" w:line="360" w:lineRule="auto"/>
        <w:jc w:val="both"/>
      </w:pPr>
      <w:r>
        <w:t>Do této kategorie patří zásadní podmínky pro poskytování podpory, kdy jejich porušením jsou porušována ustanovení</w:t>
      </w:r>
      <w:r w:rsidR="00860D99">
        <w:t xml:space="preserve"> </w:t>
      </w:r>
      <w:r w:rsidR="00860D99" w:rsidRPr="005D7F32">
        <w:t>zákona č.218/2000 Sb., o rozpočtových pravidlech</w:t>
      </w:r>
      <w:r w:rsidR="00860D99">
        <w:t>.</w:t>
      </w:r>
    </w:p>
    <w:p w:rsidR="00860D99" w:rsidRDefault="00860D99" w:rsidP="001C11AD">
      <w:pPr>
        <w:spacing w:after="0" w:line="360" w:lineRule="auto"/>
        <w:jc w:val="both"/>
      </w:pPr>
      <w:r>
        <w:t>V rámci Smlouvy patří do kategorie Podmínky tato ustanovení:</w:t>
      </w:r>
    </w:p>
    <w:p w:rsidR="00860D99" w:rsidRDefault="00E56F77" w:rsidP="001C11AD">
      <w:pPr>
        <w:spacing w:after="0" w:line="360" w:lineRule="auto"/>
        <w:jc w:val="both"/>
      </w:pPr>
      <w:r>
        <w:t xml:space="preserve">Článek 4, odst. 4); Článek 6, odst. 1) až 3), 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Další podmínky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podmínky pro poskytování podpory, kdy jejich porušením jsou rovněž porušována ustanovení </w:t>
      </w:r>
      <w:r w:rsidRPr="005D7F32">
        <w:t>zákona č.218/2000 Sb., o rozpočtových pravidlech</w:t>
      </w:r>
      <w:r>
        <w:t>.</w:t>
      </w:r>
    </w:p>
    <w:p w:rsidR="00860D99" w:rsidRDefault="00860D99" w:rsidP="001C11AD">
      <w:pPr>
        <w:spacing w:after="0" w:line="360" w:lineRule="auto"/>
        <w:jc w:val="both"/>
      </w:pPr>
      <w:r>
        <w:t>V rámci Smlouvy patří do kategorie Další podmínky tato ustanovení:</w:t>
      </w:r>
    </w:p>
    <w:p w:rsidR="00860D99" w:rsidRDefault="00860D99" w:rsidP="001C11AD">
      <w:pPr>
        <w:spacing w:after="0" w:line="360" w:lineRule="auto"/>
        <w:jc w:val="both"/>
      </w:pPr>
      <w:r>
        <w:t xml:space="preserve">Článek 1, odst. 2); </w:t>
      </w:r>
      <w:r w:rsidR="00E56F77">
        <w:t xml:space="preserve">Článek 2, odst. 1), odst. 4) až </w:t>
      </w:r>
      <w:r w:rsidR="00447568">
        <w:t xml:space="preserve">odst. </w:t>
      </w:r>
      <w:r w:rsidR="00E56F77">
        <w:t xml:space="preserve">6); Článek 6, </w:t>
      </w:r>
      <w:r w:rsidR="00302931">
        <w:t>odst. 4) až</w:t>
      </w:r>
      <w:r w:rsidR="00E56F77">
        <w:t xml:space="preserve"> odst. 6);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Ostatní povinnosti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</w:t>
      </w:r>
      <w:r w:rsidR="00E06C17">
        <w:t>povinnosti příjemce</w:t>
      </w:r>
      <w:r>
        <w:t xml:space="preserve"> podpory, kdy jejich porušení</w:t>
      </w:r>
      <w:r w:rsidR="00E06C17">
        <w:t xml:space="preserve"> nelze klasifikovat jako</w:t>
      </w:r>
      <w:r>
        <w:t xml:space="preserve"> poruš</w:t>
      </w:r>
      <w:r w:rsidR="00E06C17">
        <w:t>ení</w:t>
      </w:r>
      <w:r>
        <w:t xml:space="preserve"> ustanovení </w:t>
      </w:r>
      <w:r w:rsidRPr="005D7F32">
        <w:t>zákona č.218/2000 Sb., o rozpočtových pravidlech</w:t>
      </w:r>
      <w:r>
        <w:t>.</w:t>
      </w:r>
    </w:p>
    <w:p w:rsidR="00860D99" w:rsidRDefault="00860D99" w:rsidP="001C11AD">
      <w:pPr>
        <w:spacing w:after="0" w:line="360" w:lineRule="auto"/>
        <w:jc w:val="both"/>
      </w:pPr>
      <w:r>
        <w:t>V rámci Smlouvy patří do kategorie Ostatní povinnosti tato ustanovení:</w:t>
      </w:r>
    </w:p>
    <w:p w:rsidR="00E56F77" w:rsidRDefault="00E56F77" w:rsidP="001C11AD">
      <w:pPr>
        <w:spacing w:after="0" w:line="360" w:lineRule="auto"/>
        <w:jc w:val="both"/>
      </w:pPr>
      <w:r>
        <w:t>Článek 3, odst. 1) až 3); Článek 5, odst.</w:t>
      </w:r>
      <w:r w:rsidR="00FD0D78">
        <w:t xml:space="preserve"> </w:t>
      </w:r>
      <w:r>
        <w:t>2 až 3); celý Článek 7; Článek 8, odst.</w:t>
      </w:r>
      <w:r w:rsidR="00FD0D78">
        <w:t xml:space="preserve"> 4, odst.</w:t>
      </w:r>
      <w:r>
        <w:t xml:space="preserve"> </w:t>
      </w:r>
      <w:r w:rsidR="00FD0D78">
        <w:t>6</w:t>
      </w:r>
      <w:r>
        <w:t>);</w:t>
      </w:r>
      <w:r w:rsidR="00FD0D78">
        <w:t xml:space="preserve"> Článek 11, odst. 1, odst. 3), odst. 4); Článek 12, odst. 1, odst. 3); celý Článek 13; Článek 14, odst. 4), odst. 5), odst. 6); celý Článek 15; Článek 16, odst. 2);</w:t>
      </w:r>
    </w:p>
    <w:p w:rsidR="00860D99" w:rsidRDefault="00860D99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1C11AD" w:rsidRDefault="001C11AD" w:rsidP="00860D99">
      <w:pPr>
        <w:jc w:val="both"/>
      </w:pPr>
    </w:p>
    <w:p w:rsidR="001C11AD" w:rsidRDefault="001C11AD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860D99" w:rsidRDefault="00860D99" w:rsidP="005D7F32">
      <w:pPr>
        <w:jc w:val="both"/>
      </w:pPr>
    </w:p>
    <w:p w:rsidR="005A15D6" w:rsidRPr="00E84747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lastRenderedPageBreak/>
        <w:t xml:space="preserve">Tabulka snížených odvodů za porušení rozpočtové kázně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5A15D6" w:rsidRPr="00A3159E" w:rsidTr="001C11AD">
        <w:trPr>
          <w:trHeight w:val="584"/>
        </w:trPr>
        <w:tc>
          <w:tcPr>
            <w:tcW w:w="1090" w:type="dxa"/>
            <w:shd w:val="clear" w:color="auto" w:fill="D9D9D9"/>
            <w:vAlign w:val="center"/>
          </w:tcPr>
          <w:p w:rsidR="005A15D6" w:rsidRPr="00A65212" w:rsidRDefault="005A15D6" w:rsidP="000F1410">
            <w:pPr>
              <w:rPr>
                <w:rFonts w:ascii="Calibri" w:hAnsi="Calibri" w:cs="Calibri"/>
                <w:b/>
              </w:rPr>
            </w:pPr>
            <w:r w:rsidRPr="00A65212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965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233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Sankce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025D09" w:rsidRDefault="001C11AD" w:rsidP="001C11AD">
            <w:pPr>
              <w:pStyle w:val="Odstavecseseznamem"/>
              <w:ind w:left="765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I. </w:t>
            </w:r>
            <w:r w:rsidR="005A15D6" w:rsidRPr="00025D09">
              <w:rPr>
                <w:rFonts w:ascii="Calibri" w:hAnsi="Calibri" w:cs="Calibri"/>
                <w:b/>
              </w:rPr>
              <w:t>Porušení rozpočtové kázně v souvislosti s povinnostmi vyplývajícími ze ZVZ</w:t>
            </w:r>
            <w:r w:rsidR="005A15D6" w:rsidRPr="00A65212">
              <w:rPr>
                <w:rStyle w:val="Znakapoznpodarou"/>
                <w:rFonts w:ascii="Calibri" w:hAnsi="Calibri" w:cs="Calibri"/>
                <w:b/>
              </w:rPr>
              <w:footnoteReference w:id="1"/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50 - 80 %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A46EB3" w:rsidRDefault="00A46EB3" w:rsidP="000F1410">
            <w:pPr>
              <w:jc w:val="center"/>
              <w:rPr>
                <w:rFonts w:ascii="Calibri" w:hAnsi="Calibri" w:cs="Calibri"/>
                <w:b/>
              </w:rPr>
            </w:pPr>
          </w:p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Nastavení kvalifikačních předpokladů a/nebo hodnotících kritérií v rozporu se ZVZ </w:t>
            </w:r>
          </w:p>
          <w:p w:rsidR="005A15D6" w:rsidRPr="00025D0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(např. nastavení kvalifikačních předpokladů, jež nesouvisí s předmětem veřejné zakázky nebo nejsou přiměřené vzhledem k předmětu zakázky nebo stanovení diskriminačních technických podmínek)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Pr="00B73A80" w:rsidRDefault="00025D09" w:rsidP="000F1410">
            <w:pPr>
              <w:rPr>
                <w:rFonts w:ascii="Calibri" w:hAnsi="Calibri" w:cs="Calibri"/>
              </w:rPr>
            </w:pP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 změna nabídky během hodnocení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  <w:b/>
              </w:rPr>
              <w:t xml:space="preserve">100 %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1C11AD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nimiž je možné uzavřít smlouvu (první 3 v pořadí)</w:t>
            </w:r>
          </w:p>
          <w:p w:rsidR="001C11AD" w:rsidRPr="001C11AD" w:rsidRDefault="001C11AD" w:rsidP="001C11AD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1C11AD" w:rsidRPr="001C11AD" w:rsidRDefault="001C11AD" w:rsidP="001C11AD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mimořádná naléhavost způsobena nepředvídatelnými událostmi</w:t>
            </w:r>
          </w:p>
          <w:p w:rsidR="005A15D6" w:rsidRPr="001C11AD" w:rsidRDefault="005A15D6" w:rsidP="001C11A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nepředvídatelná okolnost pro doplňkové služby, dodávky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hodnoty dodatečných zakázek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9.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Nezveřejnění hodnotících a kvalifikačních kritérií veřejné </w:t>
            </w:r>
            <w:proofErr w:type="gramStart"/>
            <w:r w:rsidRPr="00B73A80">
              <w:rPr>
                <w:rFonts w:ascii="Calibri" w:hAnsi="Calibri" w:cs="Calibri"/>
              </w:rPr>
              <w:t>zakázky v IS</w:t>
            </w:r>
            <w:proofErr w:type="gramEnd"/>
            <w:r w:rsidRPr="00B73A80">
              <w:rPr>
                <w:rFonts w:ascii="Calibri" w:hAnsi="Calibri" w:cs="Calibri"/>
              </w:rPr>
              <w:t xml:space="preserve"> CEDR</w:t>
            </w:r>
            <w:r w:rsidRPr="00B73A80">
              <w:rPr>
                <w:rStyle w:val="Znakapoznpodarou"/>
                <w:rFonts w:ascii="Calibri" w:hAnsi="Calibri" w:cs="Calibri"/>
              </w:rPr>
              <w:footnoteReference w:id="2"/>
            </w:r>
            <w:r w:rsidRPr="00B73A80">
              <w:rPr>
                <w:rFonts w:ascii="Calibri" w:hAnsi="Calibri" w:cs="Calibri"/>
              </w:rPr>
              <w:t xml:space="preserve"> před plánovaným vyhlášením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0 - 60 %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povinností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Jiné závažné porušení pravidel pro zadávání veřejných zakázek, jestliže mělo či mohlo mít vliv na výběr na nejvhodnější nabídky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11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Ostatní méně závažná porušení výše výslovně neuvedených povinností vyplývajících ze ZVZ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0 - 75 %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025D09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B73A80" w:rsidRDefault="005A15D6" w:rsidP="001C11AD">
            <w:pPr>
              <w:jc w:val="center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II</w:t>
            </w:r>
            <w:r w:rsidR="00025D09">
              <w:rPr>
                <w:rFonts w:ascii="Calibri" w:hAnsi="Calibri" w:cs="Calibri"/>
                <w:b/>
              </w:rPr>
              <w:t>.</w:t>
            </w:r>
            <w:r w:rsidRPr="00B73A80">
              <w:rPr>
                <w:rFonts w:ascii="Calibri" w:hAnsi="Calibri" w:cs="Calibri"/>
                <w:b/>
              </w:rPr>
              <w:t xml:space="preserve"> Porušení rozpočtové kázně v souvislosti s ostatními povinnostmi vyplývajícími ze smlouvy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 w:right="-131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:rsidR="005A15D6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Pr="00B73A80" w:rsidRDefault="001C11AD" w:rsidP="000F141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13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1C11AD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Nevedení evidence práce jednotlivých zaměstnanců  příjemce/dalšího účastníka 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podle závažnosti porušení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14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podstatné změny v projektu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nepodstatné změny v 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použité na financování předmětné aktivity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Nevytvoření podmínek k provedení kontroly vztahující se k realizaci projektu a/nebo  neposkytnutí součinnosti při prováděné kontrole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25D09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1C11AD">
        <w:trPr>
          <w:trHeight w:val="3118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16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Předkládání nepravdivých a/nebo neúplných informací poskytovateli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b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1C11AD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případě úmyslného jednání, vážně poškozujícího realizaci/udržitelnost projektu</w:t>
            </w:r>
            <w:r w:rsidRPr="00B73A80" w:rsidDel="00FF6B95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0 - 40 %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17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</w:t>
            </w:r>
            <w:bookmarkStart w:id="0" w:name="_GoBack"/>
            <w:bookmarkEnd w:id="0"/>
            <w:r w:rsidRPr="00B73A80">
              <w:rPr>
                <w:rFonts w:ascii="Calibri" w:hAnsi="Calibri" w:cs="Calibri"/>
              </w:rPr>
              <w:t>otace</w:t>
            </w:r>
          </w:p>
        </w:tc>
      </w:tr>
      <w:tr w:rsidR="005A15D6" w:rsidRPr="00A3159E" w:rsidTr="001C11AD">
        <w:trPr>
          <w:trHeight w:val="2512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18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40 - 90 %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0 - 30%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19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5A15D6" w:rsidRPr="00A3159E" w:rsidRDefault="005A15D6" w:rsidP="000F1410">
            <w:pPr>
              <w:ind w:left="186"/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Podmínek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rPr>
                <w:rFonts w:ascii="Calibri" w:hAnsi="Calibri" w:cs="Calibri"/>
                <w:b/>
                <w:sz w:val="2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A3159E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Dalších podmínek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</w:p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1C11AD">
        <w:trPr>
          <w:trHeight w:val="1433"/>
        </w:trPr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21.</w:t>
            </w:r>
          </w:p>
        </w:tc>
        <w:tc>
          <w:tcPr>
            <w:tcW w:w="4965" w:type="dxa"/>
            <w:shd w:val="clear" w:color="auto" w:fill="auto"/>
          </w:tcPr>
          <w:p w:rsidR="005A15D6" w:rsidRPr="00A3159E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Ostatních povinností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- 70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</w:t>
            </w:r>
            <w:r>
              <w:rPr>
                <w:rFonts w:ascii="Calibri" w:hAnsi="Calibri" w:cs="Calibri"/>
              </w:rPr>
              <w:t>dané Ostatní povinnosti</w:t>
            </w:r>
          </w:p>
        </w:tc>
      </w:tr>
    </w:tbl>
    <w:p w:rsidR="005A15D6" w:rsidRPr="00A3159E" w:rsidRDefault="005A15D6" w:rsidP="005A15D6">
      <w:pPr>
        <w:rPr>
          <w:rFonts w:ascii="Calibri" w:hAnsi="Calibri" w:cs="Calibri"/>
          <w:b/>
        </w:rPr>
      </w:pPr>
    </w:p>
    <w:p w:rsidR="00860D99" w:rsidRDefault="00860D99" w:rsidP="005D7F32">
      <w:pPr>
        <w:jc w:val="both"/>
      </w:pPr>
    </w:p>
    <w:p w:rsidR="00860D99" w:rsidRPr="005D7F32" w:rsidRDefault="00860D99" w:rsidP="005D7F32">
      <w:pPr>
        <w:jc w:val="both"/>
      </w:pPr>
    </w:p>
    <w:sectPr w:rsidR="00860D99" w:rsidRPr="005D7F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29E" w:rsidRDefault="00EA429E" w:rsidP="005A15D6">
      <w:pPr>
        <w:spacing w:after="0" w:line="240" w:lineRule="auto"/>
      </w:pPr>
      <w:r>
        <w:separator/>
      </w:r>
    </w:p>
  </w:endnote>
  <w:endnote w:type="continuationSeparator" w:id="0">
    <w:p w:rsidR="00EA429E" w:rsidRDefault="00EA429E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29E" w:rsidRDefault="00EA429E" w:rsidP="005A15D6">
      <w:pPr>
        <w:spacing w:after="0" w:line="240" w:lineRule="auto"/>
      </w:pPr>
      <w:r>
        <w:separator/>
      </w:r>
    </w:p>
  </w:footnote>
  <w:footnote w:type="continuationSeparator" w:id="0">
    <w:p w:rsidR="00EA429E" w:rsidRDefault="00EA429E" w:rsidP="005A15D6">
      <w:pPr>
        <w:spacing w:after="0" w:line="240" w:lineRule="auto"/>
      </w:pPr>
      <w:r>
        <w:continuationSeparator/>
      </w:r>
    </w:p>
  </w:footnote>
  <w:footnote w:id="1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ZVZ = zákon č. 137/2006 Sb., o veřejných zakázkách (viz zadávací dokumentaci kpt. 4.4.4)</w:t>
      </w:r>
    </w:p>
  </w:footnote>
  <w:footnote w:id="2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1AD" w:rsidRPr="00670F69" w:rsidRDefault="001C11AD" w:rsidP="001C11AD">
    <w:pPr>
      <w:pStyle w:val="Zhlav"/>
      <w:rPr>
        <w:rFonts w:cstheme="minorHAnsi"/>
        <w:i/>
      </w:rPr>
    </w:pPr>
    <w:r w:rsidRPr="00670F69">
      <w:rPr>
        <w:rFonts w:cstheme="minorHAnsi"/>
        <w:i/>
      </w:rPr>
      <w:t>Ministerstvo školství, mládeže a tělovýchovy</w:t>
    </w:r>
    <w:r>
      <w:rPr>
        <w:rFonts w:cstheme="minorHAnsi"/>
        <w:i/>
      </w:rPr>
      <w:t xml:space="preserve">        </w:t>
    </w:r>
    <w:r>
      <w:rPr>
        <w:rFonts w:cstheme="minorHAnsi"/>
        <w:i/>
      </w:rPr>
      <w:tab/>
    </w:r>
    <w:r>
      <w:rPr>
        <w:rFonts w:cstheme="minorHAnsi"/>
        <w:i/>
      </w:rPr>
      <w:tab/>
    </w:r>
    <w:r w:rsidRPr="00A750E2">
      <w:rPr>
        <w:rFonts w:cstheme="minorHAnsi"/>
        <w:i/>
      </w:rPr>
      <w:t>Identifika</w:t>
    </w:r>
    <w:r>
      <w:rPr>
        <w:rFonts w:cstheme="minorHAnsi"/>
        <w:i/>
      </w:rPr>
      <w:t>ční kód</w:t>
    </w:r>
  </w:p>
  <w:p w:rsidR="001C11AD" w:rsidRPr="001C11AD" w:rsidRDefault="001C11AD">
    <w:pPr>
      <w:pStyle w:val="Zhlav"/>
      <w:rPr>
        <w:rFonts w:cstheme="minorHAnsi"/>
        <w:i/>
      </w:rPr>
    </w:pPr>
    <w:r w:rsidRPr="00670F69">
      <w:rPr>
        <w:rFonts w:cstheme="minorHAnsi"/>
        <w:i/>
      </w:rPr>
      <w:t>Č. j.:</w:t>
    </w: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</w:r>
    <w:r w:rsidRPr="00E818FD">
      <w:rPr>
        <w:rFonts w:cstheme="minorHAnsi"/>
        <w:i/>
      </w:rPr>
      <w:t>LT…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32"/>
    <w:rsid w:val="00025D09"/>
    <w:rsid w:val="00073C7F"/>
    <w:rsid w:val="001C11AD"/>
    <w:rsid w:val="002836B9"/>
    <w:rsid w:val="00302931"/>
    <w:rsid w:val="003A58FC"/>
    <w:rsid w:val="00447568"/>
    <w:rsid w:val="005A15D6"/>
    <w:rsid w:val="005D7F32"/>
    <w:rsid w:val="007402A2"/>
    <w:rsid w:val="00762589"/>
    <w:rsid w:val="00777BBF"/>
    <w:rsid w:val="007E700A"/>
    <w:rsid w:val="007F1116"/>
    <w:rsid w:val="00860D99"/>
    <w:rsid w:val="00A46EB3"/>
    <w:rsid w:val="00A54F39"/>
    <w:rsid w:val="00AD28A4"/>
    <w:rsid w:val="00E06C17"/>
    <w:rsid w:val="00E56F77"/>
    <w:rsid w:val="00EA429E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1104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Kloz David</cp:lastModifiedBy>
  <cp:revision>3</cp:revision>
  <cp:lastPrinted>2017-02-21T07:04:00Z</cp:lastPrinted>
  <dcterms:created xsi:type="dcterms:W3CDTF">2017-03-15T15:24:00Z</dcterms:created>
  <dcterms:modified xsi:type="dcterms:W3CDTF">2017-03-30T10:26:00Z</dcterms:modified>
</cp:coreProperties>
</file>