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/>
    <w:p w:rsidR="00DC03B1" w:rsidRPr="00647A4D" w:rsidRDefault="00DC03B1" w:rsidP="00647A4D">
      <w:pPr>
        <w:pBdr>
          <w:top w:val="single" w:sz="12" w:space="1" w:color="725299"/>
          <w:left w:val="single" w:sz="12" w:space="4" w:color="725299"/>
          <w:bottom w:val="single" w:sz="12" w:space="1" w:color="725299"/>
          <w:right w:val="single" w:sz="12" w:space="4" w:color="725299"/>
        </w:pBdr>
        <w:spacing w:after="0" w:line="240" w:lineRule="auto"/>
        <w:jc w:val="center"/>
        <w:rPr>
          <w:b/>
          <w:sz w:val="28"/>
        </w:rPr>
      </w:pPr>
      <w:r w:rsidRPr="00647A4D">
        <w:rPr>
          <w:b/>
          <w:sz w:val="28"/>
        </w:rPr>
        <w:t>Anotace projektu podprogramu INTER-VECTOR</w:t>
      </w:r>
    </w:p>
    <w:p w:rsidR="00DC03B1" w:rsidRPr="00DC03B1" w:rsidRDefault="00DC03B1" w:rsidP="00647A4D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26203C">
        <w:trPr>
          <w:trHeight w:val="410"/>
        </w:trPr>
        <w:tc>
          <w:tcPr>
            <w:tcW w:w="5000" w:type="pct"/>
            <w:vAlign w:val="center"/>
          </w:tcPr>
          <w:p w:rsidR="00DC03B1" w:rsidRPr="00647A4D" w:rsidRDefault="00DC03B1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Název projektu:</w:t>
            </w:r>
          </w:p>
        </w:tc>
      </w:tr>
      <w:tr w:rsidR="00DC03B1" w:rsidTr="0026203C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647A4D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Pr="00954507" w:rsidRDefault="00D307B8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26203C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</w:p>
        </w:tc>
      </w:tr>
      <w:tr w:rsidR="0026203C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Pr="00954507" w:rsidRDefault="00954507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954507" w:rsidRPr="00954507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725299"/>
              <w:bottom w:val="single" w:sz="4" w:space="0" w:color="725299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  <w:tr w:rsidR="00954507" w:rsidTr="00954507">
        <w:trPr>
          <w:trHeight w:val="377"/>
        </w:trPr>
        <w:tc>
          <w:tcPr>
            <w:tcW w:w="1481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954507" w:rsidRPr="00954507" w:rsidRDefault="00954507" w:rsidP="00647A4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4" w:space="0" w:color="725299"/>
              <w:bottom w:val="single" w:sz="12" w:space="0" w:color="725299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12"/>
        </w:rPr>
      </w:pPr>
    </w:p>
    <w:p w:rsidR="0026203C" w:rsidRDefault="0026203C" w:rsidP="00647A4D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8" w:space="0" w:color="725299"/>
          <w:insideV w:val="single" w:sz="8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954507">
        <w:trPr>
          <w:trHeight w:val="340"/>
        </w:trPr>
        <w:tc>
          <w:tcPr>
            <w:tcW w:w="9062" w:type="dxa"/>
            <w:vAlign w:val="center"/>
          </w:tcPr>
          <w:p w:rsidR="00954507" w:rsidRPr="00647A4D" w:rsidRDefault="00954507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Popis</w:t>
            </w:r>
            <w:r w:rsidR="00647A4D" w:rsidRPr="00647A4D">
              <w:rPr>
                <w:sz w:val="24"/>
              </w:rPr>
              <w:t>:</w:t>
            </w:r>
          </w:p>
        </w:tc>
      </w:tr>
      <w:tr w:rsidR="00954507" w:rsidTr="00B7574F">
        <w:trPr>
          <w:trHeight w:val="7824"/>
        </w:trPr>
        <w:tc>
          <w:tcPr>
            <w:tcW w:w="9062" w:type="dxa"/>
            <w:tcBorders>
              <w:bottom w:val="single" w:sz="18" w:space="0" w:color="7030A0"/>
            </w:tcBorders>
          </w:tcPr>
          <w:p w:rsidR="00D86528" w:rsidRDefault="00D86528" w:rsidP="00647A4D">
            <w:pPr>
              <w:rPr>
                <w:sz w:val="24"/>
              </w:rPr>
            </w:pPr>
          </w:p>
        </w:tc>
        <w:bookmarkStart w:id="0" w:name="_GoBack"/>
        <w:bookmarkEnd w:id="0"/>
      </w:tr>
    </w:tbl>
    <w:p w:rsidR="00954507" w:rsidRPr="00DC03B1" w:rsidRDefault="00954507" w:rsidP="00647A4D">
      <w:pPr>
        <w:spacing w:after="0" w:line="240" w:lineRule="auto"/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BB5" w:rsidRDefault="004F4BB5" w:rsidP="00DC03B1">
      <w:pPr>
        <w:spacing w:after="0" w:line="240" w:lineRule="auto"/>
      </w:pPr>
      <w:r>
        <w:separator/>
      </w:r>
    </w:p>
  </w:endnote>
  <w:endnote w:type="continuationSeparator" w:id="0">
    <w:p w:rsidR="004F4BB5" w:rsidRDefault="004F4BB5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BB5" w:rsidRDefault="004F4BB5" w:rsidP="00DC03B1">
      <w:pPr>
        <w:spacing w:after="0" w:line="240" w:lineRule="auto"/>
      </w:pPr>
      <w:r>
        <w:separator/>
      </w:r>
    </w:p>
  </w:footnote>
  <w:footnote w:type="continuationSeparator" w:id="0">
    <w:p w:rsidR="004F4BB5" w:rsidRDefault="004F4BB5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D8652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7C788216" wp14:editId="362384FF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D3F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401F0A7" wp14:editId="5979F17C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1996507" cy="476250"/>
          <wp:effectExtent l="0" t="0" r="3810" b="0"/>
          <wp:wrapNone/>
          <wp:docPr id="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1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507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255C5F"/>
    <w:rsid w:val="0026203C"/>
    <w:rsid w:val="004F4BB5"/>
    <w:rsid w:val="00647A4D"/>
    <w:rsid w:val="00954507"/>
    <w:rsid w:val="00B7574F"/>
    <w:rsid w:val="00B96221"/>
    <w:rsid w:val="00BB49D3"/>
    <w:rsid w:val="00BC01E7"/>
    <w:rsid w:val="00CB61E1"/>
    <w:rsid w:val="00D307B8"/>
    <w:rsid w:val="00D86528"/>
    <w:rsid w:val="00DC03B1"/>
    <w:rsid w:val="00E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6</cp:revision>
  <dcterms:created xsi:type="dcterms:W3CDTF">2016-06-10T08:29:00Z</dcterms:created>
  <dcterms:modified xsi:type="dcterms:W3CDTF">2016-08-16T10:10:00Z</dcterms:modified>
</cp:coreProperties>
</file>