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7777777" w:rsidR="004D577D" w:rsidRPr="000478CA" w:rsidRDefault="004D577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77777777" w:rsidR="004D577D" w:rsidRPr="000478CA" w:rsidRDefault="004D577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6D6C5F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473D7891" w:rsidR="005A5E8D" w:rsidRDefault="005B02FE" w:rsidP="00D57E83">
      <w:pPr>
        <w:jc w:val="both"/>
      </w:pPr>
      <w:r>
        <w:t>VES18RF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02BB8BF3" w:rsidR="00D57E83" w:rsidRDefault="00FB77FB" w:rsidP="00D57E83">
      <w:pPr>
        <w:jc w:val="both"/>
      </w:pPr>
      <w:r>
        <w:t>INTER-A(CTION)</w:t>
      </w:r>
    </w:p>
    <w:p w14:paraId="01F4DCFE" w14:textId="2EEBF6F4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1E3E8B32" w14:textId="70756547" w:rsidR="003713E4" w:rsidRPr="007C0202" w:rsidRDefault="007C0202" w:rsidP="007C0202">
      <w:pPr>
        <w:jc w:val="both"/>
      </w:pPr>
      <w:r>
        <w:t>…</w:t>
      </w:r>
      <w:r w:rsidR="003713E4"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FD2E1D5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 w:rsidR="005B02FE"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  <w:r w:rsidR="005B02FE">
        <w:rPr>
          <w:b/>
          <w:color w:val="auto"/>
        </w:rPr>
        <w:t xml:space="preserve"> – popis projektových aktivit partnera z Ruské federace (max. 2 A4)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42D3D35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25945FB9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  <w:r w:rsidR="00016A66">
        <w:rPr>
          <w:b/>
          <w:color w:val="auto"/>
        </w:rPr>
        <w:t>/podprogramu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11650989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5B02FE">
        <w:rPr>
          <w:b/>
          <w:color w:val="auto"/>
        </w:rPr>
        <w:t xml:space="preserve">, inovativnost a </w:t>
      </w:r>
      <w:r w:rsidR="00CE3FF0" w:rsidRPr="00CE3FF0">
        <w:rPr>
          <w:b/>
          <w:color w:val="auto"/>
        </w:rPr>
        <w:t>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35E5C3B7" w:rsidR="009A3CB9" w:rsidRPr="00B774C7" w:rsidRDefault="00935F09" w:rsidP="009A3CB9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publikační výsledky v impaktovaných časopisech s kódem </w:t>
            </w:r>
            <w:proofErr w:type="spellStart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>imp</w:t>
            </w:r>
            <w:proofErr w:type="spellEnd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 xml:space="preserve"> 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nebo v databázi </w:t>
            </w:r>
            <w:proofErr w:type="spellStart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Scopus</w:t>
            </w:r>
            <w:proofErr w:type="spellEnd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 s kódem </w:t>
            </w:r>
            <w:proofErr w:type="spellStart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>sc</w:t>
            </w:r>
            <w:proofErr w:type="spellEnd"/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539B974B" w:rsidR="009A3CB9" w:rsidRPr="00B774C7" w:rsidRDefault="005B02FE" w:rsidP="009A3CB9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z toho </w:t>
            </w:r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publikační výsledky v impaktovaných časopisech s kódem </w:t>
            </w:r>
            <w:proofErr w:type="spellStart"/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J</w:t>
            </w:r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>imp</w:t>
            </w:r>
            <w:proofErr w:type="spellEnd"/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 xml:space="preserve"> </w:t>
            </w:r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nebo v databázi </w:t>
            </w:r>
            <w:proofErr w:type="spellStart"/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Scopus</w:t>
            </w:r>
            <w:proofErr w:type="spellEnd"/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 s kódem </w:t>
            </w:r>
            <w:proofErr w:type="spellStart"/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J</w:t>
            </w:r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>sc</w:t>
            </w:r>
            <w:proofErr w:type="spellEnd"/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 xml:space="preserve"> </w:t>
            </w:r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ve spoluautorství se zahraničním autorem, s významným podílem autorství zaměstnance uchazeče/d</w:t>
            </w:r>
            <w:r w:rsidR="00A4417C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a</w:t>
            </w:r>
            <w:r w:rsidR="00935F09"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lšího účastníka projektu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3E0B6BE6" w:rsidR="009A3CB9" w:rsidRPr="00B774C7" w:rsidRDefault="00935F09" w:rsidP="009A3CB9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výsledky aplikovaného výzkumu s kódem P, F, G, R nebo Z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Default="009A3CB9" w:rsidP="009A3CB9">
      <w:pPr>
        <w:jc w:val="both"/>
      </w:pPr>
    </w:p>
    <w:p w14:paraId="7B7407EC" w14:textId="74C002EC" w:rsidR="00B774C7" w:rsidRPr="009A3CB9" w:rsidRDefault="00B774C7" w:rsidP="009A3CB9">
      <w:pPr>
        <w:jc w:val="both"/>
      </w:pPr>
      <w:r w:rsidRPr="00B774C7">
        <w:rPr>
          <w:i/>
        </w:rPr>
        <w:t>Pozn.: může se jednat o jakékoli krátkodobé přínosy projektu (včetně těch, které se neevidují v RIV)</w:t>
      </w:r>
    </w:p>
    <w:p w14:paraId="2E08609F" w14:textId="6AC2C5CC" w:rsidR="009908F8" w:rsidRPr="009E59D2" w:rsidRDefault="009908F8" w:rsidP="009E59D2">
      <w:pPr>
        <w:pStyle w:val="Odstavecseseznamem"/>
        <w:numPr>
          <w:ilvl w:val="2"/>
          <w:numId w:val="3"/>
        </w:numPr>
        <w:jc w:val="both"/>
        <w:rPr>
          <w:b/>
          <w:bCs/>
          <w:color w:val="auto"/>
        </w:rPr>
      </w:pPr>
      <w:r w:rsidRPr="009E59D2">
        <w:rPr>
          <w:b/>
          <w:bCs/>
          <w:color w:val="auto"/>
        </w:rPr>
        <w:t>Zdůvodnění předpokládaných přínosů včetně kritických předpokladů k 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59B23B28" w:rsid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</w:t>
      </w:r>
      <w:r w:rsidR="00016A66">
        <w:rPr>
          <w:b/>
          <w:color w:val="auto"/>
        </w:rPr>
        <w:t xml:space="preserve">tu, </w:t>
      </w:r>
      <w:r w:rsidRPr="009A3CB9">
        <w:rPr>
          <w:b/>
          <w:color w:val="auto"/>
        </w:rPr>
        <w:t>jejich popis</w:t>
      </w:r>
      <w:r w:rsidR="00016A66">
        <w:rPr>
          <w:b/>
          <w:color w:val="auto"/>
        </w:rPr>
        <w:t xml:space="preserve"> a kritické předpoklady jejich dosažení</w:t>
      </w:r>
    </w:p>
    <w:p w14:paraId="021EA9C4" w14:textId="3CA1E7AA" w:rsidR="00CD1067" w:rsidRPr="00704C80" w:rsidRDefault="00B774C7" w:rsidP="00704C80">
      <w:pPr>
        <w:jc w:val="both"/>
        <w:rPr>
          <w:i/>
        </w:rPr>
      </w:pPr>
      <w:r w:rsidRPr="00B774C7">
        <w:rPr>
          <w:i/>
        </w:rPr>
        <w:t xml:space="preserve">Pozn.: může se jednat o jakékoli </w:t>
      </w:r>
      <w:r>
        <w:rPr>
          <w:i/>
        </w:rPr>
        <w:t>dlouhodobé</w:t>
      </w:r>
      <w:r w:rsidRPr="00B774C7">
        <w:rPr>
          <w:i/>
        </w:rPr>
        <w:t xml:space="preserve"> přínosy projektu (včetně těch, které se neevidují v RIV)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394139D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A4417C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3BD6C10" w:rsidR="009A3CB9" w:rsidRPr="009A3CB9" w:rsidRDefault="0083712F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Datum dosažení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0D1944C" w14:textId="7A6A5D03" w:rsidR="009A3CB9" w:rsidRPr="009A3CB9" w:rsidRDefault="009A3CB9" w:rsidP="0083712F">
      <w:pPr>
        <w:contextualSpacing/>
        <w:jc w:val="both"/>
      </w:pP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634DA7D9" w:rsidR="009A3CB9" w:rsidRPr="009A3CB9" w:rsidRDefault="00A4417C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83712F">
        <w:rPr>
          <w:b/>
          <w:color w:val="auto"/>
        </w:rPr>
        <w:t>ýsledky etapy, jejich název a popis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5A694865" w:rsidR="009A3CB9" w:rsidRPr="009A3CB9" w:rsidRDefault="0083712F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E001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A4417C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7297D27" w14:textId="4DE838B3" w:rsidR="009A3CB9" w:rsidRPr="00A4417C" w:rsidRDefault="009A3CB9" w:rsidP="00A4417C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1F9EB1B4" w14:textId="3A410EA5" w:rsidR="00A4417C" w:rsidRPr="009E59D2" w:rsidRDefault="00A4417C" w:rsidP="009E59D2">
      <w:pPr>
        <w:pStyle w:val="Odstavecseseznamem"/>
        <w:numPr>
          <w:ilvl w:val="2"/>
          <w:numId w:val="7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Cíle etapy, výsledky etapy, jejich název a popis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20F3871E" w14:textId="2A0A73DB" w:rsidR="009A3CB9" w:rsidRPr="009A3CB9" w:rsidRDefault="009E59D2" w:rsidP="009E59D2">
      <w:pPr>
        <w:contextualSpacing/>
        <w:jc w:val="both"/>
        <w:rPr>
          <w:b/>
          <w:color w:val="auto"/>
        </w:rPr>
      </w:pPr>
      <w:r>
        <w:rPr>
          <w:b/>
          <w:color w:val="auto"/>
        </w:rPr>
        <w:t xml:space="preserve">3.3.6 </w:t>
      </w:r>
      <w:r w:rsidR="0083712F"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E002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017D552C" w14:textId="6E0B6BA7" w:rsidR="009A3CB9" w:rsidRPr="009A3CB9" w:rsidRDefault="009A3CB9" w:rsidP="009A3CB9">
      <w:pPr>
        <w:ind w:left="720"/>
        <w:contextualSpacing/>
        <w:jc w:val="both"/>
      </w:pP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5703F558" w:rsidR="009A3CB9" w:rsidRPr="009A3CB9" w:rsidRDefault="009E59D2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9908F8">
        <w:rPr>
          <w:b/>
          <w:color w:val="auto"/>
        </w:rPr>
        <w:t>ýsledky etapy, jejich název a popis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1280778B" w:rsidR="009A3CB9" w:rsidRPr="009E59D2" w:rsidRDefault="009A3CB9" w:rsidP="009E59D2">
      <w:pPr>
        <w:pStyle w:val="Odstavecseseznamem"/>
        <w:numPr>
          <w:ilvl w:val="2"/>
          <w:numId w:val="8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Formy výsledku podle struktury databáze RIV v etapě řešení E003</w:t>
      </w:r>
      <w:r w:rsidR="0026610F" w:rsidRPr="009E59D2">
        <w:rPr>
          <w:b/>
          <w:color w:val="auto"/>
        </w:rPr>
        <w:t xml:space="preserve"> </w:t>
      </w:r>
      <w:r w:rsidR="0026610F" w:rsidRPr="009E59D2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Default="009A3CB9" w:rsidP="0026610F">
      <w:pPr>
        <w:contextualSpacing/>
        <w:jc w:val="both"/>
      </w:pPr>
    </w:p>
    <w:p w14:paraId="1307F8D5" w14:textId="2AC782EF" w:rsidR="005B02FE" w:rsidRPr="005B02FE" w:rsidRDefault="005B02FE" w:rsidP="0026610F">
      <w:pPr>
        <w:contextualSpacing/>
        <w:jc w:val="both"/>
        <w:rPr>
          <w:i/>
        </w:rPr>
      </w:pPr>
      <w:r>
        <w:rPr>
          <w:i/>
        </w:rPr>
        <w:t>Pozn.: Formát návrhu upravte podle aktuálního počtu etap řešení v projektu tak, aby byly vždy vloženy části 3.3.1 – 3.3.6 pro každou etapu.</w:t>
      </w:r>
    </w:p>
    <w:p w14:paraId="6D637D4C" w14:textId="71DEC4BD" w:rsidR="001B0881" w:rsidRDefault="009A3CB9" w:rsidP="00AF7111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7C7E0F0F" w14:textId="1F3B18FF" w:rsidR="009A3CB9" w:rsidRDefault="00AF7111" w:rsidP="00AF7111">
      <w:pPr>
        <w:pStyle w:val="Nadpis21"/>
      </w:pPr>
      <w:r>
        <w:t>4.1      Popis strategie a metodiky řešení projektu</w:t>
      </w:r>
    </w:p>
    <w:p w14:paraId="393AA81C" w14:textId="44B91E63" w:rsidR="00AF7111" w:rsidRPr="00AF7111" w:rsidRDefault="00AF7111" w:rsidP="00AF7111">
      <w:r>
        <w:t>…</w:t>
      </w:r>
    </w:p>
    <w:p w14:paraId="32AE6400" w14:textId="20D1DC8B" w:rsidR="009A3CB9" w:rsidRDefault="00AF7111" w:rsidP="00AF7111">
      <w:pPr>
        <w:pStyle w:val="Nadpis21"/>
        <w:numPr>
          <w:ilvl w:val="1"/>
          <w:numId w:val="22"/>
        </w:numPr>
      </w:pPr>
      <w:r>
        <w:t xml:space="preserve"> </w:t>
      </w:r>
      <w:r w:rsidR="009A3CB9">
        <w:t>Analýza rizik ohrožujících dosažení výsledků projektu</w:t>
      </w:r>
    </w:p>
    <w:p w14:paraId="1F17D4F4" w14:textId="59B2F0B8" w:rsidR="006A3ADB" w:rsidRPr="006A3ADB" w:rsidRDefault="006A3ADB" w:rsidP="006A3ADB">
      <w:r>
        <w:t>…</w:t>
      </w:r>
    </w:p>
    <w:p w14:paraId="486A9614" w14:textId="6F50E5F4" w:rsidR="006A3ADB" w:rsidRPr="006A3ADB" w:rsidRDefault="00AF7111" w:rsidP="00AF7111">
      <w:pPr>
        <w:pStyle w:val="Nadpis21"/>
      </w:pPr>
      <w:r>
        <w:t>4.3     Navržená</w:t>
      </w:r>
      <w:r w:rsidR="006A3ADB">
        <w:t xml:space="preserve"> opatření </w:t>
      </w:r>
      <w:r w:rsidR="009E59D2">
        <w:t>k maximalizaci</w:t>
      </w:r>
      <w:r w:rsidR="006A3ADB">
        <w:t xml:space="preserve"> přínosu</w:t>
      </w:r>
      <w:r w:rsidR="009E59D2">
        <w:t xml:space="preserve"> projektu</w:t>
      </w:r>
    </w:p>
    <w:p w14:paraId="1FB9257D" w14:textId="48B95F15" w:rsidR="00675B0F" w:rsidRDefault="00675B0F" w:rsidP="00675B0F">
      <w:pPr>
        <w:jc w:val="both"/>
      </w:pPr>
      <w:r>
        <w:t>…</w:t>
      </w:r>
    </w:p>
    <w:p w14:paraId="224C843E" w14:textId="77777777" w:rsidR="006A3ADB" w:rsidRDefault="006A3ADB" w:rsidP="00675B0F">
      <w:pPr>
        <w:jc w:val="both"/>
      </w:pPr>
    </w:p>
    <w:p w14:paraId="6C7A09D3" w14:textId="77777777" w:rsidR="006A3ADB" w:rsidRPr="00675B0F" w:rsidRDefault="006A3ADB" w:rsidP="00675B0F">
      <w:pPr>
        <w:jc w:val="both"/>
      </w:pPr>
    </w:p>
    <w:p w14:paraId="27BC174C" w14:textId="77777777" w:rsidR="004773EB" w:rsidRDefault="004773EB" w:rsidP="00AF7111">
      <w:pPr>
        <w:pStyle w:val="Nadpis11"/>
        <w:numPr>
          <w:ilvl w:val="0"/>
          <w:numId w:val="22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Představení týmu</w:t>
      </w:r>
    </w:p>
    <w:p w14:paraId="65941079" w14:textId="77777777" w:rsidR="005B31BC" w:rsidRPr="005B31BC" w:rsidRDefault="005B31BC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19"/>
        <w:gridCol w:w="3309"/>
        <w:gridCol w:w="1789"/>
        <w:gridCol w:w="1298"/>
        <w:gridCol w:w="1347"/>
      </w:tblGrid>
      <w:tr w:rsidR="009E59D2" w:rsidRPr="005B31BC" w14:paraId="0932DDE4" w14:textId="2DA3C1F6" w:rsidTr="009E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9E59D2" w:rsidRPr="005B31BC" w:rsidRDefault="009E59D2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826" w:type="pct"/>
            <w:vAlign w:val="center"/>
            <w:hideMark/>
          </w:tcPr>
          <w:p w14:paraId="368C1A9F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87" w:type="pct"/>
            <w:vAlign w:val="center"/>
            <w:hideMark/>
          </w:tcPr>
          <w:p w14:paraId="37E62871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16" w:type="pct"/>
            <w:vAlign w:val="center"/>
            <w:hideMark/>
          </w:tcPr>
          <w:p w14:paraId="13AA595C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43" w:type="pct"/>
          </w:tcPr>
          <w:p w14:paraId="14EF2667" w14:textId="77777777" w:rsidR="009E59D2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 xml:space="preserve">Organizace v projektu vystupuje </w:t>
            </w:r>
          </w:p>
          <w:p w14:paraId="7E54C2BF" w14:textId="7B8284A2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(nehodící se škrtněte)</w:t>
            </w:r>
          </w:p>
        </w:tc>
      </w:tr>
      <w:tr w:rsidR="009E59D2" w:rsidRPr="005B31BC" w14:paraId="721169DA" w14:textId="14C00510" w:rsidTr="009E59D2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35A0F923" w:rsidR="009E59D2" w:rsidRPr="00C371DD" w:rsidRDefault="009E59D2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826" w:type="pct"/>
            <w:vAlign w:val="center"/>
            <w:hideMark/>
          </w:tcPr>
          <w:p w14:paraId="184E56F8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106B259D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798EB061" w14:textId="735A294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258EEB0A" w14:textId="592741A5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3F5D40A7" w14:textId="76DBA942" w:rsidTr="009E59D2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03512A4A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5BD00264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5F8A84C" w14:textId="64EE7E94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3F945E1" w14:textId="7E67635C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41984438" w14:textId="6CFAC125" w:rsidTr="009E59D2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70888229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3FF661F2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6A184EEA" w14:textId="2C7AE249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AD0A4AC" w14:textId="424D3891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3D9A9466" w:rsidR="005B31BC" w:rsidRPr="005B31BC" w:rsidRDefault="005B31BC" w:rsidP="002D0D6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0A719B7B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  <w:r w:rsidR="00704C80">
              <w:rPr>
                <w:rFonts w:ascii="Arial CE" w:eastAsia="Times New Roman" w:hAnsi="Arial CE" w:cs="Arial CE"/>
                <w:b w:val="0"/>
                <w:sz w:val="16"/>
              </w:rPr>
              <w:t xml:space="preserve"> pro příjem dotace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0AAB51B2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6A673B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6E3BCF9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80A41B4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9D25D8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F86FFC4" w14:textId="77777777" w:rsidR="00D75119" w:rsidRPr="00D75119" w:rsidRDefault="00D75119" w:rsidP="00D75119">
      <w:pPr>
        <w:jc w:val="both"/>
        <w:rPr>
          <w:b/>
        </w:rPr>
      </w:pPr>
    </w:p>
    <w:p w14:paraId="46D845A0" w14:textId="161316FD" w:rsidR="00D75119" w:rsidRPr="005B31BC" w:rsidRDefault="00D75119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 xml:space="preserve">Statutární orgán účastníka – „………………název </w:t>
      </w:r>
      <w:r>
        <w:rPr>
          <w:b/>
          <w:color w:val="auto"/>
        </w:rPr>
        <w:t>dalšího účastníka1</w:t>
      </w:r>
      <w:r w:rsidRPr="005B31BC">
        <w:rPr>
          <w:b/>
          <w:color w:val="auto"/>
        </w:rPr>
        <w:t>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D75119" w:rsidRPr="005B31BC" w14:paraId="1158FEAD" w14:textId="77777777" w:rsidTr="00A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71F3D9A6" w14:textId="77777777" w:rsidR="00D75119" w:rsidRPr="005B31BC" w:rsidRDefault="00D75119" w:rsidP="00A4417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32F19CEF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7A1E3864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74663DAD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D75119" w:rsidRPr="005B31BC" w14:paraId="6CDC3799" w14:textId="77777777" w:rsidTr="00A4417C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1E2EEAD2" w14:textId="77777777" w:rsidR="00D75119" w:rsidRPr="005B31BC" w:rsidRDefault="00D75119" w:rsidP="00A4417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08F34811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78207C7A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11545F64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574DD23B" w14:textId="77777777" w:rsidR="00D75119" w:rsidRPr="005B31BC" w:rsidRDefault="00D75119" w:rsidP="00D75119">
      <w:pPr>
        <w:pBdr>
          <w:bottom w:val="single" w:sz="12" w:space="1" w:color="0070C0"/>
        </w:pBdr>
      </w:pPr>
    </w:p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6E4A7438" w:rsidR="005B31BC" w:rsidRPr="00033138" w:rsidRDefault="005B31BC" w:rsidP="009E59D2">
      <w:pPr>
        <w:pStyle w:val="Odstavecseseznamem"/>
        <w:jc w:val="both"/>
        <w:rPr>
          <w:b/>
          <w:color w:val="auto"/>
        </w:rPr>
      </w:pPr>
      <w:r w:rsidRPr="00033138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Default="005B31BC" w:rsidP="005B31BC">
      <w:pPr>
        <w:pBdr>
          <w:top w:val="single" w:sz="12" w:space="1" w:color="0070C0"/>
        </w:pBdr>
        <w:jc w:val="both"/>
      </w:pPr>
    </w:p>
    <w:p w14:paraId="7DFA5183" w14:textId="77777777" w:rsidR="001523C3" w:rsidRDefault="001523C3" w:rsidP="005B31BC">
      <w:pPr>
        <w:pBdr>
          <w:top w:val="single" w:sz="12" w:space="1" w:color="0070C0"/>
        </w:pBdr>
        <w:jc w:val="both"/>
      </w:pPr>
    </w:p>
    <w:p w14:paraId="071603DB" w14:textId="77777777" w:rsidR="001523C3" w:rsidRDefault="001523C3" w:rsidP="005B31BC">
      <w:pPr>
        <w:pBdr>
          <w:top w:val="single" w:sz="12" w:space="1" w:color="0070C0"/>
        </w:pBdr>
        <w:jc w:val="both"/>
      </w:pPr>
    </w:p>
    <w:p w14:paraId="729EA65F" w14:textId="77777777" w:rsidR="001523C3" w:rsidRPr="005B31BC" w:rsidRDefault="001523C3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lastRenderedPageBreak/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Default="005B31BC" w:rsidP="005B31BC">
      <w:pPr>
        <w:rPr>
          <w:sz w:val="18"/>
        </w:rPr>
      </w:pPr>
    </w:p>
    <w:p w14:paraId="4B618518" w14:textId="77777777" w:rsidR="001523C3" w:rsidRDefault="001523C3" w:rsidP="005B31BC">
      <w:pPr>
        <w:rPr>
          <w:sz w:val="18"/>
        </w:rPr>
      </w:pPr>
    </w:p>
    <w:p w14:paraId="773BC9D9" w14:textId="77777777" w:rsidR="001523C3" w:rsidRPr="005B31BC" w:rsidRDefault="001523C3" w:rsidP="005B31BC">
      <w:pPr>
        <w:rPr>
          <w:sz w:val="18"/>
        </w:rPr>
      </w:pPr>
    </w:p>
    <w:p w14:paraId="2E5BA7D0" w14:textId="2EFD22C7" w:rsidR="005B31BC" w:rsidRPr="007A48AB" w:rsidRDefault="003C01BA" w:rsidP="00AF7111">
      <w:pPr>
        <w:pStyle w:val="Odstavecseseznamem"/>
        <w:numPr>
          <w:ilvl w:val="2"/>
          <w:numId w:val="22"/>
        </w:numPr>
        <w:jc w:val="both"/>
        <w:rPr>
          <w:b/>
          <w:color w:val="auto"/>
          <w:sz w:val="24"/>
        </w:rPr>
      </w:pPr>
      <w:r>
        <w:rPr>
          <w:b/>
          <w:color w:val="auto"/>
          <w:sz w:val="24"/>
        </w:rPr>
        <w:lastRenderedPageBreak/>
        <w:t>Členové</w:t>
      </w:r>
      <w:r w:rsidR="005B31BC" w:rsidRPr="007A48AB">
        <w:rPr>
          <w:b/>
          <w:color w:val="auto"/>
          <w:sz w:val="24"/>
        </w:rPr>
        <w:t xml:space="preserve"> řešitelského týmu – … </w:t>
      </w:r>
      <w:r w:rsidR="005B31BC"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51D1BB0" w14:textId="3A8B3EA0" w:rsidR="005B31BC" w:rsidRPr="00D41619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D41619">
        <w:rPr>
          <w:rFonts w:cstheme="minorHAnsi"/>
          <w:b/>
          <w:color w:val="auto"/>
        </w:rPr>
        <w:t xml:space="preserve"> (vložte jako přílohu)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34635BBE" w:rsidR="005B31BC" w:rsidRPr="003C01BA" w:rsidRDefault="005B31BC" w:rsidP="003C01BA">
      <w:pPr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91EDCFF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299B6CBE" w14:textId="51BAE068" w:rsidR="005B31BC" w:rsidRDefault="00A6019D" w:rsidP="005B31B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093FE5CD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35FB226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942635A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C87800A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3547DDF8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211B40DF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42EA3DCD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4AA776BC" w14:textId="2D947352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E4B5A23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9773639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61191C1B" w14:textId="51822CB9" w:rsid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09FA9C50" w14:textId="77777777" w:rsidR="00A6019D" w:rsidRP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76B75473" w:rsidR="005B31BC" w:rsidRPr="003C01BA" w:rsidRDefault="003C01BA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3C01BA"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</w:t>
      </w:r>
      <w:r w:rsidR="005B31BC" w:rsidRPr="003C01BA">
        <w:rPr>
          <w:rFonts w:cstheme="minorHAnsi"/>
          <w:color w:val="auto"/>
          <w:sz w:val="24"/>
        </w:rPr>
        <w:t xml:space="preserve"> </w:t>
      </w:r>
      <w:r w:rsidR="005B31BC" w:rsidRPr="003C01BA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23700A55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>
        <w:rPr>
          <w:rFonts w:cstheme="minorHAnsi"/>
          <w:b/>
          <w:color w:val="auto"/>
        </w:rPr>
        <w:t xml:space="preserve"> (vložte jako přílohu)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058741F9" w14:textId="77777777" w:rsidR="003C01BA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0FAAAAD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5FBB0F5A" w:rsidR="005B31BC" w:rsidRPr="003C01BA" w:rsidRDefault="005B31BC" w:rsidP="003C01BA">
      <w:pPr>
        <w:spacing w:after="0" w:line="240" w:lineRule="auto"/>
        <w:jc w:val="both"/>
        <w:rPr>
          <w:rFonts w:cstheme="minorHAnsi"/>
          <w:b/>
          <w:color w:val="auto"/>
          <w:sz w:val="24"/>
        </w:rPr>
      </w:pP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Default="005B31BC" w:rsidP="005B31BC">
      <w:pPr>
        <w:spacing w:after="0" w:line="240" w:lineRule="auto"/>
        <w:rPr>
          <w:rFonts w:cstheme="minorHAnsi"/>
        </w:rPr>
      </w:pPr>
    </w:p>
    <w:p w14:paraId="4CC84956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AB23C2A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322B938D" w14:textId="77777777" w:rsidR="00A6019D" w:rsidRPr="005B31BC" w:rsidRDefault="00A6019D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95B71D6" w:rsidR="005B31BC" w:rsidRPr="003C01BA" w:rsidRDefault="003C01BA" w:rsidP="00AF7111">
      <w:pPr>
        <w:pStyle w:val="Odstavecseseznamem"/>
        <w:numPr>
          <w:ilvl w:val="2"/>
          <w:numId w:val="22"/>
        </w:numPr>
        <w:rPr>
          <w:rFonts w:cstheme="minorHAnsi"/>
          <w:b/>
          <w:color w:val="auto"/>
          <w:sz w:val="24"/>
        </w:rPr>
      </w:pPr>
      <w:r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E0B2DFE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DF03EB0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62BADB84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5844300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128A0E28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 xml:space="preserve">dborný životopis dalšího </w:t>
      </w:r>
      <w:proofErr w:type="gramStart"/>
      <w:r w:rsidR="005B31BC" w:rsidRPr="005B31BC">
        <w:rPr>
          <w:rFonts w:cstheme="minorHAnsi"/>
          <w:b/>
          <w:color w:val="auto"/>
        </w:rPr>
        <w:t>řešitele</w:t>
      </w:r>
      <w:r>
        <w:rPr>
          <w:rFonts w:cstheme="minorHAnsi"/>
          <w:b/>
          <w:color w:val="auto"/>
        </w:rPr>
        <w:t xml:space="preserve"> ( vložte</w:t>
      </w:r>
      <w:proofErr w:type="gramEnd"/>
      <w:r>
        <w:rPr>
          <w:rFonts w:cstheme="minorHAnsi"/>
          <w:b/>
          <w:color w:val="auto"/>
        </w:rPr>
        <w:t xml:space="preserve"> jako přílohu)</w:t>
      </w:r>
    </w:p>
    <w:p w14:paraId="039688AA" w14:textId="5C8FC51F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442B1E7F" w:rsidR="005B31BC" w:rsidRPr="003C01BA" w:rsidRDefault="005B31BC" w:rsidP="003C01BA">
      <w:pPr>
        <w:rPr>
          <w:rFonts w:cstheme="minorHAnsi"/>
          <w:b/>
          <w:color w:val="auto"/>
          <w:sz w:val="24"/>
        </w:rPr>
      </w:pP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3E6FC130" w14:textId="77777777" w:rsidR="00CE75C9" w:rsidRPr="00F03B39" w:rsidRDefault="00CE75C9" w:rsidP="007A48AB">
      <w:pPr>
        <w:spacing w:after="0" w:line="240" w:lineRule="auto"/>
        <w:jc w:val="both"/>
        <w:rPr>
          <w:rFonts w:cstheme="minorHAnsi"/>
        </w:rPr>
      </w:pPr>
    </w:p>
    <w:p w14:paraId="7EED6BFE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1510BEAD" w14:textId="77777777" w:rsidR="00CE75C9" w:rsidRPr="005B31BC" w:rsidRDefault="00CE75C9" w:rsidP="00CE75C9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AF7111">
      <w:pPr>
        <w:pStyle w:val="Nadpis11"/>
        <w:numPr>
          <w:ilvl w:val="0"/>
          <w:numId w:val="22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519"/>
        <w:gridCol w:w="2374"/>
        <w:gridCol w:w="2055"/>
        <w:gridCol w:w="2057"/>
        <w:gridCol w:w="2057"/>
      </w:tblGrid>
      <w:tr w:rsidR="00C86E98" w:rsidRPr="00876E73" w14:paraId="744B8170" w14:textId="7F114EC7" w:rsidTr="008B51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pct"/>
            <w:gridSpan w:val="2"/>
            <w:vAlign w:val="center"/>
          </w:tcPr>
          <w:p w14:paraId="553DA9D2" w14:textId="77777777" w:rsidR="00C86E98" w:rsidRPr="00876E73" w:rsidRDefault="00C86E98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1134" w:type="pct"/>
            <w:vAlign w:val="center"/>
          </w:tcPr>
          <w:p w14:paraId="1BBF398C" w14:textId="77777777" w:rsidR="00C86E98" w:rsidRPr="00876E73" w:rsidRDefault="00C86E98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1135" w:type="pct"/>
            <w:vAlign w:val="center"/>
          </w:tcPr>
          <w:p w14:paraId="120F6968" w14:textId="77777777" w:rsidR="00C86E98" w:rsidRPr="00876E73" w:rsidRDefault="00C86E98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1135" w:type="pct"/>
            <w:vAlign w:val="center"/>
          </w:tcPr>
          <w:p w14:paraId="70808093" w14:textId="3CDF1730" w:rsidR="00C86E98" w:rsidRPr="00876E73" w:rsidRDefault="00C86E98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</w:tr>
      <w:tr w:rsidR="00C86E98" w:rsidRPr="00876E73" w14:paraId="531242F9" w14:textId="0E93E984" w:rsidTr="008B51B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  <w:hideMark/>
          </w:tcPr>
          <w:p w14:paraId="0FB18A8B" w14:textId="77777777" w:rsidR="00C86E98" w:rsidRPr="00876E73" w:rsidRDefault="00C86E98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9" w:type="pct"/>
            <w:vAlign w:val="center"/>
          </w:tcPr>
          <w:p w14:paraId="291CBCDB" w14:textId="77777777" w:rsidR="00C86E98" w:rsidRPr="00876E73" w:rsidRDefault="00C86E98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1134" w:type="pct"/>
            <w:vAlign w:val="center"/>
          </w:tcPr>
          <w:p w14:paraId="01EA12D4" w14:textId="77777777" w:rsidR="00C86E98" w:rsidRPr="005B771D" w:rsidRDefault="00C86E98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5" w:type="pct"/>
            <w:vAlign w:val="center"/>
          </w:tcPr>
          <w:p w14:paraId="0BE10890" w14:textId="77777777" w:rsidR="00C86E98" w:rsidRPr="005B771D" w:rsidRDefault="00C86E98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5" w:type="pct"/>
            <w:vAlign w:val="center"/>
          </w:tcPr>
          <w:p w14:paraId="5D7FD4BA" w14:textId="468B55E7" w:rsidR="00C86E98" w:rsidRPr="005B771D" w:rsidRDefault="00C86E98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C86E98" w:rsidRPr="00876E73" w14:paraId="773934AA" w14:textId="44220FD5" w:rsidTr="008B51B4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  <w:hideMark/>
          </w:tcPr>
          <w:p w14:paraId="7EA01FF0" w14:textId="67B27DF9" w:rsidR="00C86E98" w:rsidRPr="00876E73" w:rsidRDefault="00C86E98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309" w:type="pct"/>
            <w:vAlign w:val="center"/>
          </w:tcPr>
          <w:p w14:paraId="5FF634C5" w14:textId="63F4B107" w:rsidR="00C86E98" w:rsidRPr="00876E73" w:rsidRDefault="00C86E98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Průmyslový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 xml:space="preserve"> výzkum</w:t>
            </w:r>
          </w:p>
        </w:tc>
        <w:tc>
          <w:tcPr>
            <w:tcW w:w="1134" w:type="pct"/>
            <w:vAlign w:val="center"/>
          </w:tcPr>
          <w:p w14:paraId="2D3F3397" w14:textId="77777777" w:rsidR="00C86E98" w:rsidRPr="005B771D" w:rsidRDefault="00C86E98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5" w:type="pct"/>
            <w:vAlign w:val="center"/>
          </w:tcPr>
          <w:p w14:paraId="6CAB0059" w14:textId="77777777" w:rsidR="00C86E98" w:rsidRPr="005B771D" w:rsidRDefault="00C86E98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5" w:type="pct"/>
            <w:vAlign w:val="center"/>
          </w:tcPr>
          <w:p w14:paraId="7A9B072A" w14:textId="3363FA36" w:rsidR="00C86E98" w:rsidRPr="005B771D" w:rsidRDefault="00C86E98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C86E98" w:rsidRPr="00876E73" w14:paraId="064CA017" w14:textId="73567A4C" w:rsidTr="008B51B4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  <w:hideMark/>
          </w:tcPr>
          <w:p w14:paraId="68A651F8" w14:textId="77777777" w:rsidR="00C86E98" w:rsidRPr="00876E73" w:rsidRDefault="00C86E98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9" w:type="pct"/>
            <w:vAlign w:val="center"/>
          </w:tcPr>
          <w:p w14:paraId="4FA38CCE" w14:textId="77777777" w:rsidR="00C86E98" w:rsidRPr="00876E73" w:rsidRDefault="00C86E98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1134" w:type="pct"/>
            <w:vAlign w:val="center"/>
          </w:tcPr>
          <w:p w14:paraId="332B8ADB" w14:textId="77777777" w:rsidR="00C86E98" w:rsidRPr="005B771D" w:rsidRDefault="00C86E98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5" w:type="pct"/>
            <w:vAlign w:val="center"/>
          </w:tcPr>
          <w:p w14:paraId="287AB3B3" w14:textId="77777777" w:rsidR="00C86E98" w:rsidRPr="005B771D" w:rsidRDefault="00C86E98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5" w:type="pct"/>
            <w:vAlign w:val="center"/>
          </w:tcPr>
          <w:p w14:paraId="3F17DF56" w14:textId="38FC3A6E" w:rsidR="00C86E98" w:rsidRPr="005B771D" w:rsidRDefault="00C86E98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518"/>
        <w:gridCol w:w="2369"/>
        <w:gridCol w:w="2059"/>
        <w:gridCol w:w="2059"/>
        <w:gridCol w:w="2057"/>
      </w:tblGrid>
      <w:tr w:rsidR="008B51B4" w:rsidRPr="00876E73" w14:paraId="666F1849" w14:textId="37AC5E94" w:rsidTr="008B51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pct"/>
            <w:gridSpan w:val="2"/>
            <w:vAlign w:val="center"/>
          </w:tcPr>
          <w:p w14:paraId="06335F87" w14:textId="77777777" w:rsidR="008B51B4" w:rsidRPr="00876E73" w:rsidRDefault="008B51B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1136" w:type="pct"/>
            <w:vAlign w:val="center"/>
          </w:tcPr>
          <w:p w14:paraId="0864D027" w14:textId="77777777" w:rsidR="008B51B4" w:rsidRPr="00876E73" w:rsidRDefault="008B51B4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1136" w:type="pct"/>
            <w:vAlign w:val="center"/>
          </w:tcPr>
          <w:p w14:paraId="1E921CFF" w14:textId="77777777" w:rsidR="008B51B4" w:rsidRPr="00876E73" w:rsidRDefault="008B51B4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1136" w:type="pct"/>
            <w:vAlign w:val="center"/>
          </w:tcPr>
          <w:p w14:paraId="747CD5EA" w14:textId="291AE77C" w:rsidR="008B51B4" w:rsidRPr="00876E73" w:rsidRDefault="008B51B4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</w:tr>
      <w:tr w:rsidR="008B51B4" w:rsidRPr="00876E73" w14:paraId="790E858E" w14:textId="4158FF5D" w:rsidTr="008B51B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4F038475" w14:textId="77777777" w:rsidR="008B51B4" w:rsidRPr="00876E73" w:rsidRDefault="008B51B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7" w:type="pct"/>
            <w:vAlign w:val="center"/>
          </w:tcPr>
          <w:p w14:paraId="54FD5179" w14:textId="77777777" w:rsidR="008B51B4" w:rsidRPr="00876E73" w:rsidRDefault="008B51B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1136" w:type="pct"/>
            <w:vAlign w:val="center"/>
          </w:tcPr>
          <w:p w14:paraId="3D436D13" w14:textId="77777777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2BF4F99D" w14:textId="183F91AE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7018D80B" w14:textId="59C473AF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B51B4" w:rsidRPr="00876E73" w14:paraId="70587AE6" w14:textId="31494E44" w:rsidTr="008B51B4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3D26878E" w14:textId="33C9BDBA" w:rsidR="008B51B4" w:rsidRPr="00876E73" w:rsidRDefault="008B51B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307" w:type="pct"/>
            <w:vAlign w:val="center"/>
          </w:tcPr>
          <w:p w14:paraId="0A2B2CE1" w14:textId="1F43DF3A" w:rsidR="008B51B4" w:rsidRPr="00876E73" w:rsidRDefault="008B51B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1136" w:type="pct"/>
            <w:vAlign w:val="center"/>
          </w:tcPr>
          <w:p w14:paraId="0D8062CE" w14:textId="77777777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1F54D8A8" w14:textId="6096F89C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15085EBB" w14:textId="1ACC5210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B51B4" w:rsidRPr="00876E73" w14:paraId="3A72F087" w14:textId="5D71B096" w:rsidTr="008B51B4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0D6FB35B" w14:textId="77777777" w:rsidR="008B51B4" w:rsidRPr="00876E73" w:rsidRDefault="008B51B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7" w:type="pct"/>
            <w:vAlign w:val="center"/>
          </w:tcPr>
          <w:p w14:paraId="11406FD2" w14:textId="77777777" w:rsidR="008B51B4" w:rsidRPr="00876E73" w:rsidRDefault="008B51B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1136" w:type="pct"/>
            <w:vAlign w:val="center"/>
          </w:tcPr>
          <w:p w14:paraId="77C00FC2" w14:textId="77777777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568C59DE" w14:textId="2B74FE0A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616086F8" w14:textId="42429163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0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0"/>
        <w:gridCol w:w="2372"/>
        <w:gridCol w:w="2058"/>
        <w:gridCol w:w="2058"/>
        <w:gridCol w:w="2058"/>
      </w:tblGrid>
      <w:tr w:rsidR="008B51B4" w:rsidRPr="00876E73" w14:paraId="4C76AC9B" w14:textId="59D09606" w:rsidTr="008B51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39A45088" w14:textId="77777777" w:rsidR="008B51B4" w:rsidRPr="00876E73" w:rsidRDefault="008B51B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1136" w:type="pct"/>
            <w:tcBorders>
              <w:bottom w:val="single" w:sz="12" w:space="0" w:color="002060"/>
            </w:tcBorders>
            <w:vAlign w:val="center"/>
          </w:tcPr>
          <w:p w14:paraId="2442D57A" w14:textId="77777777" w:rsidR="008B51B4" w:rsidRPr="00876E73" w:rsidRDefault="008B51B4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1136" w:type="pct"/>
            <w:tcBorders>
              <w:bottom w:val="single" w:sz="12" w:space="0" w:color="002060"/>
            </w:tcBorders>
            <w:vAlign w:val="center"/>
          </w:tcPr>
          <w:p w14:paraId="3304712D" w14:textId="77777777" w:rsidR="008B51B4" w:rsidRPr="00876E73" w:rsidRDefault="008B51B4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1136" w:type="pct"/>
            <w:tcBorders>
              <w:bottom w:val="single" w:sz="12" w:space="0" w:color="002060"/>
            </w:tcBorders>
            <w:vAlign w:val="center"/>
          </w:tcPr>
          <w:p w14:paraId="7FD173D8" w14:textId="65238B34" w:rsidR="008B51B4" w:rsidRPr="00876E73" w:rsidRDefault="008B51B4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</w:tr>
      <w:tr w:rsidR="008B51B4" w:rsidRPr="00876E73" w14:paraId="3496793A" w14:textId="6AADADD8" w:rsidTr="008B51B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tcBorders>
              <w:top w:val="single" w:sz="12" w:space="0" w:color="002060"/>
            </w:tcBorders>
            <w:vAlign w:val="center"/>
          </w:tcPr>
          <w:p w14:paraId="7FC8874D" w14:textId="77777777" w:rsidR="008B51B4" w:rsidRPr="00876E73" w:rsidRDefault="008B51B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10" w:type="pct"/>
            <w:tcBorders>
              <w:top w:val="single" w:sz="12" w:space="0" w:color="002060"/>
            </w:tcBorders>
            <w:vAlign w:val="center"/>
          </w:tcPr>
          <w:p w14:paraId="4AFBA2BD" w14:textId="77777777" w:rsidR="008B51B4" w:rsidRPr="00876E73" w:rsidRDefault="008B51B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1136" w:type="pct"/>
            <w:tcBorders>
              <w:top w:val="single" w:sz="12" w:space="0" w:color="002060"/>
            </w:tcBorders>
            <w:vAlign w:val="center"/>
          </w:tcPr>
          <w:p w14:paraId="17DAC46B" w14:textId="77777777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tcBorders>
              <w:top w:val="single" w:sz="12" w:space="0" w:color="002060"/>
            </w:tcBorders>
            <w:vAlign w:val="center"/>
          </w:tcPr>
          <w:p w14:paraId="277AD14F" w14:textId="61F6FB85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tcBorders>
              <w:top w:val="single" w:sz="12" w:space="0" w:color="002060"/>
            </w:tcBorders>
            <w:vAlign w:val="center"/>
          </w:tcPr>
          <w:p w14:paraId="2DBC94D9" w14:textId="5B1C0C82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B51B4" w:rsidRPr="00876E73" w14:paraId="61732ADE" w14:textId="41363AFD" w:rsidTr="008B51B4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vAlign w:val="center"/>
          </w:tcPr>
          <w:p w14:paraId="0BB569BC" w14:textId="2A277AF4" w:rsidR="008B51B4" w:rsidRPr="00876E73" w:rsidRDefault="008B51B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310" w:type="pct"/>
            <w:vAlign w:val="center"/>
          </w:tcPr>
          <w:p w14:paraId="49A60599" w14:textId="118CDE26" w:rsidR="008B51B4" w:rsidRPr="00876E73" w:rsidRDefault="008B51B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1136" w:type="pct"/>
            <w:vAlign w:val="center"/>
          </w:tcPr>
          <w:p w14:paraId="65750721" w14:textId="77777777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434924E9" w14:textId="5E18C658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6819C7C6" w14:textId="777E061E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B51B4" w:rsidRPr="00876E73" w14:paraId="4671BCB1" w14:textId="085F3383" w:rsidTr="008B51B4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" w:type="pct"/>
            <w:vAlign w:val="center"/>
          </w:tcPr>
          <w:p w14:paraId="1A40747F" w14:textId="77777777" w:rsidR="008B51B4" w:rsidRPr="00876E73" w:rsidRDefault="008B51B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10" w:type="pct"/>
            <w:vAlign w:val="center"/>
          </w:tcPr>
          <w:p w14:paraId="35C1EA8E" w14:textId="77777777" w:rsidR="008B51B4" w:rsidRPr="00876E73" w:rsidRDefault="008B51B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1136" w:type="pct"/>
            <w:vAlign w:val="center"/>
          </w:tcPr>
          <w:p w14:paraId="786F6C2D" w14:textId="77777777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0820D49E" w14:textId="38BD992C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1136" w:type="pct"/>
            <w:vAlign w:val="center"/>
          </w:tcPr>
          <w:p w14:paraId="6E8978CD" w14:textId="5CA9F297" w:rsidR="008B51B4" w:rsidRPr="005B771D" w:rsidRDefault="008B51B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4927" w:type="pct"/>
        <w:tblLook w:val="04A0" w:firstRow="1" w:lastRow="0" w:firstColumn="1" w:lastColumn="0" w:noHBand="0" w:noVBand="1"/>
      </w:tblPr>
      <w:tblGrid>
        <w:gridCol w:w="1421"/>
        <w:gridCol w:w="2290"/>
        <w:gridCol w:w="2290"/>
        <w:gridCol w:w="2290"/>
        <w:gridCol w:w="2290"/>
        <w:gridCol w:w="2290"/>
        <w:gridCol w:w="2293"/>
      </w:tblGrid>
      <w:tr w:rsidR="00C86E98" w14:paraId="190E5085" w14:textId="77777777" w:rsidTr="00C86E98">
        <w:trPr>
          <w:gridAfter w:val="6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531" w:type="pct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 w:val="restart"/>
            <w:vAlign w:val="center"/>
          </w:tcPr>
          <w:p w14:paraId="2C4FF697" w14:textId="77777777" w:rsidR="00C86E98" w:rsidRPr="00D10EBB" w:rsidRDefault="00C86E98" w:rsidP="00C86E98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</w:tr>
      <w:tr w:rsidR="00C86E98" w14:paraId="7C08939F" w14:textId="77777777" w:rsidTr="00C86E9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/>
          </w:tcPr>
          <w:p w14:paraId="738174E1" w14:textId="77777777" w:rsidR="00C86E98" w:rsidRPr="00D10EBB" w:rsidRDefault="00C86E98" w:rsidP="00C86E98">
            <w:pPr>
              <w:rPr>
                <w:sz w:val="16"/>
                <w:szCs w:val="16"/>
              </w:rPr>
            </w:pPr>
          </w:p>
        </w:tc>
        <w:tc>
          <w:tcPr>
            <w:tcW w:w="4531" w:type="pct"/>
            <w:gridSpan w:val="6"/>
            <w:vAlign w:val="center"/>
          </w:tcPr>
          <w:p w14:paraId="4934720F" w14:textId="3324FBBE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ROKY</w:t>
            </w:r>
          </w:p>
        </w:tc>
      </w:tr>
      <w:tr w:rsidR="00C86E98" w14:paraId="1C386104" w14:textId="77777777" w:rsidTr="00C86E98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/>
          </w:tcPr>
          <w:p w14:paraId="5533B7B6" w14:textId="77777777" w:rsidR="00C86E98" w:rsidRPr="00D10EBB" w:rsidRDefault="00C86E98" w:rsidP="00C86E98">
            <w:pPr>
              <w:rPr>
                <w:sz w:val="16"/>
                <w:szCs w:val="16"/>
              </w:rPr>
            </w:pPr>
          </w:p>
        </w:tc>
        <w:tc>
          <w:tcPr>
            <w:tcW w:w="1510" w:type="pct"/>
            <w:gridSpan w:val="2"/>
            <w:vAlign w:val="center"/>
          </w:tcPr>
          <w:p w14:paraId="0ADDB1A0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510" w:type="pct"/>
            <w:gridSpan w:val="2"/>
            <w:vAlign w:val="center"/>
          </w:tcPr>
          <w:p w14:paraId="75F40C95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511" w:type="pct"/>
            <w:gridSpan w:val="2"/>
            <w:vAlign w:val="center"/>
          </w:tcPr>
          <w:p w14:paraId="2E939895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</w:tr>
      <w:tr w:rsidR="00C86E98" w14:paraId="6CB8975F" w14:textId="77777777" w:rsidTr="00C86E98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/>
          </w:tcPr>
          <w:p w14:paraId="7FFE52CA" w14:textId="77777777" w:rsidR="00C86E98" w:rsidRPr="00D10EBB" w:rsidRDefault="00C86E98" w:rsidP="00C86E98">
            <w:pPr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7B3106EC" w14:textId="289DC5E3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55" w:type="pct"/>
            <w:vAlign w:val="center"/>
          </w:tcPr>
          <w:p w14:paraId="22E37383" w14:textId="47BD5C32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55" w:type="pct"/>
            <w:vAlign w:val="center"/>
          </w:tcPr>
          <w:p w14:paraId="0AD33219" w14:textId="799CDF79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55" w:type="pct"/>
            <w:vAlign w:val="center"/>
          </w:tcPr>
          <w:p w14:paraId="6335A3D3" w14:textId="1236216B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55" w:type="pct"/>
            <w:vAlign w:val="center"/>
          </w:tcPr>
          <w:p w14:paraId="1BDABF14" w14:textId="29F3B46F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56" w:type="pct"/>
            <w:vAlign w:val="center"/>
          </w:tcPr>
          <w:p w14:paraId="31E12B8C" w14:textId="055DDAC6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C86E98" w14:paraId="1D0BFF62" w14:textId="77777777" w:rsidTr="00C86E98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39EE98EA" w14:textId="77777777" w:rsidR="00C86E98" w:rsidRPr="00D10EBB" w:rsidRDefault="00C86E98" w:rsidP="00C86E98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755" w:type="pct"/>
            <w:vAlign w:val="center"/>
          </w:tcPr>
          <w:p w14:paraId="58E4E2EF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FE2CFC0" w14:textId="5B2A2CF4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1B48EC4B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79DB02B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77C40EE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54D3C619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66F136C2" w14:textId="77777777" w:rsidTr="00C86E98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7051088C" w14:textId="77777777" w:rsidR="00C86E98" w:rsidRPr="00D10EBB" w:rsidRDefault="00C86E98" w:rsidP="00C86E98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755" w:type="pct"/>
            <w:vAlign w:val="center"/>
          </w:tcPr>
          <w:p w14:paraId="1712AF87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2E47FA5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301C038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5381809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3FED621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7269870D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256E21BA" w14:textId="77777777" w:rsidTr="00C86E98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4ECE8DFD" w14:textId="77777777" w:rsidR="00C86E98" w:rsidRPr="00D10EBB" w:rsidRDefault="00C86E98" w:rsidP="00C86E98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755" w:type="pct"/>
            <w:vAlign w:val="center"/>
          </w:tcPr>
          <w:p w14:paraId="5E9C89CA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365EE68C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71BF4C5E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2E1A53D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358CEF00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7AB9A4AB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42042B18" w14:textId="77777777" w:rsidTr="00C86E98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468163A0" w14:textId="77777777" w:rsidR="00C86E98" w:rsidRPr="00D10EBB" w:rsidRDefault="00C86E98" w:rsidP="00C86E98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755" w:type="pct"/>
            <w:vAlign w:val="center"/>
          </w:tcPr>
          <w:p w14:paraId="3DECCFF2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0F23960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78FF623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8E26385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010D81C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213F6824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291590E2" w14:textId="77777777" w:rsidTr="00C86E98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34F621E5" w14:textId="77777777" w:rsidR="00C86E98" w:rsidRPr="00D10EBB" w:rsidRDefault="00C86E98" w:rsidP="00C86E98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755" w:type="pct"/>
            <w:vAlign w:val="center"/>
          </w:tcPr>
          <w:p w14:paraId="4EDDDC19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305181C6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1EC68D7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57EC6C4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B9C0BB2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7C7971DE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57258F55" w14:textId="77777777" w:rsidTr="00C86E98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tcBorders>
              <w:bottom w:val="single" w:sz="12" w:space="0" w:color="0070C0"/>
            </w:tcBorders>
            <w:vAlign w:val="center"/>
          </w:tcPr>
          <w:p w14:paraId="3B640073" w14:textId="77777777" w:rsidR="00C86E98" w:rsidRPr="00D10EBB" w:rsidRDefault="00C86E98" w:rsidP="00C86E98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755" w:type="pct"/>
            <w:tcBorders>
              <w:bottom w:val="single" w:sz="12" w:space="0" w:color="0070C0"/>
            </w:tcBorders>
            <w:vAlign w:val="center"/>
          </w:tcPr>
          <w:p w14:paraId="3F96B429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70C0"/>
            </w:tcBorders>
            <w:vAlign w:val="center"/>
          </w:tcPr>
          <w:p w14:paraId="138A55C6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70C0"/>
            </w:tcBorders>
            <w:vAlign w:val="center"/>
          </w:tcPr>
          <w:p w14:paraId="3D094E58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70C0"/>
            </w:tcBorders>
            <w:vAlign w:val="center"/>
          </w:tcPr>
          <w:p w14:paraId="290F4F66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70C0"/>
            </w:tcBorders>
            <w:vAlign w:val="center"/>
          </w:tcPr>
          <w:p w14:paraId="4B65D631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tcBorders>
              <w:bottom w:val="single" w:sz="12" w:space="0" w:color="0070C0"/>
            </w:tcBorders>
            <w:vAlign w:val="center"/>
          </w:tcPr>
          <w:p w14:paraId="1CD70359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4D1DF74C" w14:textId="77777777" w:rsidTr="00B762CF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C86E98" w:rsidRPr="00D10EBB" w:rsidRDefault="00C86E98" w:rsidP="00C86E98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7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7FDB5B76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D50B934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CDDB2C4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201FEFDB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441788F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EBAAAD0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481E50EE" w14:textId="77777777" w:rsidTr="00C86E98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tcBorders>
              <w:top w:val="single" w:sz="12" w:space="0" w:color="0070C0"/>
            </w:tcBorders>
            <w:vAlign w:val="center"/>
          </w:tcPr>
          <w:p w14:paraId="11A50497" w14:textId="77777777" w:rsidR="00C86E98" w:rsidRPr="00D10EBB" w:rsidRDefault="00C86E98" w:rsidP="00C86E98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755" w:type="pct"/>
            <w:tcBorders>
              <w:top w:val="single" w:sz="12" w:space="0" w:color="0070C0"/>
            </w:tcBorders>
            <w:vAlign w:val="center"/>
          </w:tcPr>
          <w:p w14:paraId="5870B7C5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70C0"/>
            </w:tcBorders>
            <w:vAlign w:val="center"/>
          </w:tcPr>
          <w:p w14:paraId="7746E63E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70C0"/>
            </w:tcBorders>
            <w:vAlign w:val="center"/>
          </w:tcPr>
          <w:p w14:paraId="75FBC504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70C0"/>
            </w:tcBorders>
            <w:vAlign w:val="center"/>
          </w:tcPr>
          <w:p w14:paraId="56C22B41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70C0"/>
            </w:tcBorders>
            <w:vAlign w:val="center"/>
          </w:tcPr>
          <w:p w14:paraId="72023FBE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12" w:space="0" w:color="0070C0"/>
            </w:tcBorders>
            <w:vAlign w:val="center"/>
          </w:tcPr>
          <w:p w14:paraId="5B5441C6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2725BB9E" w14:textId="77777777" w:rsidTr="00C86E98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4E13A7A2" w14:textId="77777777" w:rsidR="00C86E98" w:rsidRPr="00D10EBB" w:rsidRDefault="00C86E98" w:rsidP="00C86E98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755" w:type="pct"/>
            <w:vAlign w:val="center"/>
          </w:tcPr>
          <w:p w14:paraId="1770C400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C1BEBF8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36387D3C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30292F1B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3700DD26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3730D971" w14:textId="77777777" w:rsidR="00C86E98" w:rsidRPr="00D10EBB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7F929B33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</w:t>
      </w:r>
      <w:r w:rsidR="00AE1C8E">
        <w:rPr>
          <w:sz w:val="14"/>
        </w:rPr>
        <w:t xml:space="preserve"> (v tis. Kč)</w:t>
      </w:r>
      <w:r w:rsidRPr="00F125C0">
        <w:rPr>
          <w:sz w:val="14"/>
        </w:rPr>
        <w:t>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AE1C8E">
        <w:rPr>
          <w:b/>
          <w:color w:val="FF0000"/>
          <w:sz w:val="14"/>
        </w:rPr>
        <w:t>.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58BB6A5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="005B02FE">
        <w:rPr>
          <w:color w:val="auto"/>
          <w:sz w:val="20"/>
        </w:rPr>
        <w:t>název dalšího účastníka projektu</w:t>
      </w:r>
      <w:r w:rsidRPr="003E29E7">
        <w:rPr>
          <w:b w:val="0"/>
          <w:color w:val="auto"/>
          <w:sz w:val="20"/>
        </w:rPr>
        <w:t>)</w:t>
      </w:r>
    </w:p>
    <w:p w14:paraId="12EAC8F4" w14:textId="0A5223BA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</w:t>
      </w:r>
      <w:r w:rsidR="00AE1C8E">
        <w:rPr>
          <w:sz w:val="14"/>
        </w:rPr>
        <w:t xml:space="preserve"> (v tis. </w:t>
      </w:r>
      <w:bookmarkStart w:id="2" w:name="_GoBack"/>
      <w:bookmarkEnd w:id="2"/>
      <w:r w:rsidR="00AE1C8E">
        <w:rPr>
          <w:sz w:val="14"/>
        </w:rPr>
        <w:t>Kč)</w:t>
      </w:r>
      <w:r w:rsidRPr="00F125C0">
        <w:rPr>
          <w:sz w:val="14"/>
        </w:rPr>
        <w:t>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AE1C8E">
        <w:rPr>
          <w:b/>
          <w:color w:val="FF0000"/>
          <w:sz w:val="14"/>
        </w:rPr>
        <w:t>.</w:t>
      </w:r>
    </w:p>
    <w:tbl>
      <w:tblPr>
        <w:tblStyle w:val="Svtltabulkasmkou1zvraznn61"/>
        <w:tblW w:w="4927" w:type="pct"/>
        <w:tblLook w:val="04A0" w:firstRow="1" w:lastRow="0" w:firstColumn="1" w:lastColumn="0" w:noHBand="0" w:noVBand="1"/>
      </w:tblPr>
      <w:tblGrid>
        <w:gridCol w:w="1421"/>
        <w:gridCol w:w="2290"/>
        <w:gridCol w:w="2290"/>
        <w:gridCol w:w="2290"/>
        <w:gridCol w:w="2290"/>
        <w:gridCol w:w="2290"/>
        <w:gridCol w:w="2293"/>
      </w:tblGrid>
      <w:tr w:rsidR="00C86E98" w14:paraId="3D975FC1" w14:textId="77777777" w:rsidTr="00C86E98">
        <w:trPr>
          <w:gridAfter w:val="6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531" w:type="pct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 w:val="restart"/>
            <w:vAlign w:val="center"/>
          </w:tcPr>
          <w:p w14:paraId="542BE718" w14:textId="77777777" w:rsidR="00C86E98" w:rsidRPr="00D10EBB" w:rsidRDefault="00C86E98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</w:tr>
      <w:tr w:rsidR="00C86E98" w14:paraId="687224F3" w14:textId="77777777" w:rsidTr="00C86E9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/>
            <w:vAlign w:val="center"/>
          </w:tcPr>
          <w:p w14:paraId="2E1C35B1" w14:textId="77777777" w:rsidR="00C86E98" w:rsidRPr="00D10EBB" w:rsidRDefault="00C86E98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1" w:type="pct"/>
            <w:gridSpan w:val="6"/>
            <w:vAlign w:val="center"/>
          </w:tcPr>
          <w:p w14:paraId="087E182D" w14:textId="5596D20E" w:rsidR="00C86E98" w:rsidRPr="00D10EBB" w:rsidRDefault="00C86E98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ROKY</w:t>
            </w:r>
          </w:p>
        </w:tc>
      </w:tr>
      <w:tr w:rsidR="00C86E98" w14:paraId="6308CB57" w14:textId="77777777" w:rsidTr="00C86E98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/>
            <w:vAlign w:val="center"/>
          </w:tcPr>
          <w:p w14:paraId="73414A99" w14:textId="77777777" w:rsidR="00C86E98" w:rsidRPr="00D10EBB" w:rsidRDefault="00C86E98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pct"/>
            <w:gridSpan w:val="2"/>
            <w:vAlign w:val="center"/>
          </w:tcPr>
          <w:p w14:paraId="330C120C" w14:textId="77777777" w:rsidR="00C86E98" w:rsidRPr="00D10EBB" w:rsidRDefault="00C86E98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510" w:type="pct"/>
            <w:gridSpan w:val="2"/>
            <w:vAlign w:val="center"/>
          </w:tcPr>
          <w:p w14:paraId="711D2CD3" w14:textId="77777777" w:rsidR="00C86E98" w:rsidRPr="00D10EBB" w:rsidRDefault="00C86E98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511" w:type="pct"/>
            <w:gridSpan w:val="2"/>
            <w:vAlign w:val="center"/>
          </w:tcPr>
          <w:p w14:paraId="074D8C06" w14:textId="77777777" w:rsidR="00C86E98" w:rsidRPr="00D10EBB" w:rsidRDefault="00C86E98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</w:tr>
      <w:tr w:rsidR="00C86E98" w14:paraId="2C80E856" w14:textId="77777777" w:rsidTr="00C86E98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/>
            <w:vAlign w:val="center"/>
          </w:tcPr>
          <w:p w14:paraId="76016CF8" w14:textId="77777777" w:rsidR="00C86E98" w:rsidRPr="00D10EBB" w:rsidRDefault="00C86E98" w:rsidP="00B721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E6F67FD" w14:textId="3EF1FFBF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55" w:type="pct"/>
            <w:vAlign w:val="center"/>
          </w:tcPr>
          <w:p w14:paraId="22F52BC1" w14:textId="64ED12B5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55" w:type="pct"/>
            <w:vAlign w:val="center"/>
          </w:tcPr>
          <w:p w14:paraId="329C5299" w14:textId="75F39F2A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55" w:type="pct"/>
            <w:vAlign w:val="center"/>
          </w:tcPr>
          <w:p w14:paraId="32197600" w14:textId="1E2E004D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55" w:type="pct"/>
            <w:vAlign w:val="center"/>
          </w:tcPr>
          <w:p w14:paraId="15D09D3E" w14:textId="65CE4F21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56" w:type="pct"/>
            <w:vAlign w:val="center"/>
          </w:tcPr>
          <w:p w14:paraId="7F2D12AF" w14:textId="36BE97EE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C86E98" w14:paraId="3FB8453B" w14:textId="77777777" w:rsidTr="00C86E98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636DBB9E" w14:textId="77777777" w:rsidR="00C86E98" w:rsidRPr="00D10EBB" w:rsidRDefault="00C86E98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755" w:type="pct"/>
            <w:vAlign w:val="center"/>
          </w:tcPr>
          <w:p w14:paraId="581AB96D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14486CFB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39899F9E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FBD4058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A5A68E7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0977465B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7D70C068" w14:textId="77777777" w:rsidTr="00C86E98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1B44C1FA" w14:textId="77777777" w:rsidR="00C86E98" w:rsidRPr="00D10EBB" w:rsidRDefault="00C86E98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755" w:type="pct"/>
            <w:vAlign w:val="center"/>
          </w:tcPr>
          <w:p w14:paraId="39A44F8F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F8CF34B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D5E75FE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7BE13A8E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A905D04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5F4D06A4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1B7D4B7D" w14:textId="77777777" w:rsidTr="00C86E98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69924D37" w14:textId="77777777" w:rsidR="00C86E98" w:rsidRPr="00D10EBB" w:rsidRDefault="00C86E98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755" w:type="pct"/>
            <w:vAlign w:val="center"/>
          </w:tcPr>
          <w:p w14:paraId="03BAAED8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BD258BB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3FA2C39E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2375B63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0B9E0C0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75EFDBEC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51A82D4D" w14:textId="77777777" w:rsidTr="00C86E98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0460DB94" w14:textId="77777777" w:rsidR="00C86E98" w:rsidRPr="00D10EBB" w:rsidRDefault="00C86E98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755" w:type="pct"/>
            <w:vAlign w:val="center"/>
          </w:tcPr>
          <w:p w14:paraId="162DCCE3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7619E8EB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B097203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1467B3A3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9631FD2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1AC8B08E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4F9DCD16" w14:textId="77777777" w:rsidTr="00C86E98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3BDEBEE9" w14:textId="77777777" w:rsidR="00C86E98" w:rsidRPr="00D10EBB" w:rsidRDefault="00C86E98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755" w:type="pct"/>
            <w:vAlign w:val="center"/>
          </w:tcPr>
          <w:p w14:paraId="004EA60F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4453B4E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F00FF78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7455888A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10641032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69CDFD97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5B9A148F" w14:textId="77777777" w:rsidTr="00C86E98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tcBorders>
              <w:bottom w:val="single" w:sz="12" w:space="0" w:color="00B050"/>
            </w:tcBorders>
            <w:vAlign w:val="center"/>
          </w:tcPr>
          <w:p w14:paraId="73D19BAE" w14:textId="77777777" w:rsidR="00C86E98" w:rsidRPr="00D10EBB" w:rsidRDefault="00C86E98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755" w:type="pct"/>
            <w:tcBorders>
              <w:bottom w:val="single" w:sz="12" w:space="0" w:color="00B050"/>
            </w:tcBorders>
            <w:vAlign w:val="center"/>
          </w:tcPr>
          <w:p w14:paraId="0A02BF58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B050"/>
            </w:tcBorders>
            <w:vAlign w:val="center"/>
          </w:tcPr>
          <w:p w14:paraId="26734480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B050"/>
            </w:tcBorders>
            <w:vAlign w:val="center"/>
          </w:tcPr>
          <w:p w14:paraId="2F179873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B050"/>
            </w:tcBorders>
            <w:vAlign w:val="center"/>
          </w:tcPr>
          <w:p w14:paraId="3740453A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B050"/>
            </w:tcBorders>
            <w:vAlign w:val="center"/>
          </w:tcPr>
          <w:p w14:paraId="37AC868E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tcBorders>
              <w:bottom w:val="single" w:sz="12" w:space="0" w:color="00B050"/>
            </w:tcBorders>
            <w:vAlign w:val="center"/>
          </w:tcPr>
          <w:p w14:paraId="70B2D02C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2308D9AF" w14:textId="77777777" w:rsidTr="00B762CF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tcBorders>
              <w:top w:val="single" w:sz="12" w:space="0" w:color="00B050"/>
              <w:left w:val="single" w:sz="12" w:space="0" w:color="00B050"/>
              <w:bottom w:val="single" w:sz="12" w:space="0" w:color="00B050"/>
            </w:tcBorders>
            <w:vAlign w:val="center"/>
          </w:tcPr>
          <w:p w14:paraId="4113911C" w14:textId="77777777" w:rsidR="00C86E98" w:rsidRPr="00D10EBB" w:rsidRDefault="00C86E98" w:rsidP="00B721B3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7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6620A29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A2CB69D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0667849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4621346D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02E52460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12" w:space="0" w:color="00B050"/>
              <w:bottom w:val="single" w:sz="12" w:space="0" w:color="00B050"/>
              <w:right w:val="single" w:sz="12" w:space="0" w:color="00B050"/>
            </w:tcBorders>
            <w:vAlign w:val="center"/>
          </w:tcPr>
          <w:p w14:paraId="2BB12422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7E1DF004" w14:textId="77777777" w:rsidTr="00C86E98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tcBorders>
              <w:top w:val="single" w:sz="12" w:space="0" w:color="00B050"/>
            </w:tcBorders>
            <w:vAlign w:val="center"/>
          </w:tcPr>
          <w:p w14:paraId="2593C44D" w14:textId="77777777" w:rsidR="00C86E98" w:rsidRPr="00D10EBB" w:rsidRDefault="00C86E98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755" w:type="pct"/>
            <w:tcBorders>
              <w:top w:val="single" w:sz="12" w:space="0" w:color="00B050"/>
            </w:tcBorders>
            <w:vAlign w:val="center"/>
          </w:tcPr>
          <w:p w14:paraId="4CF33FC0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B050"/>
            </w:tcBorders>
            <w:vAlign w:val="center"/>
          </w:tcPr>
          <w:p w14:paraId="2AE18969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B050"/>
            </w:tcBorders>
            <w:vAlign w:val="center"/>
          </w:tcPr>
          <w:p w14:paraId="296140C3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B050"/>
            </w:tcBorders>
            <w:vAlign w:val="center"/>
          </w:tcPr>
          <w:p w14:paraId="12FE347C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B050"/>
            </w:tcBorders>
            <w:vAlign w:val="center"/>
          </w:tcPr>
          <w:p w14:paraId="3D304300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12" w:space="0" w:color="00B050"/>
            </w:tcBorders>
            <w:vAlign w:val="center"/>
          </w:tcPr>
          <w:p w14:paraId="7F873B8D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14:paraId="168C7B53" w14:textId="77777777" w:rsidTr="00C86E98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5D8DC90E" w14:textId="77777777" w:rsidR="00C86E98" w:rsidRPr="00D10EBB" w:rsidRDefault="00C86E98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755" w:type="pct"/>
            <w:vAlign w:val="center"/>
          </w:tcPr>
          <w:p w14:paraId="73DBA504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C5680C4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D96B1DA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931B916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3964002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46225D59" w14:textId="77777777" w:rsidR="00C86E98" w:rsidRPr="00D10EBB" w:rsidRDefault="00C86E98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A1CE650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="005B02FE" w:rsidRPr="003E29E7">
        <w:rPr>
          <w:b w:val="0"/>
          <w:color w:val="auto"/>
          <w:sz w:val="20"/>
        </w:rPr>
        <w:t>(</w:t>
      </w:r>
      <w:r w:rsidR="005B02FE">
        <w:rPr>
          <w:color w:val="auto"/>
          <w:sz w:val="20"/>
        </w:rPr>
        <w:t>název dalšího účastníka projektu</w:t>
      </w:r>
      <w:r w:rsidR="005B02FE" w:rsidRPr="003E29E7">
        <w:rPr>
          <w:b w:val="0"/>
          <w:color w:val="auto"/>
          <w:sz w:val="20"/>
        </w:rPr>
        <w:t>)</w:t>
      </w:r>
    </w:p>
    <w:tbl>
      <w:tblPr>
        <w:tblStyle w:val="Svtltabulkasmkou1zvraznn514"/>
        <w:tblpPr w:leftFromText="141" w:rightFromText="141" w:vertAnchor="text" w:tblpY="505"/>
        <w:tblW w:w="4927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21"/>
        <w:gridCol w:w="2290"/>
        <w:gridCol w:w="2290"/>
        <w:gridCol w:w="2290"/>
        <w:gridCol w:w="2290"/>
        <w:gridCol w:w="2290"/>
        <w:gridCol w:w="2293"/>
      </w:tblGrid>
      <w:tr w:rsidR="00C86E98" w:rsidRPr="00010E44" w14:paraId="798C30F8" w14:textId="77777777" w:rsidTr="00C86E98">
        <w:trPr>
          <w:gridAfter w:val="6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531" w:type="pct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 w:val="restart"/>
            <w:vAlign w:val="center"/>
          </w:tcPr>
          <w:p w14:paraId="400F8F07" w14:textId="77777777" w:rsidR="00C86E98" w:rsidRPr="00010E44" w:rsidRDefault="00C86E98" w:rsidP="00C86E98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</w:tr>
      <w:tr w:rsidR="00C86E98" w:rsidRPr="00010E44" w14:paraId="59F2BDA3" w14:textId="77777777" w:rsidTr="00C86E9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/>
          </w:tcPr>
          <w:p w14:paraId="49F6675B" w14:textId="77777777" w:rsidR="00C86E98" w:rsidRPr="00010E44" w:rsidRDefault="00C86E98" w:rsidP="00C86E98">
            <w:pPr>
              <w:rPr>
                <w:sz w:val="16"/>
                <w:szCs w:val="16"/>
              </w:rPr>
            </w:pPr>
          </w:p>
        </w:tc>
        <w:tc>
          <w:tcPr>
            <w:tcW w:w="4531" w:type="pct"/>
            <w:gridSpan w:val="6"/>
            <w:tcBorders>
              <w:top w:val="single" w:sz="12" w:space="0" w:color="002060"/>
            </w:tcBorders>
            <w:vAlign w:val="center"/>
          </w:tcPr>
          <w:p w14:paraId="1705F0C7" w14:textId="4C78362B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ROKY</w:t>
            </w:r>
          </w:p>
        </w:tc>
      </w:tr>
      <w:tr w:rsidR="00C86E98" w:rsidRPr="00010E44" w14:paraId="71B1E878" w14:textId="77777777" w:rsidTr="00C86E98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/>
          </w:tcPr>
          <w:p w14:paraId="123F8A57" w14:textId="77777777" w:rsidR="00C86E98" w:rsidRPr="00010E44" w:rsidRDefault="00C86E98" w:rsidP="00C86E98">
            <w:pPr>
              <w:rPr>
                <w:sz w:val="16"/>
                <w:szCs w:val="16"/>
              </w:rPr>
            </w:pPr>
          </w:p>
        </w:tc>
        <w:tc>
          <w:tcPr>
            <w:tcW w:w="1510" w:type="pct"/>
            <w:gridSpan w:val="2"/>
            <w:tcBorders>
              <w:top w:val="single" w:sz="12" w:space="0" w:color="002060"/>
            </w:tcBorders>
            <w:vAlign w:val="center"/>
          </w:tcPr>
          <w:p w14:paraId="78D27393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510" w:type="pct"/>
            <w:gridSpan w:val="2"/>
            <w:tcBorders>
              <w:top w:val="single" w:sz="12" w:space="0" w:color="002060"/>
            </w:tcBorders>
            <w:vAlign w:val="center"/>
          </w:tcPr>
          <w:p w14:paraId="3CA8B7AD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511" w:type="pct"/>
            <w:gridSpan w:val="2"/>
            <w:tcBorders>
              <w:top w:val="single" w:sz="12" w:space="0" w:color="002060"/>
            </w:tcBorders>
            <w:vAlign w:val="center"/>
          </w:tcPr>
          <w:p w14:paraId="2F9B49A1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</w:p>
        </w:tc>
      </w:tr>
      <w:tr w:rsidR="00C86E98" w:rsidRPr="00010E44" w14:paraId="1697600C" w14:textId="77777777" w:rsidTr="00C86E98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Merge/>
          </w:tcPr>
          <w:p w14:paraId="33795FA6" w14:textId="77777777" w:rsidR="00C86E98" w:rsidRPr="00010E44" w:rsidRDefault="00C86E98" w:rsidP="00C86E98">
            <w:pPr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23EAB742" w14:textId="4A6A03C1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7E853285" w14:textId="601ED190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56F00676" w14:textId="195A61F9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5134B74E" w14:textId="3B6D4D12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6E690E63" w14:textId="6B328D8B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56" w:type="pct"/>
            <w:tcBorders>
              <w:top w:val="single" w:sz="12" w:space="0" w:color="002060"/>
            </w:tcBorders>
            <w:vAlign w:val="center"/>
          </w:tcPr>
          <w:p w14:paraId="4F59F11D" w14:textId="0D6CFDD1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C86E98" w:rsidRPr="00010E44" w14:paraId="7EFB9510" w14:textId="77777777" w:rsidTr="00C86E98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5130399B" w14:textId="77777777" w:rsidR="00C86E98" w:rsidRPr="00010E44" w:rsidRDefault="00C86E98" w:rsidP="00C86E98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755" w:type="pct"/>
            <w:vAlign w:val="center"/>
          </w:tcPr>
          <w:p w14:paraId="791CD27C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1C3EAA3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340D5857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7F02D55F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AC0A090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3ADC8250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:rsidRPr="00010E44" w14:paraId="151754CE" w14:textId="77777777" w:rsidTr="00C86E98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149293C1" w14:textId="6DD1B4E1" w:rsidR="00C86E98" w:rsidRPr="00010E44" w:rsidRDefault="00C86E98" w:rsidP="00C86E98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755" w:type="pct"/>
            <w:vAlign w:val="center"/>
          </w:tcPr>
          <w:p w14:paraId="08A6B6A5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7EB98F4F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FBBD2D2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3938559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D6F96F9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1CFFC106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:rsidRPr="00010E44" w14:paraId="127E2CF2" w14:textId="77777777" w:rsidTr="00C86E98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3B1D11D1" w14:textId="77777777" w:rsidR="00C86E98" w:rsidRPr="00010E44" w:rsidRDefault="00C86E98" w:rsidP="00C86E98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755" w:type="pct"/>
            <w:vAlign w:val="center"/>
          </w:tcPr>
          <w:p w14:paraId="5D3A3A11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1DD27937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E81010F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6125A44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91DB6ED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73FF5BDD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:rsidRPr="00010E44" w14:paraId="64A1EB76" w14:textId="77777777" w:rsidTr="00C86E98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1A6CF1D7" w14:textId="77777777" w:rsidR="00C86E98" w:rsidRPr="00010E44" w:rsidRDefault="00C86E98" w:rsidP="00C86E98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755" w:type="pct"/>
            <w:vAlign w:val="center"/>
          </w:tcPr>
          <w:p w14:paraId="608EC4E1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023C2BA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6F2555A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9C13A3C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74E3CFC8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62A73081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:rsidRPr="00010E44" w14:paraId="2F9BC056" w14:textId="77777777" w:rsidTr="00C86E98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32D2EB4E" w14:textId="77777777" w:rsidR="00C86E98" w:rsidRPr="00010E44" w:rsidRDefault="00C86E98" w:rsidP="00C86E98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755" w:type="pct"/>
            <w:vAlign w:val="center"/>
          </w:tcPr>
          <w:p w14:paraId="0142236C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155A71F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DF935A4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C8BB0AA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6054CAA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345AE69B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:rsidRPr="00010E44" w14:paraId="6640D97D" w14:textId="77777777" w:rsidTr="00C86E98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tcBorders>
              <w:bottom w:val="single" w:sz="12" w:space="0" w:color="002060"/>
            </w:tcBorders>
            <w:vAlign w:val="center"/>
          </w:tcPr>
          <w:p w14:paraId="052E8208" w14:textId="77777777" w:rsidR="00C86E98" w:rsidRPr="00010E44" w:rsidRDefault="00C86E98" w:rsidP="00C86E98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755" w:type="pct"/>
            <w:tcBorders>
              <w:bottom w:val="single" w:sz="12" w:space="0" w:color="002060"/>
            </w:tcBorders>
            <w:vAlign w:val="center"/>
          </w:tcPr>
          <w:p w14:paraId="01C62FB2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2060"/>
            </w:tcBorders>
            <w:vAlign w:val="center"/>
          </w:tcPr>
          <w:p w14:paraId="2B20650E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2060"/>
            </w:tcBorders>
            <w:vAlign w:val="center"/>
          </w:tcPr>
          <w:p w14:paraId="14D19612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2060"/>
            </w:tcBorders>
            <w:vAlign w:val="center"/>
          </w:tcPr>
          <w:p w14:paraId="4776DBB3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bottom w:val="single" w:sz="12" w:space="0" w:color="002060"/>
            </w:tcBorders>
            <w:vAlign w:val="center"/>
          </w:tcPr>
          <w:p w14:paraId="35D72D7B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tcBorders>
              <w:bottom w:val="single" w:sz="12" w:space="0" w:color="002060"/>
            </w:tcBorders>
            <w:vAlign w:val="center"/>
          </w:tcPr>
          <w:p w14:paraId="1AF89E27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:rsidRPr="00010E44" w14:paraId="42924DB3" w14:textId="77777777" w:rsidTr="00B762CF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C86E98" w:rsidRPr="00010E44" w:rsidRDefault="00C86E98" w:rsidP="00C86E98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7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5A4243F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50F5C07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94A5BE5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4B45AFF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613DDAC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732C050B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:rsidRPr="00010E44" w14:paraId="3DDF0498" w14:textId="77777777" w:rsidTr="00C86E98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tcBorders>
              <w:top w:val="single" w:sz="12" w:space="0" w:color="002060"/>
            </w:tcBorders>
            <w:vAlign w:val="center"/>
          </w:tcPr>
          <w:p w14:paraId="01BBB4B0" w14:textId="77777777" w:rsidR="00C86E98" w:rsidRPr="00010E44" w:rsidRDefault="00C86E98" w:rsidP="00C86E98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74D16C44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213353A8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491D1DAF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7D08B19D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12" w:space="0" w:color="002060"/>
            </w:tcBorders>
            <w:vAlign w:val="center"/>
          </w:tcPr>
          <w:p w14:paraId="5192DB94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12" w:space="0" w:color="002060"/>
            </w:tcBorders>
            <w:vAlign w:val="center"/>
          </w:tcPr>
          <w:p w14:paraId="09FEAD3D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86E98" w:rsidRPr="00010E44" w14:paraId="0587D099" w14:textId="77777777" w:rsidTr="00C86E98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pct"/>
            <w:vAlign w:val="center"/>
          </w:tcPr>
          <w:p w14:paraId="2FC012B3" w14:textId="77777777" w:rsidR="00C86E98" w:rsidRPr="00010E44" w:rsidRDefault="00C86E98" w:rsidP="00C86E98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755" w:type="pct"/>
            <w:vAlign w:val="center"/>
          </w:tcPr>
          <w:p w14:paraId="44DD9773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407FCFC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180F9BB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BF95EE4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78BA1024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150A2194" w14:textId="77777777" w:rsidR="00C86E98" w:rsidRPr="00010E44" w:rsidRDefault="00C86E98" w:rsidP="00C86E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43B712C6" w14:textId="1E82ABA2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</w:t>
      </w:r>
      <w:r w:rsidR="00AE1C8E">
        <w:rPr>
          <w:sz w:val="14"/>
        </w:rPr>
        <w:t xml:space="preserve"> (v tis. Kč)</w:t>
      </w:r>
      <w:r w:rsidRPr="00F125C0">
        <w:rPr>
          <w:sz w:val="14"/>
        </w:rPr>
        <w:t>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</w:t>
      </w:r>
      <w:r w:rsidR="00AE1C8E">
        <w:rPr>
          <w:b/>
          <w:color w:val="FF0000"/>
          <w:sz w:val="14"/>
        </w:rPr>
        <w:t>projektu.</w:t>
      </w:r>
    </w:p>
    <w:p w14:paraId="53AFE8CC" w14:textId="77777777" w:rsidR="00AE1C8E" w:rsidRPr="00AE1C8E" w:rsidRDefault="00AE1C8E" w:rsidP="00010E44">
      <w:pPr>
        <w:rPr>
          <w:sz w:val="14"/>
        </w:rPr>
        <w:sectPr w:rsidR="00AE1C8E" w:rsidRPr="00AE1C8E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zák.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27DEFFD8" w14:textId="3109B672" w:rsidR="00A6019D" w:rsidRDefault="00A6019D" w:rsidP="00A6019D">
      <w:pPr>
        <w:pStyle w:val="Nadpis21"/>
        <w:numPr>
          <w:ilvl w:val="1"/>
          <w:numId w:val="15"/>
        </w:numPr>
      </w:pPr>
      <w:r>
        <w:lastRenderedPageBreak/>
        <w:t xml:space="preserve">   NACE kód</w:t>
      </w:r>
    </w:p>
    <w:p w14:paraId="48290F27" w14:textId="212BEA74" w:rsidR="00016A66" w:rsidRPr="00016A66" w:rsidRDefault="00016A66" w:rsidP="00016A66">
      <w:r>
        <w:t>…</w:t>
      </w:r>
    </w:p>
    <w:p w14:paraId="09F623D2" w14:textId="59A59739" w:rsidR="00FC1F2D" w:rsidRDefault="00FC1F2D" w:rsidP="003C01BA">
      <w:pPr>
        <w:pStyle w:val="Nadpis11"/>
        <w:numPr>
          <w:ilvl w:val="0"/>
          <w:numId w:val="15"/>
        </w:numPr>
      </w:pPr>
      <w:r>
        <w:lastRenderedPageBreak/>
        <w:t>Seznam příloh</w:t>
      </w:r>
    </w:p>
    <w:p w14:paraId="42C8E90F" w14:textId="77777777" w:rsidR="00FC1F2D" w:rsidRDefault="00FC1F2D" w:rsidP="003C01BA">
      <w:pPr>
        <w:pStyle w:val="Nadpis21"/>
        <w:numPr>
          <w:ilvl w:val="1"/>
          <w:numId w:val="15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5C6039">
      <w:pPr>
        <w:pStyle w:val="Odstavecseseznamem"/>
        <w:numPr>
          <w:ilvl w:val="2"/>
          <w:numId w:val="15"/>
        </w:numPr>
        <w:jc w:val="both"/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5C6039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5C6039">
      <w:pPr>
        <w:pStyle w:val="Odstavecseseznamem"/>
        <w:jc w:val="both"/>
      </w:pPr>
    </w:p>
    <w:p w14:paraId="40D8F7B6" w14:textId="77777777" w:rsidR="00FC1F2D" w:rsidRPr="00010E44" w:rsidRDefault="00FC1F2D" w:rsidP="005C6039">
      <w:pPr>
        <w:pStyle w:val="Odstavecseseznamem"/>
        <w:numPr>
          <w:ilvl w:val="2"/>
          <w:numId w:val="15"/>
        </w:numPr>
        <w:jc w:val="both"/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2404E2F7" w:rsidR="00FC1F2D" w:rsidRDefault="00FC1F2D" w:rsidP="005C6039">
      <w:pPr>
        <w:pStyle w:val="Odstavecseseznamem"/>
        <w:jc w:val="both"/>
      </w:pPr>
      <w:r w:rsidRPr="00FC1F2D">
        <w:t>Čestné prohlášení musí obsahovat razítko a podpisy všech čle</w:t>
      </w:r>
      <w:r w:rsidR="00E377A7">
        <w:t>nů statutárního orgánu uchazeče/dalšího účastníka projektu</w:t>
      </w:r>
    </w:p>
    <w:p w14:paraId="4C537A5C" w14:textId="77777777" w:rsidR="00FC1F2D" w:rsidRDefault="00FC1F2D" w:rsidP="005C6039">
      <w:pPr>
        <w:pStyle w:val="Odstavecseseznamem"/>
        <w:jc w:val="both"/>
      </w:pPr>
    </w:p>
    <w:p w14:paraId="398A0106" w14:textId="77777777" w:rsidR="00FC1F2D" w:rsidRPr="00010E44" w:rsidRDefault="00FC1F2D" w:rsidP="005C6039">
      <w:pPr>
        <w:pStyle w:val="Odstavecseseznamem"/>
        <w:numPr>
          <w:ilvl w:val="2"/>
          <w:numId w:val="15"/>
        </w:numPr>
        <w:jc w:val="both"/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5C6039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5C6039">
      <w:pPr>
        <w:pStyle w:val="Odstavecseseznamem"/>
        <w:jc w:val="both"/>
      </w:pPr>
    </w:p>
    <w:p w14:paraId="0D818DE5" w14:textId="77777777" w:rsidR="00FC1F2D" w:rsidRPr="00010E44" w:rsidRDefault="00FC1F2D" w:rsidP="005C6039">
      <w:pPr>
        <w:pStyle w:val="Odstavecseseznamem"/>
        <w:numPr>
          <w:ilvl w:val="2"/>
          <w:numId w:val="15"/>
        </w:numPr>
        <w:jc w:val="both"/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5C6039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5C6039">
      <w:pPr>
        <w:pStyle w:val="Odstavecseseznamem"/>
        <w:jc w:val="both"/>
      </w:pPr>
    </w:p>
    <w:p w14:paraId="4DAC80F1" w14:textId="77777777" w:rsidR="005C6039" w:rsidRPr="005C6039" w:rsidRDefault="00A30950" w:rsidP="005C6039">
      <w:pPr>
        <w:pStyle w:val="Odstavecseseznamem"/>
        <w:numPr>
          <w:ilvl w:val="2"/>
          <w:numId w:val="15"/>
        </w:numPr>
        <w:jc w:val="both"/>
      </w:pPr>
      <w:r w:rsidRPr="005C6039">
        <w:rPr>
          <w:b/>
          <w:color w:val="auto"/>
        </w:rPr>
        <w:t>Dokument</w:t>
      </w:r>
      <w:r w:rsidR="00B774C7" w:rsidRPr="005C6039">
        <w:rPr>
          <w:b/>
          <w:color w:val="auto"/>
        </w:rPr>
        <w:t xml:space="preserve">y </w:t>
      </w:r>
      <w:r w:rsidR="00C86E98" w:rsidRPr="005C6039">
        <w:rPr>
          <w:b/>
          <w:color w:val="auto"/>
        </w:rPr>
        <w:t>prokazující spolupráci s rus</w:t>
      </w:r>
      <w:r w:rsidR="003E0DEC" w:rsidRPr="005C6039">
        <w:rPr>
          <w:b/>
          <w:color w:val="auto"/>
        </w:rPr>
        <w:t xml:space="preserve">kým partnerem </w:t>
      </w:r>
    </w:p>
    <w:p w14:paraId="4831B553" w14:textId="431BEA77" w:rsidR="00010E44" w:rsidRDefault="005C6039" w:rsidP="005C6039">
      <w:pPr>
        <w:pStyle w:val="Odstavecseseznamem"/>
        <w:jc w:val="both"/>
      </w:pPr>
      <w:r w:rsidRPr="00FA3BC9">
        <w:rPr>
          <w:rFonts w:cs="Calibri"/>
        </w:rPr>
        <w:t>Pro doložení spolupráce v rámci dohody „</w:t>
      </w:r>
      <w:r w:rsidR="00FE0CA6" w:rsidRPr="00FA3BC9">
        <w:rPr>
          <w:rFonts w:cs="Calibri"/>
        </w:rPr>
        <w:t xml:space="preserve">Dohoda mezi </w:t>
      </w:r>
      <w:r w:rsidR="00FE0CA6">
        <w:rPr>
          <w:rFonts w:cs="Calibri"/>
        </w:rPr>
        <w:t>Ministerstvem školství, mládeže a tělovýchovy České republiky a Ministerstvem vědy a technické politiky Ruské federace“ ze dne 23. května 199</w:t>
      </w:r>
      <w:r w:rsidR="00FE0CA6" w:rsidRPr="00FA3BC9">
        <w:rPr>
          <w:rFonts w:cs="Calibri"/>
        </w:rPr>
        <w:t>5</w:t>
      </w:r>
      <w:r w:rsidR="00FE0CA6">
        <w:rPr>
          <w:rFonts w:cs="Calibri"/>
        </w:rPr>
        <w:t xml:space="preserve"> (dále jen „Dohoda“),</w:t>
      </w:r>
      <w:r w:rsidRPr="00FA3BC9">
        <w:rPr>
          <w:rFonts w:cs="Calibri"/>
        </w:rPr>
        <w:t xml:space="preserve"> je nutnou přílohou návrhu projektu (žádosti o podporu) naskenovaný dokument uzavřené smlouvy (dohody, memoranda či jiné formy úmluvy) o spolupráci s daným ruským partnerem.</w:t>
      </w:r>
    </w:p>
    <w:p w14:paraId="67CEFFA2" w14:textId="2576A5D3" w:rsidR="00FC1F2D" w:rsidRPr="00010E44" w:rsidRDefault="005F0435" w:rsidP="005C6039">
      <w:pPr>
        <w:pStyle w:val="Odstavecseseznamem"/>
        <w:numPr>
          <w:ilvl w:val="2"/>
          <w:numId w:val="15"/>
        </w:numPr>
        <w:jc w:val="both"/>
        <w:rPr>
          <w:b/>
          <w:color w:val="auto"/>
        </w:rPr>
      </w:pPr>
      <w:r>
        <w:rPr>
          <w:b/>
          <w:color w:val="auto"/>
        </w:rPr>
        <w:t>Anotace projektu</w:t>
      </w:r>
      <w:r w:rsidR="00FC1F2D" w:rsidRPr="00010E44">
        <w:rPr>
          <w:b/>
          <w:color w:val="auto"/>
        </w:rPr>
        <w:t xml:space="preserve"> pro oponenta</w:t>
      </w:r>
    </w:p>
    <w:p w14:paraId="0B31C558" w14:textId="5ED2AAA9" w:rsidR="00FC1F2D" w:rsidRDefault="00FC1F2D" w:rsidP="005C6039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5F0435">
        <w:t>chotni projekt oponovat. Anotace bude zaslána</w:t>
      </w:r>
      <w:r>
        <w:t xml:space="preserve"> možným oponentům, kteří se ještě nezavázali mlčenlivostí, proto zvažte, jaké informace v této části uvedete.</w:t>
      </w:r>
    </w:p>
    <w:p w14:paraId="09097C60" w14:textId="51257AE9" w:rsidR="00A30950" w:rsidRDefault="00FC1F2D" w:rsidP="005C6039">
      <w:pPr>
        <w:pStyle w:val="Odstavecseseznamem"/>
        <w:jc w:val="both"/>
      </w:pPr>
      <w:r>
        <w:t>Doporučený rozsah ½ - 1 strana A4</w:t>
      </w:r>
    </w:p>
    <w:p w14:paraId="01F8855C" w14:textId="77777777" w:rsidR="00A30950" w:rsidRDefault="00A30950" w:rsidP="005C6039">
      <w:pPr>
        <w:pStyle w:val="Odstavecseseznamem"/>
        <w:jc w:val="both"/>
      </w:pPr>
    </w:p>
    <w:p w14:paraId="52A6E0D2" w14:textId="43B29A5E" w:rsidR="00A30950" w:rsidRPr="00A30950" w:rsidRDefault="00A30950" w:rsidP="0021746B">
      <w:pPr>
        <w:pStyle w:val="Odstavecseseznamem"/>
        <w:numPr>
          <w:ilvl w:val="2"/>
          <w:numId w:val="15"/>
        </w:numPr>
      </w:pPr>
      <w:r w:rsidRPr="005B02FE">
        <w:rPr>
          <w:b/>
          <w:color w:val="auto"/>
        </w:rPr>
        <w:lastRenderedPageBreak/>
        <w:t>Životopis hlavního ř</w:t>
      </w:r>
      <w:r w:rsidR="005B02FE" w:rsidRPr="005B02FE">
        <w:rPr>
          <w:b/>
          <w:color w:val="auto"/>
        </w:rPr>
        <w:t xml:space="preserve">ešitele a dalších </w:t>
      </w:r>
      <w:r w:rsidRPr="005B02FE">
        <w:rPr>
          <w:b/>
          <w:color w:val="auto"/>
        </w:rPr>
        <w:t xml:space="preserve">řešitelů </w:t>
      </w: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627036D5" w:rsidR="00A30950" w:rsidRDefault="005C6039" w:rsidP="005C6039">
      <w:pPr>
        <w:pStyle w:val="Odstavecseseznamem"/>
        <w:ind w:left="709"/>
        <w:jc w:val="both"/>
      </w:pPr>
      <w:r>
        <w:t>K</w:t>
      </w:r>
      <w:r w:rsidR="00A30950">
        <w:t>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5C6039">
      <w:pPr>
        <w:pStyle w:val="Odstavecseseznamem"/>
        <w:jc w:val="both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40A7568D" w:rsidR="00FC1F2D" w:rsidRDefault="003C01BA" w:rsidP="003C01BA">
      <w:pPr>
        <w:pStyle w:val="Nadpis21"/>
        <w:numPr>
          <w:ilvl w:val="1"/>
          <w:numId w:val="15"/>
        </w:numPr>
      </w:pPr>
      <w:r>
        <w:t xml:space="preserve"> </w:t>
      </w:r>
      <w:r w:rsidR="000C0F8A"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3C01BA">
      <w:pPr>
        <w:pStyle w:val="Nadpis11"/>
        <w:numPr>
          <w:ilvl w:val="0"/>
          <w:numId w:val="15"/>
        </w:numPr>
      </w:pPr>
      <w:r>
        <w:lastRenderedPageBreak/>
        <w:t>Nápověda</w:t>
      </w:r>
    </w:p>
    <w:p w14:paraId="1788C471" w14:textId="77777777" w:rsidR="00AE24A0" w:rsidRDefault="00AE24A0" w:rsidP="003C01BA">
      <w:pPr>
        <w:pStyle w:val="Nadpis21"/>
        <w:numPr>
          <w:ilvl w:val="1"/>
          <w:numId w:val="15"/>
        </w:numPr>
      </w:pPr>
      <w:r>
        <w:t>Právní forma subjektu</w:t>
      </w:r>
    </w:p>
    <w:p w14:paraId="74E4E79B" w14:textId="77777777" w:rsidR="00AE24A0" w:rsidRDefault="006D6C5F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3C01BA">
      <w:pPr>
        <w:pStyle w:val="Nadpis21"/>
        <w:numPr>
          <w:ilvl w:val="1"/>
          <w:numId w:val="15"/>
        </w:numPr>
      </w:pPr>
      <w:r>
        <w:t>Státní příslušnost</w:t>
      </w:r>
    </w:p>
    <w:p w14:paraId="7851F716" w14:textId="77777777" w:rsidR="00AE24A0" w:rsidRDefault="006D6C5F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3C01BA">
      <w:pPr>
        <w:pStyle w:val="Nadpis21"/>
        <w:numPr>
          <w:ilvl w:val="1"/>
          <w:numId w:val="15"/>
        </w:numPr>
      </w:pPr>
      <w:r>
        <w:t>Klasifikace hlavního oboru řešení</w:t>
      </w:r>
    </w:p>
    <w:p w14:paraId="21A467FA" w14:textId="77777777" w:rsidR="00AE24A0" w:rsidRDefault="006D6C5F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3C01BA">
      <w:pPr>
        <w:pStyle w:val="Nadpis21"/>
        <w:numPr>
          <w:ilvl w:val="1"/>
          <w:numId w:val="15"/>
        </w:numPr>
      </w:pPr>
      <w:r>
        <w:t>Klasifikace vedlejšího oboru řešení</w:t>
      </w:r>
    </w:p>
    <w:p w14:paraId="14E9310A" w14:textId="77777777" w:rsidR="00AE24A0" w:rsidRDefault="006D6C5F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3C01BA">
      <w:pPr>
        <w:pStyle w:val="Nadpis21"/>
        <w:numPr>
          <w:ilvl w:val="1"/>
          <w:numId w:val="15"/>
        </w:numPr>
      </w:pPr>
      <w:r>
        <w:t>Klasifikace dalšího vedlejšího oboru řešení</w:t>
      </w:r>
    </w:p>
    <w:p w14:paraId="2E5AC07C" w14:textId="77777777" w:rsidR="00AE24A0" w:rsidRPr="000C0F8A" w:rsidRDefault="006D6C5F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77777777" w:rsidR="000417E2" w:rsidRPr="000417E2" w:rsidRDefault="000417E2" w:rsidP="000417E2"/>
    <w:sectPr w:rsidR="000417E2" w:rsidRPr="000417E2" w:rsidSect="00C82D20">
      <w:headerReference w:type="default" r:id="rId19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BCF7B" w14:textId="77777777" w:rsidR="006D6C5F" w:rsidRDefault="006D6C5F">
      <w:pPr>
        <w:spacing w:after="0" w:line="240" w:lineRule="auto"/>
      </w:pPr>
      <w:r>
        <w:separator/>
      </w:r>
    </w:p>
    <w:p w14:paraId="4053A0FD" w14:textId="77777777" w:rsidR="006D6C5F" w:rsidRDefault="006D6C5F"/>
    <w:p w14:paraId="6353D4C3" w14:textId="77777777" w:rsidR="006D6C5F" w:rsidRDefault="006D6C5F"/>
  </w:endnote>
  <w:endnote w:type="continuationSeparator" w:id="0">
    <w:p w14:paraId="4714647E" w14:textId="77777777" w:rsidR="006D6C5F" w:rsidRDefault="006D6C5F">
      <w:pPr>
        <w:spacing w:after="0" w:line="240" w:lineRule="auto"/>
      </w:pPr>
      <w:r>
        <w:continuationSeparator/>
      </w:r>
    </w:p>
    <w:p w14:paraId="746005CB" w14:textId="77777777" w:rsidR="006D6C5F" w:rsidRDefault="006D6C5F"/>
    <w:p w14:paraId="22CB3CA7" w14:textId="77777777" w:rsidR="006D6C5F" w:rsidRDefault="006D6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25071B" w:rsidRDefault="0025071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C8E">
          <w:rPr>
            <w:noProof/>
          </w:rPr>
          <w:t>19</w:t>
        </w:r>
        <w:r>
          <w:fldChar w:fldCharType="end"/>
        </w:r>
      </w:p>
    </w:sdtContent>
  </w:sdt>
  <w:p w14:paraId="2876E8E4" w14:textId="77777777" w:rsidR="0025071B" w:rsidRDefault="002507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4F4CC" w14:textId="77777777" w:rsidR="006D6C5F" w:rsidRDefault="006D6C5F">
      <w:pPr>
        <w:spacing w:after="0" w:line="240" w:lineRule="auto"/>
      </w:pPr>
      <w:r>
        <w:separator/>
      </w:r>
    </w:p>
    <w:p w14:paraId="19AFF67A" w14:textId="77777777" w:rsidR="006D6C5F" w:rsidRDefault="006D6C5F"/>
    <w:p w14:paraId="0E8F5AEC" w14:textId="77777777" w:rsidR="006D6C5F" w:rsidRDefault="006D6C5F"/>
  </w:footnote>
  <w:footnote w:type="continuationSeparator" w:id="0">
    <w:p w14:paraId="0B01DE69" w14:textId="77777777" w:rsidR="006D6C5F" w:rsidRDefault="006D6C5F">
      <w:pPr>
        <w:spacing w:after="0" w:line="240" w:lineRule="auto"/>
      </w:pPr>
      <w:r>
        <w:continuationSeparator/>
      </w:r>
    </w:p>
    <w:p w14:paraId="61BE0FA0" w14:textId="77777777" w:rsidR="006D6C5F" w:rsidRDefault="006D6C5F"/>
    <w:p w14:paraId="536A50C7" w14:textId="77777777" w:rsidR="006D6C5F" w:rsidRDefault="006D6C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25071B" w:rsidRDefault="0025071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25071B" w:rsidRDefault="0025071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25071B" w:rsidRPr="000568A2" w:rsidRDefault="0025071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25071B" w:rsidRDefault="0025071B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25071B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0A06030F" w:rsidR="0025071B" w:rsidRDefault="0025071B" w:rsidP="00E750EF">
          <w:pPr>
            <w:pStyle w:val="Informannadpis"/>
          </w:pPr>
          <w:r w:rsidRPr="00C82D20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229181E8" wp14:editId="2915C155">
                <wp:simplePos x="0" y="0"/>
                <wp:positionH relativeFrom="column">
                  <wp:posOffset>4445</wp:posOffset>
                </wp:positionH>
                <wp:positionV relativeFrom="paragraph">
                  <wp:posOffset>-361315</wp:posOffset>
                </wp:positionV>
                <wp:extent cx="2183765" cy="523875"/>
                <wp:effectExtent l="0" t="0" r="6985" b="9525"/>
                <wp:wrapNone/>
                <wp:docPr id="5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376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If </w:instrText>
          </w:r>
          <w:fldSimple w:instr=" STYLEREF  &quot;Nadpis 11&quot; ">
            <w:r w:rsidR="00AE1C8E">
              <w:rPr>
                <w:noProof/>
              </w:rPr>
              <w:instrText>Náklady projektu</w:instrText>
            </w:r>
          </w:fldSimple>
          <w:r>
            <w:instrText>&lt;&gt; “Error*” “</w:instrText>
          </w:r>
          <w:fldSimple w:instr=" STYLEREF  &quot;Nadpis 11&quot; ">
            <w:r w:rsidR="00AE1C8E">
              <w:rPr>
                <w:noProof/>
              </w:rPr>
              <w:instrText>Náklady projektu</w:instrText>
            </w:r>
          </w:fldSimple>
          <w:r>
            <w:instrText xml:space="preserve"> </w:instrText>
          </w:r>
          <w:r>
            <w:fldChar w:fldCharType="separate"/>
          </w:r>
          <w:r w:rsidR="00AE1C8E">
            <w:rPr>
              <w:noProof/>
            </w:rPr>
            <w:t xml:space="preserve">Náklady projektu </w:t>
          </w:r>
          <w:r>
            <w:fldChar w:fldCharType="end"/>
          </w:r>
        </w:p>
      </w:tc>
    </w:tr>
    <w:tr w:rsidR="0025071B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25071B" w:rsidRDefault="0025071B">
          <w:pPr>
            <w:rPr>
              <w:sz w:val="10"/>
            </w:rPr>
          </w:pPr>
        </w:p>
      </w:tc>
    </w:tr>
  </w:tbl>
  <w:p w14:paraId="44558F0C" w14:textId="50132883" w:rsidR="0025071B" w:rsidRDefault="0025071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61915EF3" w:rsidR="0025071B" w:rsidRDefault="0025071B">
    <w:r w:rsidRPr="00C82D20">
      <w:rPr>
        <w:noProof/>
      </w:rPr>
      <w:drawing>
        <wp:anchor distT="0" distB="0" distL="114300" distR="114300" simplePos="0" relativeHeight="251680768" behindDoc="0" locked="0" layoutInCell="1" allowOverlap="1" wp14:anchorId="20F478E1" wp14:editId="5B52A0AC">
          <wp:simplePos x="0" y="0"/>
          <wp:positionH relativeFrom="margin">
            <wp:posOffset>7829550</wp:posOffset>
          </wp:positionH>
          <wp:positionV relativeFrom="paragraph">
            <wp:posOffset>57785</wp:posOffset>
          </wp:positionV>
          <wp:extent cx="1945536" cy="466725"/>
          <wp:effectExtent l="0" t="0" r="0" b="0"/>
          <wp:wrapNone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553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25071B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25071B" w:rsidRDefault="0025071B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fldSimple w:instr=" STYLEREF  &quot;Nadpis 11&quot; ">
            <w:r w:rsidR="00AE1C8E">
              <w:rPr>
                <w:noProof/>
              </w:rPr>
              <w:instrText>Seznam příloh</w:instrText>
            </w:r>
          </w:fldSimple>
          <w:r>
            <w:instrText>&lt;&gt; “Error*” “</w:instrText>
          </w:r>
          <w:fldSimple w:instr=" STYLEREF  &quot;Nadpis 11&quot; ">
            <w:r w:rsidR="00AE1C8E">
              <w:rPr>
                <w:noProof/>
              </w:rPr>
              <w:instrText>Seznam příloh</w:instrText>
            </w:r>
          </w:fldSimple>
          <w:r>
            <w:instrText xml:space="preserve"> </w:instrText>
          </w:r>
          <w:r>
            <w:fldChar w:fldCharType="separate"/>
          </w:r>
          <w:r w:rsidR="00AE1C8E">
            <w:rPr>
              <w:noProof/>
            </w:rPr>
            <w:t xml:space="preserve">Seznam příloh </w:t>
          </w:r>
          <w:r>
            <w:fldChar w:fldCharType="end"/>
          </w:r>
        </w:p>
      </w:tc>
    </w:tr>
    <w:tr w:rsidR="0025071B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25071B" w:rsidRDefault="0025071B">
          <w:pPr>
            <w:rPr>
              <w:sz w:val="10"/>
            </w:rPr>
          </w:pPr>
        </w:p>
      </w:tc>
    </w:tr>
  </w:tbl>
  <w:p w14:paraId="6DC3D967" w14:textId="7C80BEB2" w:rsidR="0025071B" w:rsidRDefault="0025071B">
    <w:r w:rsidRPr="00C82D20">
      <w:rPr>
        <w:noProof/>
      </w:rPr>
      <w:drawing>
        <wp:anchor distT="0" distB="0" distL="114300" distR="114300" simplePos="0" relativeHeight="251682816" behindDoc="0" locked="0" layoutInCell="1" allowOverlap="1" wp14:anchorId="7220AEBE" wp14:editId="268CED51">
          <wp:simplePos x="0" y="0"/>
          <wp:positionH relativeFrom="margin">
            <wp:align>left</wp:align>
          </wp:positionH>
          <wp:positionV relativeFrom="paragraph">
            <wp:posOffset>-648335</wp:posOffset>
          </wp:positionV>
          <wp:extent cx="2183765" cy="523875"/>
          <wp:effectExtent l="0" t="0" r="6985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376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DA91C46"/>
    <w:multiLevelType w:val="multilevel"/>
    <w:tmpl w:val="A28C42D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1"/>
  </w:num>
  <w:num w:numId="18">
    <w:abstractNumId w:val="16"/>
  </w:num>
  <w:num w:numId="19">
    <w:abstractNumId w:val="18"/>
  </w:num>
  <w:num w:numId="20">
    <w:abstractNumId w:val="4"/>
  </w:num>
  <w:num w:numId="21">
    <w:abstractNumId w:val="15"/>
  </w:num>
  <w:num w:numId="2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6A66"/>
    <w:rsid w:val="00017220"/>
    <w:rsid w:val="000243F9"/>
    <w:rsid w:val="00031735"/>
    <w:rsid w:val="00033138"/>
    <w:rsid w:val="00033E6F"/>
    <w:rsid w:val="000367C1"/>
    <w:rsid w:val="00040F06"/>
    <w:rsid w:val="000417E2"/>
    <w:rsid w:val="00046413"/>
    <w:rsid w:val="000478CA"/>
    <w:rsid w:val="000568A2"/>
    <w:rsid w:val="00057391"/>
    <w:rsid w:val="0007086E"/>
    <w:rsid w:val="00071177"/>
    <w:rsid w:val="00074A7A"/>
    <w:rsid w:val="000755D8"/>
    <w:rsid w:val="00076F6F"/>
    <w:rsid w:val="000C0F8A"/>
    <w:rsid w:val="000E1A6B"/>
    <w:rsid w:val="000F1C52"/>
    <w:rsid w:val="000F7121"/>
    <w:rsid w:val="001264F6"/>
    <w:rsid w:val="001523C3"/>
    <w:rsid w:val="001706F1"/>
    <w:rsid w:val="0019415B"/>
    <w:rsid w:val="001A11A1"/>
    <w:rsid w:val="001A245C"/>
    <w:rsid w:val="001B0881"/>
    <w:rsid w:val="001B481C"/>
    <w:rsid w:val="001B5287"/>
    <w:rsid w:val="001C444F"/>
    <w:rsid w:val="001D56BE"/>
    <w:rsid w:val="001E0602"/>
    <w:rsid w:val="0020682A"/>
    <w:rsid w:val="002177E8"/>
    <w:rsid w:val="0025071B"/>
    <w:rsid w:val="0026610F"/>
    <w:rsid w:val="00277CD5"/>
    <w:rsid w:val="002A4A01"/>
    <w:rsid w:val="002B51CD"/>
    <w:rsid w:val="002B5EF3"/>
    <w:rsid w:val="002B6DA0"/>
    <w:rsid w:val="002C494C"/>
    <w:rsid w:val="002C65CC"/>
    <w:rsid w:val="002D0D60"/>
    <w:rsid w:val="002E00FC"/>
    <w:rsid w:val="002F0C2F"/>
    <w:rsid w:val="003062E5"/>
    <w:rsid w:val="003224CE"/>
    <w:rsid w:val="003713E4"/>
    <w:rsid w:val="00375A4E"/>
    <w:rsid w:val="00393F43"/>
    <w:rsid w:val="003C01BA"/>
    <w:rsid w:val="003D237F"/>
    <w:rsid w:val="003D6956"/>
    <w:rsid w:val="003E0DEC"/>
    <w:rsid w:val="003E29E7"/>
    <w:rsid w:val="004109EE"/>
    <w:rsid w:val="00412D54"/>
    <w:rsid w:val="004547B2"/>
    <w:rsid w:val="0046639C"/>
    <w:rsid w:val="004773EB"/>
    <w:rsid w:val="004A6AAF"/>
    <w:rsid w:val="004B7336"/>
    <w:rsid w:val="004D577D"/>
    <w:rsid w:val="004E5776"/>
    <w:rsid w:val="0050736A"/>
    <w:rsid w:val="00515D87"/>
    <w:rsid w:val="005350B9"/>
    <w:rsid w:val="0054197D"/>
    <w:rsid w:val="005505EE"/>
    <w:rsid w:val="00554C47"/>
    <w:rsid w:val="00554F3F"/>
    <w:rsid w:val="00562E3A"/>
    <w:rsid w:val="0059403B"/>
    <w:rsid w:val="005A5E8D"/>
    <w:rsid w:val="005B02FE"/>
    <w:rsid w:val="005B31BC"/>
    <w:rsid w:val="005B771D"/>
    <w:rsid w:val="005C6039"/>
    <w:rsid w:val="005F0435"/>
    <w:rsid w:val="005F247F"/>
    <w:rsid w:val="00616598"/>
    <w:rsid w:val="006556BE"/>
    <w:rsid w:val="00675B0F"/>
    <w:rsid w:val="006A15BA"/>
    <w:rsid w:val="006A3ADB"/>
    <w:rsid w:val="006A3B2A"/>
    <w:rsid w:val="006A673B"/>
    <w:rsid w:val="006B7BD6"/>
    <w:rsid w:val="006D6C5F"/>
    <w:rsid w:val="006E000A"/>
    <w:rsid w:val="006E4A2B"/>
    <w:rsid w:val="006F0D28"/>
    <w:rsid w:val="00701CD3"/>
    <w:rsid w:val="00704C80"/>
    <w:rsid w:val="00713469"/>
    <w:rsid w:val="007336C0"/>
    <w:rsid w:val="00740EF6"/>
    <w:rsid w:val="00747ACE"/>
    <w:rsid w:val="007713E5"/>
    <w:rsid w:val="00782986"/>
    <w:rsid w:val="00785CD1"/>
    <w:rsid w:val="007A25CD"/>
    <w:rsid w:val="007A48AB"/>
    <w:rsid w:val="007B282F"/>
    <w:rsid w:val="007C0202"/>
    <w:rsid w:val="007C063F"/>
    <w:rsid w:val="007E4995"/>
    <w:rsid w:val="007F4CFA"/>
    <w:rsid w:val="00826BBA"/>
    <w:rsid w:val="008309BB"/>
    <w:rsid w:val="0083712F"/>
    <w:rsid w:val="00876E73"/>
    <w:rsid w:val="008820DC"/>
    <w:rsid w:val="00882DA3"/>
    <w:rsid w:val="008A4560"/>
    <w:rsid w:val="008A5E0C"/>
    <w:rsid w:val="008B51B4"/>
    <w:rsid w:val="008B718B"/>
    <w:rsid w:val="008F32FB"/>
    <w:rsid w:val="00904F99"/>
    <w:rsid w:val="00915BB8"/>
    <w:rsid w:val="00935F09"/>
    <w:rsid w:val="00966C23"/>
    <w:rsid w:val="00970C4F"/>
    <w:rsid w:val="0098320A"/>
    <w:rsid w:val="009834DF"/>
    <w:rsid w:val="00983E47"/>
    <w:rsid w:val="009908F8"/>
    <w:rsid w:val="00995E80"/>
    <w:rsid w:val="00996A54"/>
    <w:rsid w:val="009A3CB9"/>
    <w:rsid w:val="009B0195"/>
    <w:rsid w:val="009C2ABF"/>
    <w:rsid w:val="009C783C"/>
    <w:rsid w:val="009C7FAD"/>
    <w:rsid w:val="009D25D8"/>
    <w:rsid w:val="009D7369"/>
    <w:rsid w:val="009E59D2"/>
    <w:rsid w:val="00A052FE"/>
    <w:rsid w:val="00A26F45"/>
    <w:rsid w:val="00A30950"/>
    <w:rsid w:val="00A30E77"/>
    <w:rsid w:val="00A329CC"/>
    <w:rsid w:val="00A4417C"/>
    <w:rsid w:val="00A447CF"/>
    <w:rsid w:val="00A50C99"/>
    <w:rsid w:val="00A6019D"/>
    <w:rsid w:val="00A60574"/>
    <w:rsid w:val="00A612A8"/>
    <w:rsid w:val="00A731FD"/>
    <w:rsid w:val="00A73945"/>
    <w:rsid w:val="00A81445"/>
    <w:rsid w:val="00A8452E"/>
    <w:rsid w:val="00A91392"/>
    <w:rsid w:val="00AA4C74"/>
    <w:rsid w:val="00AA6481"/>
    <w:rsid w:val="00AB3975"/>
    <w:rsid w:val="00AB5C9C"/>
    <w:rsid w:val="00AE1C8E"/>
    <w:rsid w:val="00AE2238"/>
    <w:rsid w:val="00AE24A0"/>
    <w:rsid w:val="00AF7111"/>
    <w:rsid w:val="00B11B4B"/>
    <w:rsid w:val="00B11E8C"/>
    <w:rsid w:val="00B4041D"/>
    <w:rsid w:val="00B721B3"/>
    <w:rsid w:val="00B759FA"/>
    <w:rsid w:val="00B762CF"/>
    <w:rsid w:val="00B774C7"/>
    <w:rsid w:val="00B8445C"/>
    <w:rsid w:val="00B9125E"/>
    <w:rsid w:val="00B94036"/>
    <w:rsid w:val="00BA7DFB"/>
    <w:rsid w:val="00BC6B7C"/>
    <w:rsid w:val="00BD1405"/>
    <w:rsid w:val="00BD2117"/>
    <w:rsid w:val="00BD30A0"/>
    <w:rsid w:val="00BD6AE0"/>
    <w:rsid w:val="00BE67DD"/>
    <w:rsid w:val="00BF4798"/>
    <w:rsid w:val="00C06F04"/>
    <w:rsid w:val="00C103A7"/>
    <w:rsid w:val="00C12877"/>
    <w:rsid w:val="00C13F2E"/>
    <w:rsid w:val="00C2264C"/>
    <w:rsid w:val="00C24BC3"/>
    <w:rsid w:val="00C32E5F"/>
    <w:rsid w:val="00C371DD"/>
    <w:rsid w:val="00C60984"/>
    <w:rsid w:val="00C714FF"/>
    <w:rsid w:val="00C82D20"/>
    <w:rsid w:val="00C86E98"/>
    <w:rsid w:val="00C87774"/>
    <w:rsid w:val="00CA74CC"/>
    <w:rsid w:val="00CC10F0"/>
    <w:rsid w:val="00CD0470"/>
    <w:rsid w:val="00CD1067"/>
    <w:rsid w:val="00CE3FF0"/>
    <w:rsid w:val="00CE75C9"/>
    <w:rsid w:val="00D01BEB"/>
    <w:rsid w:val="00D0486F"/>
    <w:rsid w:val="00D11EEE"/>
    <w:rsid w:val="00D2000D"/>
    <w:rsid w:val="00D2080D"/>
    <w:rsid w:val="00D41619"/>
    <w:rsid w:val="00D42714"/>
    <w:rsid w:val="00D569EE"/>
    <w:rsid w:val="00D57E83"/>
    <w:rsid w:val="00D71CBC"/>
    <w:rsid w:val="00D75119"/>
    <w:rsid w:val="00DB00CB"/>
    <w:rsid w:val="00DB61D4"/>
    <w:rsid w:val="00DC1BDC"/>
    <w:rsid w:val="00DD3B4C"/>
    <w:rsid w:val="00DE3EE8"/>
    <w:rsid w:val="00DF2EE8"/>
    <w:rsid w:val="00DF6053"/>
    <w:rsid w:val="00E06A66"/>
    <w:rsid w:val="00E25AD1"/>
    <w:rsid w:val="00E35267"/>
    <w:rsid w:val="00E377A7"/>
    <w:rsid w:val="00E40087"/>
    <w:rsid w:val="00E4102D"/>
    <w:rsid w:val="00E53216"/>
    <w:rsid w:val="00E74AD6"/>
    <w:rsid w:val="00E750EF"/>
    <w:rsid w:val="00E75C8E"/>
    <w:rsid w:val="00EA6E09"/>
    <w:rsid w:val="00EB2ECD"/>
    <w:rsid w:val="00EB4B27"/>
    <w:rsid w:val="00EB6A58"/>
    <w:rsid w:val="00EC3929"/>
    <w:rsid w:val="00F03B39"/>
    <w:rsid w:val="00F126A1"/>
    <w:rsid w:val="00F13132"/>
    <w:rsid w:val="00F42FC4"/>
    <w:rsid w:val="00FB0B19"/>
    <w:rsid w:val="00FB4A2A"/>
    <w:rsid w:val="00FB77FB"/>
    <w:rsid w:val="00FC1F2D"/>
    <w:rsid w:val="00FC4617"/>
    <w:rsid w:val="00FC4E8E"/>
    <w:rsid w:val="00FC5BE7"/>
    <w:rsid w:val="00FE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E4306-9AF5-4C08-94AA-4CF9260A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392</TotalTime>
  <Pages>26</Pages>
  <Words>2574</Words>
  <Characters>15192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40</cp:revision>
  <cp:lastPrinted>2016-09-15T12:16:00Z</cp:lastPrinted>
  <dcterms:created xsi:type="dcterms:W3CDTF">2016-09-13T10:21:00Z</dcterms:created>
  <dcterms:modified xsi:type="dcterms:W3CDTF">2017-07-03T08:08:00Z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