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39E283A0" w:rsidR="007E4995" w:rsidRPr="00966C23" w:rsidRDefault="007E4995" w:rsidP="002845FB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19CA51AC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34AE4B53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</w:t>
                </w:r>
                <w:r w:rsidR="002845FB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dále souhlasí, že data obsažená v dokumentaci k projektu budou předmětem hodnocení podle kap. 4 zadávací dokumentace.</w:t>
                </w:r>
              </w:p>
            </w:tc>
          </w:tr>
        </w:tbl>
        <w:p w14:paraId="454D5DFF" w14:textId="52968FB2" w:rsidR="001706F1" w:rsidRPr="001706F1" w:rsidRDefault="00D82C0F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6DCAE427" w:rsidR="005A5E8D" w:rsidRDefault="00FB77FB" w:rsidP="00D57E83">
      <w:pPr>
        <w:jc w:val="both"/>
      </w:pPr>
      <w:r>
        <w:t>VES1</w:t>
      </w:r>
      <w:r w:rsidR="00D316B1">
        <w:t>8</w:t>
      </w:r>
      <w:r w:rsidR="00D316B1" w:rsidRPr="00D316B1">
        <w:rPr>
          <w:sz w:val="16"/>
          <w:szCs w:val="16"/>
        </w:rPr>
        <w:t>IZRAEL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1E3E8B32" w14:textId="70756547" w:rsidR="003713E4" w:rsidRPr="007C0202" w:rsidRDefault="007C0202" w:rsidP="007C0202">
      <w:pPr>
        <w:jc w:val="both"/>
      </w:pPr>
      <w:r>
        <w:t>…</w:t>
      </w:r>
      <w:r w:rsidR="003713E4"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1CF7CB3" w:rsid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  <w:r w:rsidR="002845FB">
        <w:rPr>
          <w:b/>
          <w:color w:val="auto"/>
        </w:rPr>
        <w:t xml:space="preserve"> včetně popisu jak projekt zahrnuje zahraniční partnery</w:t>
      </w:r>
    </w:p>
    <w:p w14:paraId="05CC4A98" w14:textId="72BC45FE" w:rsidR="002845FB" w:rsidRPr="002845FB" w:rsidRDefault="002845FB" w:rsidP="002845FB">
      <w:pPr>
        <w:ind w:left="709"/>
        <w:jc w:val="both"/>
        <w:rPr>
          <w:color w:val="auto"/>
        </w:rPr>
      </w:pPr>
      <w:r w:rsidRPr="002845FB">
        <w:rPr>
          <w:color w:val="auto"/>
        </w:rPr>
        <w:t>…</w:t>
      </w:r>
    </w:p>
    <w:p w14:paraId="1D8C7E21" w14:textId="3BD60ED2" w:rsidR="002845FB" w:rsidRPr="003713E4" w:rsidRDefault="002845FB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Přidaná hodnota zahraniční spolupráce pro realizaci projektu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25945FB9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  <w:r w:rsidR="00016A66">
        <w:rPr>
          <w:b/>
          <w:color w:val="auto"/>
        </w:rPr>
        <w:t>/podprogramu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043C7270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  <w:r w:rsidR="002845FB">
        <w:rPr>
          <w:b/>
          <w:color w:val="auto"/>
        </w:rPr>
        <w:t xml:space="preserve"> </w:t>
      </w:r>
      <w:r w:rsidR="002845FB">
        <w:rPr>
          <w:color w:val="auto"/>
        </w:rPr>
        <w:t>(popis řešeného problému, jeho současného stavu, navrhovaného výzkumu a jeho potřebnosti</w:t>
      </w:r>
      <w:r w:rsidR="00F13E74">
        <w:rPr>
          <w:color w:val="auto"/>
        </w:rPr>
        <w:t>,</w:t>
      </w:r>
      <w:r w:rsidR="002845FB">
        <w:rPr>
          <w:color w:val="auto"/>
        </w:rPr>
        <w:t xml:space="preserve"> včetně způsobu řešení a předpokládaných</w:t>
      </w:r>
      <w:r w:rsidR="00F13E74">
        <w:rPr>
          <w:color w:val="auto"/>
        </w:rPr>
        <w:t xml:space="preserve"> dosažených vědeckých výsledků, určených k využití)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5100A38B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  <w:r w:rsidR="00F13E74">
        <w:rPr>
          <w:b/>
          <w:color w:val="auto"/>
        </w:rPr>
        <w:t xml:space="preserve"> </w:t>
      </w:r>
      <w:r w:rsidR="00F13E74">
        <w:rPr>
          <w:color w:val="auto"/>
        </w:rPr>
        <w:t>(včetně jejich socioekonomických a vědeckotechnických přínosů)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D82C0F" w:rsidRPr="009A3CB9" w14:paraId="42B47FC2" w14:textId="77777777" w:rsidTr="00D82C0F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06A005CB" w14:textId="52474ADC" w:rsidR="00D82C0F" w:rsidRPr="00B774C7" w:rsidRDefault="00D82C0F" w:rsidP="00D82C0F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98FBCD8" w:rsidR="00D82C0F" w:rsidRPr="00B774C7" w:rsidRDefault="00D82C0F" w:rsidP="00D82C0F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14FEA64A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48F7DD47" w:rsidR="00D82C0F" w:rsidRPr="00B774C7" w:rsidRDefault="00D82C0F" w:rsidP="00D82C0F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182D47B0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D82C0F" w:rsidRPr="009A3CB9" w:rsidRDefault="00D82C0F" w:rsidP="00D82C0F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D82C0F" w:rsidRPr="009A3CB9" w:rsidRDefault="00D82C0F" w:rsidP="00D82C0F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D82C0F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D82C0F" w:rsidRPr="009A3CB9" w:rsidRDefault="00D82C0F" w:rsidP="00D82C0F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D82C0F" w:rsidRPr="009A3CB9" w:rsidRDefault="00D82C0F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7B7407EC" w14:textId="74C002EC" w:rsidR="00B774C7" w:rsidRPr="009A3CB9" w:rsidRDefault="00B774C7" w:rsidP="009A3CB9">
      <w:pPr>
        <w:jc w:val="both"/>
      </w:pPr>
      <w:r w:rsidRPr="00B774C7">
        <w:rPr>
          <w:i/>
        </w:rPr>
        <w:t>Pozn.: může se jednat o jakékoli krátkodobé přínosy projektu (včetně těch, které se neevidují v RIV)</w:t>
      </w:r>
    </w:p>
    <w:p w14:paraId="2E08609F" w14:textId="6AC2C5CC" w:rsidR="009908F8" w:rsidRPr="009E59D2" w:rsidRDefault="009908F8" w:rsidP="009E59D2">
      <w:pPr>
        <w:pStyle w:val="Odstavecseseznamem"/>
        <w:numPr>
          <w:ilvl w:val="2"/>
          <w:numId w:val="3"/>
        </w:numPr>
        <w:jc w:val="both"/>
        <w:rPr>
          <w:b/>
          <w:bCs/>
          <w:color w:val="auto"/>
        </w:rPr>
      </w:pPr>
      <w:r w:rsidRPr="009E59D2">
        <w:rPr>
          <w:b/>
          <w:bCs/>
          <w:color w:val="auto"/>
        </w:rPr>
        <w:t>Zdůvodnění předpokládaných přínosů včetně kritických předpokladů k 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59B23B28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</w:t>
      </w:r>
      <w:r w:rsidR="00016A66">
        <w:rPr>
          <w:b/>
          <w:color w:val="auto"/>
        </w:rPr>
        <w:t xml:space="preserve">tu, </w:t>
      </w:r>
      <w:r w:rsidRPr="009A3CB9">
        <w:rPr>
          <w:b/>
          <w:color w:val="auto"/>
        </w:rPr>
        <w:t>jejich popis</w:t>
      </w:r>
      <w:r w:rsidR="00016A66">
        <w:rPr>
          <w:b/>
          <w:color w:val="auto"/>
        </w:rPr>
        <w:t xml:space="preserve"> a kritické předpoklady jejich dosažení</w:t>
      </w:r>
    </w:p>
    <w:p w14:paraId="021EA9C4" w14:textId="3CA1E7AA" w:rsidR="00CD1067" w:rsidRPr="00704C80" w:rsidRDefault="00B774C7" w:rsidP="00704C80">
      <w:pPr>
        <w:jc w:val="both"/>
        <w:rPr>
          <w:i/>
        </w:rPr>
      </w:pPr>
      <w:r w:rsidRPr="00B774C7">
        <w:rPr>
          <w:i/>
        </w:rPr>
        <w:lastRenderedPageBreak/>
        <w:t xml:space="preserve">Pozn.: může se jednat o jakékoli </w:t>
      </w:r>
      <w:r>
        <w:rPr>
          <w:i/>
        </w:rPr>
        <w:t>dlouhodobé</w:t>
      </w:r>
      <w:r w:rsidRPr="00B774C7">
        <w:rPr>
          <w:i/>
        </w:rPr>
        <w:t xml:space="preserve"> přínosy projektu (včetně těch, které se neevidují v RIV)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394139D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A4417C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3BD6C10" w:rsidR="009A3CB9" w:rsidRPr="009A3CB9" w:rsidRDefault="0083712F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Datum dosažení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0D1944C" w14:textId="7A6A5D03" w:rsidR="009A3CB9" w:rsidRPr="009A3CB9" w:rsidRDefault="009A3CB9" w:rsidP="0083712F">
      <w:pPr>
        <w:contextualSpacing/>
        <w:jc w:val="both"/>
      </w:pP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634DA7D9" w:rsidR="009A3CB9" w:rsidRPr="009A3CB9" w:rsidRDefault="00A4417C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83712F">
        <w:rPr>
          <w:b/>
          <w:color w:val="auto"/>
        </w:rPr>
        <w:t>ýsledky etapy, jejich název a popis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5A694865" w:rsidR="009A3CB9" w:rsidRPr="009A3CB9" w:rsidRDefault="0083712F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E001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A4417C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7297D27" w14:textId="4DE838B3" w:rsidR="009A3CB9" w:rsidRPr="00A4417C" w:rsidRDefault="009A3CB9" w:rsidP="00A4417C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1F9EB1B4" w14:textId="3A410EA5" w:rsidR="00A4417C" w:rsidRPr="009E59D2" w:rsidRDefault="00A4417C" w:rsidP="009E59D2">
      <w:pPr>
        <w:pStyle w:val="Odstavecseseznamem"/>
        <w:numPr>
          <w:ilvl w:val="2"/>
          <w:numId w:val="7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Cíle etapy, výsledky etapy, jejich název a popis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20F3871E" w14:textId="2A0A73DB" w:rsidR="009A3CB9" w:rsidRPr="009A3CB9" w:rsidRDefault="009E59D2" w:rsidP="009E59D2">
      <w:pPr>
        <w:contextualSpacing/>
        <w:jc w:val="both"/>
        <w:rPr>
          <w:b/>
          <w:color w:val="auto"/>
        </w:rPr>
      </w:pPr>
      <w:r>
        <w:rPr>
          <w:b/>
          <w:color w:val="auto"/>
        </w:rPr>
        <w:lastRenderedPageBreak/>
        <w:t xml:space="preserve">3.3.6 </w:t>
      </w:r>
      <w:r w:rsidR="0083712F">
        <w:rPr>
          <w:b/>
          <w:color w:val="auto"/>
        </w:rPr>
        <w:t>Formy výsledků</w:t>
      </w:r>
      <w:r w:rsidR="009A3CB9" w:rsidRPr="009A3CB9">
        <w:rPr>
          <w:b/>
          <w:color w:val="auto"/>
        </w:rPr>
        <w:t xml:space="preserve"> podle struktury databáze RIV v etapě řešení E002 </w:t>
      </w:r>
      <w:r w:rsidR="009A3CB9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017D552C" w14:textId="6E0B6BA7" w:rsidR="009A3CB9" w:rsidRPr="009A3CB9" w:rsidRDefault="009A3CB9" w:rsidP="009A3CB9">
      <w:pPr>
        <w:ind w:left="720"/>
        <w:contextualSpacing/>
        <w:jc w:val="both"/>
      </w:pP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5703F558" w:rsidR="009A3CB9" w:rsidRPr="009A3CB9" w:rsidRDefault="009E59D2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>
        <w:rPr>
          <w:b/>
          <w:color w:val="auto"/>
        </w:rPr>
        <w:t>Cíle etapy, v</w:t>
      </w:r>
      <w:r w:rsidR="009908F8">
        <w:rPr>
          <w:b/>
          <w:color w:val="auto"/>
        </w:rPr>
        <w:t>ýsledky etapy, jejich název a popis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1280778B" w:rsidR="009A3CB9" w:rsidRPr="009E59D2" w:rsidRDefault="009A3CB9" w:rsidP="009E59D2">
      <w:pPr>
        <w:pStyle w:val="Odstavecseseznamem"/>
        <w:numPr>
          <w:ilvl w:val="2"/>
          <w:numId w:val="8"/>
        </w:numPr>
        <w:jc w:val="both"/>
        <w:rPr>
          <w:b/>
          <w:color w:val="auto"/>
        </w:rPr>
      </w:pPr>
      <w:r w:rsidRPr="009E59D2">
        <w:rPr>
          <w:b/>
          <w:color w:val="auto"/>
        </w:rPr>
        <w:t>Formy výsledku podle struktury databáze RIV v etapě řešení E003</w:t>
      </w:r>
      <w:r w:rsidR="0026610F" w:rsidRPr="009E59D2">
        <w:rPr>
          <w:b/>
          <w:color w:val="auto"/>
        </w:rPr>
        <w:t xml:space="preserve"> </w:t>
      </w:r>
      <w:r w:rsidR="0026610F" w:rsidRPr="009E59D2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AF7111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7C7E0F0F" w14:textId="1F3B18FF" w:rsidR="009A3CB9" w:rsidRDefault="00AF7111" w:rsidP="00AF7111">
      <w:pPr>
        <w:pStyle w:val="Nadpis21"/>
      </w:pPr>
      <w:r>
        <w:t>4.1      Popis strategie a metodiky řešení projektu</w:t>
      </w:r>
    </w:p>
    <w:p w14:paraId="393AA81C" w14:textId="44B91E63" w:rsidR="00AF7111" w:rsidRPr="00AF7111" w:rsidRDefault="00AF7111" w:rsidP="00AF7111">
      <w:r>
        <w:t>…</w:t>
      </w:r>
    </w:p>
    <w:p w14:paraId="32AE6400" w14:textId="20D1DC8B" w:rsidR="009A3CB9" w:rsidRDefault="00AF7111" w:rsidP="00AF7111">
      <w:pPr>
        <w:pStyle w:val="Nadpis21"/>
        <w:numPr>
          <w:ilvl w:val="1"/>
          <w:numId w:val="22"/>
        </w:numPr>
      </w:pPr>
      <w:r>
        <w:t xml:space="preserve"> </w:t>
      </w:r>
      <w:r w:rsidR="009A3CB9">
        <w:t>Analýza rizik ohrožujících dosažení výsledků projektu</w:t>
      </w:r>
    </w:p>
    <w:p w14:paraId="1F17D4F4" w14:textId="59B2F0B8" w:rsidR="006A3ADB" w:rsidRPr="006A3ADB" w:rsidRDefault="006A3ADB" w:rsidP="006A3ADB">
      <w:r>
        <w:t>…</w:t>
      </w:r>
    </w:p>
    <w:p w14:paraId="486A9614" w14:textId="6F50E5F4" w:rsidR="006A3ADB" w:rsidRPr="006A3ADB" w:rsidRDefault="00AF7111" w:rsidP="00AF7111">
      <w:pPr>
        <w:pStyle w:val="Nadpis21"/>
      </w:pPr>
      <w:r>
        <w:t>4.3     Navržená</w:t>
      </w:r>
      <w:r w:rsidR="006A3ADB">
        <w:t xml:space="preserve"> opatření </w:t>
      </w:r>
      <w:r w:rsidR="009E59D2">
        <w:t>k maximalizaci</w:t>
      </w:r>
      <w:r w:rsidR="006A3ADB">
        <w:t xml:space="preserve"> přínosu</w:t>
      </w:r>
      <w:r w:rsidR="009E59D2">
        <w:t xml:space="preserve">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24C843E" w14:textId="77777777" w:rsidR="006A3ADB" w:rsidRDefault="006A3ADB" w:rsidP="00675B0F">
      <w:pPr>
        <w:jc w:val="both"/>
      </w:pPr>
    </w:p>
    <w:p w14:paraId="6C7A09D3" w14:textId="77777777" w:rsidR="006A3ADB" w:rsidRPr="00675B0F" w:rsidRDefault="006A3ADB" w:rsidP="00675B0F">
      <w:pPr>
        <w:jc w:val="both"/>
      </w:pPr>
    </w:p>
    <w:p w14:paraId="27BC174C" w14:textId="77777777" w:rsidR="004773EB" w:rsidRDefault="004773EB" w:rsidP="00AF7111">
      <w:pPr>
        <w:pStyle w:val="Nadpis11"/>
        <w:numPr>
          <w:ilvl w:val="0"/>
          <w:numId w:val="22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Představení týmu</w:t>
      </w:r>
    </w:p>
    <w:p w14:paraId="65941079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19"/>
        <w:gridCol w:w="3309"/>
        <w:gridCol w:w="1789"/>
        <w:gridCol w:w="1298"/>
        <w:gridCol w:w="1347"/>
      </w:tblGrid>
      <w:tr w:rsidR="009E59D2" w:rsidRPr="005B31BC" w14:paraId="0932DDE4" w14:textId="2DA3C1F6" w:rsidTr="009E5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9E59D2" w:rsidRPr="005B31BC" w:rsidRDefault="009E59D2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826" w:type="pct"/>
            <w:vAlign w:val="center"/>
            <w:hideMark/>
          </w:tcPr>
          <w:p w14:paraId="368C1A9F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87" w:type="pct"/>
            <w:vAlign w:val="center"/>
            <w:hideMark/>
          </w:tcPr>
          <w:p w14:paraId="37E62871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16" w:type="pct"/>
            <w:vAlign w:val="center"/>
            <w:hideMark/>
          </w:tcPr>
          <w:p w14:paraId="13AA595C" w14:textId="77777777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43" w:type="pct"/>
          </w:tcPr>
          <w:p w14:paraId="14EF2667" w14:textId="77777777" w:rsidR="009E59D2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 xml:space="preserve">Organizace v projektu vystupuje </w:t>
            </w:r>
          </w:p>
          <w:p w14:paraId="7E54C2BF" w14:textId="7B8284A2" w:rsidR="009E59D2" w:rsidRPr="005B31BC" w:rsidRDefault="009E59D2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(nehodící se škrtněte)</w:t>
            </w:r>
          </w:p>
        </w:tc>
      </w:tr>
      <w:tr w:rsidR="009E59D2" w:rsidRPr="005B31BC" w14:paraId="721169DA" w14:textId="14C00510" w:rsidTr="009E59D2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35A0F923" w:rsidR="009E59D2" w:rsidRPr="00C371DD" w:rsidRDefault="009E59D2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826" w:type="pct"/>
            <w:vAlign w:val="center"/>
            <w:hideMark/>
          </w:tcPr>
          <w:p w14:paraId="184E56F8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106B259D" w14:textId="7777777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798EB061" w14:textId="735A2947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258EEB0A" w14:textId="592741A5" w:rsidR="009E59D2" w:rsidRPr="00C371DD" w:rsidRDefault="009E59D2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3F5D40A7" w14:textId="76DBA942" w:rsidTr="009E59D2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03512A4A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5BD00264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55F8A84C" w14:textId="64EE7E94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3F945E1" w14:textId="7E67635C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9E59D2" w:rsidRPr="005B31BC" w14:paraId="41984438" w14:textId="6CFAC125" w:rsidTr="009E59D2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9E59D2" w:rsidRPr="00C371DD" w:rsidRDefault="009E59D2" w:rsidP="009E59D2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826" w:type="pct"/>
            <w:vAlign w:val="center"/>
            <w:hideMark/>
          </w:tcPr>
          <w:p w14:paraId="70888229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7" w:type="pct"/>
            <w:vAlign w:val="center"/>
            <w:hideMark/>
          </w:tcPr>
          <w:p w14:paraId="3FF661F2" w14:textId="77777777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6" w:type="pct"/>
            <w:vAlign w:val="center"/>
          </w:tcPr>
          <w:p w14:paraId="6A184EEA" w14:textId="2C7AE249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43" w:type="pct"/>
          </w:tcPr>
          <w:p w14:paraId="6AD0A4AC" w14:textId="424D3891" w:rsidR="009E59D2" w:rsidRPr="00C371DD" w:rsidRDefault="009E59D2" w:rsidP="009E59D2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3D9A9466" w:rsidR="005B31BC" w:rsidRPr="005B31BC" w:rsidRDefault="005B31BC" w:rsidP="002D0D6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0A719B7B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  <w:r w:rsidR="00704C80">
              <w:rPr>
                <w:rFonts w:ascii="Arial CE" w:eastAsia="Times New Roman" w:hAnsi="Arial CE" w:cs="Arial CE"/>
                <w:b w:val="0"/>
                <w:sz w:val="16"/>
              </w:rPr>
              <w:t xml:space="preserve"> pro příjem dotace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0AAB51B2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6A673B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9E59D2">
      <w:pPr>
        <w:pStyle w:val="Odstavecseseznamem"/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6E3BCF9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80A41B4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</w:t>
            </w:r>
            <w:r w:rsidR="009D25D8">
              <w:rPr>
                <w:rFonts w:ascii="Arial CE" w:eastAsia="Times New Roman" w:hAnsi="Arial CE" w:cs="Arial CE"/>
                <w:sz w:val="14"/>
              </w:rPr>
              <w:t>V</w:t>
            </w:r>
            <w:r w:rsidRPr="005B31BC">
              <w:rPr>
                <w:rFonts w:ascii="Arial CE" w:eastAsia="Times New Roman" w:hAnsi="Arial CE" w:cs="Arial CE"/>
                <w:sz w:val="14"/>
              </w:rPr>
              <w:t>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F86FFC4" w14:textId="77777777" w:rsidR="00D75119" w:rsidRPr="00D75119" w:rsidRDefault="00D75119" w:rsidP="00D75119">
      <w:pPr>
        <w:jc w:val="both"/>
        <w:rPr>
          <w:b/>
        </w:rPr>
      </w:pPr>
    </w:p>
    <w:p w14:paraId="46D845A0" w14:textId="161316FD" w:rsidR="00D75119" w:rsidRPr="005B31BC" w:rsidRDefault="00D75119" w:rsidP="009E59D2">
      <w:pPr>
        <w:pStyle w:val="Odstavecseseznamem"/>
        <w:jc w:val="both"/>
        <w:rPr>
          <w:b/>
        </w:rPr>
      </w:pPr>
      <w:r w:rsidRPr="005B31BC">
        <w:rPr>
          <w:b/>
          <w:color w:val="auto"/>
        </w:rPr>
        <w:t xml:space="preserve">Statutární orgán účastníka – „………………název </w:t>
      </w:r>
      <w:r>
        <w:rPr>
          <w:b/>
          <w:color w:val="auto"/>
        </w:rPr>
        <w:t>dalšího účastníka1</w:t>
      </w:r>
      <w:r w:rsidRPr="005B31BC">
        <w:rPr>
          <w:b/>
          <w:color w:val="auto"/>
        </w:rPr>
        <w:t>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D75119" w:rsidRPr="005B31BC" w14:paraId="1158FEAD" w14:textId="77777777" w:rsidTr="00A441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71F3D9A6" w14:textId="77777777" w:rsidR="00D75119" w:rsidRPr="005B31BC" w:rsidRDefault="00D75119" w:rsidP="00A4417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32F19CEF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7A1E3864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74663DAD" w14:textId="77777777" w:rsidR="00D75119" w:rsidRPr="005B31BC" w:rsidRDefault="00D75119" w:rsidP="00A441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D75119" w:rsidRPr="005B31BC" w14:paraId="6CDC3799" w14:textId="77777777" w:rsidTr="00A4417C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1E2EEAD2" w14:textId="77777777" w:rsidR="00D75119" w:rsidRPr="005B31BC" w:rsidRDefault="00D75119" w:rsidP="00A4417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08F34811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78207C7A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11545F64" w14:textId="77777777" w:rsidR="00D75119" w:rsidRPr="005B31BC" w:rsidRDefault="00D75119" w:rsidP="00A4417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574DD23B" w14:textId="77777777" w:rsidR="00D75119" w:rsidRPr="005B31BC" w:rsidRDefault="00D75119" w:rsidP="00D75119">
      <w:pPr>
        <w:pBdr>
          <w:bottom w:val="single" w:sz="12" w:space="1" w:color="0070C0"/>
        </w:pBdr>
      </w:pPr>
    </w:p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6E4A7438" w:rsidR="005B31BC" w:rsidRPr="00033138" w:rsidRDefault="005B31BC" w:rsidP="009E59D2">
      <w:pPr>
        <w:pStyle w:val="Odstavecseseznamem"/>
        <w:jc w:val="both"/>
        <w:rPr>
          <w:b/>
          <w:color w:val="auto"/>
        </w:rPr>
      </w:pPr>
      <w:r w:rsidRPr="00033138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AF7111">
      <w:pPr>
        <w:pStyle w:val="Nadpis21"/>
        <w:numPr>
          <w:ilvl w:val="1"/>
          <w:numId w:val="2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2EFD22C7" w:rsidR="005B31BC" w:rsidRPr="007A48AB" w:rsidRDefault="003C01BA" w:rsidP="00AF7111">
      <w:pPr>
        <w:pStyle w:val="Odstavecseseznamem"/>
        <w:numPr>
          <w:ilvl w:val="2"/>
          <w:numId w:val="22"/>
        </w:numPr>
        <w:jc w:val="both"/>
        <w:rPr>
          <w:b/>
          <w:color w:val="auto"/>
          <w:sz w:val="24"/>
        </w:rPr>
      </w:pPr>
      <w:r>
        <w:rPr>
          <w:b/>
          <w:color w:val="auto"/>
          <w:sz w:val="24"/>
        </w:rPr>
        <w:t>Členové</w:t>
      </w:r>
      <w:r w:rsidR="005B31BC" w:rsidRPr="007A48AB">
        <w:rPr>
          <w:b/>
          <w:color w:val="auto"/>
          <w:sz w:val="24"/>
        </w:rPr>
        <w:t xml:space="preserve"> řešitelského týmu – … </w:t>
      </w:r>
      <w:r w:rsidR="005B31BC"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51D1BB0" w14:textId="3A8B3EA0" w:rsidR="005B31BC" w:rsidRPr="00D41619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D41619">
        <w:rPr>
          <w:rFonts w:cstheme="minorHAnsi"/>
          <w:b/>
          <w:color w:val="auto"/>
        </w:rPr>
        <w:t xml:space="preserve"> (vložte jako přílohu)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34635BBE" w:rsidR="005B31BC" w:rsidRPr="003C01BA" w:rsidRDefault="005B31BC" w:rsidP="003C01BA">
      <w:pPr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91EDCFF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299B6CBE" w14:textId="51BAE068" w:rsidR="005B31BC" w:rsidRDefault="00A6019D" w:rsidP="005B31B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093FE5CD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35FB226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942635A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3C87800A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3547DDF8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211B40DF" w14:textId="77777777" w:rsidR="009D25D8" w:rsidRDefault="009D25D8" w:rsidP="005B31BC">
      <w:pPr>
        <w:spacing w:after="0" w:line="240" w:lineRule="auto"/>
        <w:jc w:val="both"/>
        <w:rPr>
          <w:rFonts w:cstheme="minorHAnsi"/>
        </w:rPr>
      </w:pPr>
    </w:p>
    <w:p w14:paraId="42EA3DCD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4AA776BC" w14:textId="2D947352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E4B5A23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9773639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61191C1B" w14:textId="51822CB9" w:rsid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  <w:r>
        <w:rPr>
          <w:rFonts w:cstheme="minorHAnsi"/>
        </w:rPr>
        <w:t>…</w:t>
      </w:r>
    </w:p>
    <w:p w14:paraId="09FA9C50" w14:textId="77777777" w:rsidR="00A6019D" w:rsidRPr="005B31BC" w:rsidRDefault="00A6019D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76B75473" w:rsidR="005B31BC" w:rsidRPr="003C01BA" w:rsidRDefault="003C01BA" w:rsidP="00AF7111">
      <w:pPr>
        <w:pStyle w:val="Odstavecseseznamem"/>
        <w:numPr>
          <w:ilvl w:val="2"/>
          <w:numId w:val="22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3C01BA"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</w:t>
      </w:r>
      <w:r w:rsidR="005B31BC" w:rsidRPr="003C01BA">
        <w:rPr>
          <w:rFonts w:cstheme="minorHAnsi"/>
          <w:color w:val="auto"/>
          <w:sz w:val="24"/>
        </w:rPr>
        <w:t xml:space="preserve"> </w:t>
      </w:r>
      <w:r w:rsidR="005B31BC" w:rsidRPr="003C01BA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23700A55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(vložte jako přílohu)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058741F9" w14:textId="77777777" w:rsidR="003C01BA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0FAAAAD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5FBB0F5A" w:rsidR="005B31BC" w:rsidRPr="003C01BA" w:rsidRDefault="005B31BC" w:rsidP="003C01BA">
      <w:pPr>
        <w:spacing w:after="0" w:line="240" w:lineRule="auto"/>
        <w:jc w:val="both"/>
        <w:rPr>
          <w:rFonts w:cstheme="minorHAnsi"/>
          <w:b/>
          <w:color w:val="auto"/>
          <w:sz w:val="24"/>
        </w:rPr>
      </w:pP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Default="005B31BC" w:rsidP="005B31BC">
      <w:pPr>
        <w:spacing w:after="0" w:line="240" w:lineRule="auto"/>
        <w:rPr>
          <w:rFonts w:cstheme="minorHAnsi"/>
        </w:rPr>
      </w:pPr>
    </w:p>
    <w:p w14:paraId="4CC84956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AB23C2A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322B938D" w14:textId="77777777" w:rsidR="00A6019D" w:rsidRPr="005B31BC" w:rsidRDefault="00A6019D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95B71D6" w:rsidR="005B31BC" w:rsidRPr="003C01BA" w:rsidRDefault="003C01BA" w:rsidP="00AF7111">
      <w:pPr>
        <w:pStyle w:val="Odstavecseseznamem"/>
        <w:numPr>
          <w:ilvl w:val="2"/>
          <w:numId w:val="22"/>
        </w:numPr>
        <w:rPr>
          <w:rFonts w:cstheme="minorHAnsi"/>
          <w:b/>
          <w:color w:val="auto"/>
          <w:sz w:val="24"/>
        </w:rPr>
      </w:pPr>
      <w:r>
        <w:rPr>
          <w:rFonts w:cstheme="minorHAnsi"/>
          <w:b/>
          <w:color w:val="auto"/>
          <w:sz w:val="24"/>
        </w:rPr>
        <w:t>Členové</w:t>
      </w:r>
      <w:r w:rsidR="005B31BC" w:rsidRPr="003C01BA">
        <w:rPr>
          <w:rFonts w:cstheme="minorHAnsi"/>
          <w:b/>
          <w:color w:val="auto"/>
          <w:sz w:val="24"/>
        </w:rPr>
        <w:t xml:space="preserve">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E0B2DFE" w14:textId="77777777" w:rsidR="00A6019D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7DF03EB0" w14:textId="77777777" w:rsidR="00A6019D" w:rsidRPr="005B31BC" w:rsidRDefault="00A6019D" w:rsidP="005B31BC">
      <w:pPr>
        <w:spacing w:after="0" w:line="240" w:lineRule="auto"/>
        <w:jc w:val="both"/>
        <w:rPr>
          <w:rFonts w:cstheme="minorHAnsi"/>
        </w:rPr>
      </w:pPr>
    </w:p>
    <w:p w14:paraId="62BADB84" w14:textId="77777777" w:rsidR="00A6019D" w:rsidRPr="005B31BC" w:rsidRDefault="00A6019D" w:rsidP="00A6019D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5844300" w14:textId="77777777" w:rsidR="00A6019D" w:rsidRDefault="00A6019D" w:rsidP="00A6019D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128A0E28" w:rsidR="005B31BC" w:rsidRPr="005B31BC" w:rsidRDefault="00D41619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>
        <w:rPr>
          <w:rFonts w:cstheme="minorHAnsi"/>
          <w:b/>
          <w:color w:val="auto"/>
        </w:rPr>
        <w:t>O</w:t>
      </w:r>
      <w:r w:rsidR="005B31BC" w:rsidRPr="005B31BC">
        <w:rPr>
          <w:rFonts w:cstheme="minorHAnsi"/>
          <w:b/>
          <w:color w:val="auto"/>
        </w:rPr>
        <w:t>dborný životopis dalšího řešitele</w:t>
      </w:r>
      <w:r>
        <w:rPr>
          <w:rFonts w:cstheme="minorHAnsi"/>
          <w:b/>
          <w:color w:val="auto"/>
        </w:rPr>
        <w:t xml:space="preserve"> ( vložte jako přílohu)</w:t>
      </w:r>
    </w:p>
    <w:p w14:paraId="039688AA" w14:textId="5C8FC51F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442B1E7F" w:rsidR="005B31BC" w:rsidRPr="003C01BA" w:rsidRDefault="005B31BC" w:rsidP="003C01BA">
      <w:pPr>
        <w:rPr>
          <w:rFonts w:cstheme="minorHAnsi"/>
          <w:b/>
          <w:color w:val="auto"/>
          <w:sz w:val="24"/>
        </w:rPr>
      </w:pP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3E6FC130" w14:textId="77777777" w:rsidR="00CE75C9" w:rsidRPr="00F03B39" w:rsidRDefault="00CE75C9" w:rsidP="007A48AB">
      <w:pPr>
        <w:spacing w:after="0" w:line="240" w:lineRule="auto"/>
        <w:jc w:val="both"/>
        <w:rPr>
          <w:rFonts w:cstheme="minorHAnsi"/>
        </w:rPr>
      </w:pPr>
    </w:p>
    <w:p w14:paraId="7EED6BFE" w14:textId="77777777" w:rsidR="003C01BA" w:rsidRPr="005B31BC" w:rsidRDefault="003C01BA" w:rsidP="003C01BA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1510BEAD" w14:textId="77777777" w:rsidR="00CE75C9" w:rsidRPr="005B31BC" w:rsidRDefault="00CE75C9" w:rsidP="00CE75C9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AF7111">
      <w:pPr>
        <w:pStyle w:val="Nadpis11"/>
        <w:numPr>
          <w:ilvl w:val="0"/>
          <w:numId w:val="22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3637" w:type="pct"/>
        <w:tblLook w:val="04A0" w:firstRow="1" w:lastRow="0" w:firstColumn="1" w:lastColumn="0" w:noHBand="0" w:noVBand="1"/>
      </w:tblPr>
      <w:tblGrid>
        <w:gridCol w:w="517"/>
        <w:gridCol w:w="2372"/>
        <w:gridCol w:w="1234"/>
        <w:gridCol w:w="1234"/>
        <w:gridCol w:w="1235"/>
      </w:tblGrid>
      <w:tr w:rsidR="00F13E74" w:rsidRPr="00876E73" w14:paraId="744B8170" w14:textId="7F114EC7" w:rsidTr="00F1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1" w:type="pct"/>
            <w:gridSpan w:val="2"/>
            <w:vAlign w:val="center"/>
          </w:tcPr>
          <w:p w14:paraId="553DA9D2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39A8CCA2" w14:textId="7E01DC1B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6" w:type="pct"/>
            <w:vAlign w:val="center"/>
          </w:tcPr>
          <w:p w14:paraId="1BBF398C" w14:textId="6B66D725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8" w:type="pct"/>
            <w:vAlign w:val="center"/>
          </w:tcPr>
          <w:p w14:paraId="120F6968" w14:textId="13341254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>
              <w:rPr>
                <w:rFonts w:ascii="Arial CE" w:eastAsia="Times New Roman" w:hAnsi="Arial CE" w:cs="Arial CE"/>
                <w:sz w:val="16"/>
              </w:rPr>
              <w:t>20</w:t>
            </w:r>
          </w:p>
        </w:tc>
      </w:tr>
      <w:tr w:rsidR="00F13E74" w:rsidRPr="00876E73" w14:paraId="531242F9" w14:textId="0E93E984" w:rsidTr="00F13E7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0FB18A8B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8" w:type="pct"/>
            <w:vAlign w:val="center"/>
          </w:tcPr>
          <w:p w14:paraId="291CBCDB" w14:textId="7777777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4E85E68A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1EA12D4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0BE10890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773934AA" w14:textId="44220FD5" w:rsidTr="00F13E7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7EA01FF0" w14:textId="67B27DF9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8" w:type="pct"/>
            <w:vAlign w:val="center"/>
          </w:tcPr>
          <w:p w14:paraId="5FF634C5" w14:textId="63F4B10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Průmyslový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 xml:space="preserve"> výzkum</w:t>
            </w:r>
          </w:p>
        </w:tc>
        <w:tc>
          <w:tcPr>
            <w:tcW w:w="936" w:type="pct"/>
            <w:vAlign w:val="center"/>
          </w:tcPr>
          <w:p w14:paraId="035349B4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2D3F3397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CAB0059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064CA017" w14:textId="73567A4C" w:rsidTr="00F13E7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68A651F8" w14:textId="77777777" w:rsidR="00F13E74" w:rsidRPr="00876E73" w:rsidRDefault="00F13E74" w:rsidP="009D25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8" w:type="pct"/>
            <w:vAlign w:val="center"/>
          </w:tcPr>
          <w:p w14:paraId="4FA38CCE" w14:textId="77777777" w:rsidR="00F13E74" w:rsidRPr="00876E73" w:rsidRDefault="00F13E74" w:rsidP="009D2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505DA263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2B8ADB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87AB3B3" w14:textId="77777777" w:rsidR="00F13E74" w:rsidRPr="005B771D" w:rsidRDefault="00F13E74" w:rsidP="009D25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3639" w:type="pct"/>
        <w:tblLook w:val="04A0" w:firstRow="1" w:lastRow="0" w:firstColumn="1" w:lastColumn="0" w:noHBand="0" w:noVBand="1"/>
      </w:tblPr>
      <w:tblGrid>
        <w:gridCol w:w="518"/>
        <w:gridCol w:w="2370"/>
        <w:gridCol w:w="1235"/>
        <w:gridCol w:w="1235"/>
        <w:gridCol w:w="1237"/>
      </w:tblGrid>
      <w:tr w:rsidR="00F13E74" w:rsidRPr="00876E73" w14:paraId="666F1849" w14:textId="37AC5E94" w:rsidTr="00F1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06335F87" w14:textId="77777777" w:rsidR="00F13E74" w:rsidRPr="00876E73" w:rsidRDefault="00F13E74" w:rsidP="00D82C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7BE48239" w14:textId="5DC94B72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6" w:type="pct"/>
            <w:vAlign w:val="center"/>
          </w:tcPr>
          <w:p w14:paraId="0864D027" w14:textId="1FD1CC20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8" w:type="pct"/>
            <w:vAlign w:val="center"/>
          </w:tcPr>
          <w:p w14:paraId="1E921CFF" w14:textId="1F86647F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>
              <w:rPr>
                <w:rFonts w:ascii="Arial CE" w:eastAsia="Times New Roman" w:hAnsi="Arial CE" w:cs="Arial CE"/>
                <w:sz w:val="16"/>
              </w:rPr>
              <w:t>20</w:t>
            </w:r>
          </w:p>
        </w:tc>
      </w:tr>
      <w:tr w:rsidR="00F13E74" w:rsidRPr="00876E73" w14:paraId="790E858E" w14:textId="4158FF5D" w:rsidTr="00F13E7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4F038475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54FD5179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52B680D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D436D13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F4F99D" w14:textId="183F91AE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70587AE6" w14:textId="31494E44" w:rsidTr="00F13E7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D26878E" w14:textId="33C9BDBA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797" w:type="pct"/>
            <w:vAlign w:val="center"/>
          </w:tcPr>
          <w:p w14:paraId="0A2B2CE1" w14:textId="1F43DF3A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936" w:type="pct"/>
            <w:vAlign w:val="center"/>
          </w:tcPr>
          <w:p w14:paraId="3565627F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D8062CE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1F54D8A8" w14:textId="6096F89C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3A72F087" w14:textId="5D71B096" w:rsidTr="00F13E7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0D6FB35B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11406FD2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700E82E2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77C00FC2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568C59DE" w14:textId="2B74FE0A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3637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3"/>
        <w:gridCol w:w="2372"/>
        <w:gridCol w:w="1234"/>
        <w:gridCol w:w="1234"/>
        <w:gridCol w:w="1234"/>
      </w:tblGrid>
      <w:tr w:rsidR="00F13E74" w:rsidRPr="00876E73" w14:paraId="4C76AC9B" w14:textId="59D09606" w:rsidTr="00F13E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pct"/>
            <w:gridSpan w:val="2"/>
            <w:vAlign w:val="center"/>
          </w:tcPr>
          <w:p w14:paraId="39A45088" w14:textId="77777777" w:rsidR="00F13E74" w:rsidRPr="00876E73" w:rsidRDefault="00F13E74" w:rsidP="00D82C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6FB23FB4" w14:textId="015E86D0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2442D57A" w14:textId="5268D3E0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938" w:type="pct"/>
            <w:tcBorders>
              <w:bottom w:val="single" w:sz="12" w:space="0" w:color="002060"/>
            </w:tcBorders>
            <w:vAlign w:val="center"/>
          </w:tcPr>
          <w:p w14:paraId="3304712D" w14:textId="6545D9FA" w:rsidR="00F13E74" w:rsidRPr="00876E73" w:rsidRDefault="00F13E74" w:rsidP="00D82C0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>
              <w:rPr>
                <w:rFonts w:ascii="Arial CE" w:eastAsia="Times New Roman" w:hAnsi="Arial CE" w:cs="Arial CE"/>
                <w:sz w:val="16"/>
              </w:rPr>
              <w:t>20</w:t>
            </w:r>
          </w:p>
        </w:tc>
      </w:tr>
      <w:tr w:rsidR="00F13E74" w:rsidRPr="00876E73" w14:paraId="3496793A" w14:textId="6AADADD8" w:rsidTr="00F13E74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7FC8874D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tcBorders>
              <w:top w:val="single" w:sz="12" w:space="0" w:color="002060"/>
            </w:tcBorders>
            <w:vAlign w:val="center"/>
          </w:tcPr>
          <w:p w14:paraId="4AFBA2BD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329EF99D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17DAC46B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tcBorders>
              <w:top w:val="single" w:sz="12" w:space="0" w:color="002060"/>
            </w:tcBorders>
            <w:vAlign w:val="center"/>
          </w:tcPr>
          <w:p w14:paraId="277AD14F" w14:textId="61F6FB85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61732ADE" w14:textId="41363AFD" w:rsidTr="00F13E74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0BB569BC" w14:textId="2A277AF4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P</w:t>
            </w:r>
            <w:r w:rsidRPr="00876E73">
              <w:rPr>
                <w:rFonts w:ascii="Arial CE" w:eastAsia="Times New Roman" w:hAnsi="Arial CE" w:cs="Arial CE"/>
                <w:sz w:val="16"/>
              </w:rPr>
              <w:t>V</w:t>
            </w:r>
          </w:p>
        </w:tc>
        <w:tc>
          <w:tcPr>
            <w:tcW w:w="1800" w:type="pct"/>
            <w:vAlign w:val="center"/>
          </w:tcPr>
          <w:p w14:paraId="49A60599" w14:textId="118CDE26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</w:rPr>
              <w:t>Průmyslov</w:t>
            </w: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ý výzkum</w:t>
            </w:r>
          </w:p>
        </w:tc>
        <w:tc>
          <w:tcPr>
            <w:tcW w:w="937" w:type="pct"/>
            <w:vAlign w:val="center"/>
          </w:tcPr>
          <w:p w14:paraId="0131902F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5750721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434924E9" w14:textId="5E18C658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F13E74" w:rsidRPr="00876E73" w14:paraId="4671BCB1" w14:textId="085F3383" w:rsidTr="00F13E74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1A40747F" w14:textId="77777777" w:rsidR="00F13E74" w:rsidRPr="00876E73" w:rsidRDefault="00F13E74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35C1EA8E" w14:textId="77777777" w:rsidR="00F13E74" w:rsidRPr="00876E73" w:rsidRDefault="00F13E74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6B5008D3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786F6C2D" w14:textId="77777777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0820D49E" w14:textId="38BD992C" w:rsidR="00F13E74" w:rsidRPr="005B771D" w:rsidRDefault="00F13E74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1423"/>
        <w:gridCol w:w="1398"/>
        <w:gridCol w:w="1407"/>
        <w:gridCol w:w="1388"/>
        <w:gridCol w:w="1431"/>
        <w:gridCol w:w="1363"/>
        <w:gridCol w:w="1397"/>
        <w:gridCol w:w="1397"/>
        <w:gridCol w:w="1474"/>
        <w:gridCol w:w="1320"/>
        <w:gridCol w:w="1391"/>
      </w:tblGrid>
      <w:tr w:rsidR="00B721B3" w14:paraId="190E5085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0"/>
            <w:vAlign w:val="center"/>
          </w:tcPr>
          <w:p w14:paraId="12B3DC12" w14:textId="77777777" w:rsidR="00B721B3" w:rsidRPr="00D10EBB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B721B3" w14:paraId="1C386104" w14:textId="77777777" w:rsidTr="00B721B3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B721B3" w:rsidRPr="00D10EBB" w:rsidRDefault="00B721B3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gridSpan w:val="2"/>
            <w:vAlign w:val="center"/>
          </w:tcPr>
          <w:p w14:paraId="3C1BA034" w14:textId="6433D81D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6" w:type="pct"/>
            <w:gridSpan w:val="2"/>
            <w:vAlign w:val="center"/>
          </w:tcPr>
          <w:p w14:paraId="0ADDB1A0" w14:textId="1AECDFCA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97" w:type="pct"/>
            <w:gridSpan w:val="2"/>
            <w:vAlign w:val="center"/>
          </w:tcPr>
          <w:p w14:paraId="75F40C95" w14:textId="40B0B32A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D82C0F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33" w:type="pct"/>
            <w:gridSpan w:val="2"/>
            <w:vAlign w:val="center"/>
          </w:tcPr>
          <w:p w14:paraId="2E939895" w14:textId="11642F6B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81" w:type="pct"/>
            <w:gridSpan w:val="2"/>
            <w:vAlign w:val="center"/>
          </w:tcPr>
          <w:p w14:paraId="6F5147B2" w14:textId="6686A9BF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2</w:t>
            </w:r>
          </w:p>
        </w:tc>
      </w:tr>
      <w:tr w:rsidR="00B721B3" w14:paraId="6CB8975F" w14:textId="77777777" w:rsidTr="00B721B3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7FFE52CA" w14:textId="77777777" w:rsidR="00B721B3" w:rsidRPr="00D10EBB" w:rsidRDefault="00B721B3" w:rsidP="00B721B3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F0C2E2B" w14:textId="2E459F5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7" w:type="pct"/>
            <w:vAlign w:val="center"/>
          </w:tcPr>
          <w:p w14:paraId="3153E97C" w14:textId="24F251D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1" w:type="pct"/>
            <w:vAlign w:val="center"/>
          </w:tcPr>
          <w:p w14:paraId="7B3106EC" w14:textId="289DC5E3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65" w:type="pct"/>
            <w:vAlign w:val="center"/>
          </w:tcPr>
          <w:p w14:paraId="22E37383" w14:textId="47BD5C32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3" w:type="pct"/>
            <w:vAlign w:val="center"/>
          </w:tcPr>
          <w:p w14:paraId="0AD33219" w14:textId="799CDF79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6335A3D3" w14:textId="1236216B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1BDABF14" w14:textId="29F3B46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79" w:type="pct"/>
            <w:vAlign w:val="center"/>
          </w:tcPr>
          <w:p w14:paraId="31E12B8C" w14:textId="055DDAC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29" w:type="pct"/>
            <w:vAlign w:val="center"/>
          </w:tcPr>
          <w:p w14:paraId="26506610" w14:textId="4B685181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2" w:type="pct"/>
            <w:vAlign w:val="center"/>
          </w:tcPr>
          <w:p w14:paraId="4529B95A" w14:textId="7C0B9BA0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F13E74" w14:paraId="1D0BFF6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15A1D51D" w14:textId="26CB2A64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7C796A0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58E4E2EF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5FE2CFC0" w14:textId="5B2A2CF4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1B48EC4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79DB02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77C40EE" w14:textId="43C55843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54D3C619" w14:textId="04D7CE3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5B638C8A" w14:textId="660FFA6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6A24B3A0" w14:textId="0E07735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66F136C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6C8F4D9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509FA1E5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1712AF87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42E47FA5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5301C03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538180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3FED621" w14:textId="4EE032C9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7269870D" w14:textId="0A09179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556F0079" w14:textId="19DBF6F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55317F65" w14:textId="269F4C03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256E21BA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51C70A82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5BEAED4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5E9C89CA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365EE68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71BF4C5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2E1A53D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58CEF00" w14:textId="4833CB7B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7AB9A4AB" w14:textId="061216F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3EEF33E0" w14:textId="7F0796B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6FC64C68" w14:textId="612D988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42042B18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6A1289F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6444C95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3DECCFF2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40F2396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278FF62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8E26385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010D81C" w14:textId="2D429B10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213F6824" w14:textId="6F438AF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188AE8E0" w14:textId="0D3794AE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3389A177" w14:textId="284F946E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291590E2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692A6F2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1BF631B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4EDDDC1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305181C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41EC68D7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257EC6C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B9C0BB2" w14:textId="0FFE02CD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7C7971DE" w14:textId="1EBE26D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5A12596B" w14:textId="7FE52B6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7F5633FE" w14:textId="15BEB65C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57258F55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7E65EB3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bottom w:val="single" w:sz="12" w:space="0" w:color="0070C0"/>
            </w:tcBorders>
            <w:vAlign w:val="center"/>
          </w:tcPr>
          <w:p w14:paraId="26FC7EB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bottom w:val="single" w:sz="12" w:space="0" w:color="0070C0"/>
            </w:tcBorders>
            <w:vAlign w:val="center"/>
          </w:tcPr>
          <w:p w14:paraId="3F96B42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bottom w:val="single" w:sz="12" w:space="0" w:color="0070C0"/>
            </w:tcBorders>
            <w:vAlign w:val="center"/>
          </w:tcPr>
          <w:p w14:paraId="138A55C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bottom w:val="single" w:sz="12" w:space="0" w:color="0070C0"/>
            </w:tcBorders>
            <w:vAlign w:val="center"/>
          </w:tcPr>
          <w:p w14:paraId="3D094E5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290F4F6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70C0"/>
            </w:tcBorders>
            <w:vAlign w:val="center"/>
          </w:tcPr>
          <w:p w14:paraId="4B65D631" w14:textId="506693DB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tcBorders>
              <w:bottom w:val="single" w:sz="12" w:space="0" w:color="0070C0"/>
            </w:tcBorders>
            <w:vAlign w:val="center"/>
          </w:tcPr>
          <w:p w14:paraId="1CD70359" w14:textId="0A430763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tcBorders>
              <w:bottom w:val="single" w:sz="12" w:space="0" w:color="0070C0"/>
            </w:tcBorders>
            <w:vAlign w:val="center"/>
          </w:tcPr>
          <w:p w14:paraId="7FA8363C" w14:textId="487F17BD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bottom w:val="single" w:sz="12" w:space="0" w:color="0070C0"/>
            </w:tcBorders>
            <w:vAlign w:val="center"/>
          </w:tcPr>
          <w:p w14:paraId="1DA8287A" w14:textId="4EBE7F08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4D1DF74C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0094F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85E973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FDB5B7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D50B93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CDDB2C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201FEFD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441788F" w14:textId="7D1C39C8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EBAAAD0" w14:textId="3EE1B2BB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3A37D57D" w14:textId="73927A2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55665D80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481E50EE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635557C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tcBorders>
              <w:top w:val="single" w:sz="12" w:space="0" w:color="0070C0"/>
            </w:tcBorders>
            <w:vAlign w:val="center"/>
          </w:tcPr>
          <w:p w14:paraId="5C162405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tcBorders>
              <w:top w:val="single" w:sz="12" w:space="0" w:color="0070C0"/>
            </w:tcBorders>
            <w:vAlign w:val="center"/>
          </w:tcPr>
          <w:p w14:paraId="5870B7C5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tcBorders>
              <w:top w:val="single" w:sz="12" w:space="0" w:color="0070C0"/>
            </w:tcBorders>
            <w:vAlign w:val="center"/>
          </w:tcPr>
          <w:p w14:paraId="7746E63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12" w:space="0" w:color="0070C0"/>
            </w:tcBorders>
            <w:vAlign w:val="center"/>
          </w:tcPr>
          <w:p w14:paraId="75FBC50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56C22B4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70C0"/>
            </w:tcBorders>
            <w:vAlign w:val="center"/>
          </w:tcPr>
          <w:p w14:paraId="72023FBE" w14:textId="531DDE3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tcBorders>
              <w:top w:val="single" w:sz="12" w:space="0" w:color="0070C0"/>
            </w:tcBorders>
            <w:vAlign w:val="center"/>
          </w:tcPr>
          <w:p w14:paraId="5B5441C6" w14:textId="3BE33209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tcBorders>
              <w:top w:val="single" w:sz="12" w:space="0" w:color="0070C0"/>
            </w:tcBorders>
            <w:vAlign w:val="center"/>
          </w:tcPr>
          <w:p w14:paraId="4A6C3C8B" w14:textId="16034A6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12" w:space="0" w:color="0070C0"/>
            </w:tcBorders>
            <w:vAlign w:val="center"/>
          </w:tcPr>
          <w:p w14:paraId="3EDD3A9C" w14:textId="17492D2E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2725BB9E" w14:textId="77777777" w:rsidTr="00B721B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F13E74" w:rsidRPr="00D10EBB" w:rsidRDefault="00F13E74" w:rsidP="00F13E7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33686FF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7" w:type="pct"/>
            <w:vAlign w:val="center"/>
          </w:tcPr>
          <w:p w14:paraId="489BAE0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1" w:type="pct"/>
            <w:vAlign w:val="center"/>
          </w:tcPr>
          <w:p w14:paraId="1770C40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5" w:type="pct"/>
            <w:vAlign w:val="center"/>
          </w:tcPr>
          <w:p w14:paraId="5C1BEBF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3" w:type="pct"/>
            <w:vAlign w:val="center"/>
          </w:tcPr>
          <w:p w14:paraId="36387D3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0292F1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3700DD26" w14:textId="6D56EB3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79" w:type="pct"/>
            <w:vAlign w:val="center"/>
          </w:tcPr>
          <w:p w14:paraId="3730D971" w14:textId="3A899A7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29" w:type="pct"/>
            <w:vAlign w:val="center"/>
          </w:tcPr>
          <w:p w14:paraId="68128756" w14:textId="4BF7447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56CA3A27" w14:textId="680A210E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6D9B60E1" w14:textId="77777777" w:rsidR="00010E44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1423"/>
        <w:gridCol w:w="1397"/>
        <w:gridCol w:w="1413"/>
        <w:gridCol w:w="1379"/>
        <w:gridCol w:w="1447"/>
        <w:gridCol w:w="1345"/>
        <w:gridCol w:w="1397"/>
        <w:gridCol w:w="1397"/>
        <w:gridCol w:w="1397"/>
        <w:gridCol w:w="1397"/>
        <w:gridCol w:w="1391"/>
        <w:gridCol w:w="6"/>
      </w:tblGrid>
      <w:tr w:rsidR="00B721B3" w14:paraId="3D975FC1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1"/>
            <w:vAlign w:val="center"/>
          </w:tcPr>
          <w:p w14:paraId="334D753C" w14:textId="77777777" w:rsidR="00B721B3" w:rsidRPr="00D10EBB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B721B3" w14:paraId="6308CB57" w14:textId="77777777" w:rsidTr="00B721B3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B721B3" w:rsidRPr="00D10EBB" w:rsidRDefault="00B721B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3" w:type="pct"/>
            <w:gridSpan w:val="2"/>
            <w:vAlign w:val="center"/>
          </w:tcPr>
          <w:p w14:paraId="2AD7C778" w14:textId="23F5193A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8" w:type="pct"/>
            <w:gridSpan w:val="2"/>
            <w:vAlign w:val="center"/>
          </w:tcPr>
          <w:p w14:paraId="330C120C" w14:textId="75347B10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91" w:type="pct"/>
            <w:gridSpan w:val="2"/>
            <w:vAlign w:val="center"/>
          </w:tcPr>
          <w:p w14:paraId="711D2CD3" w14:textId="4099A58C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D82C0F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8" w:type="pct"/>
            <w:gridSpan w:val="2"/>
            <w:vAlign w:val="center"/>
          </w:tcPr>
          <w:p w14:paraId="074D8C06" w14:textId="3FAAA6B3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8" w:type="pct"/>
            <w:gridSpan w:val="3"/>
            <w:vAlign w:val="center"/>
          </w:tcPr>
          <w:p w14:paraId="45016EE9" w14:textId="2CF2479E" w:rsidR="00B721B3" w:rsidRPr="00D10EBB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2</w:t>
            </w:r>
          </w:p>
        </w:tc>
      </w:tr>
      <w:tr w:rsidR="00B721B3" w14:paraId="2C80E856" w14:textId="77777777" w:rsidTr="00B721B3">
        <w:trPr>
          <w:gridAfter w:val="1"/>
          <w:wAfter w:w="2" w:type="pct"/>
          <w:trHeight w:val="5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6016CF8" w14:textId="77777777" w:rsidR="00B721B3" w:rsidRPr="00D10EBB" w:rsidRDefault="00B721B3" w:rsidP="00B721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3DAD8D3" w14:textId="035A5856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9" w:type="pct"/>
            <w:vAlign w:val="center"/>
          </w:tcPr>
          <w:p w14:paraId="7DBCC8C7" w14:textId="3BFB9E3B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8" w:type="pct"/>
            <w:vAlign w:val="center"/>
          </w:tcPr>
          <w:p w14:paraId="4E6F67FD" w14:textId="3EF1FFBF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70" w:type="pct"/>
            <w:vAlign w:val="center"/>
          </w:tcPr>
          <w:p w14:paraId="22F52BC1" w14:textId="64ED12B5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37" w:type="pct"/>
            <w:vAlign w:val="center"/>
          </w:tcPr>
          <w:p w14:paraId="329C5299" w14:textId="75F39F2A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32197600" w14:textId="1E2E004D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15D09D3E" w14:textId="65CE4F21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vAlign w:val="center"/>
          </w:tcPr>
          <w:p w14:paraId="7F2D12AF" w14:textId="36BE97EE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vAlign w:val="center"/>
          </w:tcPr>
          <w:p w14:paraId="7F32C87E" w14:textId="48D7515D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2" w:type="pct"/>
            <w:vAlign w:val="center"/>
          </w:tcPr>
          <w:p w14:paraId="12D26532" w14:textId="075936B4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B721B3" w14:paraId="3FB8453B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B721B3" w:rsidRPr="00D10EBB" w:rsidRDefault="00B721B3" w:rsidP="00B721B3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062AAFE3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2EAA58B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581AB96D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14486CFB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39899F9E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FBD4058" w14:textId="77777777" w:rsidR="00B721B3" w:rsidRPr="00D10EBB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A5A68E7" w14:textId="54B45DED" w:rsidR="00B721B3" w:rsidRPr="00D10EBB" w:rsidRDefault="00F13E74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0977465B" w14:textId="2684431D" w:rsidR="00B721B3" w:rsidRPr="00D10EBB" w:rsidRDefault="00F13E74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3FD2BBC5" w14:textId="3B0F663C" w:rsidR="00B721B3" w:rsidRPr="00D10EBB" w:rsidRDefault="00F13E74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4EDAECB9" w14:textId="58D1D633" w:rsidR="00B721B3" w:rsidRPr="00D10EBB" w:rsidRDefault="00F13E74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7D70C068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40D5BD1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62C4F97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39A44F8F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6F8CF34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0D5E75F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BE13A8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A905D04" w14:textId="40E6D33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5F4D06A4" w14:textId="7241A5F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2904B784" w14:textId="5B87FAE5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4AAA2C42" w14:textId="0AB1163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1B7D4B7D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688E2FCA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31CC3FD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03BAAED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2BD258B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3FA2C39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2375B6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0B9E0C0" w14:textId="46ADC220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75EFDBEC" w14:textId="12FD1B6C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0DD4D317" w14:textId="1311B0E4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74CA99DB" w14:textId="28BBC63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51A82D4D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308E78D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64BF33A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162DCCE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7619E8EB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5B09720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467B3A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9631FD2" w14:textId="46AFE5F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AC8B08E" w14:textId="651671EC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2029F554" w14:textId="291D5D3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43CAAEFE" w14:textId="668E428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4F9DCD16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6F8A92C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322CEB6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004EA60F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64453B4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4F00FF7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455888A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10641032" w14:textId="7A9B015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69CDFD97" w14:textId="278E7D2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E86893C" w14:textId="20653830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5C0F3CD6" w14:textId="6629412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5B9A148F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B050"/>
            </w:tcBorders>
            <w:vAlign w:val="center"/>
          </w:tcPr>
          <w:p w14:paraId="73D19BAE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2B9BD6D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bottom w:val="single" w:sz="12" w:space="0" w:color="00B050"/>
            </w:tcBorders>
            <w:vAlign w:val="center"/>
          </w:tcPr>
          <w:p w14:paraId="148D40F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12" w:space="0" w:color="00B050"/>
            </w:tcBorders>
            <w:vAlign w:val="center"/>
          </w:tcPr>
          <w:p w14:paraId="0A02BF58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bottom w:val="single" w:sz="12" w:space="0" w:color="00B050"/>
            </w:tcBorders>
            <w:vAlign w:val="center"/>
          </w:tcPr>
          <w:p w14:paraId="2673448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bottom w:val="single" w:sz="12" w:space="0" w:color="00B050"/>
            </w:tcBorders>
            <w:vAlign w:val="center"/>
          </w:tcPr>
          <w:p w14:paraId="2F17987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3740453A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37AC868E" w14:textId="57B6874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70B2D02C" w14:textId="1071B65F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bottom w:val="single" w:sz="12" w:space="0" w:color="00B050"/>
            </w:tcBorders>
            <w:vAlign w:val="center"/>
          </w:tcPr>
          <w:p w14:paraId="16E918FB" w14:textId="756E17B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bottom w:val="single" w:sz="12" w:space="0" w:color="00B050"/>
            </w:tcBorders>
            <w:vAlign w:val="center"/>
          </w:tcPr>
          <w:p w14:paraId="300F7220" w14:textId="1B9123C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2308D9AF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B050"/>
              <w:left w:val="single" w:sz="12" w:space="0" w:color="00B050"/>
              <w:bottom w:val="single" w:sz="12" w:space="0" w:color="00B050"/>
            </w:tcBorders>
            <w:vAlign w:val="center"/>
          </w:tcPr>
          <w:p w14:paraId="4113911C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ED1D4A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2D87DE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76620A2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A2CB69D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1066784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621346D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02E52460" w14:textId="13BE362B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2BB12422" w14:textId="0330BA69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B050"/>
              <w:bottom w:val="single" w:sz="12" w:space="0" w:color="00B050"/>
            </w:tcBorders>
            <w:vAlign w:val="center"/>
          </w:tcPr>
          <w:p w14:paraId="45C3FB1A" w14:textId="7F6BF6C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12" w:space="0" w:color="00B050"/>
              <w:bottom w:val="single" w:sz="12" w:space="0" w:color="00B050"/>
              <w:right w:val="single" w:sz="12" w:space="0" w:color="00B050"/>
            </w:tcBorders>
            <w:vAlign w:val="center"/>
          </w:tcPr>
          <w:p w14:paraId="58C54585" w14:textId="6BE63530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7E1DF004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B050"/>
            </w:tcBorders>
            <w:vAlign w:val="center"/>
          </w:tcPr>
          <w:p w14:paraId="2593C44D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54D2FB7E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tcBorders>
              <w:top w:val="single" w:sz="12" w:space="0" w:color="00B050"/>
            </w:tcBorders>
            <w:vAlign w:val="center"/>
          </w:tcPr>
          <w:p w14:paraId="3D06E7B1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B050"/>
            </w:tcBorders>
            <w:vAlign w:val="center"/>
          </w:tcPr>
          <w:p w14:paraId="4CF33FC0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12" w:space="0" w:color="00B050"/>
            </w:tcBorders>
            <w:vAlign w:val="center"/>
          </w:tcPr>
          <w:p w14:paraId="2AE18969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12" w:space="0" w:color="00B050"/>
            </w:tcBorders>
            <w:vAlign w:val="center"/>
          </w:tcPr>
          <w:p w14:paraId="296140C3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12FE347C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3D304300" w14:textId="417AD28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7F873B8D" w14:textId="1FEB324D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B050"/>
            </w:tcBorders>
            <w:vAlign w:val="center"/>
          </w:tcPr>
          <w:p w14:paraId="0204874A" w14:textId="1CF582BA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tcBorders>
              <w:top w:val="single" w:sz="12" w:space="0" w:color="00B050"/>
            </w:tcBorders>
            <w:vAlign w:val="center"/>
          </w:tcPr>
          <w:p w14:paraId="5779FE4F" w14:textId="11A4C961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14:paraId="168C7B53" w14:textId="77777777" w:rsidTr="00B721B3">
        <w:trPr>
          <w:gridAfter w:val="1"/>
          <w:wAfter w:w="2" w:type="pct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F13E74" w:rsidRPr="00D10EBB" w:rsidRDefault="00F13E74" w:rsidP="00F13E7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23503B1D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9" w:type="pct"/>
            <w:vAlign w:val="center"/>
          </w:tcPr>
          <w:p w14:paraId="57F8838D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73DBA50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70" w:type="pct"/>
            <w:vAlign w:val="center"/>
          </w:tcPr>
          <w:p w14:paraId="4C5680C4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14:paraId="2D96B1DA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931B916" w14:textId="77777777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3964002" w14:textId="79CE3D5D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46225D59" w14:textId="781522A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2F640A42" w14:textId="5DDF42E6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Align w:val="center"/>
          </w:tcPr>
          <w:p w14:paraId="1555C5A8" w14:textId="5916507D" w:rsidR="00F13E74" w:rsidRPr="00D10EBB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23"/>
        <w:gridCol w:w="1397"/>
        <w:gridCol w:w="1400"/>
        <w:gridCol w:w="1397"/>
        <w:gridCol w:w="1419"/>
        <w:gridCol w:w="1379"/>
        <w:gridCol w:w="1502"/>
        <w:gridCol w:w="1293"/>
        <w:gridCol w:w="1397"/>
        <w:gridCol w:w="1397"/>
        <w:gridCol w:w="1385"/>
      </w:tblGrid>
      <w:tr w:rsidR="00B721B3" w:rsidRPr="00010E44" w14:paraId="798C30F8" w14:textId="77777777" w:rsidTr="00B721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B721B3" w:rsidRPr="00010E44" w:rsidRDefault="00B721B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10"/>
            <w:vAlign w:val="center"/>
          </w:tcPr>
          <w:p w14:paraId="2FEEDC75" w14:textId="77777777" w:rsidR="00B721B3" w:rsidRPr="00010E44" w:rsidRDefault="00B721B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CE75C9" w:rsidRPr="00010E44" w14:paraId="71B1E878" w14:textId="77777777" w:rsidTr="003C01BA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B721B3" w:rsidRPr="00010E44" w:rsidRDefault="00B721B3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gridSpan w:val="2"/>
            <w:tcBorders>
              <w:top w:val="single" w:sz="12" w:space="0" w:color="002060"/>
            </w:tcBorders>
            <w:vAlign w:val="center"/>
          </w:tcPr>
          <w:p w14:paraId="2AAAE2FB" w14:textId="04F2C0DF" w:rsidR="00B721B3" w:rsidRPr="00010E44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5" w:type="pct"/>
            <w:gridSpan w:val="2"/>
            <w:tcBorders>
              <w:top w:val="single" w:sz="12" w:space="0" w:color="002060"/>
            </w:tcBorders>
            <w:vAlign w:val="center"/>
          </w:tcPr>
          <w:p w14:paraId="78D27393" w14:textId="2CCCFD2C" w:rsidR="00B721B3" w:rsidRPr="00010E44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D82C0F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36" w:type="pct"/>
            <w:gridSpan w:val="2"/>
            <w:tcBorders>
              <w:top w:val="single" w:sz="12" w:space="0" w:color="002060"/>
            </w:tcBorders>
            <w:vAlign w:val="center"/>
          </w:tcPr>
          <w:p w14:paraId="3CA8B7AD" w14:textId="171ACC3B" w:rsidR="00B721B3" w:rsidRPr="00010E44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D82C0F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874" w:type="pct"/>
            <w:gridSpan w:val="2"/>
            <w:tcBorders>
              <w:top w:val="single" w:sz="12" w:space="0" w:color="002060"/>
            </w:tcBorders>
            <w:vAlign w:val="center"/>
          </w:tcPr>
          <w:p w14:paraId="2F9B49A1" w14:textId="43F45806" w:rsidR="00B721B3" w:rsidRPr="00010E44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04" w:type="pct"/>
            <w:gridSpan w:val="2"/>
            <w:tcBorders>
              <w:top w:val="single" w:sz="12" w:space="0" w:color="002060"/>
            </w:tcBorders>
            <w:vAlign w:val="center"/>
          </w:tcPr>
          <w:p w14:paraId="736480E6" w14:textId="638550A8" w:rsidR="00B721B3" w:rsidRPr="00010E44" w:rsidRDefault="00B721B3" w:rsidP="00D82C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D82C0F">
              <w:rPr>
                <w:b/>
                <w:sz w:val="16"/>
                <w:szCs w:val="16"/>
              </w:rPr>
              <w:t>2</w:t>
            </w:r>
          </w:p>
        </w:tc>
      </w:tr>
      <w:tr w:rsidR="00CE75C9" w:rsidRPr="00010E44" w14:paraId="1697600C" w14:textId="77777777" w:rsidTr="00B721B3">
        <w:trPr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33795FA6" w14:textId="77777777" w:rsidR="00B721B3" w:rsidRPr="00010E44" w:rsidRDefault="00B721B3" w:rsidP="00B721B3">
            <w:pPr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171C9C1D" w14:textId="6BB3C656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5" w:type="pct"/>
            <w:tcBorders>
              <w:top w:val="single" w:sz="12" w:space="0" w:color="002060"/>
            </w:tcBorders>
            <w:vAlign w:val="center"/>
          </w:tcPr>
          <w:p w14:paraId="3F9DCDBE" w14:textId="6ACCB5DE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23EAB742" w14:textId="4A6A03C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61" w:type="pct"/>
            <w:tcBorders>
              <w:top w:val="single" w:sz="12" w:space="0" w:color="002060"/>
            </w:tcBorders>
            <w:vAlign w:val="center"/>
          </w:tcPr>
          <w:p w14:paraId="7E853285" w14:textId="601ED190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48" w:type="pct"/>
            <w:tcBorders>
              <w:top w:val="single" w:sz="12" w:space="0" w:color="002060"/>
            </w:tcBorders>
            <w:vAlign w:val="center"/>
          </w:tcPr>
          <w:p w14:paraId="56F00676" w14:textId="195A61F9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88" w:type="pct"/>
            <w:tcBorders>
              <w:top w:val="single" w:sz="12" w:space="0" w:color="002060"/>
            </w:tcBorders>
            <w:vAlign w:val="center"/>
          </w:tcPr>
          <w:p w14:paraId="5134B74E" w14:textId="3B6D4D12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20" w:type="pct"/>
            <w:tcBorders>
              <w:top w:val="single" w:sz="12" w:space="0" w:color="002060"/>
            </w:tcBorders>
            <w:vAlign w:val="center"/>
          </w:tcPr>
          <w:p w14:paraId="6E690E63" w14:textId="6B328D8B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4F59F11D" w14:textId="0D6CFDD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4883B6D5" w14:textId="2951F931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Uznané náklady</w:t>
            </w:r>
          </w:p>
        </w:tc>
        <w:tc>
          <w:tcPr>
            <w:tcW w:w="450" w:type="pct"/>
            <w:tcBorders>
              <w:top w:val="single" w:sz="12" w:space="0" w:color="002060"/>
            </w:tcBorders>
            <w:vAlign w:val="center"/>
          </w:tcPr>
          <w:p w14:paraId="6E24D8A0" w14:textId="48D1A477" w:rsidR="00B721B3" w:rsidRPr="00010E44" w:rsidRDefault="00B721B3" w:rsidP="00B721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Podpora MŠMT</w:t>
            </w:r>
          </w:p>
        </w:tc>
      </w:tr>
      <w:tr w:rsidR="00F13E74" w:rsidRPr="00010E44" w14:paraId="7EFB9510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454" w:type="pct"/>
            <w:vAlign w:val="center"/>
          </w:tcPr>
          <w:p w14:paraId="29AA4800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0498E884" w14:textId="28B94C77" w:rsidR="00F13E74" w:rsidRPr="00010E44" w:rsidRDefault="00F13E74" w:rsidP="00F13E7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791CD27C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1C3EAA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340D5857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7F02D55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AC0A090" w14:textId="553E7F9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3ADC8250" w14:textId="59B27676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38801446" w14:textId="2E777133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69C9D4F4" w14:textId="373E6D52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151754CE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6DD1B4E1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454" w:type="pct"/>
            <w:vAlign w:val="center"/>
          </w:tcPr>
          <w:p w14:paraId="163DD03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5C6ACF7C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8A6B6A5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7EB98F4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FBBD2D2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53938559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5D6F96F9" w14:textId="70F4BAAD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CFFC106" w14:textId="77AA8185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A9CD29B" w14:textId="6337C320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676B292B" w14:textId="6D458D8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127E2CF2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454" w:type="pct"/>
            <w:vAlign w:val="center"/>
          </w:tcPr>
          <w:p w14:paraId="77A407BD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6AC9DD4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5D3A3A11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1DD27937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E81010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26125A44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91DB6ED" w14:textId="2054156B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73FF5BDD" w14:textId="54C6708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26742F36" w14:textId="5BD7CFE5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7614AEAD" w14:textId="014F70C4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64A1EB76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454" w:type="pct"/>
            <w:vAlign w:val="center"/>
          </w:tcPr>
          <w:p w14:paraId="0278D943" w14:textId="170C77A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7133855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608EC4E1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023C2BA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56F2555A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29C13A3C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74E3CFC8" w14:textId="5FA5CA3F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62A73081" w14:textId="764CB1D2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42FCA0A7" w14:textId="774EAFE9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700400DC" w14:textId="20BF69C5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2F9BC056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454" w:type="pct"/>
            <w:vAlign w:val="center"/>
          </w:tcPr>
          <w:p w14:paraId="7040FA17" w14:textId="5457B01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07C73B7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0142236C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6155A71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2DF935A4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4C8BB0AA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26054CAA" w14:textId="6A49623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345AE69B" w14:textId="1C4A966E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E4DA1C6" w14:textId="7479AC63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51F7EF14" w14:textId="7AD7352B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6640D97D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4A4FD715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bottom w:val="single" w:sz="12" w:space="0" w:color="002060"/>
            </w:tcBorders>
            <w:vAlign w:val="center"/>
          </w:tcPr>
          <w:p w14:paraId="73FB10F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01C62FB2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bottom w:val="single" w:sz="12" w:space="0" w:color="002060"/>
            </w:tcBorders>
            <w:vAlign w:val="center"/>
          </w:tcPr>
          <w:p w14:paraId="2B20650E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bottom w:val="single" w:sz="12" w:space="0" w:color="002060"/>
            </w:tcBorders>
            <w:vAlign w:val="center"/>
          </w:tcPr>
          <w:p w14:paraId="14D19612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bottom w:val="single" w:sz="12" w:space="0" w:color="002060"/>
            </w:tcBorders>
            <w:vAlign w:val="center"/>
          </w:tcPr>
          <w:p w14:paraId="4776DBB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bottom w:val="single" w:sz="12" w:space="0" w:color="002060"/>
            </w:tcBorders>
            <w:vAlign w:val="center"/>
          </w:tcPr>
          <w:p w14:paraId="35D72D7B" w14:textId="2D1F9F58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1AF89E27" w14:textId="3130BC06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bottom w:val="single" w:sz="12" w:space="0" w:color="002060"/>
            </w:tcBorders>
            <w:vAlign w:val="center"/>
          </w:tcPr>
          <w:p w14:paraId="4ED8092C" w14:textId="35AA0FD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tcBorders>
              <w:bottom w:val="single" w:sz="12" w:space="0" w:color="002060"/>
            </w:tcBorders>
            <w:vAlign w:val="center"/>
          </w:tcPr>
          <w:p w14:paraId="50E46D45" w14:textId="582E86E4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42924DB3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796E1DD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263B1AE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5A4243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50F5C07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94A5BE5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4B45AF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613DDAC" w14:textId="7E3827E4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32C050B" w14:textId="4B5F5342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7ACA770C" w14:textId="2309E784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4E0372F1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3DDF0498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1FF220AE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tcBorders>
              <w:top w:val="single" w:sz="12" w:space="0" w:color="002060"/>
            </w:tcBorders>
            <w:vAlign w:val="center"/>
          </w:tcPr>
          <w:p w14:paraId="26DC846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74D16C44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tcBorders>
              <w:top w:val="single" w:sz="12" w:space="0" w:color="002060"/>
            </w:tcBorders>
            <w:vAlign w:val="center"/>
          </w:tcPr>
          <w:p w14:paraId="213353A8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12" w:space="0" w:color="002060"/>
            </w:tcBorders>
            <w:vAlign w:val="center"/>
          </w:tcPr>
          <w:p w14:paraId="491D1DAF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single" w:sz="12" w:space="0" w:color="002060"/>
            </w:tcBorders>
            <w:vAlign w:val="center"/>
          </w:tcPr>
          <w:p w14:paraId="7D08B19D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12" w:space="0" w:color="002060"/>
            </w:tcBorders>
            <w:vAlign w:val="center"/>
          </w:tcPr>
          <w:p w14:paraId="5192DB94" w14:textId="755D6608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09FEAD3D" w14:textId="1B2042F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tcBorders>
              <w:top w:val="single" w:sz="12" w:space="0" w:color="002060"/>
            </w:tcBorders>
            <w:vAlign w:val="center"/>
          </w:tcPr>
          <w:p w14:paraId="0A48A2ED" w14:textId="3FB67D9C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tcBorders>
              <w:top w:val="single" w:sz="12" w:space="0" w:color="002060"/>
            </w:tcBorders>
            <w:vAlign w:val="center"/>
          </w:tcPr>
          <w:p w14:paraId="0DDEF80F" w14:textId="56FDAF20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13E74" w:rsidRPr="00010E44" w14:paraId="0587D099" w14:textId="77777777" w:rsidTr="00B721B3">
        <w:trPr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F13E74" w:rsidRPr="00010E44" w:rsidRDefault="00F13E74" w:rsidP="00F13E7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454" w:type="pct"/>
            <w:vAlign w:val="center"/>
          </w:tcPr>
          <w:p w14:paraId="25645747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5" w:type="pct"/>
            <w:vAlign w:val="center"/>
          </w:tcPr>
          <w:p w14:paraId="15750215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54" w:type="pct"/>
            <w:vAlign w:val="center"/>
          </w:tcPr>
          <w:p w14:paraId="44DD9773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61" w:type="pct"/>
            <w:vAlign w:val="center"/>
          </w:tcPr>
          <w:p w14:paraId="0407FCFC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48" w:type="pct"/>
            <w:vAlign w:val="center"/>
          </w:tcPr>
          <w:p w14:paraId="4180F9BB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88" w:type="pct"/>
            <w:vAlign w:val="center"/>
          </w:tcPr>
          <w:p w14:paraId="0BF95EE4" w14:textId="7777777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20" w:type="pct"/>
            <w:vAlign w:val="center"/>
          </w:tcPr>
          <w:p w14:paraId="78BA1024" w14:textId="5D34363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150A2194" w14:textId="3710C2C8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14:paraId="40B6DED7" w14:textId="190D5497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pct"/>
            <w:vAlign w:val="center"/>
          </w:tcPr>
          <w:p w14:paraId="43393A8B" w14:textId="2F72E7D8" w:rsidR="00F13E74" w:rsidRPr="00010E44" w:rsidRDefault="00F13E74" w:rsidP="00F13E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615814A3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27DEFFD8" w14:textId="3109B672" w:rsidR="00A6019D" w:rsidRDefault="00A6019D" w:rsidP="00A6019D">
      <w:pPr>
        <w:pStyle w:val="Nadpis21"/>
        <w:numPr>
          <w:ilvl w:val="1"/>
          <w:numId w:val="15"/>
        </w:numPr>
      </w:pPr>
      <w:r>
        <w:lastRenderedPageBreak/>
        <w:t xml:space="preserve">   NACE kód</w:t>
      </w:r>
    </w:p>
    <w:p w14:paraId="48290F27" w14:textId="212BEA74" w:rsidR="00016A66" w:rsidRPr="00016A66" w:rsidRDefault="00016A66" w:rsidP="00016A66">
      <w:r>
        <w:t>…</w:t>
      </w:r>
    </w:p>
    <w:p w14:paraId="09F623D2" w14:textId="59A59739" w:rsidR="00FC1F2D" w:rsidRDefault="00FC1F2D" w:rsidP="003C01BA">
      <w:pPr>
        <w:pStyle w:val="Nadpis11"/>
        <w:numPr>
          <w:ilvl w:val="0"/>
          <w:numId w:val="15"/>
        </w:numPr>
      </w:pPr>
      <w:r>
        <w:lastRenderedPageBreak/>
        <w:t>Seznam příloh</w:t>
      </w:r>
    </w:p>
    <w:p w14:paraId="42C8E90F" w14:textId="77777777" w:rsidR="00FC1F2D" w:rsidRDefault="00FC1F2D" w:rsidP="003C01BA">
      <w:pPr>
        <w:pStyle w:val="Nadpis21"/>
        <w:numPr>
          <w:ilvl w:val="1"/>
          <w:numId w:val="15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2404E2F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</w:t>
      </w:r>
      <w:r w:rsidR="00E377A7">
        <w:t>nů statutárního orgánu uchazeče/dalšího účastníka projektu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174FB492" w14:textId="7DDA04EF" w:rsidR="00FC1F2D" w:rsidRPr="003E0DEC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 xml:space="preserve">y </w:t>
      </w:r>
      <w:r w:rsidR="003E0DEC">
        <w:rPr>
          <w:b/>
          <w:color w:val="auto"/>
        </w:rPr>
        <w:t>prokazující spolupráci s </w:t>
      </w:r>
      <w:r w:rsidR="00D82C0F">
        <w:rPr>
          <w:b/>
          <w:color w:val="auto"/>
        </w:rPr>
        <w:t>izraelsk</w:t>
      </w:r>
      <w:r w:rsidR="003E0DEC">
        <w:rPr>
          <w:b/>
          <w:color w:val="auto"/>
        </w:rPr>
        <w:t xml:space="preserve">ým partnerem </w:t>
      </w:r>
      <w:r w:rsidR="00B774C7">
        <w:t>„</w:t>
      </w:r>
      <w:r w:rsidR="006022AB">
        <w:rPr>
          <w:b/>
        </w:rPr>
        <w:t>Partnerská smlouva</w:t>
      </w:r>
      <w:bookmarkStart w:id="2" w:name="_GoBack"/>
      <w:bookmarkEnd w:id="2"/>
      <w:r w:rsidR="00B774C7">
        <w:t xml:space="preserve">“ </w:t>
      </w:r>
      <w:r w:rsidR="0046639C">
        <w:t>a kopie společného návrhu projektu (může být v anglickém jazyce)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576A5D3" w:rsidR="00FC1F2D" w:rsidRPr="00010E44" w:rsidRDefault="005F0435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>
        <w:rPr>
          <w:b/>
          <w:color w:val="auto"/>
        </w:rPr>
        <w:t>Anotace projektu</w:t>
      </w:r>
      <w:r w:rsidR="00FC1F2D" w:rsidRPr="00010E44">
        <w:rPr>
          <w:b/>
          <w:color w:val="auto"/>
        </w:rPr>
        <w:t xml:space="preserve"> pro oponenta</w:t>
      </w:r>
    </w:p>
    <w:p w14:paraId="0B31C558" w14:textId="5ED2AAA9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5F0435">
        <w:t>chotni projekt oponovat. Anotace bude zaslána</w:t>
      </w:r>
      <w:r>
        <w:t xml:space="preserve">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>Vyplněný excelovský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Default="00A30950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20F36E51" w14:textId="5E0C7EDA" w:rsidR="008E048B" w:rsidRPr="008E048B" w:rsidRDefault="008E048B" w:rsidP="008E048B">
      <w:pPr>
        <w:rPr>
          <w:b/>
          <w:color w:val="auto"/>
        </w:rPr>
      </w:pPr>
      <w:r>
        <w:t>kopie plné moci/vnitřní předpis, podepisuje-li na jejím základě pověřená osoba dokument, ze kterého jasně vyplývá podpisová pravomoc (viz Zadávací dokumentace)</w:t>
      </w:r>
    </w:p>
    <w:p w14:paraId="5DA513BF" w14:textId="77777777" w:rsidR="008E048B" w:rsidRPr="001706F1" w:rsidRDefault="008E048B" w:rsidP="003C01BA">
      <w:pPr>
        <w:pStyle w:val="Odstavecseseznamem"/>
        <w:numPr>
          <w:ilvl w:val="2"/>
          <w:numId w:val="15"/>
        </w:numPr>
        <w:rPr>
          <w:b/>
          <w:color w:val="auto"/>
        </w:rPr>
      </w:pPr>
    </w:p>
    <w:p w14:paraId="7B0BDDF1" w14:textId="35F17757" w:rsidR="00A30950" w:rsidRDefault="008E048B" w:rsidP="008E048B">
      <w:pPr>
        <w:pStyle w:val="Odstavecseseznamem"/>
        <w:ind w:left="0"/>
        <w:jc w:val="both"/>
      </w:pPr>
      <w:r>
        <w:t>vyplněný formulář (v anglickém jazyce) EUREKA FORM</w:t>
      </w:r>
      <w:r>
        <w:t xml:space="preserve"> (viz Zadávací dokumentace)</w:t>
      </w:r>
    </w:p>
    <w:p w14:paraId="7D6C77ED" w14:textId="40A7568D" w:rsidR="00FC1F2D" w:rsidRDefault="003C01BA" w:rsidP="003C01BA">
      <w:pPr>
        <w:pStyle w:val="Nadpis21"/>
        <w:numPr>
          <w:ilvl w:val="1"/>
          <w:numId w:val="15"/>
        </w:numPr>
      </w:pPr>
      <w:r>
        <w:t xml:space="preserve"> </w:t>
      </w:r>
      <w:r w:rsidR="000C0F8A"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3C01BA">
      <w:pPr>
        <w:pStyle w:val="Nadpis11"/>
        <w:numPr>
          <w:ilvl w:val="0"/>
          <w:numId w:val="15"/>
        </w:numPr>
      </w:pPr>
      <w:r>
        <w:lastRenderedPageBreak/>
        <w:t>Nápověda</w:t>
      </w:r>
    </w:p>
    <w:p w14:paraId="1788C471" w14:textId="77777777" w:rsidR="00AE24A0" w:rsidRDefault="00AE24A0" w:rsidP="003C01BA">
      <w:pPr>
        <w:pStyle w:val="Nadpis21"/>
        <w:numPr>
          <w:ilvl w:val="1"/>
          <w:numId w:val="15"/>
        </w:numPr>
      </w:pPr>
      <w:r>
        <w:t>Právní forma subjektu</w:t>
      </w:r>
    </w:p>
    <w:p w14:paraId="74E4E79B" w14:textId="77777777" w:rsidR="00AE24A0" w:rsidRDefault="00D82C0F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3C01BA">
      <w:pPr>
        <w:pStyle w:val="Nadpis21"/>
        <w:numPr>
          <w:ilvl w:val="1"/>
          <w:numId w:val="15"/>
        </w:numPr>
      </w:pPr>
      <w:r>
        <w:t>Státní příslušnost</w:t>
      </w:r>
    </w:p>
    <w:p w14:paraId="7851F716" w14:textId="77777777" w:rsidR="00AE24A0" w:rsidRDefault="00D82C0F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hlavního oboru řešení</w:t>
      </w:r>
    </w:p>
    <w:p w14:paraId="21A467FA" w14:textId="77777777" w:rsidR="00AE24A0" w:rsidRDefault="00D82C0F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vedlejšího oboru řešení</w:t>
      </w:r>
    </w:p>
    <w:p w14:paraId="14E9310A" w14:textId="77777777" w:rsidR="00AE24A0" w:rsidRDefault="00D82C0F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3C01BA">
      <w:pPr>
        <w:pStyle w:val="Nadpis21"/>
        <w:numPr>
          <w:ilvl w:val="1"/>
          <w:numId w:val="15"/>
        </w:numPr>
      </w:pPr>
      <w:r>
        <w:t>Klasifikace dalšího vedlejšího oboru řešení</w:t>
      </w:r>
    </w:p>
    <w:p w14:paraId="2E5AC07C" w14:textId="77777777" w:rsidR="00AE24A0" w:rsidRPr="000C0F8A" w:rsidRDefault="00D82C0F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3F9E4" w14:textId="77777777" w:rsidR="00817AF3" w:rsidRDefault="00817AF3">
      <w:pPr>
        <w:spacing w:after="0" w:line="240" w:lineRule="auto"/>
      </w:pPr>
      <w:r>
        <w:separator/>
      </w:r>
    </w:p>
    <w:p w14:paraId="79564A02" w14:textId="77777777" w:rsidR="00817AF3" w:rsidRDefault="00817AF3"/>
    <w:p w14:paraId="7E62390B" w14:textId="77777777" w:rsidR="00817AF3" w:rsidRDefault="00817AF3"/>
  </w:endnote>
  <w:endnote w:type="continuationSeparator" w:id="0">
    <w:p w14:paraId="5FFF9F23" w14:textId="77777777" w:rsidR="00817AF3" w:rsidRDefault="00817AF3">
      <w:pPr>
        <w:spacing w:after="0" w:line="240" w:lineRule="auto"/>
      </w:pPr>
      <w:r>
        <w:continuationSeparator/>
      </w:r>
    </w:p>
    <w:p w14:paraId="6C88F4A7" w14:textId="77777777" w:rsidR="00817AF3" w:rsidRDefault="00817AF3"/>
    <w:p w14:paraId="5D1E9CEF" w14:textId="77777777" w:rsidR="00817AF3" w:rsidRDefault="00817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Content>
      <w:p w14:paraId="4069733E" w14:textId="77777777" w:rsidR="00D82C0F" w:rsidRDefault="00D82C0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60CE">
          <w:rPr>
            <w:noProof/>
          </w:rPr>
          <w:t>24</w:t>
        </w:r>
        <w:r>
          <w:fldChar w:fldCharType="end"/>
        </w:r>
      </w:p>
    </w:sdtContent>
  </w:sdt>
  <w:p w14:paraId="2876E8E4" w14:textId="77777777" w:rsidR="00D82C0F" w:rsidRDefault="00D82C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172056" w14:textId="77777777" w:rsidR="00817AF3" w:rsidRDefault="00817AF3">
      <w:pPr>
        <w:spacing w:after="0" w:line="240" w:lineRule="auto"/>
      </w:pPr>
      <w:r>
        <w:separator/>
      </w:r>
    </w:p>
    <w:p w14:paraId="11403B38" w14:textId="77777777" w:rsidR="00817AF3" w:rsidRDefault="00817AF3"/>
    <w:p w14:paraId="682C7AC1" w14:textId="77777777" w:rsidR="00817AF3" w:rsidRDefault="00817AF3"/>
  </w:footnote>
  <w:footnote w:type="continuationSeparator" w:id="0">
    <w:p w14:paraId="56B8D95C" w14:textId="77777777" w:rsidR="00817AF3" w:rsidRDefault="00817AF3">
      <w:pPr>
        <w:spacing w:after="0" w:line="240" w:lineRule="auto"/>
      </w:pPr>
      <w:r>
        <w:continuationSeparator/>
      </w:r>
    </w:p>
    <w:p w14:paraId="0C777D0F" w14:textId="77777777" w:rsidR="00817AF3" w:rsidRDefault="00817AF3"/>
    <w:p w14:paraId="5F056BBC" w14:textId="77777777" w:rsidR="00817AF3" w:rsidRDefault="00817AF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82C0F" w:rsidRDefault="00D82C0F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82C0F" w:rsidRDefault="00D82C0F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82C0F" w:rsidRPr="000568A2" w:rsidRDefault="00D82C0F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82C0F" w:rsidRDefault="00D82C0F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82C0F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D82C0F" w:rsidRDefault="00D82C0F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BE60CE">
            <w:rPr>
              <w:noProof/>
            </w:rPr>
            <w:instrText>Náklady projektu</w:instrText>
          </w:r>
          <w:r>
            <w:rPr>
              <w:noProof/>
            </w:rPr>
            <w:fldChar w:fldCharType="end"/>
          </w:r>
          <w:r>
            <w:instrText>&lt;&gt; “Error*” “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BE60CE">
            <w:rPr>
              <w:noProof/>
            </w:rPr>
            <w:instrText>Náklady projektu</w:instrText>
          </w:r>
          <w:r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BE60CE">
            <w:rPr>
              <w:noProof/>
            </w:rPr>
            <w:t xml:space="preserve">Náklady projektu </w:t>
          </w:r>
          <w:r>
            <w:fldChar w:fldCharType="end"/>
          </w:r>
        </w:p>
      </w:tc>
    </w:tr>
    <w:tr w:rsidR="00D82C0F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82C0F" w:rsidRDefault="00D82C0F">
          <w:pPr>
            <w:rPr>
              <w:sz w:val="10"/>
            </w:rPr>
          </w:pPr>
        </w:p>
      </w:tc>
    </w:tr>
  </w:tbl>
  <w:p w14:paraId="44558F0C" w14:textId="50132883" w:rsidR="00D82C0F" w:rsidRDefault="00D82C0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D82C0F" w:rsidRDefault="00D82C0F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82C0F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82C0F" w:rsidRDefault="00D82C0F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BE60CE">
            <w:rPr>
              <w:noProof/>
            </w:rPr>
            <w:instrText>Seznam příloh</w:instrText>
          </w:r>
          <w:r>
            <w:rPr>
              <w:noProof/>
            </w:rPr>
            <w:fldChar w:fldCharType="end"/>
          </w:r>
          <w:r>
            <w:instrText>&lt;&gt; “Error*” “</w:instrText>
          </w:r>
          <w:r>
            <w:fldChar w:fldCharType="begin"/>
          </w:r>
          <w:r>
            <w:instrText xml:space="preserve"> STYLEREF  "Nadpis 11" </w:instrText>
          </w:r>
          <w:r>
            <w:fldChar w:fldCharType="separate"/>
          </w:r>
          <w:r w:rsidR="00BE60CE">
            <w:rPr>
              <w:noProof/>
            </w:rPr>
            <w:instrText>Seznam příloh</w:instrText>
          </w:r>
          <w:r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BE60CE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D82C0F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82C0F" w:rsidRDefault="00D82C0F">
          <w:pPr>
            <w:rPr>
              <w:sz w:val="10"/>
            </w:rPr>
          </w:pPr>
        </w:p>
      </w:tc>
    </w:tr>
  </w:tbl>
  <w:p w14:paraId="6DC3D967" w14:textId="7C80BEB2" w:rsidR="00D82C0F" w:rsidRDefault="00D82C0F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DA91C46"/>
    <w:multiLevelType w:val="multilevel"/>
    <w:tmpl w:val="A28C42D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0AE61AA"/>
    <w:multiLevelType w:val="hybridMultilevel"/>
    <w:tmpl w:val="1D14D62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5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9"/>
  </w:num>
  <w:num w:numId="12">
    <w:abstractNumId w:val="8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16"/>
  </w:num>
  <w:num w:numId="22">
    <w:abstractNumId w:val="7"/>
  </w:num>
  <w:num w:numId="23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6A66"/>
    <w:rsid w:val="00017220"/>
    <w:rsid w:val="000243F9"/>
    <w:rsid w:val="00031735"/>
    <w:rsid w:val="00033138"/>
    <w:rsid w:val="00033E6F"/>
    <w:rsid w:val="000367C1"/>
    <w:rsid w:val="00040F06"/>
    <w:rsid w:val="000417E2"/>
    <w:rsid w:val="00046413"/>
    <w:rsid w:val="000478CA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264F6"/>
    <w:rsid w:val="001706F1"/>
    <w:rsid w:val="0019415B"/>
    <w:rsid w:val="001A11A1"/>
    <w:rsid w:val="001B0881"/>
    <w:rsid w:val="001B481C"/>
    <w:rsid w:val="001B5287"/>
    <w:rsid w:val="001C444F"/>
    <w:rsid w:val="001D56BE"/>
    <w:rsid w:val="001E0602"/>
    <w:rsid w:val="0020682A"/>
    <w:rsid w:val="002177E8"/>
    <w:rsid w:val="0026610F"/>
    <w:rsid w:val="00277CD5"/>
    <w:rsid w:val="002845FB"/>
    <w:rsid w:val="002A4A01"/>
    <w:rsid w:val="002B51CD"/>
    <w:rsid w:val="002B5EF3"/>
    <w:rsid w:val="002B6DA0"/>
    <w:rsid w:val="002C494C"/>
    <w:rsid w:val="002C65CC"/>
    <w:rsid w:val="002D0D60"/>
    <w:rsid w:val="002E00FC"/>
    <w:rsid w:val="002F0C2F"/>
    <w:rsid w:val="003062E5"/>
    <w:rsid w:val="003224CE"/>
    <w:rsid w:val="003713E4"/>
    <w:rsid w:val="00375A4E"/>
    <w:rsid w:val="00393F43"/>
    <w:rsid w:val="003C01BA"/>
    <w:rsid w:val="003D237F"/>
    <w:rsid w:val="003D6956"/>
    <w:rsid w:val="003E0DEC"/>
    <w:rsid w:val="003E29E7"/>
    <w:rsid w:val="004109EE"/>
    <w:rsid w:val="004547B2"/>
    <w:rsid w:val="0046639C"/>
    <w:rsid w:val="004773EB"/>
    <w:rsid w:val="004A6AAF"/>
    <w:rsid w:val="004B7336"/>
    <w:rsid w:val="004D577D"/>
    <w:rsid w:val="004E5776"/>
    <w:rsid w:val="0050736A"/>
    <w:rsid w:val="00515D87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5F0435"/>
    <w:rsid w:val="006022AB"/>
    <w:rsid w:val="00616598"/>
    <w:rsid w:val="006556BE"/>
    <w:rsid w:val="00675B0F"/>
    <w:rsid w:val="006A15BA"/>
    <w:rsid w:val="006A3ADB"/>
    <w:rsid w:val="006A3B2A"/>
    <w:rsid w:val="006A673B"/>
    <w:rsid w:val="006B7BD6"/>
    <w:rsid w:val="006E000A"/>
    <w:rsid w:val="006E4A2B"/>
    <w:rsid w:val="006F0D28"/>
    <w:rsid w:val="00701CD3"/>
    <w:rsid w:val="00704C80"/>
    <w:rsid w:val="00713469"/>
    <w:rsid w:val="007336C0"/>
    <w:rsid w:val="00740EF6"/>
    <w:rsid w:val="00747ACE"/>
    <w:rsid w:val="007713E5"/>
    <w:rsid w:val="00782986"/>
    <w:rsid w:val="00785CD1"/>
    <w:rsid w:val="007A25CD"/>
    <w:rsid w:val="007A48AB"/>
    <w:rsid w:val="007B282F"/>
    <w:rsid w:val="007C0202"/>
    <w:rsid w:val="007C063F"/>
    <w:rsid w:val="007E4995"/>
    <w:rsid w:val="007F4CFA"/>
    <w:rsid w:val="00817AF3"/>
    <w:rsid w:val="00826BBA"/>
    <w:rsid w:val="008309BB"/>
    <w:rsid w:val="0083712F"/>
    <w:rsid w:val="00876E73"/>
    <w:rsid w:val="008820DC"/>
    <w:rsid w:val="00882DA3"/>
    <w:rsid w:val="008A4560"/>
    <w:rsid w:val="008A5E0C"/>
    <w:rsid w:val="008B718B"/>
    <w:rsid w:val="008E048B"/>
    <w:rsid w:val="008F32FB"/>
    <w:rsid w:val="00904F99"/>
    <w:rsid w:val="00915BB8"/>
    <w:rsid w:val="00935F09"/>
    <w:rsid w:val="00966C23"/>
    <w:rsid w:val="00970C4F"/>
    <w:rsid w:val="0098320A"/>
    <w:rsid w:val="009834DF"/>
    <w:rsid w:val="00983E47"/>
    <w:rsid w:val="009908F8"/>
    <w:rsid w:val="00995E80"/>
    <w:rsid w:val="00996A54"/>
    <w:rsid w:val="009A3CB9"/>
    <w:rsid w:val="009B0195"/>
    <w:rsid w:val="009C783C"/>
    <w:rsid w:val="009C7FAD"/>
    <w:rsid w:val="009D25D8"/>
    <w:rsid w:val="009D7369"/>
    <w:rsid w:val="009E59D2"/>
    <w:rsid w:val="00A052FE"/>
    <w:rsid w:val="00A26F45"/>
    <w:rsid w:val="00A30950"/>
    <w:rsid w:val="00A30E77"/>
    <w:rsid w:val="00A329CC"/>
    <w:rsid w:val="00A4417C"/>
    <w:rsid w:val="00A447CF"/>
    <w:rsid w:val="00A50C99"/>
    <w:rsid w:val="00A6019D"/>
    <w:rsid w:val="00A60574"/>
    <w:rsid w:val="00A612A8"/>
    <w:rsid w:val="00A731FD"/>
    <w:rsid w:val="00A73945"/>
    <w:rsid w:val="00A81445"/>
    <w:rsid w:val="00A8452E"/>
    <w:rsid w:val="00A91392"/>
    <w:rsid w:val="00AA4C74"/>
    <w:rsid w:val="00AA6481"/>
    <w:rsid w:val="00AB5C9C"/>
    <w:rsid w:val="00AE2238"/>
    <w:rsid w:val="00AE24A0"/>
    <w:rsid w:val="00AF7111"/>
    <w:rsid w:val="00B11B4B"/>
    <w:rsid w:val="00B11E8C"/>
    <w:rsid w:val="00B4041D"/>
    <w:rsid w:val="00B721B3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D6AE0"/>
    <w:rsid w:val="00BE60CE"/>
    <w:rsid w:val="00BE67DD"/>
    <w:rsid w:val="00BF4798"/>
    <w:rsid w:val="00C06F04"/>
    <w:rsid w:val="00C103A7"/>
    <w:rsid w:val="00C12877"/>
    <w:rsid w:val="00C13F2E"/>
    <w:rsid w:val="00C2264C"/>
    <w:rsid w:val="00C24BC3"/>
    <w:rsid w:val="00C32E5F"/>
    <w:rsid w:val="00C371DD"/>
    <w:rsid w:val="00C60984"/>
    <w:rsid w:val="00C82D20"/>
    <w:rsid w:val="00C87774"/>
    <w:rsid w:val="00CA74CC"/>
    <w:rsid w:val="00CC10F0"/>
    <w:rsid w:val="00CD0470"/>
    <w:rsid w:val="00CD1067"/>
    <w:rsid w:val="00CE3FF0"/>
    <w:rsid w:val="00CE75C9"/>
    <w:rsid w:val="00D01BEB"/>
    <w:rsid w:val="00D0486F"/>
    <w:rsid w:val="00D11EEE"/>
    <w:rsid w:val="00D2000D"/>
    <w:rsid w:val="00D2080D"/>
    <w:rsid w:val="00D316B1"/>
    <w:rsid w:val="00D41619"/>
    <w:rsid w:val="00D42714"/>
    <w:rsid w:val="00D569EE"/>
    <w:rsid w:val="00D57E83"/>
    <w:rsid w:val="00D71CBC"/>
    <w:rsid w:val="00D75119"/>
    <w:rsid w:val="00D82C0F"/>
    <w:rsid w:val="00DB00CB"/>
    <w:rsid w:val="00DB61D4"/>
    <w:rsid w:val="00DC1BDC"/>
    <w:rsid w:val="00DD3B4C"/>
    <w:rsid w:val="00DE3EE8"/>
    <w:rsid w:val="00DF2EE8"/>
    <w:rsid w:val="00DF6053"/>
    <w:rsid w:val="00E06A66"/>
    <w:rsid w:val="00E225F7"/>
    <w:rsid w:val="00E25AD1"/>
    <w:rsid w:val="00E35267"/>
    <w:rsid w:val="00E377A7"/>
    <w:rsid w:val="00E40087"/>
    <w:rsid w:val="00E4102D"/>
    <w:rsid w:val="00E53216"/>
    <w:rsid w:val="00E74AD6"/>
    <w:rsid w:val="00E750EF"/>
    <w:rsid w:val="00E75C8E"/>
    <w:rsid w:val="00EA6E09"/>
    <w:rsid w:val="00EB2ECD"/>
    <w:rsid w:val="00EB4B27"/>
    <w:rsid w:val="00EB6A58"/>
    <w:rsid w:val="00F03B39"/>
    <w:rsid w:val="00F126A1"/>
    <w:rsid w:val="00F13132"/>
    <w:rsid w:val="00F13E74"/>
    <w:rsid w:val="00F42FC4"/>
    <w:rsid w:val="00FB0B19"/>
    <w:rsid w:val="00FB4A2A"/>
    <w:rsid w:val="00FB77FB"/>
    <w:rsid w:val="00FC1F2D"/>
    <w:rsid w:val="00FC4617"/>
    <w:rsid w:val="00FC4E8E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5804F7-D142-4FB3-8CE1-DCCC49C45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1</TotalTime>
  <Pages>27</Pages>
  <Words>2649</Words>
  <Characters>15633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2</cp:revision>
  <cp:lastPrinted>2017-10-31T12:24:00Z</cp:lastPrinted>
  <dcterms:created xsi:type="dcterms:W3CDTF">2017-10-31T14:21:00Z</dcterms:created>
  <dcterms:modified xsi:type="dcterms:W3CDTF">2017-10-31T14:21:00Z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