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xml:space="preserve">, pokud nerozhodne </w:t>
      </w:r>
      <w:bookmarkStart w:id="0" w:name="_GoBack"/>
      <w:bookmarkEnd w:id="0"/>
      <w:r w:rsidR="005F515F" w:rsidRPr="00656426">
        <w:rPr>
          <w:rFonts w:asciiTheme="minorHAnsi" w:hAnsiTheme="minorHAnsi" w:cstheme="minorHAnsi"/>
          <w:sz w:val="22"/>
          <w:szCs w:val="22"/>
        </w:rPr>
        <w:t>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0624BF">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neplnění podmínek smlouvy a uplatnění sankcí je třeba posuzovat v souladu s článkem 14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zpracuje dokumenty podle odst</w:t>
      </w:r>
      <w:r w:rsidR="007B2448">
        <w:rPr>
          <w:rFonts w:asciiTheme="minorHAnsi" w:hAnsiTheme="minorHAnsi" w:cstheme="minorHAnsi"/>
          <w:sz w:val="22"/>
          <w:szCs w:val="22"/>
        </w:rPr>
        <w:t>.</w:t>
      </w:r>
      <w:r>
        <w:rPr>
          <w:rFonts w:asciiTheme="minorHAnsi" w:hAnsiTheme="minorHAnsi" w:cstheme="minorHAnsi"/>
          <w:sz w:val="22"/>
          <w:szCs w:val="22"/>
        </w:rPr>
        <w:t xml:space="preserve"> 6</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v rozsahu a formátech podle pokynů poskytovatele, a předkládá je v listinné a elektronické formě, za jejichž obsahovou shodnost sám odpovídá. Příjemce předává listinnou formu dokumentů poskytovateli doporučenou poštou nebo prostřednictvím podatelny</w:t>
      </w:r>
      <w:r>
        <w:rPr>
          <w:rFonts w:asciiTheme="minorHAnsi" w:hAnsiTheme="minorHAnsi" w:cstheme="minorHAnsi"/>
          <w:sz w:val="22"/>
          <w:szCs w:val="22"/>
        </w:rPr>
        <w:t xml:space="preserve"> poskytovatele</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w:t>
      </w:r>
      <w:r w:rsidR="00EF4D7B">
        <w:rPr>
          <w:rFonts w:asciiTheme="minorHAnsi" w:hAnsiTheme="minorHAnsi" w:cstheme="minorHAnsi"/>
          <w:sz w:val="22"/>
          <w:szCs w:val="22"/>
        </w:rPr>
        <w:t xml:space="preserve"> </w:t>
      </w:r>
      <w:r w:rsidRPr="00656426">
        <w:rPr>
          <w:rFonts w:asciiTheme="minorHAnsi" w:hAnsiTheme="minorHAnsi" w:cstheme="minorHAnsi"/>
          <w:sz w:val="22"/>
          <w:szCs w:val="22"/>
        </w:rPr>
        <w:t>průběžnou zprávu</w:t>
      </w:r>
      <w:r w:rsidR="00204298">
        <w:rPr>
          <w:rFonts w:asciiTheme="minorHAnsi" w:hAnsiTheme="minorHAnsi" w:cstheme="minorHAnsi"/>
          <w:sz w:val="22"/>
          <w:szCs w:val="22"/>
        </w:rPr>
        <w:t xml:space="preserve"> </w:t>
      </w:r>
      <w:r w:rsidR="00204298" w:rsidRPr="00656426">
        <w:rPr>
          <w:rFonts w:asciiTheme="minorHAnsi" w:hAnsiTheme="minorHAnsi" w:cstheme="minorHAnsi"/>
          <w:sz w:val="22"/>
          <w:szCs w:val="22"/>
        </w:rPr>
        <w:t>poskytovateli</w:t>
      </w:r>
      <w:r w:rsidR="00170F19">
        <w:rPr>
          <w:rFonts w:asciiTheme="minorHAnsi" w:hAnsiTheme="minorHAnsi" w:cstheme="minorHAnsi"/>
          <w:sz w:val="22"/>
          <w:szCs w:val="22"/>
        </w:rPr>
        <w:t xml:space="preserve"> (je-li podle odst. 3) vyžadována)</w:t>
      </w:r>
      <w:r w:rsidR="00EF4D7B">
        <w:rPr>
          <w:rFonts w:asciiTheme="minorHAnsi" w:hAnsiTheme="minorHAnsi" w:cstheme="minorHAnsi"/>
          <w:sz w:val="22"/>
          <w:szCs w:val="22"/>
        </w:rPr>
        <w:t>,</w:t>
      </w:r>
      <w:r w:rsidR="00170F19" w:rsidRPr="00656426">
        <w:rPr>
          <w:rFonts w:asciiTheme="minorHAnsi" w:hAnsiTheme="minorHAnsi" w:cstheme="minorHAnsi"/>
          <w:sz w:val="22"/>
          <w:szCs w:val="22"/>
        </w:rPr>
        <w:t xml:space="preserve"> </w:t>
      </w:r>
      <w:r w:rsidRPr="00656426">
        <w:rPr>
          <w:rFonts w:asciiTheme="minorHAnsi" w:hAnsiTheme="minorHAnsi" w:cstheme="minorHAnsi"/>
          <w:sz w:val="22"/>
          <w:szCs w:val="22"/>
        </w:rPr>
        <w:t>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a)</w:t>
      </w:r>
      <w:r>
        <w:rPr>
          <w:rFonts w:asciiTheme="minorHAnsi" w:hAnsiTheme="minorHAnsi" w:cstheme="minorHAnsi"/>
          <w:sz w:val="22"/>
          <w:szCs w:val="22"/>
        </w:rPr>
        <w:t xml:space="preserve"> této přílohy</w:t>
      </w:r>
      <w:r w:rsidR="00EF4D7B">
        <w:rPr>
          <w:rFonts w:asciiTheme="minorHAnsi" w:hAnsiTheme="minorHAnsi" w:cstheme="minorHAnsi"/>
          <w:sz w:val="22"/>
          <w:szCs w:val="22"/>
        </w:rPr>
        <w:t>,</w:t>
      </w:r>
      <w:r>
        <w:rPr>
          <w:rFonts w:asciiTheme="minorHAnsi" w:hAnsiTheme="minorHAnsi" w:cstheme="minorHAnsi"/>
          <w:sz w:val="22"/>
          <w:szCs w:val="22"/>
        </w:rPr>
        <w:t xml:space="preserve"> </w:t>
      </w:r>
      <w:r w:rsidR="00204298">
        <w:rPr>
          <w:rFonts w:asciiTheme="minorHAnsi" w:hAnsiTheme="minorHAnsi" w:cstheme="minorHAnsi"/>
          <w:sz w:val="22"/>
          <w:szCs w:val="22"/>
        </w:rPr>
        <w:t>bez zbytečného prodlení do 60 kalendářních dnů</w:t>
      </w:r>
      <w:r w:rsidR="00784ECC">
        <w:rPr>
          <w:rFonts w:asciiTheme="minorHAnsi" w:hAnsiTheme="minorHAnsi" w:cstheme="minorHAnsi"/>
          <w:sz w:val="22"/>
          <w:szCs w:val="22"/>
        </w:rPr>
        <w:t xml:space="preserve"> od výzvy učiněné poskytovatelem</w:t>
      </w:r>
      <w:r w:rsidR="00204298">
        <w:rPr>
          <w:rFonts w:asciiTheme="minorHAnsi" w:hAnsiTheme="minorHAnsi" w:cstheme="minorHAnsi"/>
          <w:sz w:val="22"/>
          <w:szCs w:val="22"/>
        </w:rPr>
        <w:t xml:space="preserve">, </w:t>
      </w:r>
      <w:r w:rsidRPr="00656426">
        <w:rPr>
          <w:rFonts w:asciiTheme="minorHAnsi" w:hAnsiTheme="minorHAnsi" w:cstheme="minorHAnsi"/>
          <w:sz w:val="22"/>
          <w:szCs w:val="22"/>
        </w:rPr>
        <w:t xml:space="preserve">nejdéle </w:t>
      </w:r>
      <w:r w:rsidR="00204298">
        <w:rPr>
          <w:rFonts w:asciiTheme="minorHAnsi" w:hAnsiTheme="minorHAnsi" w:cstheme="minorHAnsi"/>
          <w:sz w:val="22"/>
          <w:szCs w:val="22"/>
        </w:rPr>
        <w:t xml:space="preserve">však </w:t>
      </w:r>
      <w:r w:rsidRPr="00656426">
        <w:rPr>
          <w:rFonts w:asciiTheme="minorHAnsi" w:hAnsiTheme="minorHAnsi" w:cstheme="minorHAnsi"/>
          <w:sz w:val="22"/>
          <w:szCs w:val="22"/>
        </w:rPr>
        <w:t xml:space="preserve">do </w:t>
      </w:r>
      <w:r w:rsidRPr="00DA3BA0">
        <w:rPr>
          <w:rFonts w:asciiTheme="minorHAnsi" w:hAnsiTheme="minorHAnsi" w:cstheme="minorHAnsi"/>
          <w:b/>
          <w:sz w:val="22"/>
          <w:szCs w:val="22"/>
        </w:rPr>
        <w:t>30. ledna</w:t>
      </w:r>
      <w:r w:rsidRPr="00656426">
        <w:rPr>
          <w:rFonts w:asciiTheme="minorHAnsi" w:hAnsiTheme="minorHAnsi" w:cstheme="minorHAnsi"/>
          <w:sz w:val="22"/>
          <w:szCs w:val="22"/>
        </w:rPr>
        <w:t xml:space="preserve"> následujícího kalendářního roku. Poskytovatel si může vyžádat mimořádné předložení průběžné zprávy o řešení Projektu </w:t>
      </w:r>
      <w:r w:rsidR="00602835">
        <w:rPr>
          <w:rFonts w:asciiTheme="minorHAnsi" w:hAnsiTheme="minorHAnsi" w:cstheme="minorHAnsi"/>
          <w:sz w:val="22"/>
          <w:szCs w:val="22"/>
        </w:rPr>
        <w:t xml:space="preserve">i </w:t>
      </w:r>
      <w:r w:rsidRPr="00656426">
        <w:rPr>
          <w:rFonts w:asciiTheme="minorHAnsi" w:hAnsiTheme="minorHAnsi" w:cstheme="minorHAnsi"/>
          <w:sz w:val="22"/>
          <w:szCs w:val="22"/>
        </w:rPr>
        <w:t xml:space="preserve">mimo </w:t>
      </w:r>
      <w:r w:rsidR="00602835">
        <w:rPr>
          <w:rFonts w:asciiTheme="minorHAnsi" w:hAnsiTheme="minorHAnsi" w:cstheme="minorHAnsi"/>
          <w:sz w:val="22"/>
          <w:szCs w:val="22"/>
        </w:rPr>
        <w:t>výše uvedené termíny</w:t>
      </w:r>
      <w:r w:rsidRPr="00656426">
        <w:rPr>
          <w:rFonts w:asciiTheme="minorHAnsi" w:hAnsiTheme="minorHAnsi" w:cstheme="minorHAnsi"/>
          <w:sz w:val="22"/>
          <w:szCs w:val="22"/>
        </w:rPr>
        <w:t>.</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AD3" w:rsidRDefault="00920AD3" w:rsidP="00B8623B">
      <w:r>
        <w:separator/>
      </w:r>
    </w:p>
  </w:endnote>
  <w:endnote w:type="continuationSeparator" w:id="0">
    <w:p w:rsidR="00920AD3" w:rsidRDefault="00920AD3"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AD3" w:rsidRDefault="00920AD3" w:rsidP="00B8623B">
      <w:r>
        <w:separator/>
      </w:r>
    </w:p>
  </w:footnote>
  <w:footnote w:type="continuationSeparator" w:id="0">
    <w:p w:rsidR="00920AD3" w:rsidRDefault="00920AD3"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B8623B" w:rsidRPr="00BC77E4" w:rsidRDefault="00A26388" w:rsidP="004444BF">
    <w:pPr>
      <w:rPr>
        <w:rFonts w:asciiTheme="minorHAnsi" w:hAnsiTheme="minorHAnsi" w:cstheme="minorHAnsi"/>
        <w:i/>
        <w:sz w:val="22"/>
        <w:szCs w:val="22"/>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E14D87">
      <w:rPr>
        <w:rFonts w:cstheme="minorHAnsi"/>
        <w:i/>
      </w:rPr>
      <w:t>A</w:t>
    </w:r>
    <w:r w:rsidR="00B8623B">
      <w:rPr>
        <w:rFonts w:asciiTheme="minorHAnsi" w:hAnsiTheme="minorHAnsi" w:cstheme="minorHAnsi"/>
        <w:i/>
        <w:color w:val="FF0000"/>
        <w:sz w:val="22"/>
        <w:szCs w:val="22"/>
      </w:rPr>
      <w:tab/>
    </w:r>
    <w:r w:rsidR="00B8623B">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53CB6"/>
    <w:rsid w:val="000624BF"/>
    <w:rsid w:val="000E53A9"/>
    <w:rsid w:val="00163815"/>
    <w:rsid w:val="00163B46"/>
    <w:rsid w:val="00170F19"/>
    <w:rsid w:val="001C7AAE"/>
    <w:rsid w:val="001D5E87"/>
    <w:rsid w:val="001F438F"/>
    <w:rsid w:val="00204298"/>
    <w:rsid w:val="0020497F"/>
    <w:rsid w:val="0032376C"/>
    <w:rsid w:val="0033420C"/>
    <w:rsid w:val="00366F79"/>
    <w:rsid w:val="00371F30"/>
    <w:rsid w:val="0038105F"/>
    <w:rsid w:val="00422E26"/>
    <w:rsid w:val="00433679"/>
    <w:rsid w:val="004444BF"/>
    <w:rsid w:val="004508A7"/>
    <w:rsid w:val="004A3AA0"/>
    <w:rsid w:val="004C6CE9"/>
    <w:rsid w:val="004D169F"/>
    <w:rsid w:val="004F3504"/>
    <w:rsid w:val="00512B88"/>
    <w:rsid w:val="00544041"/>
    <w:rsid w:val="005955BD"/>
    <w:rsid w:val="005B250F"/>
    <w:rsid w:val="005F515F"/>
    <w:rsid w:val="00602835"/>
    <w:rsid w:val="00605FA3"/>
    <w:rsid w:val="0062329C"/>
    <w:rsid w:val="00626A57"/>
    <w:rsid w:val="00647854"/>
    <w:rsid w:val="006550EC"/>
    <w:rsid w:val="006715B5"/>
    <w:rsid w:val="006A7B49"/>
    <w:rsid w:val="006B5C62"/>
    <w:rsid w:val="006C27F9"/>
    <w:rsid w:val="006E48E7"/>
    <w:rsid w:val="0072782D"/>
    <w:rsid w:val="0076568E"/>
    <w:rsid w:val="00784ECC"/>
    <w:rsid w:val="007A6C3A"/>
    <w:rsid w:val="007B2448"/>
    <w:rsid w:val="007C2732"/>
    <w:rsid w:val="007E2D84"/>
    <w:rsid w:val="007F7466"/>
    <w:rsid w:val="008307E0"/>
    <w:rsid w:val="008353BF"/>
    <w:rsid w:val="0087236C"/>
    <w:rsid w:val="008B45F1"/>
    <w:rsid w:val="00920AD3"/>
    <w:rsid w:val="0098083F"/>
    <w:rsid w:val="00990277"/>
    <w:rsid w:val="009B2B82"/>
    <w:rsid w:val="00A26388"/>
    <w:rsid w:val="00A61831"/>
    <w:rsid w:val="00A6392E"/>
    <w:rsid w:val="00A750E2"/>
    <w:rsid w:val="00AB139F"/>
    <w:rsid w:val="00AB752A"/>
    <w:rsid w:val="00B266DD"/>
    <w:rsid w:val="00B70D7D"/>
    <w:rsid w:val="00B75E87"/>
    <w:rsid w:val="00B8623B"/>
    <w:rsid w:val="00BB65F6"/>
    <w:rsid w:val="00BC77E4"/>
    <w:rsid w:val="00BE3155"/>
    <w:rsid w:val="00C85AE7"/>
    <w:rsid w:val="00C97C87"/>
    <w:rsid w:val="00D36941"/>
    <w:rsid w:val="00D56F76"/>
    <w:rsid w:val="00D57CC3"/>
    <w:rsid w:val="00E0482E"/>
    <w:rsid w:val="00E130DC"/>
    <w:rsid w:val="00E14D87"/>
    <w:rsid w:val="00E319C3"/>
    <w:rsid w:val="00EF4D7B"/>
    <w:rsid w:val="00EF553B"/>
    <w:rsid w:val="00F30D07"/>
    <w:rsid w:val="00F42AF7"/>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83D84-E385-40E2-ABF1-CE8810F1E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1412</Words>
  <Characters>8334</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Horská Jarmila</dc:creator>
  <cp:lastModifiedBy>Vedral Zbyněk</cp:lastModifiedBy>
  <cp:revision>4</cp:revision>
  <cp:lastPrinted>2017-07-03T13:17:00Z</cp:lastPrinted>
  <dcterms:created xsi:type="dcterms:W3CDTF">2017-08-02T10:55:00Z</dcterms:created>
  <dcterms:modified xsi:type="dcterms:W3CDTF">2017-11-01T12:49:00Z</dcterms:modified>
</cp:coreProperties>
</file>