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Default="005D7F32" w:rsidP="005D7F32">
      <w:pPr>
        <w:jc w:val="right"/>
      </w:pPr>
      <w:r>
        <w:t>Příloha IV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E8563E" w:rsidRPr="00E8563E" w:rsidRDefault="00E8563E" w:rsidP="00E8563E">
            <w:pPr>
              <w:rPr>
                <w:rFonts w:ascii="Calibri" w:hAnsi="Calibri" w:cs="Calibri"/>
              </w:rPr>
            </w:pPr>
          </w:p>
          <w:p w:rsidR="005A15D6" w:rsidRPr="006904DE" w:rsidRDefault="005A15D6" w:rsidP="006904DE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</w:t>
            </w:r>
            <w:r w:rsidR="00E8563E">
              <w:rPr>
                <w:rFonts w:ascii="Calibri" w:hAnsi="Calibri" w:cs="Calibri"/>
                <w:sz w:val="22"/>
                <w:szCs w:val="22"/>
              </w:rPr>
              <w:t>ý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hodnější nabídky, respektive vliv na pořadí uchazečů, s nimiž je možné uzavřít smlouvu </w:t>
            </w:r>
          </w:p>
          <w:p w:rsidR="006904DE" w:rsidRPr="006904DE" w:rsidRDefault="006904DE" w:rsidP="006904DE">
            <w:pPr>
              <w:pStyle w:val="Odstavecseseznamem"/>
              <w:rPr>
                <w:rFonts w:ascii="Calibri" w:hAnsi="Calibri" w:cs="Calibri"/>
              </w:rPr>
            </w:pPr>
          </w:p>
          <w:p w:rsidR="006904DE" w:rsidRPr="00B73A80" w:rsidRDefault="006904DE" w:rsidP="006904DE">
            <w:pPr>
              <w:pStyle w:val="Odstavecseseznamem"/>
              <w:ind w:left="186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</w:t>
            </w:r>
            <w:r w:rsidR="00B1433C">
              <w:rPr>
                <w:rFonts w:ascii="Calibri" w:hAnsi="Calibri" w:cs="Calibri"/>
              </w:rPr>
              <w:t xml:space="preserve">o či mohlo mít vliv na výběr </w:t>
            </w:r>
            <w:bookmarkStart w:id="0" w:name="_GoBack"/>
            <w:bookmarkEnd w:id="0"/>
            <w:r w:rsidRPr="00D10659">
              <w:rPr>
                <w:rFonts w:ascii="Calibri" w:hAnsi="Calibri" w:cs="Calibri"/>
              </w:rPr>
              <w:t>nejv</w:t>
            </w:r>
            <w:r w:rsidR="00E8563E">
              <w:rPr>
                <w:rFonts w:ascii="Calibri" w:hAnsi="Calibri" w:cs="Calibri"/>
              </w:rPr>
              <w:t>ý</w:t>
            </w:r>
            <w:r w:rsidRPr="00D10659">
              <w:rPr>
                <w:rFonts w:ascii="Calibri" w:hAnsi="Calibri" w:cs="Calibri"/>
              </w:rPr>
              <w:t>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lastRenderedPageBreak/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1E2" w:rsidRDefault="006461E2" w:rsidP="005A15D6">
      <w:pPr>
        <w:spacing w:after="0" w:line="240" w:lineRule="auto"/>
      </w:pPr>
      <w:r>
        <w:separator/>
      </w:r>
    </w:p>
  </w:endnote>
  <w:endnote w:type="continuationSeparator" w:id="0">
    <w:p w:rsidR="006461E2" w:rsidRDefault="006461E2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1E2" w:rsidRDefault="006461E2" w:rsidP="005A15D6">
      <w:pPr>
        <w:spacing w:after="0" w:line="240" w:lineRule="auto"/>
      </w:pPr>
      <w:r>
        <w:separator/>
      </w:r>
    </w:p>
  </w:footnote>
  <w:footnote w:type="continuationSeparator" w:id="0">
    <w:p w:rsidR="006461E2" w:rsidRDefault="006461E2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836B9"/>
    <w:rsid w:val="00302931"/>
    <w:rsid w:val="003A58FC"/>
    <w:rsid w:val="003A60B4"/>
    <w:rsid w:val="003B26D1"/>
    <w:rsid w:val="00447568"/>
    <w:rsid w:val="00455F19"/>
    <w:rsid w:val="0050287F"/>
    <w:rsid w:val="005A123D"/>
    <w:rsid w:val="005A15D6"/>
    <w:rsid w:val="005D7F32"/>
    <w:rsid w:val="006461E2"/>
    <w:rsid w:val="006904DE"/>
    <w:rsid w:val="007402A2"/>
    <w:rsid w:val="00762589"/>
    <w:rsid w:val="00777BBF"/>
    <w:rsid w:val="007E700A"/>
    <w:rsid w:val="007F1116"/>
    <w:rsid w:val="00860D99"/>
    <w:rsid w:val="00980E85"/>
    <w:rsid w:val="0098792D"/>
    <w:rsid w:val="009F570F"/>
    <w:rsid w:val="00A46EB3"/>
    <w:rsid w:val="00A54F39"/>
    <w:rsid w:val="00A827F2"/>
    <w:rsid w:val="00A97CEA"/>
    <w:rsid w:val="00B1433C"/>
    <w:rsid w:val="00C102AC"/>
    <w:rsid w:val="00C13DA1"/>
    <w:rsid w:val="00D10659"/>
    <w:rsid w:val="00E06C17"/>
    <w:rsid w:val="00E27582"/>
    <w:rsid w:val="00E56F77"/>
    <w:rsid w:val="00E8563E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Kolaříková Jana</cp:lastModifiedBy>
  <cp:revision>5</cp:revision>
  <cp:lastPrinted>2018-06-29T06:47:00Z</cp:lastPrinted>
  <dcterms:created xsi:type="dcterms:W3CDTF">2018-07-31T13:04:00Z</dcterms:created>
  <dcterms:modified xsi:type="dcterms:W3CDTF">2018-07-31T13:16:00Z</dcterms:modified>
</cp:coreProperties>
</file>