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  <w:r w:rsidR="00635C45">
        <w:rPr>
          <w:b/>
          <w:sz w:val="28"/>
        </w:rPr>
        <w:t xml:space="preserve">  (LTAB19</w:t>
      </w:r>
      <w:r w:rsidR="00A24C1A">
        <w:rPr>
          <w:b/>
          <w:sz w:val="28"/>
        </w:rPr>
        <w:t>)</w:t>
      </w:r>
      <w:r w:rsidR="000D2CA6">
        <w:rPr>
          <w:b/>
          <w:sz w:val="28"/>
        </w:rPr>
        <w:t xml:space="preserve"> – bavors</w:t>
      </w:r>
      <w:bookmarkStart w:id="0" w:name="_GoBack"/>
      <w:bookmarkEnd w:id="0"/>
      <w:r w:rsidR="00635C45">
        <w:rPr>
          <w:b/>
          <w:sz w:val="28"/>
        </w:rPr>
        <w:t>ká část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AE8" w:rsidRDefault="00B96AE8" w:rsidP="00DC03B1">
      <w:pPr>
        <w:spacing w:after="0" w:line="240" w:lineRule="auto"/>
      </w:pPr>
      <w:r>
        <w:separator/>
      </w:r>
    </w:p>
  </w:endnote>
  <w:endnote w:type="continuationSeparator" w:id="0">
    <w:p w:rsidR="00B96AE8" w:rsidRDefault="00B96AE8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AE8" w:rsidRDefault="00B96AE8" w:rsidP="00DC03B1">
      <w:pPr>
        <w:spacing w:after="0" w:line="240" w:lineRule="auto"/>
      </w:pPr>
      <w:r>
        <w:separator/>
      </w:r>
    </w:p>
  </w:footnote>
  <w:footnote w:type="continuationSeparator" w:id="0">
    <w:p w:rsidR="00B96AE8" w:rsidRDefault="00B96AE8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D2CA6"/>
    <w:rsid w:val="000F11C7"/>
    <w:rsid w:val="00195998"/>
    <w:rsid w:val="002224BE"/>
    <w:rsid w:val="00255C5F"/>
    <w:rsid w:val="0026203C"/>
    <w:rsid w:val="00542F15"/>
    <w:rsid w:val="00590177"/>
    <w:rsid w:val="005C00DA"/>
    <w:rsid w:val="00635C45"/>
    <w:rsid w:val="00681630"/>
    <w:rsid w:val="007C51CE"/>
    <w:rsid w:val="007E7439"/>
    <w:rsid w:val="007F2F79"/>
    <w:rsid w:val="008A7B3B"/>
    <w:rsid w:val="00954507"/>
    <w:rsid w:val="009A72C0"/>
    <w:rsid w:val="00A24C1A"/>
    <w:rsid w:val="00B96AE8"/>
    <w:rsid w:val="00BB49D3"/>
    <w:rsid w:val="00BB4E1C"/>
    <w:rsid w:val="00BC01E7"/>
    <w:rsid w:val="00CB61E1"/>
    <w:rsid w:val="00D40884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4</cp:revision>
  <dcterms:created xsi:type="dcterms:W3CDTF">2019-01-31T07:17:00Z</dcterms:created>
  <dcterms:modified xsi:type="dcterms:W3CDTF">2019-01-31T07:20:00Z</dcterms:modified>
</cp:coreProperties>
</file>