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82" w:rsidRDefault="007E4A82" w:rsidP="001C11AD">
      <w:pPr>
        <w:spacing w:after="0" w:line="240" w:lineRule="auto"/>
        <w:jc w:val="center"/>
        <w:rPr>
          <w:b/>
        </w:rPr>
      </w:pPr>
    </w:p>
    <w:p w:rsidR="005D7F32" w:rsidRPr="001C11AD" w:rsidRDefault="001C11AD" w:rsidP="001C11AD">
      <w:pPr>
        <w:spacing w:after="0" w:line="240" w:lineRule="auto"/>
        <w:jc w:val="center"/>
        <w:rPr>
          <w:b/>
        </w:rPr>
      </w:pPr>
      <w:r w:rsidRPr="001C11AD">
        <w:rPr>
          <w:b/>
        </w:rPr>
        <w:t>Příloha IV</w:t>
      </w:r>
      <w:r w:rsidR="00445C5D">
        <w:rPr>
          <w:b/>
        </w:rPr>
        <w:t>.</w:t>
      </w:r>
      <w:r w:rsidRPr="001C11AD">
        <w:rPr>
          <w:b/>
        </w:rPr>
        <w:t xml:space="preserve"> ke smlouvě</w:t>
      </w:r>
    </w:p>
    <w:p w:rsidR="005D7F32" w:rsidRDefault="005C1732" w:rsidP="001C11AD">
      <w:pPr>
        <w:spacing w:after="0" w:line="240" w:lineRule="auto"/>
        <w:jc w:val="center"/>
        <w:rPr>
          <w:b/>
        </w:rPr>
      </w:pPr>
      <w:r>
        <w:rPr>
          <w:b/>
        </w:rPr>
        <w:t>Podmínky, další podmínky a o</w:t>
      </w:r>
      <w:r w:rsidR="005D7F32" w:rsidRPr="005D7F32">
        <w:rPr>
          <w:b/>
        </w:rPr>
        <w:t>statní povinnosti</w:t>
      </w:r>
      <w:r>
        <w:rPr>
          <w:b/>
        </w:rPr>
        <w:t xml:space="preserve"> a tabulka snížených odvodů za porušení rozpočtové kázně</w:t>
      </w:r>
    </w:p>
    <w:p w:rsidR="005D7F32" w:rsidRDefault="005D7F32" w:rsidP="001C11AD">
      <w:pPr>
        <w:spacing w:after="0" w:line="360" w:lineRule="auto"/>
        <w:jc w:val="both"/>
      </w:pPr>
      <w:bookmarkStart w:id="0" w:name="_GoBack"/>
      <w:bookmarkEnd w:id="0"/>
    </w:p>
    <w:p w:rsidR="005D7F32" w:rsidRPr="00FD0D78" w:rsidRDefault="005D7F32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Podmínky</w:t>
      </w:r>
    </w:p>
    <w:p w:rsidR="005D7F32" w:rsidRDefault="005D7F32" w:rsidP="001C11AD">
      <w:pPr>
        <w:spacing w:after="0" w:line="360" w:lineRule="auto"/>
        <w:jc w:val="both"/>
      </w:pPr>
      <w:r>
        <w:t>Do této kategorie patří zásadní podmínky pro poskytování podpory, kdy jejich porušením jsou porušována ustanovení</w:t>
      </w:r>
      <w:r w:rsidR="00860D99">
        <w:t xml:space="preserve"> </w:t>
      </w:r>
      <w:r w:rsidR="00860D99" w:rsidRPr="005D7F32">
        <w:t>zákona č.218/2000 Sb., o rozpočtových pravidlech</w:t>
      </w:r>
      <w:r w:rsidR="00860D99"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Podmínky tato ustanovení:</w:t>
      </w:r>
    </w:p>
    <w:p w:rsidR="00860D99" w:rsidRDefault="00E56F77" w:rsidP="001C11AD">
      <w:pPr>
        <w:spacing w:after="0" w:line="360" w:lineRule="auto"/>
        <w:jc w:val="both"/>
      </w:pPr>
      <w:r>
        <w:t xml:space="preserve">Článek 4, odst. 4); Článek 6, odst. 1) až 3), 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Další podmínky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podmínky pro poskytování podpory, kdy jejich porušením jsou rovněž porušována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Další podmínky tato ustanovení:</w:t>
      </w:r>
    </w:p>
    <w:p w:rsidR="00860D99" w:rsidRDefault="00860D99" w:rsidP="001C11AD">
      <w:pPr>
        <w:spacing w:after="0" w:line="360" w:lineRule="auto"/>
        <w:jc w:val="both"/>
      </w:pPr>
      <w:r>
        <w:t xml:space="preserve">Článek 1, odst. 2); </w:t>
      </w:r>
      <w:r w:rsidR="00E56F77">
        <w:t xml:space="preserve">Článek 2, odst. 1), odst. 4) až </w:t>
      </w:r>
      <w:r w:rsidR="00447568">
        <w:t xml:space="preserve">odst. </w:t>
      </w:r>
      <w:r w:rsidR="00E56F77">
        <w:t xml:space="preserve">6); Článek 6, </w:t>
      </w:r>
      <w:r w:rsidR="00302931">
        <w:t>odst. 4) až</w:t>
      </w:r>
      <w:r w:rsidR="00E56F77">
        <w:t xml:space="preserve"> odst. 6);</w:t>
      </w:r>
    </w:p>
    <w:p w:rsidR="00860D99" w:rsidRDefault="00860D99" w:rsidP="001C11AD">
      <w:pPr>
        <w:spacing w:after="0" w:line="360" w:lineRule="auto"/>
        <w:jc w:val="both"/>
      </w:pPr>
    </w:p>
    <w:p w:rsidR="00860D99" w:rsidRDefault="00860D99" w:rsidP="001C11AD">
      <w:pPr>
        <w:spacing w:after="0" w:line="360" w:lineRule="auto"/>
        <w:jc w:val="both"/>
      </w:pPr>
    </w:p>
    <w:p w:rsidR="00860D99" w:rsidRPr="00FD0D78" w:rsidRDefault="00860D99" w:rsidP="001C11AD">
      <w:pPr>
        <w:spacing w:after="0" w:line="360" w:lineRule="auto"/>
        <w:jc w:val="both"/>
        <w:rPr>
          <w:b/>
          <w:u w:val="single"/>
        </w:rPr>
      </w:pPr>
      <w:r w:rsidRPr="00FD0D78">
        <w:rPr>
          <w:b/>
          <w:u w:val="single"/>
        </w:rPr>
        <w:t>Ostatní povinnosti</w:t>
      </w:r>
    </w:p>
    <w:p w:rsidR="00860D99" w:rsidRDefault="00860D99" w:rsidP="001C11AD">
      <w:pPr>
        <w:spacing w:after="0" w:line="360" w:lineRule="auto"/>
        <w:jc w:val="both"/>
      </w:pPr>
      <w:r>
        <w:t xml:space="preserve">Do této kategorie patří </w:t>
      </w:r>
      <w:r w:rsidR="00E06C17">
        <w:t>povinnosti příjemce</w:t>
      </w:r>
      <w:r>
        <w:t xml:space="preserve"> podpory, kdy jejich porušení</w:t>
      </w:r>
      <w:r w:rsidR="00E06C17">
        <w:t xml:space="preserve"> nelze klasifikovat jako</w:t>
      </w:r>
      <w:r>
        <w:t xml:space="preserve"> poruš</w:t>
      </w:r>
      <w:r w:rsidR="00E06C17">
        <w:t>ení</w:t>
      </w:r>
      <w:r>
        <w:t xml:space="preserve"> ustanovení </w:t>
      </w:r>
      <w:r w:rsidRPr="005D7F32">
        <w:t>zákona č.218/2000 Sb., o rozpočtových pravidlech</w:t>
      </w:r>
      <w:r>
        <w:t>.</w:t>
      </w:r>
    </w:p>
    <w:p w:rsidR="00860D99" w:rsidRDefault="003536D7" w:rsidP="001C11AD">
      <w:pPr>
        <w:spacing w:after="0" w:line="360" w:lineRule="auto"/>
        <w:jc w:val="both"/>
      </w:pPr>
      <w:r>
        <w:t>V rámci s</w:t>
      </w:r>
      <w:r w:rsidR="00860D99">
        <w:t>mlouvy patří do kategorie Ostatní povinnosti tato ustanovení:</w:t>
      </w:r>
    </w:p>
    <w:p w:rsidR="00E56F77" w:rsidRDefault="00E56F77" w:rsidP="001C11AD">
      <w:pPr>
        <w:spacing w:after="0" w:line="360" w:lineRule="auto"/>
        <w:jc w:val="both"/>
      </w:pPr>
      <w:r>
        <w:t xml:space="preserve">Článek 3, </w:t>
      </w:r>
      <w:r w:rsidR="00985DC1">
        <w:t>odst. 1) až 2</w:t>
      </w:r>
      <w:r>
        <w:t>); Článek 5, odst.</w:t>
      </w:r>
      <w:r w:rsidR="00FD0D78">
        <w:t xml:space="preserve"> </w:t>
      </w:r>
      <w:r>
        <w:t>2 až 3); celý Článek 7; Článek 8, odst.</w:t>
      </w:r>
      <w:r w:rsidR="00FD0D78">
        <w:t xml:space="preserve"> 4, odst.</w:t>
      </w:r>
      <w:r>
        <w:t xml:space="preserve"> </w:t>
      </w:r>
      <w:r w:rsidR="00FD0D78">
        <w:t>6</w:t>
      </w:r>
      <w:r>
        <w:t>);</w:t>
      </w:r>
      <w:r w:rsidR="00FD0D78">
        <w:t xml:space="preserve"> Článek</w:t>
      </w:r>
      <w:r w:rsidR="00985DC1">
        <w:t xml:space="preserve"> 11, odst. 1, odst. 3)</w:t>
      </w:r>
      <w:r w:rsidR="00FD0D78">
        <w:t xml:space="preserve">; Článek 12, odst. 1, odst. 3); celý Článek 13; Článek </w:t>
      </w:r>
      <w:r w:rsidR="00985DC1">
        <w:t>14</w:t>
      </w:r>
      <w:r w:rsidR="00FD0D78">
        <w:t>; celý</w:t>
      </w:r>
      <w:r w:rsidR="00985DC1">
        <w:t xml:space="preserve"> Článek 15; Článek 16</w:t>
      </w:r>
      <w:r w:rsidR="002E70EA">
        <w:t>.</w:t>
      </w:r>
    </w:p>
    <w:p w:rsidR="002E70EA" w:rsidRDefault="002E70EA" w:rsidP="001C11AD">
      <w:pPr>
        <w:spacing w:after="0" w:line="360" w:lineRule="auto"/>
        <w:jc w:val="both"/>
      </w:pPr>
      <w:r>
        <w:t>Do této kategorie patří i povinnosti příjemce podpory dle Přílohy III ve smyslu v ní obsažených ustanovení odst. 6), odst. 7), odst. 8), odst. 9), a odst. 13).</w:t>
      </w:r>
    </w:p>
    <w:p w:rsidR="00860D99" w:rsidRDefault="00860D99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1C11AD" w:rsidRDefault="001C11AD" w:rsidP="00860D99">
      <w:pPr>
        <w:jc w:val="both"/>
      </w:pPr>
    </w:p>
    <w:p w:rsidR="001C11AD" w:rsidRDefault="001C11AD" w:rsidP="00860D99">
      <w:pPr>
        <w:jc w:val="both"/>
      </w:pPr>
    </w:p>
    <w:p w:rsidR="00A46EB3" w:rsidRDefault="00A46EB3" w:rsidP="00860D99">
      <w:pPr>
        <w:jc w:val="both"/>
      </w:pPr>
    </w:p>
    <w:p w:rsidR="00A46EB3" w:rsidRDefault="00A46EB3" w:rsidP="00860D99">
      <w:pPr>
        <w:jc w:val="both"/>
      </w:pPr>
    </w:p>
    <w:p w:rsidR="00860D99" w:rsidRDefault="00860D99" w:rsidP="005D7F32">
      <w:pPr>
        <w:jc w:val="both"/>
      </w:pPr>
    </w:p>
    <w:p w:rsidR="005A15D6" w:rsidRPr="00E84747" w:rsidRDefault="005A15D6" w:rsidP="005A15D6">
      <w:pPr>
        <w:pStyle w:val="Zkladntext"/>
        <w:jc w:val="center"/>
        <w:rPr>
          <w:rFonts w:ascii="Calibri" w:hAnsi="Calibri" w:cs="Calibri"/>
          <w:b/>
          <w:sz w:val="22"/>
          <w:szCs w:val="22"/>
        </w:rPr>
      </w:pPr>
      <w:r w:rsidRPr="00224CA6">
        <w:rPr>
          <w:rFonts w:ascii="Calibri" w:hAnsi="Calibri" w:cs="Calibri"/>
          <w:b/>
          <w:sz w:val="22"/>
          <w:szCs w:val="22"/>
        </w:rPr>
        <w:t xml:space="preserve">Tabulka snížených odvodů za porušení rozpočtové kázně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4822"/>
        <w:gridCol w:w="3150"/>
      </w:tblGrid>
      <w:tr w:rsidR="005A15D6" w:rsidRPr="00A3159E" w:rsidTr="001C11AD">
        <w:trPr>
          <w:trHeight w:val="584"/>
        </w:trPr>
        <w:tc>
          <w:tcPr>
            <w:tcW w:w="1090" w:type="dxa"/>
            <w:shd w:val="clear" w:color="auto" w:fill="D9D9D9"/>
            <w:vAlign w:val="center"/>
          </w:tcPr>
          <w:p w:rsidR="005A15D6" w:rsidRPr="00A65212" w:rsidRDefault="005A15D6" w:rsidP="000F1410">
            <w:pPr>
              <w:rPr>
                <w:rFonts w:ascii="Calibri" w:hAnsi="Calibri" w:cs="Calibri"/>
                <w:b/>
              </w:rPr>
            </w:pPr>
            <w:r w:rsidRPr="00A65212">
              <w:rPr>
                <w:rFonts w:ascii="Calibri" w:hAnsi="Calibri" w:cs="Calibri"/>
                <w:b/>
              </w:rPr>
              <w:t>Pořadové číslo</w:t>
            </w:r>
          </w:p>
        </w:tc>
        <w:tc>
          <w:tcPr>
            <w:tcW w:w="4965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Typ porušení rozpočtové kázně</w:t>
            </w:r>
          </w:p>
        </w:tc>
        <w:tc>
          <w:tcPr>
            <w:tcW w:w="3233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Sankce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025D09" w:rsidRDefault="001C11AD" w:rsidP="001C11AD">
            <w:pPr>
              <w:pStyle w:val="Odstavecseseznamem"/>
              <w:ind w:left="765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I. </w:t>
            </w:r>
            <w:r w:rsidR="005A15D6" w:rsidRPr="00025D09">
              <w:rPr>
                <w:rFonts w:ascii="Calibri" w:hAnsi="Calibri" w:cs="Calibri"/>
                <w:b/>
              </w:rPr>
              <w:t>Porušení rozpočtové kázně v souvislosti s povinnostmi vyplývajícími ze ZVZ</w:t>
            </w:r>
            <w:r w:rsidR="005A15D6" w:rsidRPr="00A65212">
              <w:rPr>
                <w:rStyle w:val="Znakapoznpodarou"/>
                <w:rFonts w:ascii="Calibri" w:hAnsi="Calibri" w:cs="Calibri"/>
                <w:b/>
              </w:rPr>
              <w:footnoteReference w:id="1"/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Neprovedení zadávacího řízení na výběr dodavatele/zhotovitele</w:t>
            </w:r>
          </w:p>
          <w:p w:rsidR="005A15D6" w:rsidRPr="00B73A80" w:rsidRDefault="005A15D6" w:rsidP="000F1410">
            <w:pPr>
              <w:pStyle w:val="Odstavecseseznamem"/>
              <w:ind w:left="328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2"/>
              </w:numPr>
              <w:ind w:left="328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Neuveřejnění oznámení o zahájení zadávacího řízení pokud je oznámení o zahájení požadováno zákonem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Rozdělení předmětu veřejné zakázky s důsledkem snížení předpokládané hodnoty pod finanční limity stanovené v ZVZ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 v případě, že tento postup vede až k zadání veřejné zakázky bez jakéhokoli výběrového řízení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 w:rsidRPr="00A3159E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ind w:left="328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Neuveřejnění oznámení o zakázce v souladu s příslušnými pravidly (např. zveřejnění v Úředním věstníku Evropské unie (OJEU), pokud to vyžadují směrnice)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50 - 80 %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A46EB3" w:rsidRDefault="00A46EB3" w:rsidP="000F1410">
            <w:pPr>
              <w:jc w:val="center"/>
              <w:rPr>
                <w:rFonts w:ascii="Calibri" w:hAnsi="Calibri" w:cs="Calibri"/>
                <w:b/>
              </w:rPr>
            </w:pPr>
          </w:p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Nedostatečné definování předmětu zakázky v oznámení/výzvě o zahájení zadávacího řízení, nebo v zadávací dokumentaci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3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Nastavení kvalifikačních předpokladů a/nebo hodnotících kritérií v rozporu se ZVZ </w:t>
            </w:r>
          </w:p>
          <w:p w:rsidR="005A15D6" w:rsidRPr="00025D09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(např. nastavení kvalifikačních předpokladů, jež nesouvisí s předmětem veřejné zakázky nebo nejsou přiměřené vzhledem k předmětu zakázky nebo stanovení diskriminačních technických podmínek)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Default="00025D09" w:rsidP="000F1410">
            <w:pPr>
              <w:rPr>
                <w:rFonts w:ascii="Calibri" w:hAnsi="Calibri" w:cs="Calibri"/>
              </w:rPr>
            </w:pPr>
          </w:p>
          <w:p w:rsidR="00025D09" w:rsidRPr="00B73A80" w:rsidRDefault="00025D09" w:rsidP="000F1410">
            <w:pPr>
              <w:rPr>
                <w:rFonts w:ascii="Calibri" w:hAnsi="Calibri" w:cs="Calibri"/>
              </w:rPr>
            </w:pP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5.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zadávací dokumentace případným uchazečům/zájemcům v dostatečném časovém předstihu (před koncem lhůty pro podání nabídek)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025D09" w:rsidRDefault="005A15D6" w:rsidP="000F1410">
            <w:pPr>
              <w:pStyle w:val="Odstavecseseznamem"/>
              <w:numPr>
                <w:ilvl w:val="0"/>
                <w:numId w:val="4"/>
              </w:numPr>
              <w:ind w:left="186" w:hanging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Nedodržení lhůt pro podání nabídek nebo lhůt pro doručení žádosti o účast nebo nezveřejnění jejich prodloužení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Úprava kvalifikačních kritérií po otevření nabídek, mající za následek neoprávněné přijetí uchazečů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Nedostatek transparentnosti/nerovné zacházení během hodnocení nabídek nebo změna nabídky během hodnocení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vyjednávání o nabídkách</w:t>
            </w:r>
          </w:p>
          <w:p w:rsidR="005A15D6" w:rsidRPr="00B73A80" w:rsidRDefault="005A15D6" w:rsidP="000F1410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Odmítnutí nabídky obsahující mimořádně nízkou nabídkovou cenu ve vztahu k předmětu veřejné zakázky bez vyzvání uchazeče k písemnému zdůvodnění částí nabídky, jež jsou pro výši nabídkové ceny podstatné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  <w:b/>
              </w:rPr>
              <w:t xml:space="preserve">100 %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Uzavření smlouvy s dodavatelem/zhotovitelem, který se neúčastnil zadávacího řízení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Uzavření smlouvy s uchazečem, který měl být dle zákona obligatorně vyloučen ze zadávacího řízení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1C11AD">
            <w:pPr>
              <w:pStyle w:val="Odstavecseseznamem"/>
              <w:numPr>
                <w:ilvl w:val="0"/>
                <w:numId w:val="5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vyloučení zájemce/uchazeče ze zadávacího řízení mimo případ, kdy tato skutečnost nemá vliv na výběr nejvhodnější nabídky, respektive vliv na pořadí uchazečů, s nimiž je možné uzavřít smlouvu (první 3 v pořadí)</w:t>
            </w:r>
          </w:p>
          <w:p w:rsidR="001C11AD" w:rsidRPr="001C11AD" w:rsidRDefault="001C11AD" w:rsidP="001C11AD">
            <w:pPr>
              <w:pStyle w:val="Odstavecseseznamem"/>
              <w:rPr>
                <w:rFonts w:ascii="Calibri" w:hAnsi="Calibri" w:cs="Calibri"/>
                <w:sz w:val="22"/>
                <w:szCs w:val="22"/>
              </w:rPr>
            </w:pPr>
          </w:p>
          <w:p w:rsidR="001C11AD" w:rsidRPr="001C11AD" w:rsidRDefault="001C11AD" w:rsidP="001C11AD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Nezákonné použití jednacího řízení bez uveřejnění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nebo podstatná změna původních zadávacích podmínek v jednacím řízení s uveřejněním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Zadání dodatečných zakázek na služby/dodávky (pokud toto zadání představuje podstatnou změnu původních podmínek zakázky) bez soutěže, a to pokud neplatí jedna z následujících podmínek:</w:t>
            </w:r>
          </w:p>
          <w:p w:rsidR="005A15D6" w:rsidRPr="00B73A80" w:rsidRDefault="005A15D6" w:rsidP="005A15D6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mimořádná naléhavost způsobena nepředvídatelnými událostmi</w:t>
            </w:r>
          </w:p>
          <w:p w:rsidR="005A15D6" w:rsidRPr="001C11AD" w:rsidRDefault="005A15D6" w:rsidP="001C11AD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nepředvídatelná okolnost pro doplňkové služby, dodávky</w:t>
            </w: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lastRenderedPageBreak/>
              <w:t>částky dotace, použité na financování předmětné zakázky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hodnoty dodatečných zakázek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9.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Nezveřejnění hodnotících a kvalifikačních kritérií veřejné zakázky v IS CEDR</w:t>
            </w:r>
            <w:r w:rsidRPr="00B73A80">
              <w:rPr>
                <w:rStyle w:val="Znakapoznpodarou"/>
                <w:rFonts w:ascii="Calibri" w:hAnsi="Calibri" w:cs="Calibri"/>
              </w:rPr>
              <w:footnoteReference w:id="2"/>
            </w:r>
            <w:r w:rsidRPr="00B73A80">
              <w:rPr>
                <w:rFonts w:ascii="Calibri" w:hAnsi="Calibri" w:cs="Calibri"/>
              </w:rPr>
              <w:t xml:space="preserve"> před plánovaným vyhlášením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  <w:vAlign w:val="center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0 - 60 %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povinností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10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Jiné závažné porušení pravidel pro zadávání veřejných zakázek, jestliže mělo či mohlo mít vliv na výběr na nejvhodnější nabídky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zakázky, podle závažnosti porušení pravidel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11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Ostatní méně závažná porušení výše výslovně neuvedených povinností vyplývajících ze ZVZ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0 - 75 %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025D09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zakázky</w:t>
            </w:r>
          </w:p>
        </w:tc>
      </w:tr>
      <w:tr w:rsidR="005A15D6" w:rsidRPr="00A3159E" w:rsidTr="000F1410">
        <w:tc>
          <w:tcPr>
            <w:tcW w:w="9288" w:type="dxa"/>
            <w:gridSpan w:val="3"/>
            <w:shd w:val="clear" w:color="auto" w:fill="D9D9D9"/>
          </w:tcPr>
          <w:p w:rsidR="005A15D6" w:rsidRPr="00B73A80" w:rsidRDefault="005A15D6" w:rsidP="001C11AD">
            <w:pPr>
              <w:jc w:val="center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II</w:t>
            </w:r>
            <w:r w:rsidR="00025D09">
              <w:rPr>
                <w:rFonts w:ascii="Calibri" w:hAnsi="Calibri" w:cs="Calibri"/>
                <w:b/>
              </w:rPr>
              <w:t>.</w:t>
            </w:r>
            <w:r w:rsidRPr="00B73A80">
              <w:rPr>
                <w:rFonts w:ascii="Calibri" w:hAnsi="Calibri" w:cs="Calibri"/>
                <w:b/>
              </w:rPr>
              <w:t xml:space="preserve"> Porušení rozpočtové kázně v souvislosti s ostatními povinnostmi vyplývajícími ze smlouvy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 w:right="-131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Nearchivování veškeré dokumentace spojené s implementací projektu minimálně po dobu deseti let od data posledního poskytnutí podpory nebo její části</w:t>
            </w:r>
          </w:p>
          <w:p w:rsidR="005A15D6" w:rsidRDefault="005A15D6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Default="001C11AD" w:rsidP="000F1410">
            <w:pPr>
              <w:ind w:right="-131"/>
              <w:rPr>
                <w:rFonts w:ascii="Calibri" w:hAnsi="Calibri" w:cs="Calibri"/>
              </w:rPr>
            </w:pPr>
          </w:p>
          <w:p w:rsidR="001C11AD" w:rsidRPr="00B73A80" w:rsidRDefault="001C11AD" w:rsidP="000F1410">
            <w:pPr>
              <w:ind w:right="-131"/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13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1C11AD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Nevedení evidence práce jednotlivých zaměstnanců  příjemce/dalšího účastníka 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50 - 100 %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podle závažnosti porušení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14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podstatné změny v projektu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Neoznámení nepodstatné změny v projektu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použité na financování předmětné aktivity</w:t>
            </w:r>
          </w:p>
          <w:p w:rsidR="005A15D6" w:rsidRPr="00B73A80" w:rsidRDefault="005A15D6" w:rsidP="000F1410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0 - 50 %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předmětné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15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Nevytvoření podmínek k provedení kontroly vztahující se k realizaci projektu a/nebo  neposkytnutí součinnosti při prováděné kontrole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80 - 90 %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25D09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3118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Předkládání nepravdivých a/nebo neúplných informací poskytovateli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b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100 %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1C11AD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případě úmyslného jednání, vážně poškozujícího realizaci/udržitelnost projektu</w:t>
            </w:r>
            <w:r w:rsidRPr="00B73A80" w:rsidDel="00FF6B95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0 - 40 %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částky dotace, použité na financování konkrétní aktivity,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ind w:left="186"/>
              <w:rPr>
                <w:rFonts w:ascii="Calibri" w:hAnsi="Calibri" w:cs="Calibri"/>
              </w:rPr>
            </w:pPr>
          </w:p>
          <w:p w:rsidR="005A15D6" w:rsidRPr="00B73A80" w:rsidRDefault="005A15D6" w:rsidP="00025D09">
            <w:pPr>
              <w:ind w:left="186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 xml:space="preserve">Nezacházení s majetkem spolufinancovaným z prostředků na financování projektu s péčí řádného hospodáře. Zejména nepojištění, nezabezpečení proti poškození, odcizení nebo ztrátě </w:t>
            </w:r>
          </w:p>
        </w:tc>
        <w:tc>
          <w:tcPr>
            <w:tcW w:w="3233" w:type="dxa"/>
            <w:shd w:val="clear" w:color="auto" w:fill="auto"/>
          </w:tcPr>
          <w:p w:rsidR="005A15D6" w:rsidRPr="00B73A80" w:rsidRDefault="005A15D6" w:rsidP="000F1410">
            <w:pPr>
              <w:jc w:val="both"/>
              <w:rPr>
                <w:rFonts w:ascii="Calibri" w:hAnsi="Calibri" w:cs="Calibri"/>
                <w:b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60 - 90 %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</w:tc>
      </w:tr>
      <w:tr w:rsidR="005A15D6" w:rsidRPr="00A3159E" w:rsidTr="001C11AD">
        <w:trPr>
          <w:trHeight w:val="2512"/>
        </w:trPr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18</w:t>
            </w:r>
          </w:p>
        </w:tc>
        <w:tc>
          <w:tcPr>
            <w:tcW w:w="4965" w:type="dxa"/>
            <w:shd w:val="clear" w:color="auto" w:fill="auto"/>
          </w:tcPr>
          <w:p w:rsidR="005A15D6" w:rsidRPr="00B73A80" w:rsidRDefault="005A15D6" w:rsidP="000F1410">
            <w:pPr>
              <w:rPr>
                <w:rFonts w:ascii="Calibri" w:hAnsi="Calibri" w:cs="Calibri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>Neposkytnutí informací o kontrolách provedených jinými subjekty, podezřeních na nesrovnalosti zjištěných v průběhu realizace projektu</w:t>
            </w:r>
          </w:p>
          <w:p w:rsidR="005A15D6" w:rsidRPr="00B73A80" w:rsidRDefault="005A15D6" w:rsidP="000F1410">
            <w:pPr>
              <w:pStyle w:val="Odstavecseseznamem"/>
              <w:ind w:left="186"/>
              <w:rPr>
                <w:rFonts w:ascii="Calibri" w:hAnsi="Calibri" w:cs="Calibri"/>
                <w:sz w:val="22"/>
                <w:szCs w:val="22"/>
              </w:rPr>
            </w:pPr>
          </w:p>
          <w:p w:rsidR="005A15D6" w:rsidRPr="00B73A80" w:rsidRDefault="005A15D6" w:rsidP="000F1410">
            <w:pPr>
              <w:pStyle w:val="Odstavecseseznamem"/>
              <w:numPr>
                <w:ilvl w:val="0"/>
                <w:numId w:val="6"/>
              </w:numPr>
              <w:ind w:left="186" w:hanging="142"/>
              <w:rPr>
                <w:rFonts w:ascii="Calibri" w:hAnsi="Calibri" w:cs="Calibri"/>
                <w:sz w:val="22"/>
                <w:szCs w:val="22"/>
              </w:rPr>
            </w:pPr>
            <w:r w:rsidRPr="00B73A80">
              <w:rPr>
                <w:rFonts w:ascii="Calibri" w:hAnsi="Calibri" w:cs="Calibri"/>
                <w:sz w:val="22"/>
                <w:szCs w:val="22"/>
              </w:rPr>
              <w:t xml:space="preserve">Neposkytnutí informací o přijetí a splnění uložených opatření k nápravě 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jc w:val="both"/>
              <w:rPr>
                <w:rFonts w:ascii="Calibri" w:hAnsi="Calibri" w:cs="Calibri"/>
                <w:sz w:val="2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40 - 90 %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  <w:b/>
              </w:rPr>
              <w:t>0 - 30%</w:t>
            </w:r>
            <w:r w:rsidRPr="00B73A80">
              <w:rPr>
                <w:rFonts w:ascii="Calibri" w:hAnsi="Calibri" w:cs="Calibri"/>
              </w:rPr>
              <w:t xml:space="preserve"> </w:t>
            </w:r>
          </w:p>
          <w:p w:rsidR="005A15D6" w:rsidRPr="00B73A80" w:rsidRDefault="005A15D6" w:rsidP="000F1410">
            <w:pPr>
              <w:jc w:val="both"/>
              <w:rPr>
                <w:rFonts w:ascii="Calibri" w:hAnsi="Calibri" w:cs="Calibri"/>
              </w:rPr>
            </w:pPr>
            <w:r w:rsidRPr="00B73A80">
              <w:rPr>
                <w:rFonts w:ascii="Calibri" w:hAnsi="Calibri" w:cs="Calibri"/>
              </w:rPr>
              <w:t>celkové částky dotace,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Pr="00A3159E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  <w:r w:rsidRPr="00A3159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</w:p>
          <w:p w:rsidR="005A15D6" w:rsidRPr="00A3159E" w:rsidRDefault="005A15D6" w:rsidP="000F1410">
            <w:pPr>
              <w:ind w:left="186"/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Podmínek</w:t>
            </w:r>
          </w:p>
        </w:tc>
        <w:tc>
          <w:tcPr>
            <w:tcW w:w="3233" w:type="dxa"/>
            <w:shd w:val="clear" w:color="auto" w:fill="auto"/>
          </w:tcPr>
          <w:p w:rsidR="005A15D6" w:rsidRPr="001C11AD" w:rsidRDefault="005A15D6" w:rsidP="000F1410">
            <w:pPr>
              <w:rPr>
                <w:rFonts w:ascii="Calibri" w:hAnsi="Calibri" w:cs="Calibri"/>
                <w:b/>
                <w:sz w:val="2"/>
              </w:rPr>
            </w:pP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</w:p>
          <w:p w:rsidR="005A15D6" w:rsidRDefault="005A15D6" w:rsidP="000F1410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A3159E" w:rsidRDefault="005A15D6" w:rsidP="000F141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 týkající se dané P</w:t>
            </w:r>
            <w:r w:rsidRPr="00A3159E">
              <w:rPr>
                <w:rFonts w:ascii="Calibri" w:hAnsi="Calibri" w:cs="Calibri"/>
              </w:rPr>
              <w:t>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0F1410"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20.</w:t>
            </w:r>
          </w:p>
        </w:tc>
        <w:tc>
          <w:tcPr>
            <w:tcW w:w="4965" w:type="dxa"/>
            <w:shd w:val="clear" w:color="auto" w:fill="auto"/>
          </w:tcPr>
          <w:p w:rsidR="005A15D6" w:rsidRDefault="005A15D6" w:rsidP="000F1410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Dalších podmínek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30 </w:t>
            </w:r>
            <w:r w:rsidRPr="0089127E">
              <w:rPr>
                <w:rFonts w:ascii="Calibri" w:hAnsi="Calibri" w:cs="Calibri"/>
                <w:b/>
              </w:rPr>
              <w:t>-</w:t>
            </w:r>
            <w:r>
              <w:rPr>
                <w:rFonts w:ascii="Calibri" w:hAnsi="Calibri" w:cs="Calibri"/>
                <w:b/>
              </w:rPr>
              <w:t xml:space="preserve"> 10</w:t>
            </w:r>
            <w:r w:rsidRPr="0089127E">
              <w:rPr>
                <w:rFonts w:ascii="Calibri" w:hAnsi="Calibri" w:cs="Calibri"/>
                <w:b/>
              </w:rPr>
              <w:t>0 %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Pr="001C11AD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celkové 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</w:p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- 20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dané </w:t>
            </w:r>
            <w:r>
              <w:rPr>
                <w:rFonts w:ascii="Calibri" w:hAnsi="Calibri" w:cs="Calibri"/>
              </w:rPr>
              <w:t xml:space="preserve">Další </w:t>
            </w:r>
            <w:r w:rsidRPr="00A3159E">
              <w:rPr>
                <w:rFonts w:ascii="Calibri" w:hAnsi="Calibri" w:cs="Calibri"/>
              </w:rPr>
              <w:t>podmínky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v méně závažných případech</w:t>
            </w:r>
          </w:p>
        </w:tc>
      </w:tr>
      <w:tr w:rsidR="005A15D6" w:rsidRPr="00A3159E" w:rsidTr="001C11AD">
        <w:trPr>
          <w:trHeight w:val="1433"/>
        </w:trPr>
        <w:tc>
          <w:tcPr>
            <w:tcW w:w="1090" w:type="dxa"/>
            <w:shd w:val="clear" w:color="auto" w:fill="D9D9D9"/>
            <w:vAlign w:val="center"/>
          </w:tcPr>
          <w:p w:rsidR="005A15D6" w:rsidRDefault="005A15D6" w:rsidP="000F141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21.</w:t>
            </w:r>
          </w:p>
        </w:tc>
        <w:tc>
          <w:tcPr>
            <w:tcW w:w="4965" w:type="dxa"/>
            <w:shd w:val="clear" w:color="auto" w:fill="auto"/>
          </w:tcPr>
          <w:p w:rsidR="005A15D6" w:rsidRPr="00A3159E" w:rsidRDefault="005A15D6" w:rsidP="005A15D6">
            <w:pPr>
              <w:rPr>
                <w:rFonts w:ascii="Calibri" w:hAnsi="Calibri" w:cs="Calibri"/>
              </w:rPr>
            </w:pPr>
            <w:r w:rsidRPr="00A3159E">
              <w:rPr>
                <w:rFonts w:ascii="Calibri" w:hAnsi="Calibri" w:cs="Calibri"/>
              </w:rPr>
              <w:t>Neplnění/porušení jiných ve smlouvě o poskytnutí podpory</w:t>
            </w:r>
            <w:r>
              <w:rPr>
                <w:rFonts w:ascii="Calibri" w:hAnsi="Calibri" w:cs="Calibri"/>
              </w:rPr>
              <w:t xml:space="preserve"> stanovených Ostatních povinností</w:t>
            </w:r>
          </w:p>
        </w:tc>
        <w:tc>
          <w:tcPr>
            <w:tcW w:w="3233" w:type="dxa"/>
            <w:shd w:val="clear" w:color="auto" w:fill="auto"/>
          </w:tcPr>
          <w:p w:rsidR="005A15D6" w:rsidRDefault="005A15D6" w:rsidP="005A15D6">
            <w:pPr>
              <w:rPr>
                <w:rFonts w:ascii="Calibri" w:hAnsi="Calibri" w:cs="Calibri"/>
              </w:rPr>
            </w:pPr>
            <w:r w:rsidRPr="0089127E">
              <w:rPr>
                <w:rFonts w:ascii="Calibri" w:hAnsi="Calibri" w:cs="Calibri"/>
                <w:b/>
              </w:rPr>
              <w:t>0</w:t>
            </w:r>
            <w:r>
              <w:rPr>
                <w:rFonts w:ascii="Calibri" w:hAnsi="Calibri" w:cs="Calibri"/>
                <w:b/>
              </w:rPr>
              <w:t xml:space="preserve"> - 70</w:t>
            </w:r>
            <w:r w:rsidRPr="0089127E">
              <w:rPr>
                <w:rFonts w:ascii="Calibri" w:hAnsi="Calibri" w:cs="Calibri"/>
                <w:b/>
              </w:rPr>
              <w:t xml:space="preserve"> %</w:t>
            </w:r>
            <w:r w:rsidRPr="00A3159E">
              <w:rPr>
                <w:rFonts w:ascii="Calibri" w:hAnsi="Calibri" w:cs="Calibri"/>
              </w:rPr>
              <w:t xml:space="preserve"> </w:t>
            </w:r>
          </w:p>
          <w:p w:rsidR="005A15D6" w:rsidRDefault="005A15D6" w:rsidP="005A15D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celkové </w:t>
            </w:r>
            <w:r w:rsidRPr="00A3159E">
              <w:rPr>
                <w:rFonts w:ascii="Calibri" w:hAnsi="Calibri" w:cs="Calibri"/>
              </w:rPr>
              <w:t>částky dotace</w:t>
            </w:r>
            <w:r>
              <w:rPr>
                <w:rFonts w:ascii="Calibri" w:hAnsi="Calibri" w:cs="Calibri"/>
              </w:rPr>
              <w:t>,</w:t>
            </w:r>
            <w:r w:rsidRPr="00A3159E">
              <w:rPr>
                <w:rFonts w:ascii="Calibri" w:hAnsi="Calibri" w:cs="Calibri"/>
              </w:rPr>
              <w:t xml:space="preserve"> týkající se </w:t>
            </w:r>
            <w:r>
              <w:rPr>
                <w:rFonts w:ascii="Calibri" w:hAnsi="Calibri" w:cs="Calibri"/>
              </w:rPr>
              <w:t>dané Ostatní povinnosti</w:t>
            </w:r>
          </w:p>
        </w:tc>
      </w:tr>
    </w:tbl>
    <w:p w:rsidR="005A15D6" w:rsidRPr="00A3159E" w:rsidRDefault="005A15D6" w:rsidP="005A15D6">
      <w:pPr>
        <w:rPr>
          <w:rFonts w:ascii="Calibri" w:hAnsi="Calibri" w:cs="Calibri"/>
          <w:b/>
        </w:rPr>
      </w:pPr>
    </w:p>
    <w:p w:rsidR="00860D99" w:rsidRDefault="00860D99" w:rsidP="005D7F32">
      <w:pPr>
        <w:jc w:val="both"/>
      </w:pPr>
    </w:p>
    <w:p w:rsidR="00860D99" w:rsidRPr="005D7F32" w:rsidRDefault="00860D99" w:rsidP="005D7F32">
      <w:pPr>
        <w:jc w:val="both"/>
      </w:pPr>
    </w:p>
    <w:sectPr w:rsidR="00860D99" w:rsidRPr="005D7F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06D" w:rsidRDefault="00B2106D" w:rsidP="005A15D6">
      <w:pPr>
        <w:spacing w:after="0" w:line="240" w:lineRule="auto"/>
      </w:pPr>
      <w:r>
        <w:separator/>
      </w:r>
    </w:p>
  </w:endnote>
  <w:endnote w:type="continuationSeparator" w:id="0">
    <w:p w:rsidR="00B2106D" w:rsidRDefault="00B2106D" w:rsidP="005A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06D" w:rsidRDefault="00B2106D" w:rsidP="005A15D6">
      <w:pPr>
        <w:spacing w:after="0" w:line="240" w:lineRule="auto"/>
      </w:pPr>
      <w:r>
        <w:separator/>
      </w:r>
    </w:p>
  </w:footnote>
  <w:footnote w:type="continuationSeparator" w:id="0">
    <w:p w:rsidR="00B2106D" w:rsidRDefault="00B2106D" w:rsidP="005A15D6">
      <w:pPr>
        <w:spacing w:after="0" w:line="240" w:lineRule="auto"/>
      </w:pPr>
      <w:r>
        <w:continuationSeparator/>
      </w:r>
    </w:p>
  </w:footnote>
  <w:footnote w:id="1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 w:rsidR="005C1732">
        <w:t xml:space="preserve"> ZVZ = zákon č. 134/2016</w:t>
      </w:r>
      <w:r>
        <w:t xml:space="preserve"> Sb., o </w:t>
      </w:r>
      <w:r w:rsidR="005C1732">
        <w:t xml:space="preserve">zadávání veřejných zakázek, </w:t>
      </w:r>
      <w:r w:rsidR="000928D9">
        <w:t>ve znění zákona č. 368/2016 Sb.</w:t>
      </w:r>
      <w:r>
        <w:t xml:space="preserve"> (viz zadávací dokumentaci kpt. 4.4.4)</w:t>
      </w:r>
    </w:p>
  </w:footnote>
  <w:footnote w:id="2">
    <w:p w:rsidR="005A15D6" w:rsidRDefault="005A15D6" w:rsidP="005A15D6">
      <w:pPr>
        <w:pStyle w:val="Textpoznpodarou"/>
      </w:pPr>
      <w:r>
        <w:rPr>
          <w:rStyle w:val="Znakapoznpodarou"/>
        </w:rPr>
        <w:footnoteRef/>
      </w:r>
      <w:r>
        <w:t xml:space="preserve"> IS CEDR = informační systém centrální registr dotací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1AD" w:rsidRPr="00AC5143" w:rsidRDefault="001C11AD" w:rsidP="001C11AD">
    <w:pPr>
      <w:pStyle w:val="Zhlav"/>
      <w:rPr>
        <w:rFonts w:cstheme="minorHAnsi"/>
      </w:rPr>
    </w:pPr>
    <w:r w:rsidRPr="00AC5143">
      <w:rPr>
        <w:rFonts w:cstheme="minorHAnsi"/>
      </w:rPr>
      <w:t xml:space="preserve">Ministerstvo školství, mládeže a tělovýchovy        </w:t>
    </w:r>
    <w:r w:rsidRPr="00AC5143">
      <w:rPr>
        <w:rFonts w:cstheme="minorHAnsi"/>
      </w:rPr>
      <w:tab/>
    </w:r>
    <w:r w:rsidRPr="00AC5143">
      <w:rPr>
        <w:rFonts w:cstheme="minorHAnsi"/>
      </w:rPr>
      <w:tab/>
      <w:t>Identifikační kód</w:t>
    </w:r>
  </w:p>
  <w:p w:rsidR="001C11AD" w:rsidRPr="00AC5143" w:rsidRDefault="001C11AD" w:rsidP="008F60E4">
    <w:pPr>
      <w:rPr>
        <w:rFonts w:cstheme="minorHAnsi"/>
        <w:b/>
        <w:bCs/>
        <w:caps/>
        <w:kern w:val="2"/>
      </w:rPr>
    </w:pPr>
    <w:r w:rsidRPr="00AC5143">
      <w:rPr>
        <w:rFonts w:cstheme="minorHAnsi"/>
      </w:rPr>
      <w:t>Č. j.:</w:t>
    </w:r>
    <w:r w:rsidR="00671287" w:rsidRPr="00AC5143">
      <w:rPr>
        <w:rFonts w:cstheme="minorHAnsi"/>
      </w:rPr>
      <w:t xml:space="preserve">  </w:t>
    </w:r>
    <w:r w:rsidR="00AC5143" w:rsidRPr="00AC5143">
      <w:rPr>
        <w:rFonts w:ascii="Calibri" w:hAnsi="Calibri"/>
        <w:iCs/>
        <w:color w:val="222222"/>
      </w:rPr>
      <w:t>MSMT-1032/2019-1</w:t>
    </w:r>
    <w:r w:rsidR="00671287" w:rsidRPr="00AC5143">
      <w:rPr>
        <w:rFonts w:cstheme="minorHAnsi"/>
      </w:rPr>
      <w:t xml:space="preserve"> </w:t>
    </w:r>
    <w:r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8F60E4" w:rsidRPr="00AC5143">
      <w:rPr>
        <w:rFonts w:cstheme="minorHAnsi"/>
        <w:color w:val="FF0000"/>
      </w:rPr>
      <w:tab/>
    </w:r>
    <w:r w:rsidR="00671287" w:rsidRPr="00AC5143">
      <w:rPr>
        <w:rFonts w:cstheme="minorHAnsi"/>
        <w:color w:val="FF0000"/>
      </w:rPr>
      <w:t xml:space="preserve">                                                     </w:t>
    </w:r>
    <w:r w:rsidR="008F60E4" w:rsidRPr="00AC5143">
      <w:rPr>
        <w:rFonts w:cstheme="minorHAnsi"/>
      </w:rPr>
      <w:t>LT</w:t>
    </w:r>
    <w:r w:rsidR="006B0E12" w:rsidRPr="00AC5143">
      <w:rPr>
        <w:rFonts w:cstheme="minorHAnsi"/>
      </w:rPr>
      <w:t>AB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73D2"/>
    <w:multiLevelType w:val="hybridMultilevel"/>
    <w:tmpl w:val="201C5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F2461"/>
    <w:multiLevelType w:val="hybridMultilevel"/>
    <w:tmpl w:val="B12EE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2B4420"/>
    <w:multiLevelType w:val="hybridMultilevel"/>
    <w:tmpl w:val="851C0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406A7"/>
    <w:multiLevelType w:val="hybridMultilevel"/>
    <w:tmpl w:val="A816F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25AEE"/>
    <w:multiLevelType w:val="hybridMultilevel"/>
    <w:tmpl w:val="F9A242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46FB0"/>
    <w:multiLevelType w:val="hybridMultilevel"/>
    <w:tmpl w:val="B1D831AA"/>
    <w:lvl w:ilvl="0" w:tplc="BB4264D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F39FA"/>
    <w:multiLevelType w:val="hybridMultilevel"/>
    <w:tmpl w:val="F022D8E8"/>
    <w:lvl w:ilvl="0" w:tplc="356E3C3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32"/>
    <w:rsid w:val="00006ED5"/>
    <w:rsid w:val="000222C9"/>
    <w:rsid w:val="00025D09"/>
    <w:rsid w:val="00073C7F"/>
    <w:rsid w:val="000928D9"/>
    <w:rsid w:val="001C11AD"/>
    <w:rsid w:val="001C2E5C"/>
    <w:rsid w:val="001E377E"/>
    <w:rsid w:val="001F694D"/>
    <w:rsid w:val="002836B9"/>
    <w:rsid w:val="002A14CB"/>
    <w:rsid w:val="002E70EA"/>
    <w:rsid w:val="00302931"/>
    <w:rsid w:val="003455F4"/>
    <w:rsid w:val="003536D7"/>
    <w:rsid w:val="00387F56"/>
    <w:rsid w:val="003A58FC"/>
    <w:rsid w:val="00445C5D"/>
    <w:rsid w:val="00447568"/>
    <w:rsid w:val="005A15D6"/>
    <w:rsid w:val="005C1732"/>
    <w:rsid w:val="005D7F32"/>
    <w:rsid w:val="005F6875"/>
    <w:rsid w:val="00671287"/>
    <w:rsid w:val="006B0E12"/>
    <w:rsid w:val="007018EF"/>
    <w:rsid w:val="007402A2"/>
    <w:rsid w:val="00762589"/>
    <w:rsid w:val="00777BBF"/>
    <w:rsid w:val="007E4A82"/>
    <w:rsid w:val="007E700A"/>
    <w:rsid w:val="007F1116"/>
    <w:rsid w:val="00860D99"/>
    <w:rsid w:val="008F60E4"/>
    <w:rsid w:val="00985DC1"/>
    <w:rsid w:val="00A46EB3"/>
    <w:rsid w:val="00A54F39"/>
    <w:rsid w:val="00A90E01"/>
    <w:rsid w:val="00AC5143"/>
    <w:rsid w:val="00AD28A4"/>
    <w:rsid w:val="00B2106D"/>
    <w:rsid w:val="00BC5038"/>
    <w:rsid w:val="00E06C17"/>
    <w:rsid w:val="00E56F77"/>
    <w:rsid w:val="00EA429E"/>
    <w:rsid w:val="00EA4AC9"/>
    <w:rsid w:val="00ED321F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BA8CF-5383-4A17-B69A-7457ADC5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A1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15D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,Text pozn. pod čarou Char2,Text pozn. pod čarou Char Char,Text pozn. pod čarou Char1 Char"/>
    <w:basedOn w:val="Normln"/>
    <w:link w:val="TextpoznpodarouChar"/>
    <w:rsid w:val="005A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,Text pozn. pod čarou Char2 Char"/>
    <w:basedOn w:val="Standardnpsmoodstavce"/>
    <w:link w:val="Textpoznpodarou"/>
    <w:rsid w:val="005A15D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EN Footnote Reference,PGI Fußnote Ziffer + Times New Roman,12 b.,Zúžené o ...,PGI Fußnote Ziffer"/>
    <w:rsid w:val="005A15D6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34"/>
    <w:qFormat/>
    <w:rsid w:val="005A15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11AD"/>
  </w:style>
  <w:style w:type="paragraph" w:styleId="Zpat">
    <w:name w:val="footer"/>
    <w:basedOn w:val="Normln"/>
    <w:link w:val="ZpatChar"/>
    <w:uiPriority w:val="99"/>
    <w:unhideWhenUsed/>
    <w:rsid w:val="001C1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11AD"/>
  </w:style>
  <w:style w:type="paragraph" w:styleId="Textbubliny">
    <w:name w:val="Balloon Text"/>
    <w:basedOn w:val="Normln"/>
    <w:link w:val="TextbublinyChar"/>
    <w:uiPriority w:val="99"/>
    <w:semiHidden/>
    <w:unhideWhenUsed/>
    <w:rsid w:val="00671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12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1117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Vedral Zbyněk</dc:creator>
  <cp:keywords/>
  <dc:description/>
  <cp:lastModifiedBy>Valová Terezie</cp:lastModifiedBy>
  <cp:revision>6</cp:revision>
  <cp:lastPrinted>2019-01-24T06:14:00Z</cp:lastPrinted>
  <dcterms:created xsi:type="dcterms:W3CDTF">2019-01-14T06:53:00Z</dcterms:created>
  <dcterms:modified xsi:type="dcterms:W3CDTF">2019-01-24T06:14:00Z</dcterms:modified>
</cp:coreProperties>
</file>