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013EB" w14:textId="517E215C" w:rsidR="00281653" w:rsidRDefault="00281653" w:rsidP="00281653">
      <w:pPr>
        <w:spacing w:after="0" w:line="240" w:lineRule="auto"/>
      </w:pPr>
      <w:bookmarkStart w:id="0" w:name="_GoBack"/>
      <w:bookmarkEnd w:id="0"/>
    </w:p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B2E1672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223CE746" w:rsidR="004D577D" w:rsidRPr="00EC7325" w:rsidRDefault="00EC7325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 w:rsidRPr="00EC7325">
                  <w:rPr>
                    <w:rFonts w:ascii="Calibri" w:eastAsia="Calibri" w:hAnsi="Calibri" w:cs="Times New Roman"/>
                    <w:color w:val="FF0000"/>
                  </w:rPr>
                  <w:t>INTER-ACTION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4298A17" w:rsidR="004D577D" w:rsidRPr="00EC7325" w:rsidRDefault="004434E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LTAUSA19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 – dd.mm.rrrr</w:t>
                </w:r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474FE769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302D2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3507E300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302D2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3D86B70A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4643D9F0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454D5DFF" w14:textId="52968FB2" w:rsidR="001706F1" w:rsidRPr="001706F1" w:rsidRDefault="00AC1240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1" w:name="_Toc321140622"/>
      <w:bookmarkStart w:id="2" w:name="_Toc448134365"/>
      <w:r>
        <w:t>Identifikační údaje</w:t>
      </w:r>
      <w:bookmarkEnd w:id="1"/>
      <w:bookmarkEnd w:id="2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24F8925F" w:rsidR="005A5E8D" w:rsidRDefault="00281653" w:rsidP="00D57E83">
      <w:pPr>
        <w:jc w:val="both"/>
      </w:pPr>
      <w:r>
        <w:t>VES19</w:t>
      </w:r>
      <w:r w:rsidR="003E0DEC">
        <w:rPr>
          <w:vertAlign w:val="subscript"/>
        </w:rPr>
        <w:t>USA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6204E821" w14:textId="0C2615AB" w:rsidR="00740EF6" w:rsidRDefault="00922D6C" w:rsidP="00740EF6">
      <w:pPr>
        <w:pStyle w:val="Nadpis21"/>
        <w:numPr>
          <w:ilvl w:val="1"/>
          <w:numId w:val="3"/>
        </w:numPr>
      </w:pPr>
      <w:r>
        <w:t>Převažující k</w:t>
      </w:r>
      <w:r w:rsidR="00740EF6">
        <w:t>ategorie výzkumu</w:t>
      </w:r>
    </w:p>
    <w:p w14:paraId="34E1F71F" w14:textId="3C3FF432" w:rsidR="00740EF6" w:rsidRPr="00740EF6" w:rsidRDefault="00A1105D" w:rsidP="00740EF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60A2756F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  <w:r w:rsidR="001B7EA2">
        <w:rPr>
          <w:b/>
          <w:color w:val="auto"/>
        </w:rPr>
        <w:t xml:space="preserve"> </w:t>
      </w:r>
      <w:r w:rsidR="001B7EA2" w:rsidRPr="001B7EA2">
        <w:rPr>
          <w:color w:val="auto"/>
        </w:rPr>
        <w:t>(j</w:t>
      </w:r>
      <w:r w:rsidR="001B7EA2">
        <w:rPr>
          <w:color w:val="auto"/>
        </w:rPr>
        <w:t>akým způsobem projekt přispívá k naplnění cílů programu INTER-EXCELLENCE, podprogramu INTER-ACTION).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22037C8A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  <w:r w:rsidR="001B7EA2">
        <w:rPr>
          <w:b/>
          <w:color w:val="auto"/>
        </w:rPr>
        <w:t xml:space="preserve"> </w:t>
      </w:r>
      <w:r w:rsidR="001B7EA2" w:rsidRPr="001B7EA2">
        <w:rPr>
          <w:color w:val="auto"/>
        </w:rPr>
        <w:t>(</w:t>
      </w:r>
      <w:r w:rsidR="001B7EA2">
        <w:rPr>
          <w:color w:val="auto"/>
        </w:rPr>
        <w:t>popis řešeného problému, jeho současného stavu, navrhovaného výzkumu a jeho inovativnosti a potřebnosti včetně způsobu řešení a předpokládaných dosažených vědeckých a socioekonomických výsledků určených k využití).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ACD88F4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  <w:r w:rsidR="001B7EA2">
        <w:rPr>
          <w:b/>
          <w:color w:val="auto"/>
        </w:rPr>
        <w:t xml:space="preserve"> projektu </w:t>
      </w:r>
      <w:r w:rsidR="001B7EA2" w:rsidRPr="001B7EA2">
        <w:rPr>
          <w:color w:val="auto"/>
        </w:rPr>
        <w:t>(včetně jejich vědeckotechnických a socioekonomických přínosů).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5000" w:type="pct"/>
        <w:jc w:val="center"/>
        <w:tblLook w:val="04A0" w:firstRow="1" w:lastRow="0" w:firstColumn="1" w:lastColumn="0" w:noHBand="0" w:noVBand="1"/>
      </w:tblPr>
      <w:tblGrid>
        <w:gridCol w:w="2826"/>
        <w:gridCol w:w="658"/>
        <w:gridCol w:w="2789"/>
        <w:gridCol w:w="2789"/>
      </w:tblGrid>
      <w:tr w:rsidR="005400AB" w:rsidRPr="009A3CB9" w14:paraId="76C9CE98" w14:textId="77777777" w:rsidTr="00922D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  <w:hideMark/>
          </w:tcPr>
          <w:p w14:paraId="536F7AE0" w14:textId="77777777" w:rsidR="005400AB" w:rsidRPr="009A3CB9" w:rsidRDefault="005400AB" w:rsidP="00922D6C">
            <w:pPr>
              <w:jc w:val="center"/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5400AB" w:rsidRPr="009A3CB9" w14:paraId="68E60530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37079AA6" w14:textId="77777777" w:rsidR="005400AB" w:rsidRPr="0072547E" w:rsidRDefault="005400AB" w:rsidP="00922D6C">
            <w:pPr>
              <w:rPr>
                <w:rFonts w:ascii="Arial CE" w:hAnsi="Arial CE"/>
                <w:b w:val="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14:paraId="39C4AED8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</w:t>
            </w:r>
          </w:p>
        </w:tc>
        <w:tc>
          <w:tcPr>
            <w:tcW w:w="1539" w:type="pct"/>
            <w:vAlign w:val="center"/>
          </w:tcPr>
          <w:p w14:paraId="49745475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Impaktovaný časopis, ve kterém se předpokládá publikace výsledků</w:t>
            </w:r>
          </w:p>
        </w:tc>
        <w:tc>
          <w:tcPr>
            <w:tcW w:w="1539" w:type="pct"/>
          </w:tcPr>
          <w:p w14:paraId="0ED8EAFE" w14:textId="77777777" w:rsidR="005400AB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  <w:p w14:paraId="32BBC7A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Impakt faktor časopisu</w:t>
            </w:r>
          </w:p>
        </w:tc>
      </w:tr>
      <w:tr w:rsidR="005400AB" w:rsidRPr="009A3CB9" w14:paraId="729C1BDB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5B61E7E4" w14:textId="77777777" w:rsidR="005400AB" w:rsidRPr="0072547E" w:rsidRDefault="005400AB" w:rsidP="00922D6C">
            <w:pPr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72547E">
              <w:rPr>
                <w:rFonts w:ascii="Arial CE" w:hAnsi="Arial CE"/>
                <w:b w:val="0"/>
                <w:sz w:val="16"/>
                <w:szCs w:val="16"/>
              </w:rPr>
              <w:t>publikační výsledky v impaktovaných časopisech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imp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nebo v databázi Scopus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>sc</w:t>
            </w:r>
          </w:p>
        </w:tc>
        <w:tc>
          <w:tcPr>
            <w:tcW w:w="363" w:type="pct"/>
            <w:vAlign w:val="center"/>
          </w:tcPr>
          <w:p w14:paraId="5609ED6B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  <w:vAlign w:val="center"/>
            <w:hideMark/>
          </w:tcPr>
          <w:p w14:paraId="55E608AC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</w:tcPr>
          <w:p w14:paraId="74E7906A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29A0D7FA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69E58962" w14:textId="77777777" w:rsidR="005400AB" w:rsidRPr="0072547E" w:rsidRDefault="005400AB" w:rsidP="00922D6C">
            <w:pPr>
              <w:rPr>
                <w:rFonts w:ascii="Arial CE" w:eastAsia="Times New Roman" w:hAnsi="Arial CE" w:cs="Arial CE"/>
                <w:b w:val="0"/>
                <w:sz w:val="18"/>
              </w:rPr>
            </w:pPr>
            <w:r>
              <w:rPr>
                <w:rFonts w:ascii="Arial CE" w:hAnsi="Arial CE"/>
                <w:b w:val="0"/>
                <w:sz w:val="16"/>
                <w:szCs w:val="16"/>
              </w:rPr>
              <w:t xml:space="preserve">z toho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publikační výsledky v impaktovaných časopisech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imp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nebo v databázi Scopus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sc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ve spoluautorství se zahraničním autorem, s významným podílem autorství zaměstnance uchazeče/dalšího účastníka projektu</w:t>
            </w:r>
          </w:p>
        </w:tc>
        <w:tc>
          <w:tcPr>
            <w:tcW w:w="363" w:type="pct"/>
            <w:vAlign w:val="center"/>
          </w:tcPr>
          <w:p w14:paraId="25D452F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  <w:vAlign w:val="center"/>
          </w:tcPr>
          <w:p w14:paraId="5D7E8EF6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</w:tcPr>
          <w:p w14:paraId="5B3F6209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61BC030F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1A8A4A18" w14:textId="77777777" w:rsidR="005400AB" w:rsidRPr="0072547E" w:rsidRDefault="005400AB" w:rsidP="00922D6C">
            <w:pPr>
              <w:rPr>
                <w:rFonts w:ascii="Arial CE" w:hAnsi="Arial CE"/>
                <w:b w:val="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14:paraId="46493E01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</w:t>
            </w:r>
          </w:p>
        </w:tc>
        <w:tc>
          <w:tcPr>
            <w:tcW w:w="3078" w:type="pct"/>
            <w:gridSpan w:val="2"/>
            <w:vAlign w:val="center"/>
          </w:tcPr>
          <w:p w14:paraId="02DC8A8D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Popis / charakterizace</w:t>
            </w:r>
          </w:p>
        </w:tc>
      </w:tr>
      <w:tr w:rsidR="005400AB" w:rsidRPr="009A3CB9" w14:paraId="07068828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04CE4D5E" w14:textId="77777777" w:rsidR="005400AB" w:rsidRPr="0072547E" w:rsidRDefault="005400AB" w:rsidP="00922D6C">
            <w:pPr>
              <w:rPr>
                <w:rFonts w:ascii="Arial CE" w:eastAsia="Times New Roman" w:hAnsi="Arial CE" w:cs="Arial CE"/>
                <w:b w:val="0"/>
                <w:sz w:val="18"/>
              </w:rPr>
            </w:pPr>
            <w:r w:rsidRPr="0072547E">
              <w:rPr>
                <w:rFonts w:ascii="Arial CE" w:hAnsi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363" w:type="pct"/>
            <w:vAlign w:val="center"/>
          </w:tcPr>
          <w:p w14:paraId="797ABD6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74C00ED9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3FB1CF43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  <w:hideMark/>
          </w:tcPr>
          <w:p w14:paraId="20A21A9C" w14:textId="77777777" w:rsidR="005400AB" w:rsidRPr="009A3CB9" w:rsidRDefault="005400AB" w:rsidP="00922D6C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05E38F5E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  <w:hideMark/>
          </w:tcPr>
          <w:p w14:paraId="05FFC193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38C054F5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23691349" w14:textId="77777777" w:rsidR="005400AB" w:rsidRPr="009A3CB9" w:rsidRDefault="005400AB" w:rsidP="00922D6C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1115981C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047933AE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6587262D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4587FE11" w14:textId="77777777" w:rsidR="005400AB" w:rsidRPr="009A3CB9" w:rsidRDefault="005400AB" w:rsidP="00922D6C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0D2A9B76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369AA3B5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2E08609F" w14:textId="0CD07ADF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t>Zdůvodnění předpokládaných přínosů včetně kritických předpokladů</w:t>
      </w:r>
      <w:r w:rsidR="005400AB">
        <w:rPr>
          <w:b/>
          <w:bCs/>
          <w:color w:val="auto"/>
        </w:rPr>
        <w:t xml:space="preserve"> (rizik)</w:t>
      </w:r>
      <w:r w:rsidRPr="009E59D2">
        <w:rPr>
          <w:b/>
          <w:bCs/>
          <w:color w:val="auto"/>
        </w:rPr>
        <w:t xml:space="preserve">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2A06262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5400AB">
        <w:rPr>
          <w:b/>
          <w:color w:val="auto"/>
        </w:rPr>
        <w:t xml:space="preserve"> a kritické předpoklady (rizika) </w:t>
      </w:r>
      <w:r w:rsidR="00016A66">
        <w:rPr>
          <w:b/>
          <w:color w:val="auto"/>
        </w:rPr>
        <w:t>jejich dosažení</w:t>
      </w:r>
    </w:p>
    <w:p w14:paraId="6DEB3280" w14:textId="48860D82" w:rsidR="005400AB" w:rsidRPr="005400AB" w:rsidRDefault="005400AB" w:rsidP="005400AB">
      <w:pPr>
        <w:ind w:left="720"/>
        <w:contextualSpacing/>
        <w:jc w:val="both"/>
        <w:rPr>
          <w:color w:val="auto"/>
        </w:rPr>
      </w:pPr>
      <w:r w:rsidRPr="005400AB">
        <w:rPr>
          <w:color w:val="auto"/>
        </w:rPr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DFCA81B" w:rsidR="009A3CB9" w:rsidRPr="00922D6C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  <w:r w:rsidR="005400AB">
        <w:t xml:space="preserve"> </w:t>
      </w:r>
      <w:r w:rsidR="005400AB" w:rsidRPr="005400AB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(Etapy</w:t>
      </w:r>
      <w:r w:rsidR="005400AB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 xml:space="preserve"> mohou být roční, ale i víceleté a po dobu řešení projektu alespoň 2</w:t>
      </w:r>
      <w:r w:rsidR="005400AB" w:rsidRPr="00922D6C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. V prvním a v posledním roce řešení projektu mohou být etapy i kratší než 12 měsíců)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0A1849F" w14:textId="4C3136DA" w:rsidR="009A3CB9" w:rsidRPr="009A3CB9" w:rsidRDefault="00C129BF" w:rsidP="00C129BF">
            <w:pPr>
              <w:tabs>
                <w:tab w:val="left" w:pos="1650"/>
              </w:tabs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="009A3CB9"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452C14DE" w:rsidR="009A3CB9" w:rsidRPr="009A3CB9" w:rsidRDefault="005400AB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Délka etapy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17FC5ADF" w:rsidR="009A3CB9" w:rsidRPr="009A3CB9" w:rsidRDefault="005400AB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Popis</w:t>
            </w:r>
            <w:r w:rsidR="009A3CB9" w:rsidRPr="009A3CB9">
              <w:rPr>
                <w:sz w:val="16"/>
              </w:rPr>
              <w:t xml:space="preserve">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171219BF" w14:textId="77777777" w:rsidR="00C129BF" w:rsidRDefault="00C129BF" w:rsidP="009A3CB9">
      <w:pPr>
        <w:tabs>
          <w:tab w:val="left" w:pos="1650"/>
        </w:tabs>
        <w:jc w:val="both"/>
        <w:rPr>
          <w:b/>
          <w:color w:val="auto"/>
          <w:sz w:val="22"/>
        </w:rPr>
      </w:pPr>
    </w:p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241E30D0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  <w:r w:rsidR="00C129BF">
        <w:rPr>
          <w:b/>
          <w:color w:val="auto"/>
        </w:rPr>
        <w:t xml:space="preserve"> </w:t>
      </w:r>
      <w:r w:rsidR="00C129BF" w:rsidRPr="00C129BF">
        <w:rPr>
          <w:color w:val="auto"/>
        </w:rPr>
        <w:t>(min.</w:t>
      </w:r>
      <w:r w:rsidR="00C129BF">
        <w:rPr>
          <w:rFonts w:cstheme="minorHAnsi"/>
          <w:color w:val="auto"/>
        </w:rPr>
        <w:t>½</w:t>
      </w:r>
      <w:r w:rsidR="00C129BF">
        <w:rPr>
          <w:color w:val="auto"/>
        </w:rPr>
        <w:t xml:space="preserve"> </w:t>
      </w:r>
      <w:r w:rsidR="00C129BF" w:rsidRPr="00C129BF">
        <w:rPr>
          <w:color w:val="auto"/>
        </w:rPr>
        <w:t>A4)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5A694865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2A0A73DB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1280778B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r>
        <w:t>Strategie a metodika řešení projektu</w:t>
      </w:r>
    </w:p>
    <w:p w14:paraId="72EAC536" w14:textId="5DAE5656" w:rsidR="00EE7F26" w:rsidRDefault="00EE7F26" w:rsidP="00EE7F26">
      <w:r>
        <w:t>…</w:t>
      </w:r>
    </w:p>
    <w:p w14:paraId="5E6A9068" w14:textId="77777777" w:rsidR="00EE7F26" w:rsidRPr="00EE7F26" w:rsidRDefault="00EE7F26" w:rsidP="00EE7F26">
      <w:r w:rsidRPr="00EE7F26">
        <w:t>…</w:t>
      </w:r>
    </w:p>
    <w:p w14:paraId="32AE6400" w14:textId="3932E157" w:rsidR="009A3CB9" w:rsidRDefault="00EE7F26" w:rsidP="00EE7F26">
      <w:pPr>
        <w:pStyle w:val="Nadpis21"/>
      </w:pPr>
      <w:r>
        <w:t xml:space="preserve">4.1   </w:t>
      </w:r>
      <w:r w:rsidR="009A3CB9">
        <w:t>Analýza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7B403AB6" w:rsidR="006A3ADB" w:rsidRPr="006A3ADB" w:rsidRDefault="00A1105D" w:rsidP="00AF7111">
      <w:pPr>
        <w:pStyle w:val="Nadpis21"/>
      </w:pPr>
      <w:r>
        <w:t xml:space="preserve">4.2   </w:t>
      </w:r>
      <w:r w:rsidR="00766B5C">
        <w:t xml:space="preserve"> Navržená</w:t>
      </w:r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  <w:r w:rsidR="000C3DCD">
        <w:t xml:space="preserve"> </w:t>
      </w:r>
      <w:r w:rsidR="000C3DCD" w:rsidRPr="000C3DCD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(popište efekt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 xml:space="preserve">ivitu navrhovaných alokovaných </w:t>
      </w:r>
      <w:r w:rsidR="000C3DCD" w:rsidRPr="000C3DCD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zdrojů a kapacit ve vztahu k předpokládaným dosaženým výsledkům)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633F1F">
      <w:pPr>
        <w:pStyle w:val="Nadpis11"/>
        <w:numPr>
          <w:ilvl w:val="0"/>
          <w:numId w:val="3"/>
        </w:numPr>
      </w:pPr>
      <w:r>
        <w:t>Projektový a řešitelský tým</w:t>
      </w:r>
    </w:p>
    <w:p w14:paraId="4B8FC562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012A9446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  <w:r w:rsidR="00062E02">
              <w:rPr>
                <w:rFonts w:eastAsia="Times New Roman" w:cstheme="minorHAnsi"/>
                <w:sz w:val="16"/>
              </w:rPr>
              <w:t>jako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41984438" w14:textId="6CFAC125" w:rsidTr="009E59D2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70888229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3FF661F2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6A184EEA" w14:textId="2C7AE249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AD0A4AC" w14:textId="424D3891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  <w:r w:rsidR="00704C80">
              <w:rPr>
                <w:rFonts w:ascii="Arial CE" w:eastAsia="Times New Roman" w:hAnsi="Arial CE" w:cs="Arial CE"/>
                <w:b w:val="0"/>
                <w:sz w:val="16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574DD23B" w14:textId="77777777" w:rsidR="00D75119" w:rsidRPr="005B31BC" w:rsidRDefault="00D75119" w:rsidP="00D75119">
      <w:pPr>
        <w:pBdr>
          <w:bottom w:val="single" w:sz="12" w:space="1" w:color="0070C0"/>
        </w:pBdr>
      </w:pPr>
    </w:p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6E4A7438" w:rsidR="005B31BC" w:rsidRPr="00033138" w:rsidRDefault="005B31BC" w:rsidP="009E59D2">
      <w:pPr>
        <w:pStyle w:val="Odstavecseseznamem"/>
        <w:jc w:val="both"/>
        <w:rPr>
          <w:b/>
          <w:color w:val="auto"/>
        </w:rPr>
      </w:pPr>
      <w:r w:rsidRPr="00033138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2EFD22C7" w:rsidR="005B31BC" w:rsidRPr="007A48AB" w:rsidRDefault="003C01BA" w:rsidP="00633F1F">
      <w:pPr>
        <w:pStyle w:val="Odstavecseseznamem"/>
        <w:numPr>
          <w:ilvl w:val="2"/>
          <w:numId w:val="3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15D9729E" w:rsidR="005B31BC" w:rsidRPr="005B31BC" w:rsidRDefault="00922D6C" w:rsidP="00922D6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2BF2EF6A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942635A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C87800A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3547DDF8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211B40DF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42EA3DCD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4AA776BC" w14:textId="2D947352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64B1A5DE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9FA9C50" w14:textId="77777777" w:rsidR="00A6019D" w:rsidRP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24B13F4F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Pr="003C01BA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45211242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AB23C2A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322B938D" w14:textId="77777777" w:rsidR="00A6019D" w:rsidRPr="005B31BC" w:rsidRDefault="00A6019D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95B71D6" w:rsidR="005B31BC" w:rsidRPr="003C01BA" w:rsidRDefault="003C01BA" w:rsidP="00633F1F">
      <w:pPr>
        <w:pStyle w:val="Odstavecseseznamem"/>
        <w:numPr>
          <w:ilvl w:val="2"/>
          <w:numId w:val="3"/>
        </w:numPr>
        <w:rPr>
          <w:rFonts w:cstheme="minorHAnsi"/>
          <w:b/>
          <w:color w:val="auto"/>
          <w:sz w:val="24"/>
        </w:rPr>
      </w:pPr>
      <w:r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236A92A" w:rsidR="005B31BC" w:rsidRPr="005B31BC" w:rsidRDefault="00922D6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>
              <w:rPr>
                <w:rFonts w:eastAsia="Times New Roman" w:cstheme="minorHAnsi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</w:rPr>
              <w:t>(část úvazku např</w:t>
            </w:r>
            <w:r>
              <w:rPr>
                <w:rFonts w:eastAsia="Times New Roman" w:cstheme="minorHAnsi"/>
                <w:b w:val="0"/>
              </w:rPr>
              <w:t>.</w:t>
            </w:r>
            <w:r w:rsidRPr="00922D6C">
              <w:rPr>
                <w:rFonts w:eastAsia="Times New Roman" w:cstheme="minorHAnsi"/>
                <w:b w:val="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E0B2DFE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DF03EB0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62BADB84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5844300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66BA5283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 w:rsidR="005F77AF">
        <w:rPr>
          <w:rFonts w:cstheme="minorHAnsi"/>
          <w:b/>
          <w:color w:val="auto"/>
        </w:rPr>
        <w:t xml:space="preserve"> (</w:t>
      </w:r>
      <w:r>
        <w:rPr>
          <w:rFonts w:cstheme="minorHAnsi"/>
          <w:b/>
          <w:color w:val="auto"/>
        </w:rPr>
        <w:t>vložte jako přílohu)</w:t>
      </w:r>
    </w:p>
    <w:p w14:paraId="039688AA" w14:textId="5C8FC51F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442B1E7F" w:rsidR="005B31BC" w:rsidRPr="003C01BA" w:rsidRDefault="005B31BC" w:rsidP="003C01BA">
      <w:pPr>
        <w:rPr>
          <w:rFonts w:cstheme="minorHAnsi"/>
          <w:b/>
          <w:color w:val="auto"/>
          <w:sz w:val="24"/>
        </w:rPr>
      </w:pP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69F01345" w:rsidR="005B31BC" w:rsidRPr="005B31BC" w:rsidRDefault="00922D6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>
              <w:rPr>
                <w:rFonts w:eastAsia="Times New Roman" w:cstheme="minorHAnsi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</w:rPr>
              <w:t>(část úvazku např</w:t>
            </w:r>
            <w:r>
              <w:rPr>
                <w:rFonts w:eastAsia="Times New Roman" w:cstheme="minorHAnsi"/>
                <w:b w:val="0"/>
              </w:rPr>
              <w:t>.</w:t>
            </w:r>
            <w:r w:rsidRPr="00922D6C">
              <w:rPr>
                <w:rFonts w:eastAsia="Times New Roman" w:cstheme="minorHAnsi"/>
                <w:b w:val="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3E6FC130" w14:textId="77777777" w:rsidR="00CE75C9" w:rsidRPr="00F03B39" w:rsidRDefault="00CE75C9" w:rsidP="007A48AB">
      <w:pPr>
        <w:spacing w:after="0" w:line="240" w:lineRule="auto"/>
        <w:jc w:val="both"/>
        <w:rPr>
          <w:rFonts w:cstheme="minorHAnsi"/>
        </w:rPr>
      </w:pPr>
    </w:p>
    <w:p w14:paraId="7EED6BFE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510BEAD" w14:textId="77777777" w:rsidR="00CE75C9" w:rsidRPr="005B31BC" w:rsidRDefault="00CE75C9" w:rsidP="00CE75C9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633F1F">
      <w:pPr>
        <w:pStyle w:val="Nadpis11"/>
        <w:numPr>
          <w:ilvl w:val="0"/>
          <w:numId w:val="3"/>
        </w:numPr>
      </w:pPr>
      <w:r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4319" w:type="pct"/>
        <w:tblLook w:val="04A0" w:firstRow="1" w:lastRow="0" w:firstColumn="1" w:lastColumn="0" w:noHBand="0" w:noVBand="1"/>
      </w:tblPr>
      <w:tblGrid>
        <w:gridCol w:w="518"/>
        <w:gridCol w:w="2372"/>
        <w:gridCol w:w="1234"/>
        <w:gridCol w:w="1234"/>
        <w:gridCol w:w="1235"/>
        <w:gridCol w:w="1235"/>
      </w:tblGrid>
      <w:tr w:rsidR="005D731D" w:rsidRPr="00876E73" w14:paraId="744B8170" w14:textId="7F114EC7" w:rsidTr="005D7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pct"/>
            <w:gridSpan w:val="2"/>
            <w:vAlign w:val="center"/>
          </w:tcPr>
          <w:p w14:paraId="553DA9D2" w14:textId="77777777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788" w:type="pct"/>
            <w:vAlign w:val="center"/>
          </w:tcPr>
          <w:p w14:paraId="39A8CCA2" w14:textId="4A8CE21C" w:rsidR="005D731D" w:rsidRPr="00876E73" w:rsidRDefault="005D731D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788" w:type="pct"/>
            <w:vAlign w:val="center"/>
          </w:tcPr>
          <w:p w14:paraId="1BBF398C" w14:textId="711A26BD" w:rsidR="005D731D" w:rsidRPr="00876E73" w:rsidRDefault="005D731D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789" w:type="pct"/>
            <w:vAlign w:val="center"/>
          </w:tcPr>
          <w:p w14:paraId="120F6968" w14:textId="5313C2C7" w:rsidR="005D731D" w:rsidRPr="00876E73" w:rsidRDefault="005D731D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789" w:type="pct"/>
            <w:vAlign w:val="center"/>
          </w:tcPr>
          <w:p w14:paraId="70808093" w14:textId="61E28977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5D731D" w:rsidRPr="00876E73" w14:paraId="531242F9" w14:textId="0E93E984" w:rsidTr="005D73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Align w:val="center"/>
            <w:hideMark/>
          </w:tcPr>
          <w:p w14:paraId="0FB18A8B" w14:textId="77777777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514" w:type="pct"/>
            <w:vAlign w:val="center"/>
          </w:tcPr>
          <w:p w14:paraId="291CBCDB" w14:textId="77777777" w:rsidR="005D731D" w:rsidRPr="00876E73" w:rsidRDefault="005D731D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788" w:type="pct"/>
            <w:vAlign w:val="center"/>
          </w:tcPr>
          <w:p w14:paraId="4E85E68A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01EA12D4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0BE10890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5D7FD4BA" w14:textId="468B55E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773934AA" w14:textId="44220FD5" w:rsidTr="005D731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Align w:val="center"/>
            <w:hideMark/>
          </w:tcPr>
          <w:p w14:paraId="7EA01FF0" w14:textId="67B27DF9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514" w:type="pct"/>
            <w:vAlign w:val="center"/>
          </w:tcPr>
          <w:p w14:paraId="5FF634C5" w14:textId="63F4B107" w:rsidR="005D731D" w:rsidRPr="00876E73" w:rsidRDefault="005D731D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788" w:type="pct"/>
            <w:vAlign w:val="center"/>
          </w:tcPr>
          <w:p w14:paraId="035349B4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2D3F3397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6CAB0059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7A9B072A" w14:textId="3363FA36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064CA017" w14:textId="73567A4C" w:rsidTr="005D731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Align w:val="center"/>
            <w:hideMark/>
          </w:tcPr>
          <w:p w14:paraId="68A651F8" w14:textId="77777777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514" w:type="pct"/>
            <w:vAlign w:val="center"/>
          </w:tcPr>
          <w:p w14:paraId="4FA38CCE" w14:textId="77777777" w:rsidR="005D731D" w:rsidRPr="00876E73" w:rsidRDefault="005D731D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788" w:type="pct"/>
            <w:vAlign w:val="center"/>
          </w:tcPr>
          <w:p w14:paraId="505DA263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332B8ADB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287AB3B3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3F17DF56" w14:textId="38FC3A6E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4322" w:type="pct"/>
        <w:tblLook w:val="04A0" w:firstRow="1" w:lastRow="0" w:firstColumn="1" w:lastColumn="0" w:noHBand="0" w:noVBand="1"/>
      </w:tblPr>
      <w:tblGrid>
        <w:gridCol w:w="519"/>
        <w:gridCol w:w="2370"/>
        <w:gridCol w:w="1234"/>
        <w:gridCol w:w="1234"/>
        <w:gridCol w:w="1238"/>
        <w:gridCol w:w="1238"/>
      </w:tblGrid>
      <w:tr w:rsidR="005D731D" w:rsidRPr="00876E73" w14:paraId="666F1849" w14:textId="37AC5E94" w:rsidTr="005D7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pct"/>
            <w:gridSpan w:val="2"/>
            <w:vAlign w:val="center"/>
          </w:tcPr>
          <w:p w14:paraId="06335F87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788" w:type="pct"/>
            <w:vAlign w:val="center"/>
          </w:tcPr>
          <w:p w14:paraId="7BE48239" w14:textId="56035342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788" w:type="pct"/>
            <w:vAlign w:val="center"/>
          </w:tcPr>
          <w:p w14:paraId="0864D027" w14:textId="78C2C52F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790" w:type="pct"/>
            <w:vAlign w:val="center"/>
          </w:tcPr>
          <w:p w14:paraId="1E921CFF" w14:textId="03372B68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790" w:type="pct"/>
            <w:vAlign w:val="center"/>
          </w:tcPr>
          <w:p w14:paraId="747CD5EA" w14:textId="7C8551AE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5D731D" w:rsidRPr="00876E73" w14:paraId="790E858E" w14:textId="4158FF5D" w:rsidTr="005D73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Align w:val="center"/>
          </w:tcPr>
          <w:p w14:paraId="4F038475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513" w:type="pct"/>
            <w:vAlign w:val="center"/>
          </w:tcPr>
          <w:p w14:paraId="54FD5179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788" w:type="pct"/>
            <w:vAlign w:val="center"/>
          </w:tcPr>
          <w:p w14:paraId="152B680D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3D436D13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2BF4F99D" w14:textId="183F91AE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7018D80B" w14:textId="59C473AF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70587AE6" w14:textId="31494E44" w:rsidTr="005D731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Align w:val="center"/>
          </w:tcPr>
          <w:p w14:paraId="3D26878E" w14:textId="33C9BDBA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513" w:type="pct"/>
            <w:vAlign w:val="center"/>
          </w:tcPr>
          <w:p w14:paraId="0A2B2CE1" w14:textId="1F43DF3A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788" w:type="pct"/>
            <w:vAlign w:val="center"/>
          </w:tcPr>
          <w:p w14:paraId="3565627F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0D8062CE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1F54D8A8" w14:textId="6096F89C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15085EBB" w14:textId="1ACC5210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3A72F087" w14:textId="5D71B096" w:rsidTr="005D731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Align w:val="center"/>
          </w:tcPr>
          <w:p w14:paraId="0D6FB35B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513" w:type="pct"/>
            <w:vAlign w:val="center"/>
          </w:tcPr>
          <w:p w14:paraId="11406FD2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788" w:type="pct"/>
            <w:vAlign w:val="center"/>
          </w:tcPr>
          <w:p w14:paraId="700E82E2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77C00FC2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568C59DE" w14:textId="2B74FE0A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616086F8" w14:textId="42429163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432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1"/>
        <w:gridCol w:w="2372"/>
        <w:gridCol w:w="1235"/>
        <w:gridCol w:w="1235"/>
        <w:gridCol w:w="1236"/>
        <w:gridCol w:w="1235"/>
      </w:tblGrid>
      <w:tr w:rsidR="005D731D" w:rsidRPr="00876E73" w14:paraId="4C76AC9B" w14:textId="59D09606" w:rsidTr="005D7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pct"/>
            <w:gridSpan w:val="2"/>
            <w:vAlign w:val="center"/>
          </w:tcPr>
          <w:p w14:paraId="39A45088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789" w:type="pct"/>
            <w:tcBorders>
              <w:bottom w:val="single" w:sz="12" w:space="0" w:color="002060"/>
            </w:tcBorders>
            <w:vAlign w:val="center"/>
          </w:tcPr>
          <w:p w14:paraId="6FB23FB4" w14:textId="1C246AB2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789" w:type="pct"/>
            <w:tcBorders>
              <w:bottom w:val="single" w:sz="12" w:space="0" w:color="002060"/>
            </w:tcBorders>
            <w:vAlign w:val="center"/>
          </w:tcPr>
          <w:p w14:paraId="2442D57A" w14:textId="239BF4F4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790" w:type="pct"/>
            <w:tcBorders>
              <w:bottom w:val="single" w:sz="12" w:space="0" w:color="002060"/>
            </w:tcBorders>
            <w:vAlign w:val="center"/>
          </w:tcPr>
          <w:p w14:paraId="3304712D" w14:textId="778DFA75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790" w:type="pct"/>
            <w:tcBorders>
              <w:bottom w:val="single" w:sz="12" w:space="0" w:color="002060"/>
            </w:tcBorders>
            <w:vAlign w:val="center"/>
          </w:tcPr>
          <w:p w14:paraId="7FD173D8" w14:textId="346C18A3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5D731D" w:rsidRPr="00876E73" w14:paraId="3496793A" w14:textId="6AADADD8" w:rsidTr="005D73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tcBorders>
              <w:top w:val="single" w:sz="12" w:space="0" w:color="002060"/>
            </w:tcBorders>
            <w:vAlign w:val="center"/>
          </w:tcPr>
          <w:p w14:paraId="7FC8874D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516" w:type="pct"/>
            <w:tcBorders>
              <w:top w:val="single" w:sz="12" w:space="0" w:color="002060"/>
            </w:tcBorders>
            <w:vAlign w:val="center"/>
          </w:tcPr>
          <w:p w14:paraId="4AFBA2BD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789" w:type="pct"/>
            <w:tcBorders>
              <w:top w:val="single" w:sz="12" w:space="0" w:color="002060"/>
            </w:tcBorders>
            <w:vAlign w:val="center"/>
          </w:tcPr>
          <w:p w14:paraId="329EF99D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tcBorders>
              <w:top w:val="single" w:sz="12" w:space="0" w:color="002060"/>
            </w:tcBorders>
            <w:vAlign w:val="center"/>
          </w:tcPr>
          <w:p w14:paraId="17DAC46B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tcBorders>
              <w:top w:val="single" w:sz="12" w:space="0" w:color="002060"/>
            </w:tcBorders>
            <w:vAlign w:val="center"/>
          </w:tcPr>
          <w:p w14:paraId="277AD14F" w14:textId="61F6FB85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tcBorders>
              <w:top w:val="single" w:sz="12" w:space="0" w:color="002060"/>
            </w:tcBorders>
            <w:vAlign w:val="center"/>
          </w:tcPr>
          <w:p w14:paraId="2DBC94D9" w14:textId="5B1C0C82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61732ADE" w14:textId="41363AFD" w:rsidTr="005D731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Align w:val="center"/>
          </w:tcPr>
          <w:p w14:paraId="0BB569BC" w14:textId="2A277AF4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516" w:type="pct"/>
            <w:vAlign w:val="center"/>
          </w:tcPr>
          <w:p w14:paraId="49A60599" w14:textId="118CDE26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789" w:type="pct"/>
            <w:vAlign w:val="center"/>
          </w:tcPr>
          <w:p w14:paraId="0131902F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65750721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434924E9" w14:textId="5E18C658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6819C7C6" w14:textId="777E061E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4671BCB1" w14:textId="085F3383" w:rsidTr="005D731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Align w:val="center"/>
          </w:tcPr>
          <w:p w14:paraId="1A40747F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516" w:type="pct"/>
            <w:vAlign w:val="center"/>
          </w:tcPr>
          <w:p w14:paraId="35C1EA8E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789" w:type="pct"/>
            <w:vAlign w:val="center"/>
          </w:tcPr>
          <w:p w14:paraId="6B5008D3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786F6C2D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0820D49E" w14:textId="38BD992C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6E8978CD" w14:textId="5CA9F29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50E4ECE9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</w:t>
      </w:r>
      <w:r w:rsidR="00922D6C">
        <w:t>–</w:t>
      </w:r>
      <w:r>
        <w:t xml:space="preserve"> </w:t>
      </w:r>
      <w:r w:rsidR="00922D6C">
        <w:t>slovní zdůvodnění</w:t>
      </w:r>
      <w:r>
        <w:t xml:space="preserve">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4512" w:type="pct"/>
        <w:tblLook w:val="04A0" w:firstRow="1" w:lastRow="0" w:firstColumn="1" w:lastColumn="0" w:noHBand="0" w:noVBand="1"/>
      </w:tblPr>
      <w:tblGrid>
        <w:gridCol w:w="1556"/>
        <w:gridCol w:w="1542"/>
        <w:gridCol w:w="1581"/>
        <w:gridCol w:w="1505"/>
        <w:gridCol w:w="1541"/>
        <w:gridCol w:w="1541"/>
        <w:gridCol w:w="1541"/>
        <w:gridCol w:w="1541"/>
        <w:gridCol w:w="1539"/>
      </w:tblGrid>
      <w:tr w:rsidR="00354BAB" w14:paraId="190E5085" w14:textId="77777777" w:rsidTr="009F3697">
        <w:trPr>
          <w:gridAfter w:val="8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14:paraId="2C4FF697" w14:textId="65A35446" w:rsidR="00354BAB" w:rsidRPr="00D10EBB" w:rsidRDefault="00354BAB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 w:rsidR="00922D6C">
              <w:rPr>
                <w:sz w:val="16"/>
                <w:szCs w:val="16"/>
              </w:rPr>
              <w:t xml:space="preserve"> v tis. Kč</w:t>
            </w:r>
          </w:p>
        </w:tc>
      </w:tr>
      <w:tr w:rsidR="003B3FDD" w14:paraId="1C386104" w14:textId="77777777" w:rsidTr="003B3FDD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5533B7B6" w14:textId="77777777" w:rsidR="00354BAB" w:rsidRPr="00D10EBB" w:rsidRDefault="00354BAB" w:rsidP="00010E44">
            <w:pPr>
              <w:rPr>
                <w:sz w:val="16"/>
                <w:szCs w:val="16"/>
              </w:rPr>
            </w:pPr>
          </w:p>
        </w:tc>
        <w:tc>
          <w:tcPr>
            <w:tcW w:w="1124" w:type="pct"/>
            <w:gridSpan w:val="2"/>
            <w:vAlign w:val="center"/>
          </w:tcPr>
          <w:p w14:paraId="3C1BA034" w14:textId="03C7E74E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097" w:type="pct"/>
            <w:gridSpan w:val="2"/>
            <w:vAlign w:val="center"/>
          </w:tcPr>
          <w:p w14:paraId="0ADDB1A0" w14:textId="7AB496A6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110" w:type="pct"/>
            <w:gridSpan w:val="2"/>
            <w:vAlign w:val="center"/>
          </w:tcPr>
          <w:p w14:paraId="75F40C95" w14:textId="2D1782A0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109" w:type="pct"/>
            <w:gridSpan w:val="2"/>
            <w:vAlign w:val="center"/>
          </w:tcPr>
          <w:p w14:paraId="2E939895" w14:textId="2DAA218B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354BAB" w14:paraId="6CB8975F" w14:textId="77777777" w:rsidTr="003B3FDD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7FFE52CA" w14:textId="77777777" w:rsidR="00354BAB" w:rsidRPr="00D10EBB" w:rsidRDefault="00354BAB" w:rsidP="00B721B3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F0C2E2B" w14:textId="2E459F56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69" w:type="pct"/>
            <w:vAlign w:val="center"/>
          </w:tcPr>
          <w:p w14:paraId="3153E97C" w14:textId="24F251DF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42" w:type="pct"/>
            <w:vAlign w:val="center"/>
          </w:tcPr>
          <w:p w14:paraId="7B3106EC" w14:textId="289DC5E3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22E37383" w14:textId="47BD5C32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0AD33219" w14:textId="799CDF79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6335A3D3" w14:textId="1236216B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1BDABF14" w14:textId="29F3B46F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4" w:type="pct"/>
            <w:vAlign w:val="center"/>
          </w:tcPr>
          <w:p w14:paraId="31E12B8C" w14:textId="055DDAC6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354BAB" w14:paraId="1D0BFF62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9EE98EA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55" w:type="pct"/>
            <w:vAlign w:val="center"/>
          </w:tcPr>
          <w:p w14:paraId="15A1D51D" w14:textId="26CB2A64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7C796A03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58E4E2EF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FE2CFC0" w14:textId="5B2A2CF4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B48EC4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79DB02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77C40E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54D3C61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66F136C2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7051088C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55" w:type="pct"/>
            <w:vAlign w:val="center"/>
          </w:tcPr>
          <w:p w14:paraId="6C8F4D9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509FA1E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712AF87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2E47FA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01C038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538180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FED62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269870D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256E21BA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4ECE8DFD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55" w:type="pct"/>
            <w:vAlign w:val="center"/>
          </w:tcPr>
          <w:p w14:paraId="51C70A82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5BEAED4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5E9C89CA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65EE68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1BF4C5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2E1A53D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58CEF0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AB9A4A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42042B18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468163A0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555" w:type="pct"/>
            <w:vAlign w:val="center"/>
          </w:tcPr>
          <w:p w14:paraId="6A1289F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6444C95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3DECCFF2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0F2396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78FF623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8E2638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010D81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213F682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291590E2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4F621E5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55" w:type="pct"/>
            <w:vAlign w:val="center"/>
          </w:tcPr>
          <w:p w14:paraId="692A6F2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1BF631B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4EDDDC1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05181C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1EC68D7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57EC6C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B9C0BB2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C7971D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57258F55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7E65EB3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bottom w:val="single" w:sz="12" w:space="0" w:color="0070C0"/>
            </w:tcBorders>
            <w:vAlign w:val="center"/>
          </w:tcPr>
          <w:p w14:paraId="26FC7EB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tcBorders>
              <w:bottom w:val="single" w:sz="12" w:space="0" w:color="0070C0"/>
            </w:tcBorders>
            <w:vAlign w:val="center"/>
          </w:tcPr>
          <w:p w14:paraId="3F96B42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138A55C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3D094E58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290F4F6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4B65D63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bottom w:val="single" w:sz="12" w:space="0" w:color="0070C0"/>
            </w:tcBorders>
            <w:vAlign w:val="center"/>
          </w:tcPr>
          <w:p w14:paraId="1CD7035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4D1DF74C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30094F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85E973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201FEFD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441788F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EBAAAD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481E50EE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70C0"/>
            </w:tcBorders>
            <w:vAlign w:val="center"/>
          </w:tcPr>
          <w:p w14:paraId="11A50497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635557C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12" w:space="0" w:color="0070C0"/>
            </w:tcBorders>
            <w:vAlign w:val="center"/>
          </w:tcPr>
          <w:p w14:paraId="5C16240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12" w:space="0" w:color="0070C0"/>
            </w:tcBorders>
            <w:vAlign w:val="center"/>
          </w:tcPr>
          <w:p w14:paraId="5870B7C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7746E63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75FBC50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56C22B4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72023FB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70C0"/>
            </w:tcBorders>
            <w:vAlign w:val="center"/>
          </w:tcPr>
          <w:p w14:paraId="5B5441C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2725BB9E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4E13A7A2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55" w:type="pct"/>
            <w:vAlign w:val="center"/>
          </w:tcPr>
          <w:p w14:paraId="33686FF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489BAE0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770C40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C1BEBF8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6387D3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0292F1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700DD2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3730D97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6EB49632" w:rsidR="00010E44" w:rsidRPr="00DE41F8" w:rsidRDefault="00922D6C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922D6C">
        <w:rPr>
          <w:b/>
          <w:color w:val="FF0000"/>
          <w:sz w:val="14"/>
        </w:rPr>
        <w:t>Chybějící nebo neúplné slovní zdůvodnění nákladů je důvodem k </w:t>
      </w:r>
      <w:r w:rsidR="00281653">
        <w:rPr>
          <w:b/>
          <w:color w:val="FF0000"/>
          <w:sz w:val="14"/>
        </w:rPr>
        <w:t>vyřazení návrhu projektu z VES19</w:t>
      </w:r>
      <w:r>
        <w:rPr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F125C0">
        <w:rPr>
          <w:sz w:val="14"/>
        </w:rPr>
        <w:t>Ve</w:t>
      </w:r>
      <w:r>
        <w:rPr>
          <w:sz w:val="14"/>
        </w:rPr>
        <w:t xml:space="preserve"> slovním</w:t>
      </w:r>
      <w:r w:rsidR="00010E44" w:rsidRPr="00F125C0">
        <w:rPr>
          <w:sz w:val="14"/>
        </w:rPr>
        <w:t xml:space="preserve">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 w:rsidR="00010E44">
        <w:rPr>
          <w:sz w:val="14"/>
        </w:rPr>
        <w:t xml:space="preserve"> </w:t>
      </w:r>
      <w:r w:rsidR="00010E44"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  <w:r>
        <w:rPr>
          <w:b/>
          <w:color w:val="FF0000"/>
          <w:sz w:val="14"/>
        </w:rPr>
        <w:t>)</w:t>
      </w:r>
    </w:p>
    <w:p w14:paraId="4F4E8901" w14:textId="33FFED8C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t xml:space="preserve">Náklady dalšího účastníka1 projektu </w:t>
      </w:r>
      <w:r w:rsidR="00922D6C">
        <w:t>–</w:t>
      </w:r>
      <w:r>
        <w:t xml:space="preserve"> </w:t>
      </w:r>
      <w:r w:rsidR="00922D6C">
        <w:t>slovní zdůvodnění</w:t>
      </w:r>
      <w:r>
        <w:t xml:space="preserve">… </w:t>
      </w:r>
      <w:r w:rsidRPr="003E29E7">
        <w:rPr>
          <w:b w:val="0"/>
          <w:color w:val="auto"/>
          <w:sz w:val="20"/>
        </w:rPr>
        <w:t>(</w:t>
      </w:r>
      <w:r w:rsidRPr="00922D6C">
        <w:rPr>
          <w:color w:val="auto"/>
        </w:rPr>
        <w:t xml:space="preserve">název </w:t>
      </w:r>
      <w:r w:rsidR="00922D6C" w:rsidRPr="00922D6C">
        <w:rPr>
          <w:color w:val="auto"/>
        </w:rPr>
        <w:t>dalšího účastníka</w:t>
      </w:r>
      <w:r w:rsidR="00083436">
        <w:rPr>
          <w:color w:val="auto"/>
        </w:rPr>
        <w:t xml:space="preserve"> projektu</w:t>
      </w:r>
      <w:r w:rsidRPr="00922D6C">
        <w:rPr>
          <w:color w:val="auto"/>
        </w:rPr>
        <w:t>)</w:t>
      </w:r>
    </w:p>
    <w:p w14:paraId="12EAC8F4" w14:textId="253B6EB9" w:rsidR="00010E44" w:rsidRPr="00DE41F8" w:rsidRDefault="00922D6C" w:rsidP="00010E44">
      <w:pPr>
        <w:rPr>
          <w:sz w:val="14"/>
        </w:rPr>
      </w:pPr>
      <w:r w:rsidRPr="00922D6C">
        <w:rPr>
          <w:b/>
          <w:color w:val="FF0000"/>
          <w:sz w:val="14"/>
        </w:rPr>
        <w:t>Chybějící nebo neúplné slovní zdůvodnění nákladů je důvodem k vyřazení návrhu projektu z VES1</w:t>
      </w:r>
      <w:r w:rsidR="00281653">
        <w:rPr>
          <w:b/>
          <w:color w:val="FF0000"/>
          <w:sz w:val="14"/>
        </w:rPr>
        <w:t>9</w:t>
      </w:r>
      <w:r>
        <w:rPr>
          <w:b/>
          <w:color w:val="FF0000"/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F125C0">
        <w:rPr>
          <w:sz w:val="14"/>
        </w:rPr>
        <w:t xml:space="preserve">Ve </w:t>
      </w:r>
      <w:r>
        <w:rPr>
          <w:sz w:val="14"/>
        </w:rPr>
        <w:t xml:space="preserve">slovním </w:t>
      </w:r>
      <w:r w:rsidR="00010E44" w:rsidRPr="00F125C0">
        <w:rPr>
          <w:sz w:val="14"/>
        </w:rPr>
        <w:t>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 w:rsidR="00010E44">
        <w:rPr>
          <w:sz w:val="14"/>
        </w:rPr>
        <w:t xml:space="preserve"> </w:t>
      </w:r>
      <w:r w:rsidR="00010E44" w:rsidRPr="00DE41F8">
        <w:rPr>
          <w:b/>
          <w:color w:val="FF0000"/>
          <w:sz w:val="14"/>
        </w:rPr>
        <w:t xml:space="preserve">Pozor! Nutná </w:t>
      </w:r>
      <w:r w:rsidR="000D0E4D">
        <w:rPr>
          <w:b/>
          <w:color w:val="FF0000"/>
          <w:sz w:val="14"/>
        </w:rPr>
        <w:t xml:space="preserve">číselná </w:t>
      </w:r>
      <w:r w:rsidR="00010E44" w:rsidRPr="00DE41F8">
        <w:rPr>
          <w:b/>
          <w:color w:val="FF0000"/>
          <w:sz w:val="14"/>
        </w:rPr>
        <w:t>shoda s excelovskou tabulkou návrhu rozpočtu (bude posuzováno v rámci formální správnosti návrhu projektu</w:t>
      </w:r>
      <w:r w:rsidR="0067229F">
        <w:rPr>
          <w:b/>
          <w:color w:val="FF0000"/>
          <w:sz w:val="14"/>
        </w:rPr>
        <w:t>)</w:t>
      </w:r>
    </w:p>
    <w:tbl>
      <w:tblPr>
        <w:tblStyle w:val="Svtltabulkasmkou1zvraznn61"/>
        <w:tblW w:w="4512" w:type="pct"/>
        <w:tblLook w:val="04A0" w:firstRow="1" w:lastRow="0" w:firstColumn="1" w:lastColumn="0" w:noHBand="0" w:noVBand="1"/>
      </w:tblPr>
      <w:tblGrid>
        <w:gridCol w:w="1556"/>
        <w:gridCol w:w="1542"/>
        <w:gridCol w:w="1545"/>
        <w:gridCol w:w="1541"/>
        <w:gridCol w:w="1541"/>
        <w:gridCol w:w="1541"/>
        <w:gridCol w:w="1541"/>
        <w:gridCol w:w="1541"/>
        <w:gridCol w:w="1539"/>
      </w:tblGrid>
      <w:tr w:rsidR="00B5439E" w14:paraId="3D975FC1" w14:textId="77777777" w:rsidTr="00B5439E">
        <w:trPr>
          <w:gridAfter w:val="8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14:paraId="542BE718" w14:textId="1BECBEEE" w:rsidR="00B5439E" w:rsidRPr="00D10EBB" w:rsidRDefault="008E002C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</w:p>
        </w:tc>
      </w:tr>
      <w:tr w:rsidR="003B3FDD" w14:paraId="6308CB57" w14:textId="77777777" w:rsidTr="003B3FDD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  <w:vAlign w:val="center"/>
          </w:tcPr>
          <w:p w14:paraId="73414A99" w14:textId="77777777" w:rsidR="00B5439E" w:rsidRPr="00D10EBB" w:rsidRDefault="00B5439E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pct"/>
            <w:gridSpan w:val="2"/>
            <w:vAlign w:val="center"/>
          </w:tcPr>
          <w:p w14:paraId="2AD7C778" w14:textId="17CF1293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110" w:type="pct"/>
            <w:gridSpan w:val="2"/>
            <w:vAlign w:val="center"/>
          </w:tcPr>
          <w:p w14:paraId="330C120C" w14:textId="2282ECA8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110" w:type="pct"/>
            <w:gridSpan w:val="2"/>
            <w:vAlign w:val="center"/>
          </w:tcPr>
          <w:p w14:paraId="711D2CD3" w14:textId="6EFE584E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110" w:type="pct"/>
            <w:gridSpan w:val="2"/>
            <w:vAlign w:val="center"/>
          </w:tcPr>
          <w:p w14:paraId="074D8C06" w14:textId="316BCD50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B5439E" w14:paraId="2C80E856" w14:textId="77777777" w:rsidTr="003B3FDD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  <w:vAlign w:val="center"/>
          </w:tcPr>
          <w:p w14:paraId="76016CF8" w14:textId="77777777" w:rsidR="00B5439E" w:rsidRPr="00D10EBB" w:rsidRDefault="00B5439E" w:rsidP="00B721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3DAD8D3" w14:textId="035A5856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6" w:type="pct"/>
            <w:vAlign w:val="center"/>
          </w:tcPr>
          <w:p w14:paraId="7DBCC8C7" w14:textId="3BFB9E3B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4E6F67FD" w14:textId="3EF1FFBF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22F52BC1" w14:textId="64ED12B5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329C5299" w14:textId="75F39F2A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32197600" w14:textId="1E2E004D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15D09D3E" w14:textId="65CE4F21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4" w:type="pct"/>
            <w:vAlign w:val="center"/>
          </w:tcPr>
          <w:p w14:paraId="7F2D12AF" w14:textId="36BE97EE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B5439E" w14:paraId="3FB8453B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636DBB9E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55" w:type="pct"/>
            <w:vAlign w:val="center"/>
          </w:tcPr>
          <w:p w14:paraId="062AAFE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2EAA58B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81AB96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4486CF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9899F9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FBD405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A5A68E7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0977465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7D70C068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1B44C1FA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55" w:type="pct"/>
            <w:vAlign w:val="center"/>
          </w:tcPr>
          <w:p w14:paraId="40D5BD1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62C4F97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9A44F8F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F8CF34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D5E75F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BE13A8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A905D0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5F4D06A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1B7D4B7D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69924D37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55" w:type="pct"/>
            <w:vAlign w:val="center"/>
          </w:tcPr>
          <w:p w14:paraId="688E2FC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31CC3FD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3BAAED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BD258B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FA2C39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2375B6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0B9E0C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5EFDBE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51A82D4D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0460DB94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555" w:type="pct"/>
            <w:vAlign w:val="center"/>
          </w:tcPr>
          <w:p w14:paraId="308E78D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64BF33A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62DCCE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619E8E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B09720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467B3A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9631FD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1AC8B08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4F9DCD16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BDEBEE9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55" w:type="pct"/>
            <w:vAlign w:val="center"/>
          </w:tcPr>
          <w:p w14:paraId="6F8A92C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322CEB6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04EA60F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4453B4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F00FF7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455888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064103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69CDFD97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5B9A148F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B050"/>
            </w:tcBorders>
            <w:vAlign w:val="center"/>
          </w:tcPr>
          <w:p w14:paraId="73D19BAE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2B9BD6D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12" w:space="0" w:color="00B050"/>
            </w:tcBorders>
            <w:vAlign w:val="center"/>
          </w:tcPr>
          <w:p w14:paraId="148D40F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0A02BF5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2673448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2F17987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3740453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37AC868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bottom w:val="single" w:sz="12" w:space="0" w:color="00B050"/>
            </w:tcBorders>
            <w:vAlign w:val="center"/>
          </w:tcPr>
          <w:p w14:paraId="70B2D02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2308D9AF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B050"/>
              <w:left w:val="single" w:sz="12" w:space="0" w:color="00B050"/>
              <w:bottom w:val="single" w:sz="12" w:space="0" w:color="00B050"/>
            </w:tcBorders>
            <w:vAlign w:val="center"/>
          </w:tcPr>
          <w:p w14:paraId="4113911C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ED1D4A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2D87DE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6620A2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A2CB69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066784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621346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02E5246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BB1242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7E1DF004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B050"/>
            </w:tcBorders>
            <w:vAlign w:val="center"/>
          </w:tcPr>
          <w:p w14:paraId="2593C44D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54D2FB7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B050"/>
            </w:tcBorders>
            <w:vAlign w:val="center"/>
          </w:tcPr>
          <w:p w14:paraId="3D06E7B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4CF33FC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2AE1896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296140C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12FE347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3D30430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B050"/>
            </w:tcBorders>
            <w:vAlign w:val="center"/>
          </w:tcPr>
          <w:p w14:paraId="7F873B8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168C7B53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5D8DC90E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55" w:type="pct"/>
            <w:vAlign w:val="center"/>
          </w:tcPr>
          <w:p w14:paraId="23503B1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57F8838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3DBA50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C5680C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D96B1D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931B916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96400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46225D5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3693AF16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t>Náklady dalšího účastníka</w:t>
      </w:r>
      <w:r w:rsidR="00872439">
        <w:t xml:space="preserve"> </w:t>
      </w:r>
      <w:r w:rsidRPr="00010E44">
        <w:t xml:space="preserve">2 </w:t>
      </w:r>
      <w:r w:rsidR="00922D6C">
        <w:t>– slovní zdůvodnění</w:t>
      </w:r>
      <w:r w:rsidR="008E002C">
        <w:t xml:space="preserve"> …</w:t>
      </w:r>
      <w:r w:rsidRPr="00010E44">
        <w:rPr>
          <w:color w:val="auto"/>
        </w:rPr>
        <w:t xml:space="preserve">(název </w:t>
      </w:r>
      <w:r w:rsidR="00922D6C">
        <w:rPr>
          <w:color w:val="auto"/>
        </w:rPr>
        <w:t>dalšího účastníka</w:t>
      </w:r>
      <w:r w:rsidR="00083436">
        <w:rPr>
          <w:color w:val="auto"/>
        </w:rPr>
        <w:t xml:space="preserve"> projektu</w:t>
      </w:r>
      <w:r w:rsidRPr="00010E44">
        <w:rPr>
          <w:color w:val="auto"/>
        </w:rPr>
        <w:t>)</w:t>
      </w:r>
    </w:p>
    <w:tbl>
      <w:tblPr>
        <w:tblStyle w:val="Svtltabulkasmkou1zvraznn514"/>
        <w:tblpPr w:leftFromText="141" w:rightFromText="141" w:vertAnchor="text" w:tblpY="505"/>
        <w:tblW w:w="4512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556"/>
        <w:gridCol w:w="1542"/>
        <w:gridCol w:w="1545"/>
        <w:gridCol w:w="1541"/>
        <w:gridCol w:w="1541"/>
        <w:gridCol w:w="1541"/>
        <w:gridCol w:w="1541"/>
        <w:gridCol w:w="1541"/>
        <w:gridCol w:w="1539"/>
      </w:tblGrid>
      <w:tr w:rsidR="003B3FDD" w:rsidRPr="00010E44" w14:paraId="798C30F8" w14:textId="77777777" w:rsidTr="003B3FDD">
        <w:trPr>
          <w:gridAfter w:val="8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14:paraId="400F8F07" w14:textId="23E81B22" w:rsidR="003B3FDD" w:rsidRPr="00010E44" w:rsidRDefault="008E002C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</w:p>
        </w:tc>
      </w:tr>
      <w:tr w:rsidR="003B3FDD" w:rsidRPr="00010E44" w14:paraId="71B1E878" w14:textId="77777777" w:rsidTr="008E002C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123F8A57" w14:textId="77777777" w:rsidR="003B3FDD" w:rsidRPr="00010E44" w:rsidRDefault="003B3FDD" w:rsidP="00010E44">
            <w:pPr>
              <w:rPr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002060"/>
            </w:tcBorders>
            <w:vAlign w:val="center"/>
          </w:tcPr>
          <w:p w14:paraId="2AAAE2FB" w14:textId="4F824951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110" w:type="pct"/>
            <w:gridSpan w:val="2"/>
            <w:tcBorders>
              <w:top w:val="single" w:sz="12" w:space="0" w:color="002060"/>
            </w:tcBorders>
            <w:vAlign w:val="center"/>
          </w:tcPr>
          <w:p w14:paraId="78D27393" w14:textId="3B6AED93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110" w:type="pct"/>
            <w:gridSpan w:val="2"/>
            <w:tcBorders>
              <w:top w:val="single" w:sz="12" w:space="0" w:color="002060"/>
            </w:tcBorders>
            <w:vAlign w:val="center"/>
          </w:tcPr>
          <w:p w14:paraId="3CA8B7AD" w14:textId="10AA3BF7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109" w:type="pct"/>
            <w:gridSpan w:val="2"/>
            <w:tcBorders>
              <w:top w:val="single" w:sz="12" w:space="0" w:color="002060"/>
            </w:tcBorders>
            <w:vAlign w:val="center"/>
          </w:tcPr>
          <w:p w14:paraId="2F9B49A1" w14:textId="249CBB67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3B3FDD" w:rsidRPr="00010E44" w14:paraId="1697600C" w14:textId="77777777" w:rsidTr="003B3FDD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33795FA6" w14:textId="77777777" w:rsidR="003B3FDD" w:rsidRPr="00010E44" w:rsidRDefault="003B3FDD" w:rsidP="00B721B3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171C9C1D" w14:textId="6BB3C656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6" w:type="pct"/>
            <w:tcBorders>
              <w:top w:val="single" w:sz="12" w:space="0" w:color="002060"/>
            </w:tcBorders>
            <w:vAlign w:val="center"/>
          </w:tcPr>
          <w:p w14:paraId="3F9DCDBE" w14:textId="6ACCB5DE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23EAB742" w14:textId="4A6A03C1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7E853285" w14:textId="601ED190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56F00676" w14:textId="195A61F9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5134B74E" w14:textId="3B6D4D12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6E690E63" w14:textId="6B328D8B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4" w:type="pct"/>
            <w:tcBorders>
              <w:top w:val="single" w:sz="12" w:space="0" w:color="002060"/>
            </w:tcBorders>
            <w:vAlign w:val="center"/>
          </w:tcPr>
          <w:p w14:paraId="4F59F11D" w14:textId="0D6CFDD1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3B3FDD" w:rsidRPr="00010E44" w14:paraId="7EFB9510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5130399B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55" w:type="pct"/>
            <w:vAlign w:val="center"/>
          </w:tcPr>
          <w:p w14:paraId="29AA4800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0498E884" w14:textId="28B94C77" w:rsidR="003B3FDD" w:rsidRPr="00010E44" w:rsidRDefault="003B3FDD" w:rsidP="00CE7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91CD27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1C3EAA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40D585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F02D55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AC0A090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3ADC8250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151754CE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149293C1" w14:textId="6DD1B4E1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55" w:type="pct"/>
            <w:vAlign w:val="center"/>
          </w:tcPr>
          <w:p w14:paraId="163DD03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5C6ACF7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8A6B6A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EB98F4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FBBD2D2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938559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D6F96F9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1CFFC106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127E2CF2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B1D11D1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55" w:type="pct"/>
            <w:vAlign w:val="center"/>
          </w:tcPr>
          <w:p w14:paraId="77A407B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6AC9DD4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D3A3A11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DD2793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E81010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6125A4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91DB6E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3FF5BD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64A1EB76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1A6CF1D7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555" w:type="pct"/>
            <w:vAlign w:val="center"/>
          </w:tcPr>
          <w:p w14:paraId="0278D943" w14:textId="170C77AC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7133855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08EC4E1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023C2B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6F2555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9C13A3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4E3CFC8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62A73081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2F9BC056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2D2EB4E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55" w:type="pct"/>
            <w:vAlign w:val="center"/>
          </w:tcPr>
          <w:p w14:paraId="7040FA17" w14:textId="5457B01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07C73B7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142236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155A71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DF935A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C8BB0A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6054CA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345AE69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6640D97D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2060"/>
            </w:tcBorders>
            <w:vAlign w:val="center"/>
          </w:tcPr>
          <w:p w14:paraId="052E8208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4A4FD71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12" w:space="0" w:color="002060"/>
            </w:tcBorders>
            <w:vAlign w:val="center"/>
          </w:tcPr>
          <w:p w14:paraId="73FB10F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01C62FB2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2B20650E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14D19612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4776DBB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35D72D7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bottom w:val="single" w:sz="12" w:space="0" w:color="002060"/>
            </w:tcBorders>
            <w:vAlign w:val="center"/>
          </w:tcPr>
          <w:p w14:paraId="1AF89E2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42924DB3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796E1D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263B1AE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5A4243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50F5C0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94A5BE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4B45AF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613DDA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32C050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3DDF0498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2060"/>
            </w:tcBorders>
            <w:vAlign w:val="center"/>
          </w:tcPr>
          <w:p w14:paraId="01BBB4B0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1FF220AE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2060"/>
            </w:tcBorders>
            <w:vAlign w:val="center"/>
          </w:tcPr>
          <w:p w14:paraId="26DC846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74D16C4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213353A8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491D1DA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7D08B19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5192DB9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2060"/>
            </w:tcBorders>
            <w:vAlign w:val="center"/>
          </w:tcPr>
          <w:p w14:paraId="09FEAD3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0587D099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2FC012B3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55" w:type="pct"/>
            <w:vAlign w:val="center"/>
          </w:tcPr>
          <w:p w14:paraId="2564574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1575021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4DD977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407FCF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180F9B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BF95EE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8BA102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150A219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2BC28B70" w:rsidR="00010E44" w:rsidRPr="008E002C" w:rsidRDefault="008E002C" w:rsidP="008E002C">
      <w:pPr>
        <w:spacing w:line="240" w:lineRule="auto"/>
        <w:rPr>
          <w:rFonts w:cstheme="minorHAnsi"/>
          <w:sz w:val="14"/>
        </w:rPr>
      </w:pPr>
      <w:r w:rsidRPr="008E002C">
        <w:rPr>
          <w:rFonts w:cstheme="minorHAnsi"/>
          <w:b/>
          <w:color w:val="FF0000"/>
          <w:sz w:val="14"/>
        </w:rPr>
        <w:t>Chybějící nebo neúplné slovní zdůvodnění nákladů je důvodem k </w:t>
      </w:r>
      <w:r w:rsidR="00281653">
        <w:rPr>
          <w:rFonts w:cstheme="minorHAnsi"/>
          <w:b/>
          <w:color w:val="FF0000"/>
          <w:sz w:val="14"/>
        </w:rPr>
        <w:t>vyřazení návrhu projektu z VES19</w:t>
      </w:r>
      <w:r w:rsidRPr="008E002C">
        <w:rPr>
          <w:rFonts w:cstheme="minorHAnsi"/>
          <w:b/>
          <w:color w:val="FF0000"/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8E002C">
        <w:rPr>
          <w:rFonts w:cstheme="minorHAnsi"/>
          <w:sz w:val="14"/>
        </w:rPr>
        <w:t xml:space="preserve">Ve </w:t>
      </w:r>
      <w:r w:rsidRPr="008E002C">
        <w:rPr>
          <w:rFonts w:cstheme="minorHAnsi"/>
          <w:sz w:val="14"/>
        </w:rPr>
        <w:t xml:space="preserve">slovním </w:t>
      </w:r>
      <w:r w:rsidR="00010E44" w:rsidRPr="008E002C">
        <w:rPr>
          <w:rFonts w:cstheme="minorHAnsi"/>
          <w:sz w:val="14"/>
        </w:rPr>
        <w:t xml:space="preserve">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 </w:t>
      </w:r>
      <w:r w:rsidR="00010E44" w:rsidRPr="008E002C">
        <w:rPr>
          <w:rFonts w:cstheme="minorHAnsi"/>
          <w:b/>
          <w:color w:val="FF0000"/>
          <w:sz w:val="14"/>
        </w:rPr>
        <w:t>Pozor! Nutná</w:t>
      </w:r>
      <w:r w:rsidR="0067229F" w:rsidRPr="008E002C">
        <w:rPr>
          <w:rFonts w:cstheme="minorHAnsi"/>
          <w:b/>
          <w:color w:val="FF0000"/>
          <w:sz w:val="14"/>
        </w:rPr>
        <w:t xml:space="preserve"> číselná</w:t>
      </w:r>
      <w:r w:rsidR="00010E44" w:rsidRPr="008E002C">
        <w:rPr>
          <w:rFonts w:cstheme="minorHAnsi"/>
          <w:b/>
          <w:color w:val="FF0000"/>
          <w:sz w:val="14"/>
        </w:rPr>
        <w:t xml:space="preserve"> shoda s excelovskou tabulkou návrhu rozpočtu (bude posuzováno v rámci formální správnosti návrhu projektu</w:t>
      </w:r>
      <w:r w:rsidR="0067229F" w:rsidRPr="008E002C">
        <w:rPr>
          <w:rFonts w:cstheme="minorHAnsi"/>
          <w:b/>
          <w:color w:val="FF0000"/>
          <w:sz w:val="14"/>
        </w:rPr>
        <w:t>)</w:t>
      </w:r>
    </w:p>
    <w:p w14:paraId="43B712C6" w14:textId="77777777" w:rsidR="00010E44" w:rsidRDefault="00010E44" w:rsidP="00010E44"/>
    <w:p w14:paraId="2DA13958" w14:textId="77777777" w:rsidR="008E002C" w:rsidRDefault="008E002C" w:rsidP="00010E44"/>
    <w:p w14:paraId="1D21AE40" w14:textId="77777777" w:rsidR="008E002C" w:rsidRDefault="008E002C" w:rsidP="00010E44"/>
    <w:p w14:paraId="30269974" w14:textId="77777777" w:rsidR="008E002C" w:rsidRPr="00010E44" w:rsidRDefault="008E002C" w:rsidP="00010E44">
      <w:pPr>
        <w:sectPr w:rsidR="008E002C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2CBCE96E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hlavního </w:t>
      </w:r>
      <w:r w:rsidR="005142F2">
        <w:t xml:space="preserve">vědního </w:t>
      </w:r>
      <w:r>
        <w:t>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6653E37F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vedlejšího </w:t>
      </w:r>
      <w:r w:rsidR="005142F2">
        <w:t xml:space="preserve">vědního </w:t>
      </w:r>
      <w:r>
        <w:t>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3B4B645E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dalšího vedlejšího </w:t>
      </w:r>
      <w:r w:rsidR="005142F2">
        <w:t xml:space="preserve">vědního </w:t>
      </w:r>
      <w:r>
        <w:t>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t xml:space="preserve">   NACE kód</w:t>
      </w:r>
    </w:p>
    <w:p w14:paraId="200DE792" w14:textId="77777777" w:rsidR="003B3FDD" w:rsidRPr="00675B0F" w:rsidRDefault="00AC1240" w:rsidP="003B3FDD">
      <w:pPr>
        <w:jc w:val="both"/>
      </w:pPr>
      <w:hyperlink r:id="rId14" w:history="1">
        <w:r w:rsidR="003B3FDD" w:rsidRPr="00966C10">
          <w:rPr>
            <w:rStyle w:val="Hypertextovodkaz"/>
          </w:rPr>
          <w:t>http://ec.europa.eu/competition/mergers/cases/index/nace_all.html</w:t>
        </w:r>
      </w:hyperlink>
      <w:r w:rsidR="003B3FDD">
        <w:t xml:space="preserve"> 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t>Seznam příloh</w:t>
      </w:r>
    </w:p>
    <w:p w14:paraId="42C8E90F" w14:textId="1936116D" w:rsidR="00FC1F2D" w:rsidRDefault="002A2A43" w:rsidP="003C01BA">
      <w:pPr>
        <w:pStyle w:val="Nadpis21"/>
        <w:numPr>
          <w:ilvl w:val="1"/>
          <w:numId w:val="15"/>
        </w:numPr>
      </w:pPr>
      <w:r>
        <w:t xml:space="preserve"> </w:t>
      </w:r>
      <w:r w:rsidR="00FC1F2D">
        <w:t>Povinné přílohy za navrhovaného příjemce a každého navrhovaného účastníka projektu</w:t>
      </w:r>
    </w:p>
    <w:p w14:paraId="30A1C003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1D91A76" w14:textId="484CCA3E" w:rsidR="00FC1F2D" w:rsidRDefault="00083436" w:rsidP="00FC1F2D">
      <w:pPr>
        <w:pStyle w:val="Odstavecseseznamem"/>
      </w:pPr>
      <w:r w:rsidRPr="00083436">
        <w:t>Přiložením prosté kopie dokladu o oprávnění k podnikání nebo jiného průkazného oprávnění</w:t>
      </w:r>
      <w:r>
        <w:t xml:space="preserve"> </w:t>
      </w:r>
      <w:r w:rsidRPr="00083436">
        <w:t>k návrhu projektu, dokládající, že předmětem činnosti je mj. výzkum a vývoj (dokumenty dokládající, že předmětem činnosti je mj. výzkum a vývoj  nedokládají subjekty zřízené zvláštním právním předpisem a jmenovitě uvedené v tomto předpisu- např. veřejné a státní vysoké školy nebo  veřejné výzkumné instituce)</w:t>
      </w:r>
    </w:p>
    <w:p w14:paraId="40D8F7B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404E2F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>nů statutárního orgánu uchazeče/dalšího účastníka projektu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174FB492" w14:textId="4C1D715E" w:rsidR="00FC1F2D" w:rsidRPr="003E0DEC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Dokument</w:t>
      </w:r>
      <w:r w:rsidR="00B774C7">
        <w:rPr>
          <w:b/>
          <w:color w:val="auto"/>
        </w:rPr>
        <w:t xml:space="preserve">y </w:t>
      </w:r>
      <w:r w:rsidR="003E0DEC">
        <w:rPr>
          <w:b/>
          <w:color w:val="auto"/>
        </w:rPr>
        <w:t xml:space="preserve">prokazující spolupráci s americkým partnerem </w:t>
      </w:r>
      <w:r w:rsidR="00B774C7">
        <w:t>„</w:t>
      </w:r>
      <w:r w:rsidR="00B774C7" w:rsidRPr="003E0DEC">
        <w:rPr>
          <w:b/>
        </w:rPr>
        <w:t>Letter of Intent</w:t>
      </w:r>
      <w:r w:rsidR="00B774C7">
        <w:t xml:space="preserve">“ 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576A5D3" w:rsidR="00FC1F2D" w:rsidRPr="00010E44" w:rsidRDefault="005F0435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>Anotace projektu</w:t>
      </w:r>
      <w:r w:rsidR="00FC1F2D" w:rsidRPr="00010E44">
        <w:rPr>
          <w:b/>
          <w:color w:val="auto"/>
        </w:rPr>
        <w:t xml:space="preserve"> pro oponenta</w:t>
      </w:r>
    </w:p>
    <w:p w14:paraId="0B31C558" w14:textId="5ED2AAA9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5F0435">
        <w:t>chotni projekt oponovat. Anotace bude zaslána</w:t>
      </w:r>
      <w:r>
        <w:t xml:space="preserve"> možným oponentům, kteří se ještě nezavázali mlčenlivostí, proto zvažte, jaké informace v této části uvedete.</w:t>
      </w:r>
    </w:p>
    <w:p w14:paraId="09097C60" w14:textId="51257AE9" w:rsidR="00A30950" w:rsidRDefault="00FC1F2D" w:rsidP="00B774C7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7CABAD85" w14:textId="64FC1DCC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 xml:space="preserve">Životopis hlavního řešitele a </w:t>
      </w:r>
      <w:r w:rsidR="00B7174A">
        <w:rPr>
          <w:b/>
          <w:color w:val="auto"/>
        </w:rPr>
        <w:t>klíčových osob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Vyplněný excelovský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40A7568D" w:rsidR="00FC1F2D" w:rsidRDefault="003C01BA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t>Nápověda</w:t>
      </w:r>
    </w:p>
    <w:p w14:paraId="1788C471" w14:textId="371005A9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>Právní forma subjektu</w:t>
      </w:r>
    </w:p>
    <w:p w14:paraId="74E4E79B" w14:textId="77777777" w:rsidR="00AE24A0" w:rsidRDefault="00AC1240" w:rsidP="00AE24A0">
      <w:hyperlink r:id="rId15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CB5E31B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>Státní příslušnost</w:t>
      </w:r>
    </w:p>
    <w:p w14:paraId="7851F716" w14:textId="77777777" w:rsidR="00AE24A0" w:rsidRDefault="00AC1240" w:rsidP="00AE24A0">
      <w:hyperlink r:id="rId16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6B8B8413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hlavního </w:t>
      </w:r>
      <w:r w:rsidR="00873785">
        <w:t xml:space="preserve">vědního </w:t>
      </w:r>
      <w:r w:rsidR="00AE24A0">
        <w:t>oboru řešení</w:t>
      </w:r>
    </w:p>
    <w:p w14:paraId="21A467FA" w14:textId="77777777" w:rsidR="00AE24A0" w:rsidRDefault="00AC1240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6256BBF2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vedlejšího </w:t>
      </w:r>
      <w:r w:rsidR="00873785">
        <w:t xml:space="preserve">vědního </w:t>
      </w:r>
      <w:r w:rsidR="00AE24A0">
        <w:t>oboru řešení</w:t>
      </w:r>
    </w:p>
    <w:p w14:paraId="14E9310A" w14:textId="77777777" w:rsidR="00AE24A0" w:rsidRDefault="00AC1240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62BF0674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dalšího vedlejšího </w:t>
      </w:r>
      <w:r w:rsidR="00873785">
        <w:t xml:space="preserve">vědního </w:t>
      </w:r>
      <w:r w:rsidR="00AE24A0">
        <w:t>oboru řešení</w:t>
      </w:r>
    </w:p>
    <w:p w14:paraId="2E5AC07C" w14:textId="77777777" w:rsidR="00AE24A0" w:rsidRPr="000C0F8A" w:rsidRDefault="00AC1240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E0218" w14:textId="77777777" w:rsidR="00AC1240" w:rsidRDefault="00AC1240">
      <w:pPr>
        <w:spacing w:after="0" w:line="240" w:lineRule="auto"/>
      </w:pPr>
      <w:r>
        <w:separator/>
      </w:r>
    </w:p>
    <w:p w14:paraId="42E303DF" w14:textId="77777777" w:rsidR="00AC1240" w:rsidRDefault="00AC1240"/>
    <w:p w14:paraId="1A1861D9" w14:textId="77777777" w:rsidR="00AC1240" w:rsidRDefault="00AC1240"/>
  </w:endnote>
  <w:endnote w:type="continuationSeparator" w:id="0">
    <w:p w14:paraId="10238082" w14:textId="77777777" w:rsidR="00AC1240" w:rsidRDefault="00AC1240">
      <w:pPr>
        <w:spacing w:after="0" w:line="240" w:lineRule="auto"/>
      </w:pPr>
      <w:r>
        <w:continuationSeparator/>
      </w:r>
    </w:p>
    <w:p w14:paraId="3D05B05A" w14:textId="77777777" w:rsidR="00AC1240" w:rsidRDefault="00AC1240"/>
    <w:p w14:paraId="1E4B3E38" w14:textId="77777777" w:rsidR="00AC1240" w:rsidRDefault="00AC1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922D6C" w:rsidRDefault="00922D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240">
          <w:rPr>
            <w:noProof/>
          </w:rPr>
          <w:t xml:space="preserve"> </w:t>
        </w:r>
        <w:r>
          <w:fldChar w:fldCharType="end"/>
        </w:r>
      </w:p>
    </w:sdtContent>
  </w:sdt>
  <w:p w14:paraId="2876E8E4" w14:textId="77777777" w:rsidR="00922D6C" w:rsidRDefault="00922D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35C23" w14:textId="77777777" w:rsidR="00AC1240" w:rsidRDefault="00AC1240">
      <w:pPr>
        <w:spacing w:after="0" w:line="240" w:lineRule="auto"/>
      </w:pPr>
      <w:r>
        <w:separator/>
      </w:r>
    </w:p>
    <w:p w14:paraId="6C128B72" w14:textId="77777777" w:rsidR="00AC1240" w:rsidRDefault="00AC1240"/>
    <w:p w14:paraId="1E7C815D" w14:textId="77777777" w:rsidR="00AC1240" w:rsidRDefault="00AC1240"/>
  </w:footnote>
  <w:footnote w:type="continuationSeparator" w:id="0">
    <w:p w14:paraId="029554C6" w14:textId="77777777" w:rsidR="00AC1240" w:rsidRDefault="00AC1240">
      <w:pPr>
        <w:spacing w:after="0" w:line="240" w:lineRule="auto"/>
      </w:pPr>
      <w:r>
        <w:continuationSeparator/>
      </w:r>
    </w:p>
    <w:p w14:paraId="35E1E25B" w14:textId="77777777" w:rsidR="00AC1240" w:rsidRDefault="00AC1240"/>
    <w:p w14:paraId="35B5A044" w14:textId="77777777" w:rsidR="00AC1240" w:rsidRDefault="00AC12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922D6C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922D6C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922D6C" w:rsidRPr="000568A2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922D6C" w:rsidRDefault="00922D6C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922D6C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922D6C" w:rsidRDefault="00922D6C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r w:rsidR="00AC1240">
            <w:fldChar w:fldCharType="begin"/>
          </w:r>
          <w:r w:rsidR="00AC1240">
            <w:instrText xml:space="preserve"> STYLEREF  "Nadpis 11" </w:instrText>
          </w:r>
          <w:r w:rsidR="00AC1240">
            <w:fldChar w:fldCharType="separate"/>
          </w:r>
          <w:r w:rsidR="00281653">
            <w:rPr>
              <w:noProof/>
            </w:rPr>
            <w:instrText>Náklady projektu</w:instrText>
          </w:r>
          <w:r w:rsidR="00AC1240">
            <w:rPr>
              <w:noProof/>
            </w:rPr>
            <w:fldChar w:fldCharType="end"/>
          </w:r>
          <w:r>
            <w:instrText>&lt;&gt; “Error*” “</w:instrText>
          </w:r>
          <w:r w:rsidR="00AC1240">
            <w:fldChar w:fldCharType="begin"/>
          </w:r>
          <w:r w:rsidR="00AC1240">
            <w:instrText xml:space="preserve"> STYLEREF  "Nadpis 11" </w:instrText>
          </w:r>
          <w:r w:rsidR="00AC1240">
            <w:fldChar w:fldCharType="separate"/>
          </w:r>
          <w:r w:rsidR="00281653">
            <w:rPr>
              <w:noProof/>
            </w:rPr>
            <w:instrText>Náklady projektu</w:instrText>
          </w:r>
          <w:r w:rsidR="00AC124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281653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922D6C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922D6C" w:rsidRDefault="00922D6C">
          <w:pPr>
            <w:rPr>
              <w:sz w:val="10"/>
            </w:rPr>
          </w:pPr>
        </w:p>
      </w:tc>
    </w:tr>
  </w:tbl>
  <w:p w14:paraId="44558F0C" w14:textId="50132883" w:rsidR="00922D6C" w:rsidRDefault="00922D6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922D6C" w:rsidRDefault="00922D6C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922D6C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922D6C" w:rsidRDefault="00922D6C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AC1240">
            <w:fldChar w:fldCharType="begin"/>
          </w:r>
          <w:r w:rsidR="00AC1240">
            <w:instrText xml:space="preserve"> STYLEREF  "Nadpis 11" </w:instrText>
          </w:r>
          <w:r w:rsidR="00AC1240">
            <w:fldChar w:fldCharType="separate"/>
          </w:r>
          <w:r w:rsidR="00281653">
            <w:rPr>
              <w:noProof/>
            </w:rPr>
            <w:instrText>Doplňující informace</w:instrText>
          </w:r>
          <w:r w:rsidR="00AC1240">
            <w:rPr>
              <w:noProof/>
            </w:rPr>
            <w:fldChar w:fldCharType="end"/>
          </w:r>
          <w:r>
            <w:instrText>&lt;&gt; “Error*” “</w:instrText>
          </w:r>
          <w:r w:rsidR="00AC1240">
            <w:fldChar w:fldCharType="begin"/>
          </w:r>
          <w:r w:rsidR="00AC1240">
            <w:instrText xml:space="preserve"> STYLEREF  "Nadpis 11" </w:instrText>
          </w:r>
          <w:r w:rsidR="00AC1240">
            <w:fldChar w:fldCharType="separate"/>
          </w:r>
          <w:r w:rsidR="00281653">
            <w:rPr>
              <w:noProof/>
            </w:rPr>
            <w:instrText>Doplňující informace</w:instrText>
          </w:r>
          <w:r w:rsidR="00AC124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281653">
            <w:rPr>
              <w:noProof/>
            </w:rPr>
            <w:t xml:space="preserve">Doplňující informace </w:t>
          </w:r>
          <w:r>
            <w:fldChar w:fldCharType="end"/>
          </w:r>
        </w:p>
      </w:tc>
    </w:tr>
    <w:tr w:rsidR="00922D6C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922D6C" w:rsidRDefault="00922D6C">
          <w:pPr>
            <w:rPr>
              <w:sz w:val="10"/>
            </w:rPr>
          </w:pPr>
        </w:p>
      </w:tc>
    </w:tr>
  </w:tbl>
  <w:p w14:paraId="6DC3D967" w14:textId="7C80BEB2" w:rsidR="00922D6C" w:rsidRDefault="00922D6C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49F25C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1"/>
  </w:num>
  <w:num w:numId="18">
    <w:abstractNumId w:val="16"/>
  </w:num>
  <w:num w:numId="19">
    <w:abstractNumId w:val="18"/>
  </w:num>
  <w:num w:numId="20">
    <w:abstractNumId w:val="4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formatting="1" w:enforcement="0"/>
  <w:styleLockTheme/>
  <w:defaultTabStop w:val="709"/>
  <w:hyphenationZone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62E02"/>
    <w:rsid w:val="0007086E"/>
    <w:rsid w:val="00071177"/>
    <w:rsid w:val="00074A7A"/>
    <w:rsid w:val="000755D8"/>
    <w:rsid w:val="00076F6F"/>
    <w:rsid w:val="00083436"/>
    <w:rsid w:val="000C0F8A"/>
    <w:rsid w:val="000C3DCD"/>
    <w:rsid w:val="000D0E4D"/>
    <w:rsid w:val="000E1A6B"/>
    <w:rsid w:val="000F1C52"/>
    <w:rsid w:val="000F7121"/>
    <w:rsid w:val="001264F6"/>
    <w:rsid w:val="001706F1"/>
    <w:rsid w:val="00172406"/>
    <w:rsid w:val="00180352"/>
    <w:rsid w:val="001834AD"/>
    <w:rsid w:val="0019415B"/>
    <w:rsid w:val="001A11A1"/>
    <w:rsid w:val="001B0881"/>
    <w:rsid w:val="001B481C"/>
    <w:rsid w:val="001B5287"/>
    <w:rsid w:val="001B7EA2"/>
    <w:rsid w:val="001C444F"/>
    <w:rsid w:val="001D56BE"/>
    <w:rsid w:val="001E0602"/>
    <w:rsid w:val="001F168C"/>
    <w:rsid w:val="0020682A"/>
    <w:rsid w:val="002177E8"/>
    <w:rsid w:val="002302D2"/>
    <w:rsid w:val="0026610F"/>
    <w:rsid w:val="00277CD5"/>
    <w:rsid w:val="00281653"/>
    <w:rsid w:val="002A2A43"/>
    <w:rsid w:val="002A4A01"/>
    <w:rsid w:val="002B51CD"/>
    <w:rsid w:val="002B5EF3"/>
    <w:rsid w:val="002B6DA0"/>
    <w:rsid w:val="002C494C"/>
    <w:rsid w:val="002C65CC"/>
    <w:rsid w:val="002D0D60"/>
    <w:rsid w:val="002E00FC"/>
    <w:rsid w:val="002F0C2F"/>
    <w:rsid w:val="002F6483"/>
    <w:rsid w:val="003062E5"/>
    <w:rsid w:val="003224CE"/>
    <w:rsid w:val="00354BAB"/>
    <w:rsid w:val="003713E4"/>
    <w:rsid w:val="00375A4E"/>
    <w:rsid w:val="00393F43"/>
    <w:rsid w:val="003B3FDD"/>
    <w:rsid w:val="003C01BA"/>
    <w:rsid w:val="003D237F"/>
    <w:rsid w:val="003D6956"/>
    <w:rsid w:val="003E0DEC"/>
    <w:rsid w:val="003E29E7"/>
    <w:rsid w:val="004109EE"/>
    <w:rsid w:val="00426055"/>
    <w:rsid w:val="0043149F"/>
    <w:rsid w:val="004434EC"/>
    <w:rsid w:val="004547B2"/>
    <w:rsid w:val="0046639C"/>
    <w:rsid w:val="004773EB"/>
    <w:rsid w:val="004A6AAF"/>
    <w:rsid w:val="004B7336"/>
    <w:rsid w:val="004D577D"/>
    <w:rsid w:val="004E5776"/>
    <w:rsid w:val="0050736A"/>
    <w:rsid w:val="005142F2"/>
    <w:rsid w:val="00515D87"/>
    <w:rsid w:val="005350B9"/>
    <w:rsid w:val="005400AB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5D731D"/>
    <w:rsid w:val="005F0435"/>
    <w:rsid w:val="005F77AF"/>
    <w:rsid w:val="00616598"/>
    <w:rsid w:val="00633F1F"/>
    <w:rsid w:val="006556BE"/>
    <w:rsid w:val="0067229F"/>
    <w:rsid w:val="00675B0F"/>
    <w:rsid w:val="006A15BA"/>
    <w:rsid w:val="006A3ADB"/>
    <w:rsid w:val="006A3B2A"/>
    <w:rsid w:val="006A673B"/>
    <w:rsid w:val="006B7BD6"/>
    <w:rsid w:val="006E000A"/>
    <w:rsid w:val="006E4A2B"/>
    <w:rsid w:val="006F0D28"/>
    <w:rsid w:val="00701CD3"/>
    <w:rsid w:val="00704C80"/>
    <w:rsid w:val="00713469"/>
    <w:rsid w:val="00727D9E"/>
    <w:rsid w:val="007336C0"/>
    <w:rsid w:val="00740EF6"/>
    <w:rsid w:val="00747ACE"/>
    <w:rsid w:val="00754746"/>
    <w:rsid w:val="00766B5C"/>
    <w:rsid w:val="007713E5"/>
    <w:rsid w:val="00782986"/>
    <w:rsid w:val="00785CD1"/>
    <w:rsid w:val="007A25CD"/>
    <w:rsid w:val="007A48AB"/>
    <w:rsid w:val="007B282F"/>
    <w:rsid w:val="007C0202"/>
    <w:rsid w:val="007C063F"/>
    <w:rsid w:val="007D2F80"/>
    <w:rsid w:val="007E4995"/>
    <w:rsid w:val="007F4CFA"/>
    <w:rsid w:val="00826BBA"/>
    <w:rsid w:val="008309BB"/>
    <w:rsid w:val="0083712F"/>
    <w:rsid w:val="00872439"/>
    <w:rsid w:val="00873785"/>
    <w:rsid w:val="00876E73"/>
    <w:rsid w:val="008820DC"/>
    <w:rsid w:val="00882DA3"/>
    <w:rsid w:val="008A4560"/>
    <w:rsid w:val="008A5E0C"/>
    <w:rsid w:val="008B718B"/>
    <w:rsid w:val="008E002C"/>
    <w:rsid w:val="008F32FB"/>
    <w:rsid w:val="008F5203"/>
    <w:rsid w:val="00904F99"/>
    <w:rsid w:val="00915BB8"/>
    <w:rsid w:val="00922D6C"/>
    <w:rsid w:val="00935F09"/>
    <w:rsid w:val="00966C23"/>
    <w:rsid w:val="00970C4F"/>
    <w:rsid w:val="0098320A"/>
    <w:rsid w:val="009834DF"/>
    <w:rsid w:val="00983E47"/>
    <w:rsid w:val="009908F8"/>
    <w:rsid w:val="00995E80"/>
    <w:rsid w:val="00996A54"/>
    <w:rsid w:val="009A3CB9"/>
    <w:rsid w:val="009B0195"/>
    <w:rsid w:val="009C783C"/>
    <w:rsid w:val="009C7FAD"/>
    <w:rsid w:val="009D25D8"/>
    <w:rsid w:val="009D7369"/>
    <w:rsid w:val="009E59D2"/>
    <w:rsid w:val="009F3697"/>
    <w:rsid w:val="00A052FE"/>
    <w:rsid w:val="00A10D7C"/>
    <w:rsid w:val="00A1105D"/>
    <w:rsid w:val="00A26F45"/>
    <w:rsid w:val="00A30950"/>
    <w:rsid w:val="00A30E77"/>
    <w:rsid w:val="00A31B6C"/>
    <w:rsid w:val="00A32461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A4C74"/>
    <w:rsid w:val="00AA6481"/>
    <w:rsid w:val="00AB5C9C"/>
    <w:rsid w:val="00AC1240"/>
    <w:rsid w:val="00AE2238"/>
    <w:rsid w:val="00AE24A0"/>
    <w:rsid w:val="00AE2CD6"/>
    <w:rsid w:val="00AF7111"/>
    <w:rsid w:val="00B11B4B"/>
    <w:rsid w:val="00B11E8C"/>
    <w:rsid w:val="00B4041D"/>
    <w:rsid w:val="00B5439E"/>
    <w:rsid w:val="00B7174A"/>
    <w:rsid w:val="00B721B3"/>
    <w:rsid w:val="00B759FA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D6AE0"/>
    <w:rsid w:val="00BE67DD"/>
    <w:rsid w:val="00BF4798"/>
    <w:rsid w:val="00C06F04"/>
    <w:rsid w:val="00C103A7"/>
    <w:rsid w:val="00C12877"/>
    <w:rsid w:val="00C129BF"/>
    <w:rsid w:val="00C13F2E"/>
    <w:rsid w:val="00C2264C"/>
    <w:rsid w:val="00C24BC3"/>
    <w:rsid w:val="00C32E5F"/>
    <w:rsid w:val="00C371DD"/>
    <w:rsid w:val="00C60984"/>
    <w:rsid w:val="00C82D20"/>
    <w:rsid w:val="00C87774"/>
    <w:rsid w:val="00CA74CC"/>
    <w:rsid w:val="00CC10F0"/>
    <w:rsid w:val="00CD0470"/>
    <w:rsid w:val="00CD1067"/>
    <w:rsid w:val="00CE3FF0"/>
    <w:rsid w:val="00CE75C9"/>
    <w:rsid w:val="00D01BEB"/>
    <w:rsid w:val="00D0486F"/>
    <w:rsid w:val="00D11EEE"/>
    <w:rsid w:val="00D1316F"/>
    <w:rsid w:val="00D2000D"/>
    <w:rsid w:val="00D2080D"/>
    <w:rsid w:val="00D41619"/>
    <w:rsid w:val="00D42714"/>
    <w:rsid w:val="00D569EE"/>
    <w:rsid w:val="00D57E83"/>
    <w:rsid w:val="00D71CBC"/>
    <w:rsid w:val="00D75119"/>
    <w:rsid w:val="00D94D84"/>
    <w:rsid w:val="00DB00CB"/>
    <w:rsid w:val="00DB61D4"/>
    <w:rsid w:val="00DC1BDC"/>
    <w:rsid w:val="00DD3B4C"/>
    <w:rsid w:val="00DE3EE8"/>
    <w:rsid w:val="00DF2EE8"/>
    <w:rsid w:val="00DF6053"/>
    <w:rsid w:val="00E06A66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6E09"/>
    <w:rsid w:val="00EB2ECD"/>
    <w:rsid w:val="00EB4B27"/>
    <w:rsid w:val="00EB6A58"/>
    <w:rsid w:val="00EC7325"/>
    <w:rsid w:val="00EE7F26"/>
    <w:rsid w:val="00F03B39"/>
    <w:rsid w:val="00F126A1"/>
    <w:rsid w:val="00F13132"/>
    <w:rsid w:val="00F17658"/>
    <w:rsid w:val="00F270D9"/>
    <w:rsid w:val="00F42FC4"/>
    <w:rsid w:val="00FB0B19"/>
    <w:rsid w:val="00FB4A2A"/>
    <w:rsid w:val="00FB77FB"/>
    <w:rsid w:val="00FC1F2D"/>
    <w:rsid w:val="00FC4617"/>
    <w:rsid w:val="00FC4E8E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Podrozdział Char"/>
    <w:link w:val="Textpoznpodarou"/>
    <w:rsid w:val="00083436"/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083436"/>
    <w:rPr>
      <w:vertAlign w:val="superscript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Podrozdział"/>
    <w:basedOn w:val="Normln"/>
    <w:link w:val="TextpoznpodarouChar"/>
    <w:rsid w:val="00083436"/>
    <w:pPr>
      <w:spacing w:after="0" w:line="240" w:lineRule="auto"/>
    </w:pPr>
  </w:style>
  <w:style w:type="character" w:customStyle="1" w:styleId="TextpoznpodarouChar1">
    <w:name w:val="Text pozn. pod čarou Char1"/>
    <w:basedOn w:val="Standardnpsmoodstavce"/>
    <w:uiPriority w:val="99"/>
    <w:semiHidden/>
    <w:rsid w:val="0008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1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6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c.europa.eu/competition/mergers/cases/index/nace_all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A5B36-D04E-4A2F-867B-FC17400E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307</TotalTime>
  <Pages>27</Pages>
  <Words>3114</Words>
  <Characters>18375</Characters>
  <Application>Microsoft Office Word</Application>
  <DocSecurity>0</DocSecurity>
  <Lines>153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50</vt:i4>
      </vt:variant>
      <vt:variant>
        <vt:lpstr>Title</vt:lpstr>
      </vt:variant>
      <vt:variant>
        <vt:i4>1</vt:i4>
      </vt:variant>
    </vt:vector>
  </HeadingPairs>
  <TitlesOfParts>
    <vt:vector size="52" baseType="lpstr">
      <vt:lpstr/>
      <vt:lpstr>Identifikační údaje</vt:lpstr>
      <vt:lpstr>    Název projektu</vt:lpstr>
      <vt:lpstr>    Anotace projektu	</vt:lpstr>
      <vt:lpstr>    Soutěž</vt:lpstr>
      <vt:lpstr>    Program</vt:lpstr>
      <vt:lpstr>    Podprogram</vt:lpstr>
      <vt:lpstr>    Převažující kategorie výzkumu</vt:lpstr>
      <vt:lpstr>Představení projektu</vt:lpstr>
      <vt:lpstr>    Představení řešení projektu</vt:lpstr>
      <vt:lpstr>    Představení zahraničního partnera</vt:lpstr>
      <vt:lpstr>Rámec projektu</vt:lpstr>
      <vt:lpstr>    Účel projektu</vt:lpstr>
      <vt:lpstr>    Popis cílů projektu </vt:lpstr>
      <vt:lpstr>    Etapy a výsledky projektu (Etapy mohou být roční, ale i víceleté a po dobu řešen</vt:lpstr>
      <vt:lpstr>Strategie a metodika řešení projektu</vt:lpstr>
      <vt:lpstr>    Analýza rizik ohrožujících dosažení výsledků projektu</vt:lpstr>
      <vt:lpstr>    4.2    Navržená opatření k maximalizaci přínosu projektu (popište efektivitu nav</vt:lpstr>
      <vt:lpstr>Projektový a řešitelský tým</vt:lpstr>
      <vt:lpstr>    Představení týmu</vt:lpstr>
      <vt:lpstr>    Projektový tým – účastníci projektu</vt:lpstr>
      <vt:lpstr>    Řešitelský tým</vt:lpstr>
      <vt:lpstr>Náklady projektu</vt:lpstr>
      <vt:lpstr>    Podíly kategorií výzkumu příjemce podpory - … (název příjemce podpory)</vt:lpstr>
      <vt:lpstr>    Podíly kategorií výzkumu dalšího účastníka1 projektu - … (název dalšího účastník</vt:lpstr>
      <vt:lpstr>    Podíly kategorií výzkumu dalšího účastníka2 projektu - … (název dalšího účastník</vt:lpstr>
      <vt:lpstr>    </vt:lpstr>
      <vt:lpstr>    </vt:lpstr>
      <vt:lpstr>    Náklady příjemce podpory – slovní zdůvodnění… (název příjemce podpory)</vt:lpstr>
      <vt:lpstr>    Náklady dalšího účastníka1 projektu – slovní zdůvodnění… (název dalšího účastník</vt:lpstr>
      <vt:lpstr>    </vt:lpstr>
      <vt:lpstr>    Náklady dalšího účastníka 2 – slovní zdůvodnění … (název dalšího účastníka)</vt:lpstr>
      <vt:lpstr>Doplňující informace</vt:lpstr>
      <vt:lpstr>    Název projektu anglicky</vt:lpstr>
      <vt:lpstr>    Cíl projektu anglicky</vt:lpstr>
      <vt:lpstr>    Klíčová slova česky</vt:lpstr>
      <vt:lpstr>    Klíčová slova anglicky</vt:lpstr>
      <vt:lpstr>    Klasifikace hlavního vědního oboru řešení – viz nápověda</vt:lpstr>
      <vt:lpstr>    Klasifikace vedlejšího vědního oboru řešení – viz nápověda</vt:lpstr>
      <vt:lpstr>    Klasifikace dalšího vedlejšího vědního oboru řešení – viz nápověda</vt:lpstr>
      <vt:lpstr>    Stupeň důvěrnosti údajů</vt:lpstr>
      <vt:lpstr>    NACE kód</vt:lpstr>
      <vt:lpstr>Seznam příloh</vt:lpstr>
      <vt:lpstr>    Povinné přílohy za navrhovaného příjemce a každého navrhovaného účastníka proje</vt:lpstr>
      <vt:lpstr>    Ostatní přílohy</vt:lpstr>
      <vt:lpstr>Nápověda</vt:lpstr>
      <vt:lpstr>    Právní forma subjektu</vt:lpstr>
      <vt:lpstr>    Státní příslušnost</vt:lpstr>
      <vt:lpstr>    Klasifikace hlavního vědního oboru řešení</vt:lpstr>
      <vt:lpstr>    Klasifikace vedlejšího vědního oboru řešení</vt:lpstr>
      <vt:lpstr>    Klasifikace dalšího vedlejšího vědního oboru řešení</vt:lpstr>
      <vt:lpstr/>
    </vt:vector>
  </TitlesOfParts>
  <Company/>
  <LinksUpToDate>false</LinksUpToDate>
  <CharactersWithSpaces>21447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65</cp:revision>
  <cp:lastPrinted>2018-02-26T11:31:00Z</cp:lastPrinted>
  <dcterms:created xsi:type="dcterms:W3CDTF">2016-09-13T10:21:00Z</dcterms:created>
  <dcterms:modified xsi:type="dcterms:W3CDTF">2019-02-18T12:52:00Z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