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2A7D935" w:rsidR="004D577D" w:rsidRPr="000478CA" w:rsidRDefault="00EA3EC7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LTV20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845225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6DED9605" w:rsidR="005A5E8D" w:rsidRPr="009E4A1B" w:rsidRDefault="00FB5C39" w:rsidP="00D57E83">
      <w:pPr>
        <w:jc w:val="both"/>
        <w:rPr>
          <w:vertAlign w:val="subscript"/>
        </w:rPr>
      </w:pPr>
      <w:r>
        <w:t>VES19</w:t>
      </w:r>
      <w:r w:rsidR="009E4A1B"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4F9F9F3B" w14:textId="77777777" w:rsidR="00BF3FC7" w:rsidRDefault="00BF3FC7" w:rsidP="00BF3FC7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39AC6EBB" w14:textId="77777777" w:rsidR="00BF3FC7" w:rsidRDefault="00BF3FC7" w:rsidP="00BF3FC7">
      <w:pPr>
        <w:jc w:val="both"/>
      </w:pPr>
      <w:r>
        <w:t>…</w:t>
      </w:r>
    </w:p>
    <w:p w14:paraId="2720BCAC" w14:textId="70F791AF" w:rsidR="00BF3FC7" w:rsidRPr="00904F99" w:rsidRDefault="00BF3FC7" w:rsidP="00BF3FC7">
      <w:pPr>
        <w:pStyle w:val="Nadpis21"/>
        <w:numPr>
          <w:ilvl w:val="1"/>
          <w:numId w:val="3"/>
        </w:numPr>
        <w:jc w:val="both"/>
      </w:pPr>
      <w:r>
        <w:t xml:space="preserve">Představení </w:t>
      </w:r>
      <w:r w:rsidR="000B4250">
        <w:t xml:space="preserve">mezinárodní </w:t>
      </w:r>
      <w:r w:rsidR="006617AD">
        <w:t>instituce, ve které řešitel pracuje v jejím řídícím orgánu</w:t>
      </w:r>
    </w:p>
    <w:p w14:paraId="2DF2E9ED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>
        <w:rPr>
          <w:rStyle w:val="Zdraznnjemn"/>
          <w:b/>
          <w:i w:val="0"/>
          <w:iCs w:val="0"/>
          <w:color w:val="auto"/>
        </w:rPr>
        <w:t xml:space="preserve"> mezinárodní</w:t>
      </w:r>
      <w:r>
        <w:rPr>
          <w:b/>
          <w:color w:val="auto"/>
        </w:rPr>
        <w:t xml:space="preserve"> instituce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5B0501F6" w14:textId="77777777" w:rsidR="00BF3FC7" w:rsidRDefault="00BF3FC7" w:rsidP="00BF3FC7">
      <w:pPr>
        <w:pStyle w:val="Odstavecseseznamem"/>
        <w:jc w:val="both"/>
      </w:pPr>
      <w:r>
        <w:t>…</w:t>
      </w:r>
    </w:p>
    <w:p w14:paraId="6A29248A" w14:textId="77777777" w:rsidR="00BF3FC7" w:rsidRPr="008210DB" w:rsidRDefault="00BF3FC7" w:rsidP="00BF3FC7">
      <w:pPr>
        <w:pStyle w:val="Odstavecseseznamem"/>
        <w:jc w:val="both"/>
      </w:pPr>
    </w:p>
    <w:p w14:paraId="476BAABC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 xml:space="preserve">Adresa </w:t>
      </w:r>
      <w:r>
        <w:rPr>
          <w:b/>
          <w:color w:val="auto"/>
        </w:rPr>
        <w:t>zahraniční instituce</w:t>
      </w:r>
    </w:p>
    <w:p w14:paraId="0881B7A8" w14:textId="77777777" w:rsidR="00BF3FC7" w:rsidRDefault="00BF3FC7" w:rsidP="00BF3FC7">
      <w:pPr>
        <w:pStyle w:val="Odstavecseseznamem"/>
        <w:jc w:val="both"/>
      </w:pPr>
      <w:r>
        <w:t>…</w:t>
      </w:r>
    </w:p>
    <w:p w14:paraId="736F54D6" w14:textId="77777777" w:rsidR="00BF3FC7" w:rsidRPr="00E06A66" w:rsidRDefault="00BF3FC7" w:rsidP="00BF3FC7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1168769" w14:textId="77777777" w:rsidR="00BF3FC7" w:rsidRPr="007C0202" w:rsidRDefault="00BF3FC7" w:rsidP="00BF3FC7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 xml:space="preserve">Internetová adresa </w:t>
      </w:r>
      <w:r>
        <w:rPr>
          <w:b/>
          <w:color w:val="auto"/>
        </w:rPr>
        <w:t>zahraniční instituce</w:t>
      </w:r>
    </w:p>
    <w:p w14:paraId="28558FC0" w14:textId="77777777" w:rsidR="00BF3FC7" w:rsidRDefault="00BF3FC7" w:rsidP="00BF3FC7">
      <w:pPr>
        <w:pStyle w:val="Odstavecseseznamem"/>
        <w:jc w:val="both"/>
      </w:pPr>
      <w:r>
        <w:t>...</w:t>
      </w:r>
    </w:p>
    <w:p w14:paraId="757892F6" w14:textId="77777777" w:rsidR="00BF3FC7" w:rsidRPr="00E06A66" w:rsidRDefault="00BF3FC7" w:rsidP="00BF3FC7">
      <w:pPr>
        <w:pStyle w:val="Odstavecseseznamem"/>
        <w:jc w:val="both"/>
      </w:pPr>
    </w:p>
    <w:p w14:paraId="2DAADBE2" w14:textId="7A84A852" w:rsidR="00BF3FC7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</w:t>
      </w:r>
      <w:r w:rsidR="006617AD">
        <w:rPr>
          <w:b/>
          <w:color w:val="auto"/>
        </w:rPr>
        <w:t>y vyplývající</w:t>
      </w:r>
      <w:r>
        <w:rPr>
          <w:b/>
          <w:color w:val="auto"/>
        </w:rPr>
        <w:t xml:space="preserve"> z účasti ve špičkové mezinárodní instituci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0EC231F7" w14:textId="77777777" w:rsidR="00BF3FC7" w:rsidRDefault="00BF3FC7" w:rsidP="00BF3FC7">
      <w:pPr>
        <w:pStyle w:val="Odstavecseseznamem"/>
        <w:jc w:val="both"/>
      </w:pPr>
      <w:r w:rsidRPr="007C0202">
        <w:t>…</w:t>
      </w:r>
    </w:p>
    <w:p w14:paraId="4B03816F" w14:textId="77777777" w:rsidR="00BF3FC7" w:rsidRPr="007C0202" w:rsidRDefault="00BF3FC7" w:rsidP="00BF3FC7">
      <w:pPr>
        <w:pStyle w:val="Odstavecseseznamem"/>
        <w:jc w:val="both"/>
      </w:pPr>
    </w:p>
    <w:p w14:paraId="60895BB6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 projektu pro českou vědeckou obec</w:t>
      </w:r>
    </w:p>
    <w:p w14:paraId="10902D89" w14:textId="77777777" w:rsidR="00BF3FC7" w:rsidRDefault="00BF3FC7" w:rsidP="00BF3FC7">
      <w:pPr>
        <w:pStyle w:val="Odstavecseseznamem"/>
        <w:jc w:val="both"/>
      </w:pPr>
      <w:r w:rsidRPr="003713E4">
        <w:t>…</w:t>
      </w:r>
    </w:p>
    <w:p w14:paraId="062FA123" w14:textId="77777777" w:rsidR="00BF3FC7" w:rsidRPr="003713E4" w:rsidRDefault="00BF3FC7" w:rsidP="00BF3FC7">
      <w:pPr>
        <w:pStyle w:val="Odstavecseseznamem"/>
        <w:jc w:val="both"/>
      </w:pPr>
    </w:p>
    <w:p w14:paraId="6C457050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Popis transferu informací v rámci České republiky</w:t>
      </w:r>
    </w:p>
    <w:p w14:paraId="6DC831D9" w14:textId="32607C75" w:rsidR="003713E4" w:rsidRPr="00C103A7" w:rsidRDefault="00BF3FC7" w:rsidP="00BF3FC7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Default="00D74BAB" w:rsidP="005B31BC">
      <w:pPr>
        <w:rPr>
          <w:sz w:val="18"/>
        </w:rPr>
      </w:pPr>
    </w:p>
    <w:p w14:paraId="5F70DB7F" w14:textId="77777777" w:rsidR="003B04B2" w:rsidRPr="005B31BC" w:rsidRDefault="003B04B2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lastRenderedPageBreak/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Default="00826BBA" w:rsidP="00826BBA">
      <w:pPr>
        <w:tabs>
          <w:tab w:val="left" w:pos="2295"/>
        </w:tabs>
      </w:pPr>
      <w:r>
        <w:tab/>
      </w:r>
    </w:p>
    <w:p w14:paraId="212F5287" w14:textId="77777777" w:rsidR="002B593A" w:rsidRDefault="002B593A" w:rsidP="00826BBA">
      <w:pPr>
        <w:tabs>
          <w:tab w:val="left" w:pos="2295"/>
        </w:tabs>
      </w:pPr>
    </w:p>
    <w:p w14:paraId="0930090C" w14:textId="77777777" w:rsidR="002B593A" w:rsidRDefault="002B593A" w:rsidP="00826BBA">
      <w:pPr>
        <w:tabs>
          <w:tab w:val="left" w:pos="2295"/>
        </w:tabs>
      </w:pPr>
    </w:p>
    <w:p w14:paraId="12D7C49D" w14:textId="77777777" w:rsidR="002B593A" w:rsidRDefault="002B593A" w:rsidP="00826BBA">
      <w:pPr>
        <w:tabs>
          <w:tab w:val="left" w:pos="2295"/>
        </w:tabs>
      </w:pPr>
    </w:p>
    <w:p w14:paraId="7A9E77CC" w14:textId="77777777" w:rsidR="002B593A" w:rsidRDefault="002B593A" w:rsidP="00826BBA">
      <w:pPr>
        <w:tabs>
          <w:tab w:val="left" w:pos="2295"/>
        </w:tabs>
      </w:pPr>
    </w:p>
    <w:p w14:paraId="2C66D93A" w14:textId="77777777" w:rsidR="002B593A" w:rsidRDefault="002B593A" w:rsidP="00826BBA">
      <w:pPr>
        <w:tabs>
          <w:tab w:val="left" w:pos="2295"/>
        </w:tabs>
      </w:pPr>
    </w:p>
    <w:p w14:paraId="00A85353" w14:textId="77777777" w:rsidR="002B593A" w:rsidRDefault="002B593A" w:rsidP="00826BBA">
      <w:pPr>
        <w:tabs>
          <w:tab w:val="left" w:pos="2295"/>
        </w:tabs>
      </w:pPr>
    </w:p>
    <w:p w14:paraId="5491550B" w14:textId="77777777" w:rsidR="002B593A" w:rsidRDefault="002B593A" w:rsidP="00826BBA">
      <w:pPr>
        <w:tabs>
          <w:tab w:val="left" w:pos="2295"/>
        </w:tabs>
      </w:pPr>
    </w:p>
    <w:p w14:paraId="6678622F" w14:textId="77777777" w:rsidR="002B593A" w:rsidRDefault="002B593A" w:rsidP="00826BBA">
      <w:pPr>
        <w:tabs>
          <w:tab w:val="left" w:pos="2295"/>
        </w:tabs>
      </w:pPr>
    </w:p>
    <w:p w14:paraId="335B8C8D" w14:textId="77777777" w:rsidR="002B593A" w:rsidRDefault="002B593A" w:rsidP="00826BBA">
      <w:pPr>
        <w:tabs>
          <w:tab w:val="left" w:pos="2295"/>
        </w:tabs>
      </w:pPr>
    </w:p>
    <w:p w14:paraId="5A2BD124" w14:textId="77777777" w:rsidR="002B593A" w:rsidRDefault="002B593A" w:rsidP="00826BBA">
      <w:pPr>
        <w:tabs>
          <w:tab w:val="left" w:pos="2295"/>
        </w:tabs>
      </w:pPr>
    </w:p>
    <w:p w14:paraId="5E033CB3" w14:textId="77777777" w:rsidR="002B593A" w:rsidRDefault="002B593A" w:rsidP="00826BBA">
      <w:pPr>
        <w:tabs>
          <w:tab w:val="left" w:pos="2295"/>
        </w:tabs>
      </w:pPr>
    </w:p>
    <w:p w14:paraId="1D859A33" w14:textId="77777777" w:rsidR="002B593A" w:rsidRDefault="002B593A" w:rsidP="00826BBA">
      <w:pPr>
        <w:tabs>
          <w:tab w:val="left" w:pos="2295"/>
        </w:tabs>
      </w:pPr>
    </w:p>
    <w:p w14:paraId="4A188420" w14:textId="77777777" w:rsidR="002B593A" w:rsidRDefault="002B593A" w:rsidP="002B593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29919B90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5209B848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711"/>
        <w:gridCol w:w="3263"/>
        <w:gridCol w:w="1696"/>
        <w:gridCol w:w="1696"/>
        <w:gridCol w:w="1696"/>
      </w:tblGrid>
      <w:tr w:rsidR="00BD30EE" w:rsidRPr="00876E73" w14:paraId="362DA66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pct"/>
            <w:gridSpan w:val="2"/>
            <w:vAlign w:val="center"/>
          </w:tcPr>
          <w:p w14:paraId="59EF7B3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357F89A" w14:textId="568D1A82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6" w:type="pct"/>
            <w:vAlign w:val="center"/>
          </w:tcPr>
          <w:p w14:paraId="70E9082E" w14:textId="4D4FFBD7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7" w:type="pct"/>
            <w:vAlign w:val="center"/>
          </w:tcPr>
          <w:p w14:paraId="36EBBD8E" w14:textId="33B22D3D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5AA38324" w14:textId="77777777" w:rsidTr="00BD30E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1054E980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vAlign w:val="center"/>
          </w:tcPr>
          <w:p w14:paraId="248E9C8F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E18D140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92039A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145168E2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6D74927" w14:textId="77777777" w:rsidTr="00BD30EE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4DEAEFC4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0" w:type="pct"/>
            <w:vAlign w:val="center"/>
          </w:tcPr>
          <w:p w14:paraId="48FD1D6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315EB5AA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196C172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2C0BEDB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127A3B57" w14:textId="77777777" w:rsidTr="00BD30EE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3C1E4578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705BE07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0FBE0C5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EC55E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DA92349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76433B5D" w14:textId="77777777" w:rsidR="002B593A" w:rsidRDefault="002B593A" w:rsidP="002B593A"/>
    <w:p w14:paraId="0C4958EC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74E50C34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713"/>
        <w:gridCol w:w="3257"/>
        <w:gridCol w:w="1696"/>
        <w:gridCol w:w="1696"/>
        <w:gridCol w:w="1700"/>
      </w:tblGrid>
      <w:tr w:rsidR="00BD30EE" w:rsidRPr="00876E73" w14:paraId="2AD1239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1212291E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DC0320C" w14:textId="56FE2D65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6" w:type="pct"/>
            <w:vAlign w:val="center"/>
          </w:tcPr>
          <w:p w14:paraId="314CE182" w14:textId="23D73012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8" w:type="pct"/>
            <w:vAlign w:val="center"/>
          </w:tcPr>
          <w:p w14:paraId="6D740853" w14:textId="0EF9BD6B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5AC5D7A3" w14:textId="77777777" w:rsidTr="00BD30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44E879C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43B530E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92207D4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499317C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04C76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A6AFE14" w14:textId="77777777" w:rsidTr="00BD30E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2EE6C2B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797" w:type="pct"/>
            <w:vAlign w:val="center"/>
          </w:tcPr>
          <w:p w14:paraId="3FB8934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26F7B72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3B411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43DFAD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50102B60" w14:textId="77777777" w:rsidTr="00BD30EE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5A22E16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69CF06B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4640822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CDE17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C4E8CA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175CF0EC" w14:textId="77777777" w:rsidR="002B593A" w:rsidRDefault="002B593A" w:rsidP="002B593A"/>
    <w:p w14:paraId="6393488D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2453399E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705"/>
        <w:gridCol w:w="3262"/>
        <w:gridCol w:w="1697"/>
        <w:gridCol w:w="1697"/>
        <w:gridCol w:w="1695"/>
      </w:tblGrid>
      <w:tr w:rsidR="00BD30EE" w:rsidRPr="00876E73" w14:paraId="56052F71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27D6278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5DB86586" w14:textId="2245FEB0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061BB7F3" w14:textId="5D27E2D7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06C98D3" w14:textId="636E047A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26484BC7" w14:textId="77777777" w:rsidTr="00BD30E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1FF9ECAD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1" w:type="pct"/>
            <w:tcBorders>
              <w:top w:val="single" w:sz="12" w:space="0" w:color="002060"/>
            </w:tcBorders>
            <w:vAlign w:val="center"/>
          </w:tcPr>
          <w:p w14:paraId="51F96E8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69122E6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798AD47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5E06027E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4D9BB392" w14:textId="77777777" w:rsidTr="00BD30E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3E8FD1C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1" w:type="pct"/>
            <w:vAlign w:val="center"/>
          </w:tcPr>
          <w:p w14:paraId="2E70B4B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7" w:type="pct"/>
            <w:vAlign w:val="center"/>
          </w:tcPr>
          <w:p w14:paraId="34D2758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8F37EB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05198B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651DC888" w14:textId="77777777" w:rsidTr="00BD30EE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6944D475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1" w:type="pct"/>
            <w:vAlign w:val="center"/>
          </w:tcPr>
          <w:p w14:paraId="10978657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2009786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265D7F4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BE8C1E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2EDF059A" w14:textId="77777777" w:rsidR="002B593A" w:rsidRDefault="002B593A" w:rsidP="00826BBA">
      <w:pPr>
        <w:tabs>
          <w:tab w:val="left" w:pos="2295"/>
        </w:tabs>
      </w:pPr>
    </w:p>
    <w:p w14:paraId="6F332935" w14:textId="77777777" w:rsidR="002B593A" w:rsidRDefault="002B593A" w:rsidP="00826BBA">
      <w:pPr>
        <w:tabs>
          <w:tab w:val="left" w:pos="2295"/>
        </w:tabs>
      </w:pPr>
    </w:p>
    <w:p w14:paraId="18C0BC9C" w14:textId="77777777" w:rsidR="002B593A" w:rsidRDefault="002B593A" w:rsidP="00826BBA">
      <w:pPr>
        <w:tabs>
          <w:tab w:val="left" w:pos="2295"/>
        </w:tabs>
      </w:pPr>
    </w:p>
    <w:p w14:paraId="351064F2" w14:textId="77777777" w:rsidR="002B593A" w:rsidRDefault="002B593A" w:rsidP="00826BBA">
      <w:pPr>
        <w:tabs>
          <w:tab w:val="left" w:pos="2295"/>
        </w:tabs>
      </w:pPr>
    </w:p>
    <w:p w14:paraId="0502D953" w14:textId="77777777" w:rsidR="002B593A" w:rsidRPr="00826BBA" w:rsidRDefault="002B593A" w:rsidP="00826BBA">
      <w:pPr>
        <w:tabs>
          <w:tab w:val="left" w:pos="2295"/>
        </w:tabs>
        <w:sectPr w:rsidR="002B593A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5AEBB2C1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vAlign w:val="center"/>
          </w:tcPr>
          <w:p w14:paraId="0ADDB1A0" w14:textId="62DD953D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9" w:type="pct"/>
            <w:vAlign w:val="center"/>
          </w:tcPr>
          <w:p w14:paraId="75F40C95" w14:textId="19B8BDA8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2EF49AB2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30" w:type="pct"/>
            <w:vAlign w:val="center"/>
          </w:tcPr>
          <w:p w14:paraId="330C120C" w14:textId="2C0E2D5A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30" w:type="pct"/>
            <w:vAlign w:val="center"/>
          </w:tcPr>
          <w:p w14:paraId="711D2CD3" w14:textId="7D18F4B7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28D0A460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6E10C2B6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7BE57715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54EB869A" w:rsidR="00FC1F2D" w:rsidRPr="00010E44" w:rsidRDefault="005B2B68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Potvrzení o členství (</w:t>
      </w:r>
      <w:proofErr w:type="spellStart"/>
      <w:r>
        <w:rPr>
          <w:b/>
          <w:color w:val="auto"/>
        </w:rPr>
        <w:t>Confirmation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of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membership</w:t>
      </w:r>
      <w:proofErr w:type="spellEnd"/>
      <w:r>
        <w:rPr>
          <w:b/>
          <w:color w:val="auto"/>
        </w:rPr>
        <w:t>)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845225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845225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bookmarkStart w:id="2" w:name="_GoBack"/>
    <w:p w14:paraId="21A467FA" w14:textId="77777777" w:rsidR="00AE24A0" w:rsidRDefault="00845225" w:rsidP="00AE24A0">
      <w:r>
        <w:rPr>
          <w:rStyle w:val="Hypertextovodkaz"/>
        </w:rPr>
        <w:fldChar w:fldCharType="begin"/>
      </w:r>
      <w:r>
        <w:rPr>
          <w:rStyle w:val="Hypertextovodkaz"/>
        </w:rPr>
        <w:instrText xml:space="preserve"> HYPERLINK "http://www.vyzkum.cz/FrontClanek.aspx?idsekce=1374" </w:instrText>
      </w:r>
      <w:r>
        <w:rPr>
          <w:rStyle w:val="Hypertextovodkaz"/>
        </w:rPr>
        <w:fldChar w:fldCharType="separate"/>
      </w:r>
      <w:r w:rsidR="00AE24A0" w:rsidRPr="003916C5">
        <w:rPr>
          <w:rStyle w:val="Hypertextovodkaz"/>
        </w:rPr>
        <w:t>http://www.vyzkum.cz/FrontClanek.aspx?idsekce=1374</w:t>
      </w:r>
      <w:r>
        <w:rPr>
          <w:rStyle w:val="Hypertextovodkaz"/>
        </w:rPr>
        <w:fldChar w:fldCharType="end"/>
      </w:r>
      <w:bookmarkEnd w:id="2"/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845225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845225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845225" w:rsidP="003E58EC">
      <w:hyperlink r:id="rId18" w:history="1">
        <w:r w:rsidR="003E58EC" w:rsidRPr="00A20039">
          <w:rPr>
            <w:rStyle w:val="Hypertextovodkaz"/>
          </w:rPr>
          <w:t>http://ec.europa.eu/competition/mergers/cases/index/nace_all.html</w:t>
        </w:r>
      </w:hyperlink>
      <w:r w:rsidR="003E58EC">
        <w:t xml:space="preserve"> </w:t>
      </w:r>
    </w:p>
    <w:sectPr w:rsidR="003E58EC" w:rsidRPr="003E58EC" w:rsidSect="00E0632A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D6DD5" w14:textId="77777777" w:rsidR="00845225" w:rsidRDefault="00845225">
      <w:pPr>
        <w:spacing w:after="0" w:line="240" w:lineRule="auto"/>
      </w:pPr>
      <w:r>
        <w:separator/>
      </w:r>
    </w:p>
    <w:p w14:paraId="707B83C1" w14:textId="77777777" w:rsidR="00845225" w:rsidRDefault="00845225"/>
    <w:p w14:paraId="4D7A7B39" w14:textId="77777777" w:rsidR="00845225" w:rsidRDefault="00845225"/>
  </w:endnote>
  <w:endnote w:type="continuationSeparator" w:id="0">
    <w:p w14:paraId="26B5A827" w14:textId="77777777" w:rsidR="00845225" w:rsidRDefault="00845225">
      <w:pPr>
        <w:spacing w:after="0" w:line="240" w:lineRule="auto"/>
      </w:pPr>
      <w:r>
        <w:continuationSeparator/>
      </w:r>
    </w:p>
    <w:p w14:paraId="2200A853" w14:textId="77777777" w:rsidR="00845225" w:rsidRDefault="00845225"/>
    <w:p w14:paraId="0E464EEC" w14:textId="77777777" w:rsidR="00845225" w:rsidRDefault="00845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C3E">
          <w:rPr>
            <w:noProof/>
          </w:rPr>
          <w:t>23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8F0EB" w14:textId="77777777" w:rsidR="00845225" w:rsidRDefault="00845225">
      <w:pPr>
        <w:spacing w:after="0" w:line="240" w:lineRule="auto"/>
      </w:pPr>
      <w:r>
        <w:separator/>
      </w:r>
    </w:p>
    <w:p w14:paraId="20FF1FDF" w14:textId="77777777" w:rsidR="00845225" w:rsidRDefault="00845225"/>
    <w:p w14:paraId="76765FD6" w14:textId="77777777" w:rsidR="00845225" w:rsidRDefault="00845225"/>
  </w:footnote>
  <w:footnote w:type="continuationSeparator" w:id="0">
    <w:p w14:paraId="71F6476C" w14:textId="77777777" w:rsidR="00845225" w:rsidRDefault="00845225">
      <w:pPr>
        <w:spacing w:after="0" w:line="240" w:lineRule="auto"/>
      </w:pPr>
      <w:r>
        <w:continuationSeparator/>
      </w:r>
    </w:p>
    <w:p w14:paraId="101EE695" w14:textId="77777777" w:rsidR="00845225" w:rsidRDefault="00845225"/>
    <w:p w14:paraId="0C80AEC9" w14:textId="77777777" w:rsidR="00845225" w:rsidRDefault="008452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D54C3E">
            <w:rPr>
              <w:noProof/>
            </w:rPr>
            <w:instrText>Náklady projektu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D54C3E">
            <w:rPr>
              <w:noProof/>
            </w:rPr>
            <w:instrText>Náklady projektu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D54C3E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D54C3E">
            <w:rPr>
              <w:noProof/>
            </w:rPr>
            <w:instrText>Nápověda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D54C3E">
            <w:rPr>
              <w:noProof/>
            </w:rPr>
            <w:instrText>Nápověda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D54C3E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0C9B"/>
    <w:rsid w:val="00067AA1"/>
    <w:rsid w:val="0007086E"/>
    <w:rsid w:val="00071177"/>
    <w:rsid w:val="00074A7A"/>
    <w:rsid w:val="000755D8"/>
    <w:rsid w:val="00076F6F"/>
    <w:rsid w:val="000B4250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178E3"/>
    <w:rsid w:val="0024583C"/>
    <w:rsid w:val="0026610F"/>
    <w:rsid w:val="00277CD5"/>
    <w:rsid w:val="002A4A01"/>
    <w:rsid w:val="002B51CD"/>
    <w:rsid w:val="002B593A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B04B2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2B68"/>
    <w:rsid w:val="005B31BC"/>
    <w:rsid w:val="005B771D"/>
    <w:rsid w:val="005C2BB8"/>
    <w:rsid w:val="00602C16"/>
    <w:rsid w:val="00616598"/>
    <w:rsid w:val="0062259A"/>
    <w:rsid w:val="006556BE"/>
    <w:rsid w:val="006617AD"/>
    <w:rsid w:val="00662D85"/>
    <w:rsid w:val="00675B0F"/>
    <w:rsid w:val="00676E81"/>
    <w:rsid w:val="006A15BA"/>
    <w:rsid w:val="006A3B2A"/>
    <w:rsid w:val="006B7BD6"/>
    <w:rsid w:val="006C33C0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028A3"/>
    <w:rsid w:val="00826BBA"/>
    <w:rsid w:val="008309BB"/>
    <w:rsid w:val="00845225"/>
    <w:rsid w:val="00876E73"/>
    <w:rsid w:val="008820DC"/>
    <w:rsid w:val="008A4560"/>
    <w:rsid w:val="008A5E0C"/>
    <w:rsid w:val="008B718B"/>
    <w:rsid w:val="008C6F01"/>
    <w:rsid w:val="008D32D4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925CF"/>
    <w:rsid w:val="00AA4C74"/>
    <w:rsid w:val="00AA6481"/>
    <w:rsid w:val="00AC2214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D30EE"/>
    <w:rsid w:val="00BE67DD"/>
    <w:rsid w:val="00BF3FC7"/>
    <w:rsid w:val="00BF4798"/>
    <w:rsid w:val="00C06F04"/>
    <w:rsid w:val="00C103A7"/>
    <w:rsid w:val="00C12877"/>
    <w:rsid w:val="00C14D00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4C3E"/>
    <w:rsid w:val="00D57E83"/>
    <w:rsid w:val="00D62B57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74AD6"/>
    <w:rsid w:val="00E750EF"/>
    <w:rsid w:val="00E75C8E"/>
    <w:rsid w:val="00EA3EC7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B5C39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ec.europa.eu/competition/mergers/cases/index/nace_all.htm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F6EAF-5BED-4A20-A1D9-DC78A800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9</TotalTime>
  <Pages>25</Pages>
  <Words>2233</Words>
  <Characters>13176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8</cp:revision>
  <cp:lastPrinted>2016-06-14T11:01:00Z</cp:lastPrinted>
  <dcterms:created xsi:type="dcterms:W3CDTF">2018-04-13T08:30:00Z</dcterms:created>
  <dcterms:modified xsi:type="dcterms:W3CDTF">2019-07-31T07:02:00Z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