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104F41A0" w14:textId="0EF6AAB4" w:rsidR="00634FD8" w:rsidRPr="00634FD8" w:rsidRDefault="00634FD8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24"/>
              <w:szCs w:val="22"/>
              <w:u w:val="single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634FD8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8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18A1B068" w:rsidR="004D577D" w:rsidRPr="000478CA" w:rsidRDefault="00385E3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INTER-TRANSFER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51F36D78" w:rsidR="004D577D" w:rsidRPr="000478CA" w:rsidRDefault="002C73D8" w:rsidP="00A51747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LTT</w:t>
                </w:r>
                <w:r w:rsidR="00A51747">
                  <w:rPr>
                    <w:rFonts w:ascii="Calibri" w:eastAsia="Calibri" w:hAnsi="Calibri" w:cs="Times New Roman"/>
                    <w:b w:val="0"/>
                  </w:rPr>
                  <w:t>20……….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1660B">
            <w:trPr>
              <w:trHeight w:val="75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634FD8">
            <w:trPr>
              <w:trHeight w:val="135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D1660B">
            <w:trPr>
              <w:trHeight w:val="56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634FD8">
            <w:trPr>
              <w:trHeight w:val="54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634FD8">
            <w:trPr>
              <w:trHeight w:val="225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9C7FAD" w14:paraId="672D18CF" w14:textId="77777777" w:rsidTr="00634FD8">
            <w:trPr>
              <w:trHeight w:val="54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004D6EF" w14:textId="77777777" w:rsidR="007E4995" w:rsidRPr="00966C23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04B6782D" w14:textId="77777777" w:rsidR="007E4995" w:rsidRPr="00966C23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i/>
                    <w:sz w:val="14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634FD8">
            <w:trPr>
              <w:trHeight w:val="12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634FD8">
            <w:trPr>
              <w:trHeight w:val="53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D1660B">
            <w:trPr>
              <w:trHeight w:val="52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634FD8">
            <w:trPr>
              <w:trHeight w:val="213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  <w:tr w:rsidR="007E4995" w:rsidRPr="007E4995" w14:paraId="52A5BC66" w14:textId="77777777" w:rsidTr="00634FD8">
            <w:trPr>
              <w:trHeight w:val="4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1B3B501C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D7D154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1660B">
            <w:trPr>
              <w:trHeight w:val="484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1660B">
            <w:trPr>
              <w:trHeight w:val="5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970C4F">
            <w:trPr>
              <w:trHeight w:val="1737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344F30EE" w14:textId="77777777" w:rsidTr="00966C23">
            <w:trPr>
              <w:trHeight w:val="39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32042B7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47AC33E2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7E4995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1660B">
            <w:trPr>
              <w:trHeight w:val="48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1660B">
            <w:trPr>
              <w:trHeight w:val="56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A731FD">
            <w:trPr>
              <w:trHeight w:val="145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A9AD056" w14:textId="77777777" w:rsidTr="00A731FD">
            <w:trPr>
              <w:trHeight w:val="3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77F540E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Motivační účinek:</w:t>
                </w:r>
              </w:p>
            </w:tc>
            <w:tc>
              <w:tcPr>
                <w:tcW w:w="6940" w:type="dxa"/>
                <w:gridSpan w:val="2"/>
              </w:tcPr>
              <w:p w14:paraId="1AC88B75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jc w:val="both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Statutární zástupce výše uvedeného subjektu dále prohlašuje, že nebyly zahájeny příslušné činnosti v oblasti </w:t>
                </w:r>
                <w:proofErr w:type="spellStart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>VaVaI</w:t>
                </w:r>
                <w:proofErr w:type="spellEnd"/>
                <w:r w:rsidRPr="00966C23">
                  <w:rPr>
                    <w:rFonts w:ascii="Calibri" w:eastAsia="Calibri" w:hAnsi="Calibri" w:cs="Times New Roman"/>
                    <w:bCs/>
                    <w:i/>
                    <w:color w:val="auto"/>
                    <w:sz w:val="14"/>
                  </w:rPr>
                  <w:t xml:space="preserve"> na projektu (s výjimkou studie proveditelnosti) před podáním návrhu projektu (žádosti o podporu).</w:t>
                </w:r>
              </w:p>
            </w:tc>
          </w:tr>
        </w:tbl>
        <w:p w14:paraId="454D5DFF" w14:textId="52968FB2" w:rsidR="001706F1" w:rsidRPr="001706F1" w:rsidRDefault="00C10153" w:rsidP="001706F1">
          <w:pPr>
            <w:spacing w:after="0" w:line="240" w:lineRule="auto"/>
            <w:rPr>
              <w:b/>
              <w:bCs/>
            </w:rPr>
            <w:sectPr w:rsidR="001706F1" w:rsidRPr="001706F1" w:rsidSect="00634FD8">
              <w:headerReference w:type="default" r:id="rId10"/>
              <w:footerReference w:type="default" r:id="rId11"/>
              <w:headerReference w:type="first" r:id="rId12"/>
              <w:pgSz w:w="11907" w:h="16839" w:code="9"/>
              <w:pgMar w:top="1148" w:right="1417" w:bottom="765" w:left="1418" w:header="284" w:footer="709" w:gutter="0"/>
              <w:pgNumType w:fmt="lowerRoman" w:start="0"/>
              <w:cols w:space="720"/>
              <w:titlePg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725CFA45" w:rsidR="005A5E8D" w:rsidRPr="00B8199E" w:rsidRDefault="00047476" w:rsidP="00D57E83">
      <w:pPr>
        <w:jc w:val="both"/>
        <w:rPr>
          <w:vertAlign w:val="subscript"/>
        </w:rPr>
      </w:pPr>
      <w:r>
        <w:t>VES</w:t>
      </w:r>
      <w:r w:rsidR="00CB66E5">
        <w:t>20</w:t>
      </w:r>
      <w:r w:rsidR="00B8199E">
        <w:rPr>
          <w:vertAlign w:val="subscript"/>
        </w:rPr>
        <w:t>TRANSFER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27ED6540" w:rsidR="00D57E83" w:rsidRDefault="00B8199E" w:rsidP="00D57E83">
      <w:pPr>
        <w:jc w:val="both"/>
      </w:pPr>
      <w:r>
        <w:t>INTER-TRANSFER</w:t>
      </w:r>
    </w:p>
    <w:p w14:paraId="6204E821" w14:textId="20032CFF" w:rsidR="00740EF6" w:rsidRDefault="00740EF6" w:rsidP="00740EF6">
      <w:pPr>
        <w:pStyle w:val="Nadpis21"/>
        <w:numPr>
          <w:ilvl w:val="1"/>
          <w:numId w:val="3"/>
        </w:numPr>
      </w:pPr>
      <w:r>
        <w:t>Kategorie výzkumu</w:t>
      </w:r>
    </w:p>
    <w:p w14:paraId="34E1F71F" w14:textId="6850853C" w:rsidR="00740EF6" w:rsidRPr="00740EF6" w:rsidRDefault="00740EF6" w:rsidP="00740EF6">
      <w:r w:rsidRPr="00740EF6">
        <w:t>…</w:t>
      </w:r>
      <w:bookmarkStart w:id="2" w:name="_GoBack"/>
      <w:bookmarkEnd w:id="2"/>
    </w:p>
    <w:p w14:paraId="01F4DCFE" w14:textId="77777777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 xml:space="preserve"> Představení projektu</w:t>
      </w:r>
    </w:p>
    <w:p w14:paraId="79EBE88E" w14:textId="77777777" w:rsidR="006F0216" w:rsidRDefault="006F0216" w:rsidP="006F0216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6A458F69" w14:textId="77777777" w:rsidR="006F0216" w:rsidRDefault="006F0216" w:rsidP="006F0216">
      <w:pPr>
        <w:jc w:val="both"/>
      </w:pPr>
      <w:r>
        <w:t>…</w:t>
      </w:r>
    </w:p>
    <w:p w14:paraId="099BAADB" w14:textId="77777777" w:rsidR="006F0216" w:rsidRPr="00904F99" w:rsidRDefault="006F0216" w:rsidP="006F0216">
      <w:pPr>
        <w:pStyle w:val="Nadpis21"/>
        <w:numPr>
          <w:ilvl w:val="1"/>
          <w:numId w:val="3"/>
        </w:numPr>
        <w:jc w:val="both"/>
      </w:pPr>
      <w:r>
        <w:t>Představení zahraničního partnera</w:t>
      </w:r>
    </w:p>
    <w:p w14:paraId="33F642C4" w14:textId="77777777" w:rsidR="006F0216" w:rsidRPr="0001137D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 w:rsidRPr="0001137D">
        <w:rPr>
          <w:b/>
          <w:color w:val="auto"/>
        </w:rPr>
        <w:t xml:space="preserve"> instituce/organizace zahraničního partnera</w:t>
      </w:r>
    </w:p>
    <w:p w14:paraId="46DF6ED2" w14:textId="75AF620B" w:rsidR="006F0216" w:rsidRDefault="006F0216" w:rsidP="00F91A6B">
      <w:pPr>
        <w:pStyle w:val="Odstavecseseznamem"/>
        <w:jc w:val="both"/>
      </w:pPr>
      <w:r>
        <w:t>…</w:t>
      </w:r>
    </w:p>
    <w:p w14:paraId="64512AD8" w14:textId="77777777" w:rsidR="00F91A6B" w:rsidRPr="00F91A6B" w:rsidRDefault="00F91A6B" w:rsidP="00F91A6B">
      <w:pPr>
        <w:pStyle w:val="Odstavecseseznamem"/>
        <w:jc w:val="both"/>
      </w:pPr>
    </w:p>
    <w:p w14:paraId="04AB3F11" w14:textId="6547447B" w:rsidR="006F0216" w:rsidRPr="0001137D" w:rsidRDefault="00F91A6B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Popište unikátnost organizace mezinárodního nebo vládního charakteru</w:t>
      </w:r>
    </w:p>
    <w:p w14:paraId="389F1B4F" w14:textId="77777777" w:rsidR="006F0216" w:rsidRDefault="006F0216" w:rsidP="006F0216">
      <w:pPr>
        <w:pStyle w:val="Odstavecseseznamem"/>
        <w:jc w:val="both"/>
      </w:pPr>
      <w:r>
        <w:t>…</w:t>
      </w:r>
    </w:p>
    <w:p w14:paraId="4AE77F03" w14:textId="77777777" w:rsidR="006F0216" w:rsidRDefault="006F0216" w:rsidP="006F0216">
      <w:pPr>
        <w:pStyle w:val="Odstavecseseznamem"/>
        <w:jc w:val="both"/>
        <w:rPr>
          <w:b/>
        </w:rPr>
      </w:pPr>
    </w:p>
    <w:p w14:paraId="2E0083B6" w14:textId="0F752F20" w:rsidR="006F0216" w:rsidRPr="0001137D" w:rsidRDefault="00F91A6B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Adresa organizace mezinárodního nebo vládního charakteru</w:t>
      </w:r>
    </w:p>
    <w:p w14:paraId="64C9ACFD" w14:textId="77777777" w:rsidR="006F0216" w:rsidRDefault="006F0216" w:rsidP="006F0216">
      <w:pPr>
        <w:pStyle w:val="Odstavecseseznamem"/>
        <w:jc w:val="both"/>
      </w:pPr>
      <w:r>
        <w:t>…</w:t>
      </w:r>
    </w:p>
    <w:p w14:paraId="27FE57E1" w14:textId="77777777" w:rsidR="006F0216" w:rsidRPr="00E06A66" w:rsidRDefault="006F0216" w:rsidP="006F0216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637E10C7" w14:textId="77777777" w:rsidR="006F0216" w:rsidRPr="007C0202" w:rsidRDefault="006F0216" w:rsidP="006F0216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>Internetová adresa pracoviště/organizace zahraničního partnera</w:t>
      </w:r>
    </w:p>
    <w:p w14:paraId="76568B6A" w14:textId="77777777" w:rsidR="006F0216" w:rsidRDefault="006F0216" w:rsidP="006F0216">
      <w:pPr>
        <w:pStyle w:val="Odstavecseseznamem"/>
        <w:jc w:val="both"/>
      </w:pPr>
      <w:r>
        <w:t>...</w:t>
      </w:r>
    </w:p>
    <w:p w14:paraId="712F5BA3" w14:textId="77777777" w:rsidR="006F0216" w:rsidRPr="00E06A66" w:rsidRDefault="006F0216" w:rsidP="006F0216">
      <w:pPr>
        <w:pStyle w:val="Odstavecseseznamem"/>
        <w:jc w:val="both"/>
      </w:pPr>
    </w:p>
    <w:p w14:paraId="40DB7F6A" w14:textId="77777777" w:rsidR="006F0216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7C0202">
        <w:rPr>
          <w:b/>
          <w:color w:val="auto"/>
        </w:rPr>
        <w:t>Role zahraničního partnera v</w:t>
      </w:r>
      <w:r>
        <w:rPr>
          <w:b/>
          <w:color w:val="auto"/>
        </w:rPr>
        <w:t> </w:t>
      </w:r>
      <w:r w:rsidRPr="007C0202">
        <w:rPr>
          <w:b/>
          <w:color w:val="auto"/>
        </w:rPr>
        <w:t>projektu</w:t>
      </w:r>
    </w:p>
    <w:p w14:paraId="3FB3E172" w14:textId="77777777" w:rsidR="006F0216" w:rsidRDefault="006F0216" w:rsidP="006F0216">
      <w:pPr>
        <w:pStyle w:val="Odstavecseseznamem"/>
        <w:jc w:val="both"/>
      </w:pPr>
      <w:r w:rsidRPr="007C0202">
        <w:t>…</w:t>
      </w:r>
    </w:p>
    <w:p w14:paraId="72DCA761" w14:textId="77777777" w:rsidR="006F0216" w:rsidRPr="007C0202" w:rsidRDefault="006F0216" w:rsidP="006F0216">
      <w:pPr>
        <w:pStyle w:val="Odstavecseseznamem"/>
        <w:jc w:val="both"/>
      </w:pPr>
    </w:p>
    <w:p w14:paraId="160E33B2" w14:textId="77777777" w:rsidR="006F0216" w:rsidRPr="003713E4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mezinárodní spolupráce</w:t>
      </w:r>
    </w:p>
    <w:p w14:paraId="39E1E617" w14:textId="77777777" w:rsidR="006F0216" w:rsidRDefault="006F0216" w:rsidP="006F0216">
      <w:pPr>
        <w:pStyle w:val="Odstavecseseznamem"/>
        <w:jc w:val="both"/>
      </w:pPr>
      <w:r w:rsidRPr="003713E4">
        <w:t>…</w:t>
      </w:r>
    </w:p>
    <w:p w14:paraId="2A44E390" w14:textId="77777777" w:rsidR="006F0216" w:rsidRPr="003713E4" w:rsidRDefault="006F0216" w:rsidP="006F0216">
      <w:pPr>
        <w:pStyle w:val="Odstavecseseznamem"/>
        <w:jc w:val="both"/>
      </w:pPr>
    </w:p>
    <w:p w14:paraId="2FDAD1AC" w14:textId="77777777" w:rsidR="006F0216" w:rsidRPr="003713E4" w:rsidRDefault="006F0216" w:rsidP="006F0216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3713E4">
        <w:rPr>
          <w:b/>
          <w:color w:val="auto"/>
        </w:rPr>
        <w:t>Zdůvodnění potřeby spolupráce s konkrétním zahraničním partnerem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45066D9A" w:rsidR="00CE3FF0" w:rsidRPr="009A3CB9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9A3CB9">
        <w:rPr>
          <w:b/>
          <w:color w:val="auto"/>
        </w:rPr>
        <w:t>Relevantní okruh uživatelů (trh)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B819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95A6341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2DA5CDC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E004</w:t>
            </w:r>
          </w:p>
        </w:tc>
        <w:tc>
          <w:tcPr>
            <w:tcW w:w="992" w:type="dxa"/>
            <w:vAlign w:val="center"/>
          </w:tcPr>
          <w:p w14:paraId="4CD3583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2EB9CB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3E8839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A0DAAB4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9C84DE0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B9E805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AAF62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554468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7D21BDD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27BFD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35EF44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46064BD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10582C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1B75BC4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0EC55A1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41E242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312EB45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F62B438" w14:textId="577F21AB" w:rsidR="00B8199E" w:rsidRPr="009A3CB9" w:rsidRDefault="00B8199E" w:rsidP="00B8199E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>
              <w:rPr>
                <w:b w:val="0"/>
                <w:sz w:val="14"/>
                <w:szCs w:val="20"/>
              </w:rPr>
              <w:t>E005</w:t>
            </w:r>
          </w:p>
        </w:tc>
        <w:tc>
          <w:tcPr>
            <w:tcW w:w="992" w:type="dxa"/>
            <w:vAlign w:val="center"/>
          </w:tcPr>
          <w:p w14:paraId="58A878F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35BDE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72C216E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AF5CF00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6E80B40B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7D89FB7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740DA9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0B3D18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1F365EA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199A5F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B8199E" w:rsidRPr="009A3CB9" w14:paraId="15661DD4" w14:textId="77777777" w:rsidTr="00B8199E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A87F67E" w14:textId="77777777" w:rsidR="00B8199E" w:rsidRPr="009A3CB9" w:rsidRDefault="00B8199E" w:rsidP="00513A4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D081A37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AE26CAD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</w:tcPr>
          <w:p w14:paraId="4B6FE145" w14:textId="77777777" w:rsidR="00B8199E" w:rsidRPr="009A3CB9" w:rsidRDefault="00B8199E" w:rsidP="00513A4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E21E54B" w14:textId="77777777" w:rsidR="00B8199E" w:rsidRPr="009A3CB9" w:rsidRDefault="00B8199E" w:rsidP="00B8199E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51DFD95F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lastRenderedPageBreak/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A24827" w:rsidRDefault="009A3CB9" w:rsidP="009A3CB9">
      <w:pPr>
        <w:ind w:left="720"/>
        <w:contextualSpacing/>
        <w:jc w:val="both"/>
        <w:rPr>
          <w:sz w:val="14"/>
        </w:rPr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A24827" w:rsidRDefault="009A3CB9" w:rsidP="009A3CB9">
      <w:pPr>
        <w:ind w:left="720"/>
        <w:contextualSpacing/>
        <w:jc w:val="both"/>
        <w:rPr>
          <w:sz w:val="10"/>
        </w:rPr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B8199E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p w14:paraId="433B868C" w14:textId="77777777" w:rsidR="00B8199E" w:rsidRPr="00B8199E" w:rsidRDefault="00B8199E" w:rsidP="00B8199E">
      <w:pPr>
        <w:contextualSpacing/>
        <w:jc w:val="both"/>
        <w:rPr>
          <w:b/>
          <w:color w:val="auto"/>
          <w:sz w:val="10"/>
        </w:rPr>
      </w:pP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20CAB0CB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sz w:val="12"/>
        </w:rPr>
      </w:pPr>
    </w:p>
    <w:p w14:paraId="1AED0D6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E004</w:t>
      </w:r>
    </w:p>
    <w:p w14:paraId="1328D27C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201FA841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E005</w:t>
      </w:r>
    </w:p>
    <w:p w14:paraId="79868AD8" w14:textId="77777777" w:rsidR="009A3CB9" w:rsidRPr="009A3CB9" w:rsidRDefault="009A3CB9" w:rsidP="009A3CB9">
      <w:pPr>
        <w:pBdr>
          <w:bottom w:val="single" w:sz="12" w:space="1" w:color="0070C0"/>
        </w:pBdr>
        <w:jc w:val="both"/>
        <w:rPr>
          <w:color w:val="auto"/>
          <w:sz w:val="22"/>
        </w:rPr>
      </w:pPr>
      <w:r w:rsidRPr="009A3CB9">
        <w:rPr>
          <w:color w:val="auto"/>
          <w:sz w:val="22"/>
        </w:rPr>
        <w:t>…</w:t>
      </w: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320"/>
        <w:gridCol w:w="3070"/>
        <w:gridCol w:w="1702"/>
        <w:gridCol w:w="1052"/>
        <w:gridCol w:w="1918"/>
      </w:tblGrid>
      <w:tr w:rsidR="00673BFB" w:rsidRPr="005B31BC" w14:paraId="0932DDE4" w14:textId="5C848075" w:rsidTr="00673B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673BFB" w:rsidRPr="005B31BC" w:rsidRDefault="00673BFB" w:rsidP="005B31BC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4" w:type="pct"/>
            <w:vAlign w:val="center"/>
            <w:hideMark/>
          </w:tcPr>
          <w:p w14:paraId="368C1A9F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939" w:type="pct"/>
            <w:vAlign w:val="center"/>
            <w:hideMark/>
          </w:tcPr>
          <w:p w14:paraId="37E62871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058" w:type="pct"/>
          </w:tcPr>
          <w:p w14:paraId="6240EA95" w14:textId="7AFAFA84" w:rsidR="00673BFB" w:rsidRPr="005B31BC" w:rsidRDefault="00673BFB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673BFB" w:rsidRPr="005B31BC" w14:paraId="721169DA" w14:textId="6F744D6A" w:rsidTr="00673BFB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4" w:type="pct"/>
            <w:vAlign w:val="center"/>
            <w:hideMark/>
          </w:tcPr>
          <w:p w14:paraId="184E56F8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106B259D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5BCABBF0" w14:textId="2C3418D7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3F5D40A7" w14:textId="0B98DDB4" w:rsidTr="00673BFB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03512A4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5BD00264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027DEB01" w14:textId="69630145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673BFB" w:rsidRPr="005B31BC" w14:paraId="41984438" w14:textId="33AD4A13" w:rsidTr="00673BFB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673BFB" w:rsidRPr="00C371DD" w:rsidRDefault="00673BFB" w:rsidP="005B31BC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4" w:type="pct"/>
            <w:vAlign w:val="center"/>
            <w:hideMark/>
          </w:tcPr>
          <w:p w14:paraId="70888229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39" w:type="pct"/>
            <w:vAlign w:val="center"/>
            <w:hideMark/>
          </w:tcPr>
          <w:p w14:paraId="3FF661F2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673BFB" w:rsidRPr="00C371DD" w:rsidRDefault="00673BFB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058" w:type="pct"/>
            <w:vAlign w:val="center"/>
          </w:tcPr>
          <w:p w14:paraId="19FF840A" w14:textId="163499BF" w:rsidR="00673BFB" w:rsidRPr="00C371DD" w:rsidRDefault="00673BFB" w:rsidP="00673BFB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74CE6DEA" w14:textId="77777777" w:rsidR="005B31BC" w:rsidRPr="005B31BC" w:rsidRDefault="005B31BC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lastRenderedPageBreak/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A24827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  <w:sz w:val="24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lastRenderedPageBreak/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199A26ED" w14:textId="77777777" w:rsidR="00826BBA" w:rsidRDefault="00826BBA" w:rsidP="00826BB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49D40486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65BE6BE2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517"/>
        <w:gridCol w:w="2371"/>
        <w:gridCol w:w="1234"/>
        <w:gridCol w:w="1234"/>
        <w:gridCol w:w="1236"/>
        <w:gridCol w:w="1236"/>
        <w:gridCol w:w="1234"/>
      </w:tblGrid>
      <w:tr w:rsidR="00826BBA" w:rsidRPr="00876E73" w14:paraId="744B8170" w14:textId="7F114EC7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553DA9D2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39A8CCA2" w14:textId="025E299F" w:rsidR="00826BBA" w:rsidRPr="00876E73" w:rsidRDefault="00A51747" w:rsidP="00FC773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681" w:type="pct"/>
            <w:vAlign w:val="center"/>
          </w:tcPr>
          <w:p w14:paraId="1BBF398C" w14:textId="58B5478F" w:rsidR="00826BBA" w:rsidRPr="00876E73" w:rsidRDefault="00826BBA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FC7736">
              <w:rPr>
                <w:rFonts w:ascii="Arial CE" w:eastAsia="Times New Roman" w:hAnsi="Arial CE" w:cs="Arial CE"/>
                <w:sz w:val="16"/>
              </w:rPr>
              <w:t>2</w:t>
            </w:r>
            <w:r w:rsidR="00A51747">
              <w:rPr>
                <w:rFonts w:ascii="Arial CE" w:eastAsia="Times New Roman" w:hAnsi="Arial CE" w:cs="Arial CE"/>
                <w:sz w:val="16"/>
              </w:rPr>
              <w:t>1</w:t>
            </w:r>
          </w:p>
        </w:tc>
        <w:tc>
          <w:tcPr>
            <w:tcW w:w="682" w:type="pct"/>
            <w:vAlign w:val="center"/>
          </w:tcPr>
          <w:p w14:paraId="120F6968" w14:textId="0591B6E6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2</w:t>
            </w:r>
          </w:p>
        </w:tc>
        <w:tc>
          <w:tcPr>
            <w:tcW w:w="682" w:type="pct"/>
            <w:vAlign w:val="center"/>
          </w:tcPr>
          <w:p w14:paraId="70808093" w14:textId="382A8BA6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3</w:t>
            </w:r>
          </w:p>
        </w:tc>
        <w:tc>
          <w:tcPr>
            <w:tcW w:w="682" w:type="pct"/>
            <w:vAlign w:val="center"/>
          </w:tcPr>
          <w:p w14:paraId="5608117E" w14:textId="46B9E583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4</w:t>
            </w:r>
          </w:p>
        </w:tc>
      </w:tr>
      <w:tr w:rsidR="00826BBA" w:rsidRPr="00876E73" w14:paraId="531242F9" w14:textId="0E93E984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0FB18A8B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291CBCDB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4E85E68A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1EA12D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BE10890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D7FD4BA" w14:textId="468B55E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B721F27" w14:textId="6A6B59E1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73934AA" w14:textId="44220FD5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7EA01FF0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5FF634C5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35349B4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2D3F3397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CAB0059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A9B072A" w14:textId="3363FA36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9C63119" w14:textId="1D82AB8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064CA017" w14:textId="73567A4C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" w:type="pct"/>
            <w:vAlign w:val="center"/>
            <w:hideMark/>
          </w:tcPr>
          <w:p w14:paraId="68A651F8" w14:textId="77777777" w:rsidR="00826BBA" w:rsidRPr="00876E73" w:rsidRDefault="00826BBA" w:rsidP="006D76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4FA38CCE" w14:textId="77777777" w:rsidR="00826BBA" w:rsidRPr="00876E73" w:rsidRDefault="00826BBA" w:rsidP="006D76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505DA26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32B8ADB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87AB3B3" w14:textId="77777777" w:rsidR="00826BBA" w:rsidRPr="005B771D" w:rsidRDefault="00826BBA" w:rsidP="006D76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3F17DF56" w14:textId="38FC3A6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79EBD3A" w14:textId="3F5A719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44A63F76" w14:textId="77777777" w:rsidR="00826BBA" w:rsidRDefault="00826BBA" w:rsidP="00826BBA"/>
    <w:p w14:paraId="38DD790B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23797968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Look w:val="04A0" w:firstRow="1" w:lastRow="0" w:firstColumn="1" w:lastColumn="0" w:noHBand="0" w:noVBand="1"/>
      </w:tblPr>
      <w:tblGrid>
        <w:gridCol w:w="518"/>
        <w:gridCol w:w="2371"/>
        <w:gridCol w:w="1235"/>
        <w:gridCol w:w="1235"/>
        <w:gridCol w:w="1237"/>
        <w:gridCol w:w="1237"/>
        <w:gridCol w:w="1233"/>
      </w:tblGrid>
      <w:tr w:rsidR="00826BBA" w:rsidRPr="00876E73" w14:paraId="666F1849" w14:textId="37AC5E94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4" w:type="pct"/>
            <w:gridSpan w:val="2"/>
            <w:vAlign w:val="center"/>
          </w:tcPr>
          <w:p w14:paraId="06335F87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vAlign w:val="center"/>
          </w:tcPr>
          <w:p w14:paraId="7BE48239" w14:textId="1C5EA78F" w:rsidR="00826BBA" w:rsidRPr="00876E73" w:rsidRDefault="00826BBA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A51747">
              <w:rPr>
                <w:rFonts w:ascii="Arial CE" w:eastAsia="Times New Roman" w:hAnsi="Arial CE" w:cs="Arial CE"/>
                <w:sz w:val="16"/>
              </w:rPr>
              <w:t>20</w:t>
            </w:r>
          </w:p>
        </w:tc>
        <w:tc>
          <w:tcPr>
            <w:tcW w:w="681" w:type="pct"/>
            <w:vAlign w:val="center"/>
          </w:tcPr>
          <w:p w14:paraId="0864D027" w14:textId="493315B1" w:rsidR="00826BBA" w:rsidRPr="00876E73" w:rsidRDefault="00826BBA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FC7736">
              <w:rPr>
                <w:rFonts w:ascii="Arial CE" w:eastAsia="Times New Roman" w:hAnsi="Arial CE" w:cs="Arial CE"/>
                <w:sz w:val="16"/>
              </w:rPr>
              <w:t>2</w:t>
            </w:r>
            <w:r w:rsidR="00A51747">
              <w:rPr>
                <w:rFonts w:ascii="Arial CE" w:eastAsia="Times New Roman" w:hAnsi="Arial CE" w:cs="Arial CE"/>
                <w:sz w:val="16"/>
              </w:rPr>
              <w:t>1</w:t>
            </w:r>
          </w:p>
        </w:tc>
        <w:tc>
          <w:tcPr>
            <w:tcW w:w="682" w:type="pct"/>
            <w:vAlign w:val="center"/>
          </w:tcPr>
          <w:p w14:paraId="1E921CFF" w14:textId="299326E4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2</w:t>
            </w:r>
          </w:p>
        </w:tc>
        <w:tc>
          <w:tcPr>
            <w:tcW w:w="682" w:type="pct"/>
            <w:vAlign w:val="center"/>
          </w:tcPr>
          <w:p w14:paraId="747CD5EA" w14:textId="16C3034C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3</w:t>
            </w:r>
          </w:p>
        </w:tc>
        <w:tc>
          <w:tcPr>
            <w:tcW w:w="682" w:type="pct"/>
            <w:vAlign w:val="center"/>
          </w:tcPr>
          <w:p w14:paraId="74275D61" w14:textId="1CD0C52F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4</w:t>
            </w:r>
          </w:p>
        </w:tc>
      </w:tr>
      <w:tr w:rsidR="00826BBA" w:rsidRPr="00876E73" w14:paraId="790E858E" w14:textId="4158FF5D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4F038475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8" w:type="pct"/>
            <w:vAlign w:val="center"/>
          </w:tcPr>
          <w:p w14:paraId="54FD517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vAlign w:val="center"/>
          </w:tcPr>
          <w:p w14:paraId="152B680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3D436D1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2BF4F99D" w14:textId="183F91A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7018D80B" w14:textId="59C473A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EBC4E23" w14:textId="2536375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70587AE6" w14:textId="31494E44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3D26878E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8" w:type="pct"/>
            <w:vAlign w:val="center"/>
          </w:tcPr>
          <w:p w14:paraId="0A2B2CE1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3565627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0D8062CE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F54D8A8" w14:textId="6096F89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5085EBB" w14:textId="1ACC521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15B22F3" w14:textId="0425204D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3A72F087" w14:textId="5D71B096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6" w:type="pct"/>
            <w:vAlign w:val="center"/>
          </w:tcPr>
          <w:p w14:paraId="0D6FB35B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8" w:type="pct"/>
            <w:vAlign w:val="center"/>
          </w:tcPr>
          <w:p w14:paraId="11406FD2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700E82E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7C00FC2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68C59DE" w14:textId="2B74FE0A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16086F8" w14:textId="42429163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1E2988D4" w14:textId="7D26DA29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68237C4" w14:textId="77777777" w:rsidR="00826BBA" w:rsidRDefault="00826BBA" w:rsidP="00826BBA"/>
    <w:p w14:paraId="2CA25A68" w14:textId="77777777" w:rsidR="00826BBA" w:rsidRDefault="00826BBA" w:rsidP="00826BB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6B731973" w14:textId="77777777" w:rsidR="00826BBA" w:rsidRPr="00FB0B19" w:rsidRDefault="00826BBA" w:rsidP="00826BBA">
      <w:pPr>
        <w:rPr>
          <w:sz w:val="4"/>
        </w:rPr>
      </w:pPr>
    </w:p>
    <w:tbl>
      <w:tblPr>
        <w:tblStyle w:val="Svtltabulkasmkou1zvraznn61"/>
        <w:tblW w:w="5002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512"/>
        <w:gridCol w:w="2372"/>
        <w:gridCol w:w="1234"/>
        <w:gridCol w:w="1234"/>
        <w:gridCol w:w="1236"/>
        <w:gridCol w:w="1236"/>
        <w:gridCol w:w="1236"/>
      </w:tblGrid>
      <w:tr w:rsidR="00826BBA" w:rsidRPr="00876E73" w14:paraId="4C76AC9B" w14:textId="59D09606" w:rsidTr="00826B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2" w:type="pct"/>
            <w:gridSpan w:val="2"/>
            <w:vAlign w:val="center"/>
          </w:tcPr>
          <w:p w14:paraId="39A45088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6FB23FB4" w14:textId="272501FD" w:rsidR="00826BBA" w:rsidRPr="00876E73" w:rsidRDefault="00826BBA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A51747">
              <w:rPr>
                <w:rFonts w:ascii="Arial CE" w:eastAsia="Times New Roman" w:hAnsi="Arial CE" w:cs="Arial CE"/>
                <w:sz w:val="16"/>
              </w:rPr>
              <w:t>20</w:t>
            </w:r>
          </w:p>
        </w:tc>
        <w:tc>
          <w:tcPr>
            <w:tcW w:w="681" w:type="pct"/>
            <w:tcBorders>
              <w:bottom w:val="single" w:sz="12" w:space="0" w:color="002060"/>
            </w:tcBorders>
            <w:vAlign w:val="center"/>
          </w:tcPr>
          <w:p w14:paraId="2442D57A" w14:textId="4F5D79B1" w:rsidR="00826BBA" w:rsidRPr="00876E73" w:rsidRDefault="00826BBA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20</w:t>
            </w:r>
            <w:r w:rsidR="00FC7736">
              <w:rPr>
                <w:rFonts w:ascii="Arial CE" w:eastAsia="Times New Roman" w:hAnsi="Arial CE" w:cs="Arial CE"/>
                <w:sz w:val="16"/>
              </w:rPr>
              <w:t>2</w:t>
            </w:r>
            <w:r w:rsidR="00A51747">
              <w:rPr>
                <w:rFonts w:ascii="Arial CE" w:eastAsia="Times New Roman" w:hAnsi="Arial CE" w:cs="Arial CE"/>
                <w:sz w:val="16"/>
              </w:rPr>
              <w:t>1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3304712D" w14:textId="6CF6D99D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2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7FD173D8" w14:textId="162E04B3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3</w:t>
            </w:r>
          </w:p>
        </w:tc>
        <w:tc>
          <w:tcPr>
            <w:tcW w:w="682" w:type="pct"/>
            <w:tcBorders>
              <w:bottom w:val="single" w:sz="12" w:space="0" w:color="002060"/>
            </w:tcBorders>
            <w:vAlign w:val="center"/>
          </w:tcPr>
          <w:p w14:paraId="21561E8E" w14:textId="38F2F051" w:rsidR="00826BBA" w:rsidRPr="00876E73" w:rsidRDefault="00863DB2" w:rsidP="00A5174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>
              <w:rPr>
                <w:rFonts w:ascii="Arial CE" w:eastAsia="Times New Roman" w:hAnsi="Arial CE" w:cs="Arial CE"/>
                <w:sz w:val="16"/>
              </w:rPr>
              <w:t>202</w:t>
            </w:r>
            <w:r w:rsidR="00A51747">
              <w:rPr>
                <w:rFonts w:ascii="Arial CE" w:eastAsia="Times New Roman" w:hAnsi="Arial CE" w:cs="Arial CE"/>
                <w:sz w:val="16"/>
              </w:rPr>
              <w:t>4</w:t>
            </w:r>
          </w:p>
        </w:tc>
      </w:tr>
      <w:tr w:rsidR="00826BBA" w:rsidRPr="00876E73" w14:paraId="3496793A" w14:textId="6AADADD8" w:rsidTr="00826BB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tcBorders>
              <w:top w:val="single" w:sz="12" w:space="0" w:color="002060"/>
            </w:tcBorders>
            <w:vAlign w:val="center"/>
          </w:tcPr>
          <w:p w14:paraId="7FC8874D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309" w:type="pct"/>
            <w:tcBorders>
              <w:top w:val="single" w:sz="12" w:space="0" w:color="002060"/>
            </w:tcBorders>
            <w:vAlign w:val="center"/>
          </w:tcPr>
          <w:p w14:paraId="4AFBA2BD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329EF99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tcBorders>
              <w:top w:val="single" w:sz="12" w:space="0" w:color="002060"/>
            </w:tcBorders>
            <w:vAlign w:val="center"/>
          </w:tcPr>
          <w:p w14:paraId="17DAC46B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77AD14F" w14:textId="61F6FB85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2DBC94D9" w14:textId="5B1C0C82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tcBorders>
              <w:top w:val="single" w:sz="12" w:space="0" w:color="002060"/>
            </w:tcBorders>
            <w:vAlign w:val="center"/>
          </w:tcPr>
          <w:p w14:paraId="3EAE022E" w14:textId="7FDEF570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61732ADE" w14:textId="41363AFD" w:rsidTr="00826BBA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0BB569BC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309" w:type="pct"/>
            <w:vAlign w:val="center"/>
          </w:tcPr>
          <w:p w14:paraId="49A60599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681" w:type="pct"/>
            <w:vAlign w:val="center"/>
          </w:tcPr>
          <w:p w14:paraId="0131902F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65750721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434924E9" w14:textId="5E18C658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819C7C6" w14:textId="777E061E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559F75B3" w14:textId="36A717C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826BBA" w:rsidRPr="00876E73" w14:paraId="4671BCB1" w14:textId="085F3383" w:rsidTr="00826BBA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" w:type="pct"/>
            <w:vAlign w:val="center"/>
          </w:tcPr>
          <w:p w14:paraId="1A40747F" w14:textId="77777777" w:rsidR="00826BBA" w:rsidRPr="00876E73" w:rsidRDefault="00826BBA" w:rsidP="00826BB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309" w:type="pct"/>
            <w:vAlign w:val="center"/>
          </w:tcPr>
          <w:p w14:paraId="35C1EA8E" w14:textId="77777777" w:rsidR="00826BBA" w:rsidRPr="00876E73" w:rsidRDefault="00826BBA" w:rsidP="00826BB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681" w:type="pct"/>
            <w:vAlign w:val="center"/>
          </w:tcPr>
          <w:p w14:paraId="6B5008D3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1" w:type="pct"/>
            <w:vAlign w:val="center"/>
          </w:tcPr>
          <w:p w14:paraId="786F6C2D" w14:textId="7777777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0820D49E" w14:textId="38BD992C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E8978CD" w14:textId="5CA9F297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682" w:type="pct"/>
            <w:vAlign w:val="center"/>
          </w:tcPr>
          <w:p w14:paraId="6595FF58" w14:textId="4011DB8F" w:rsidR="00826BBA" w:rsidRPr="005B771D" w:rsidRDefault="00826BBA" w:rsidP="00826BB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6364F29C" w14:textId="261FBBFA" w:rsidR="00826BBA" w:rsidRDefault="00826BBA" w:rsidP="00826BBA">
      <w:pPr>
        <w:tabs>
          <w:tab w:val="left" w:pos="2295"/>
        </w:tabs>
      </w:pPr>
    </w:p>
    <w:p w14:paraId="7AA2DB4A" w14:textId="54C3918E" w:rsidR="00E4102D" w:rsidRPr="00826BBA" w:rsidRDefault="00826BBA" w:rsidP="00826BBA">
      <w:pPr>
        <w:tabs>
          <w:tab w:val="left" w:pos="2295"/>
        </w:tabs>
        <w:sectPr w:rsidR="00E4102D" w:rsidRPr="00826BBA" w:rsidSect="0020682A">
          <w:headerReference w:type="default" r:id="rId13"/>
          <w:footerReference w:type="default" r:id="rId14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  <w:r>
        <w:tab/>
      </w: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28" w:type="pct"/>
        <w:tblLook w:val="04A0" w:firstRow="1" w:lastRow="0" w:firstColumn="1" w:lastColumn="0" w:noHBand="0" w:noVBand="1"/>
      </w:tblPr>
      <w:tblGrid>
        <w:gridCol w:w="1429"/>
        <w:gridCol w:w="2820"/>
        <w:gridCol w:w="2835"/>
        <w:gridCol w:w="2835"/>
        <w:gridCol w:w="2832"/>
        <w:gridCol w:w="2724"/>
      </w:tblGrid>
      <w:tr w:rsidR="00010E44" w14:paraId="190E508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2C4FF697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12B3DC12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1C386104" w14:textId="77777777" w:rsidTr="00F03B39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5533B7B6" w14:textId="77777777" w:rsidR="00010E44" w:rsidRPr="00D10EBB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11" w:type="pct"/>
            <w:vAlign w:val="center"/>
          </w:tcPr>
          <w:p w14:paraId="3C1BA034" w14:textId="628CC6A9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A51747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6" w:type="pct"/>
            <w:vAlign w:val="center"/>
          </w:tcPr>
          <w:p w14:paraId="0ADDB1A0" w14:textId="2ED59640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FC7736">
              <w:rPr>
                <w:b/>
                <w:sz w:val="16"/>
                <w:szCs w:val="16"/>
              </w:rPr>
              <w:t>2</w:t>
            </w:r>
            <w:r w:rsidR="00A5174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6" w:type="pct"/>
            <w:vAlign w:val="center"/>
          </w:tcPr>
          <w:p w14:paraId="75F40C95" w14:textId="240412D6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15" w:type="pct"/>
            <w:vAlign w:val="center"/>
          </w:tcPr>
          <w:p w14:paraId="2E939895" w14:textId="568E8374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80" w:type="pct"/>
            <w:vAlign w:val="center"/>
          </w:tcPr>
          <w:p w14:paraId="6F5147B2" w14:textId="5DAB0069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4</w:t>
            </w:r>
          </w:p>
        </w:tc>
      </w:tr>
      <w:tr w:rsidR="00010E44" w14:paraId="1D0BFF6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9EE98EA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1" w:type="pct"/>
            <w:vAlign w:val="center"/>
          </w:tcPr>
          <w:p w14:paraId="116D274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38848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E6085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7F9EDC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A24B3A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66F136C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7051088C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1" w:type="pct"/>
            <w:vAlign w:val="center"/>
          </w:tcPr>
          <w:p w14:paraId="6FC1DAA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AEEBD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3D730A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1715E0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5317F6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56E21BA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CE8DF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1" w:type="pct"/>
            <w:vAlign w:val="center"/>
          </w:tcPr>
          <w:p w14:paraId="6529F0C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506381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AA391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0030AE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FC64C6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D46F713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109E7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1" w:type="pct"/>
            <w:vAlign w:val="center"/>
          </w:tcPr>
          <w:p w14:paraId="519AD53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3BF1ED4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4B2992C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4F0435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60544E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2042B18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68163A0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1" w:type="pct"/>
            <w:vAlign w:val="center"/>
          </w:tcPr>
          <w:p w14:paraId="6CD7D5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2F1925D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72CC851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B1A85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3389A17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91590E2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4F621E5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1" w:type="pct"/>
            <w:vAlign w:val="center"/>
          </w:tcPr>
          <w:p w14:paraId="617F106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2A6155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188C979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4A093E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7F5633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7258F55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70C0"/>
            </w:tcBorders>
            <w:vAlign w:val="center"/>
          </w:tcPr>
          <w:p w14:paraId="3B640073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1" w:type="pct"/>
            <w:tcBorders>
              <w:bottom w:val="single" w:sz="12" w:space="0" w:color="0070C0"/>
            </w:tcBorders>
            <w:vAlign w:val="center"/>
          </w:tcPr>
          <w:p w14:paraId="0672072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5F89590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bottom w:val="single" w:sz="12" w:space="0" w:color="0070C0"/>
            </w:tcBorders>
            <w:vAlign w:val="center"/>
          </w:tcPr>
          <w:p w14:paraId="3329570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70C0"/>
            </w:tcBorders>
            <w:vAlign w:val="center"/>
          </w:tcPr>
          <w:p w14:paraId="53FCA08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bottom w:val="single" w:sz="12" w:space="0" w:color="0070C0"/>
            </w:tcBorders>
            <w:vAlign w:val="center"/>
          </w:tcPr>
          <w:p w14:paraId="1DA8287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D1DF74C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1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60D087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  <w:bottom w:val="single" w:sz="12" w:space="0" w:color="0070C0"/>
              <w:right w:val="single" w:sz="12" w:space="0" w:color="0070C0"/>
            </w:tcBorders>
            <w:vAlign w:val="center"/>
          </w:tcPr>
          <w:p w14:paraId="3D0A3E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81E50E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70C0"/>
            </w:tcBorders>
            <w:vAlign w:val="center"/>
          </w:tcPr>
          <w:p w14:paraId="11A50497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1" w:type="pct"/>
            <w:tcBorders>
              <w:top w:val="single" w:sz="12" w:space="0" w:color="0070C0"/>
            </w:tcBorders>
            <w:vAlign w:val="center"/>
          </w:tcPr>
          <w:p w14:paraId="02ADD08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6124887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tcBorders>
              <w:top w:val="single" w:sz="12" w:space="0" w:color="0070C0"/>
            </w:tcBorders>
            <w:vAlign w:val="center"/>
          </w:tcPr>
          <w:p w14:paraId="5193AEB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70C0"/>
            </w:tcBorders>
            <w:vAlign w:val="center"/>
          </w:tcPr>
          <w:p w14:paraId="29A1CA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tcBorders>
              <w:top w:val="single" w:sz="12" w:space="0" w:color="0070C0"/>
            </w:tcBorders>
            <w:vAlign w:val="center"/>
          </w:tcPr>
          <w:p w14:paraId="3EDD3A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725BB9E" w14:textId="77777777" w:rsidTr="00F03B39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4E13A7A2" w14:textId="77777777" w:rsidR="00010E44" w:rsidRPr="00D10EBB" w:rsidRDefault="00010E44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1" w:type="pct"/>
            <w:vAlign w:val="center"/>
          </w:tcPr>
          <w:p w14:paraId="6312BE47" w14:textId="77777777" w:rsidR="00010E44" w:rsidRPr="00D10EBB" w:rsidRDefault="00010E44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611A8E1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6" w:type="pct"/>
            <w:vAlign w:val="center"/>
          </w:tcPr>
          <w:p w14:paraId="52CB1D6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53469C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0" w:type="pct"/>
            <w:vAlign w:val="center"/>
          </w:tcPr>
          <w:p w14:paraId="56CA3A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7CE098B0" w14:textId="1A6F531F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5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745C77DD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tbl>
      <w:tblPr>
        <w:tblStyle w:val="Svtltabulkasmkou1zvraznn61"/>
        <w:tblW w:w="5014" w:type="pct"/>
        <w:tblLook w:val="04A0" w:firstRow="1" w:lastRow="0" w:firstColumn="1" w:lastColumn="0" w:noHBand="0" w:noVBand="1"/>
      </w:tblPr>
      <w:tblGrid>
        <w:gridCol w:w="1427"/>
        <w:gridCol w:w="2821"/>
        <w:gridCol w:w="2836"/>
        <w:gridCol w:w="2836"/>
        <w:gridCol w:w="2833"/>
        <w:gridCol w:w="2679"/>
      </w:tblGrid>
      <w:tr w:rsidR="00010E44" w14:paraId="3D975FC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542BE718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334D753C" w14:textId="77777777" w:rsidR="00010E44" w:rsidRPr="00D10EBB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010E44" w14:paraId="6308CB57" w14:textId="77777777" w:rsidTr="00F03B39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  <w:vAlign w:val="center"/>
          </w:tcPr>
          <w:p w14:paraId="73414A99" w14:textId="77777777" w:rsidR="00010E44" w:rsidRPr="00D10EBB" w:rsidRDefault="00010E44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14" w:type="pct"/>
            <w:vAlign w:val="center"/>
          </w:tcPr>
          <w:p w14:paraId="2AD7C778" w14:textId="2BE78B5C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A51747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9" w:type="pct"/>
            <w:vAlign w:val="center"/>
          </w:tcPr>
          <w:p w14:paraId="330C120C" w14:textId="02597B75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FC7736">
              <w:rPr>
                <w:b/>
                <w:sz w:val="16"/>
                <w:szCs w:val="16"/>
              </w:rPr>
              <w:t>2</w:t>
            </w:r>
            <w:r w:rsidR="00A5174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9" w:type="pct"/>
            <w:vAlign w:val="center"/>
          </w:tcPr>
          <w:p w14:paraId="711D2CD3" w14:textId="1C1AD23A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18" w:type="pct"/>
            <w:vAlign w:val="center"/>
          </w:tcPr>
          <w:p w14:paraId="074D8C06" w14:textId="2C958E7D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68" w:type="pct"/>
            <w:vAlign w:val="center"/>
          </w:tcPr>
          <w:p w14:paraId="45016EE9" w14:textId="7F2193C3" w:rsidR="00010E44" w:rsidRPr="00D10EBB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4</w:t>
            </w:r>
          </w:p>
        </w:tc>
      </w:tr>
      <w:tr w:rsidR="00010E44" w14:paraId="3FB8453B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36DBB9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14" w:type="pct"/>
            <w:vAlign w:val="center"/>
          </w:tcPr>
          <w:p w14:paraId="03C395A3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01503D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E59BBF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38C77C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EDAECB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D70C068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B44C1F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14" w:type="pct"/>
            <w:vAlign w:val="center"/>
          </w:tcPr>
          <w:p w14:paraId="37D2499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95F1C4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CC762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6EDDB65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AAA2C4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B7D4B7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69924D37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14" w:type="pct"/>
            <w:vAlign w:val="center"/>
          </w:tcPr>
          <w:p w14:paraId="2CA9258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010764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95F59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DFB17B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74CA99D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B3AA88C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0C5C7AA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14" w:type="pct"/>
            <w:vAlign w:val="center"/>
          </w:tcPr>
          <w:p w14:paraId="2E8982A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6C65F57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1E87BEC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8AF00F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CC48BF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1A82D4D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460DB94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14" w:type="pct"/>
            <w:vAlign w:val="center"/>
          </w:tcPr>
          <w:p w14:paraId="12D472A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7B3EC8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328DB00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00A7E361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43CAAEFE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4F9DCD16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DEBEE9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14" w:type="pct"/>
            <w:vAlign w:val="center"/>
          </w:tcPr>
          <w:p w14:paraId="6B4EC59C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7FFF1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0D2316A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5ABE92B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5C0F3CD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5B9A148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92D050"/>
            </w:tcBorders>
            <w:vAlign w:val="center"/>
          </w:tcPr>
          <w:p w14:paraId="73D19BA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14" w:type="pct"/>
            <w:tcBorders>
              <w:bottom w:val="single" w:sz="12" w:space="0" w:color="92D050"/>
            </w:tcBorders>
            <w:vAlign w:val="center"/>
          </w:tcPr>
          <w:p w14:paraId="4B4E687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1A0B23B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bottom w:val="single" w:sz="12" w:space="0" w:color="92D050"/>
            </w:tcBorders>
            <w:vAlign w:val="center"/>
          </w:tcPr>
          <w:p w14:paraId="3865953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bottom w:val="single" w:sz="12" w:space="0" w:color="92D050"/>
            </w:tcBorders>
            <w:vAlign w:val="center"/>
          </w:tcPr>
          <w:p w14:paraId="2C1B5819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bottom w:val="single" w:sz="12" w:space="0" w:color="92D050"/>
            </w:tcBorders>
            <w:vAlign w:val="center"/>
          </w:tcPr>
          <w:p w14:paraId="300F722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2308D9AF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14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43636FD0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  <w:bottom w:val="single" w:sz="12" w:space="0" w:color="92D050"/>
              <w:right w:val="single" w:sz="12" w:space="0" w:color="92D050"/>
            </w:tcBorders>
            <w:vAlign w:val="center"/>
          </w:tcPr>
          <w:p w14:paraId="58C54585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7E1DF004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92D050"/>
            </w:tcBorders>
            <w:vAlign w:val="center"/>
          </w:tcPr>
          <w:p w14:paraId="2593C44D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14" w:type="pct"/>
            <w:tcBorders>
              <w:top w:val="single" w:sz="12" w:space="0" w:color="92D050"/>
            </w:tcBorders>
            <w:vAlign w:val="center"/>
          </w:tcPr>
          <w:p w14:paraId="30DE7A84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620EEACD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tcBorders>
              <w:top w:val="single" w:sz="12" w:space="0" w:color="92D050"/>
            </w:tcBorders>
            <w:vAlign w:val="center"/>
          </w:tcPr>
          <w:p w14:paraId="715293E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tcBorders>
              <w:top w:val="single" w:sz="12" w:space="0" w:color="92D050"/>
            </w:tcBorders>
            <w:vAlign w:val="center"/>
          </w:tcPr>
          <w:p w14:paraId="08023362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tcBorders>
              <w:top w:val="single" w:sz="12" w:space="0" w:color="92D050"/>
            </w:tcBorders>
            <w:vAlign w:val="center"/>
          </w:tcPr>
          <w:p w14:paraId="5779FE4F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14:paraId="168C7B53" w14:textId="77777777" w:rsidTr="00F03B39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D8DC90E" w14:textId="77777777" w:rsidR="00010E44" w:rsidRPr="00D10EBB" w:rsidRDefault="00010E44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14" w:type="pct"/>
            <w:vAlign w:val="center"/>
          </w:tcPr>
          <w:p w14:paraId="236704D1" w14:textId="77777777" w:rsidR="00010E44" w:rsidRPr="00D10EBB" w:rsidRDefault="00010E44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42307A87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9" w:type="pct"/>
            <w:vAlign w:val="center"/>
          </w:tcPr>
          <w:p w14:paraId="58D95426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8" w:type="pct"/>
            <w:vAlign w:val="center"/>
          </w:tcPr>
          <w:p w14:paraId="247E1E1B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68" w:type="pct"/>
            <w:vAlign w:val="center"/>
          </w:tcPr>
          <w:p w14:paraId="1555C5A8" w14:textId="77777777" w:rsidR="00010E44" w:rsidRPr="00D10EBB" w:rsidRDefault="00010E44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34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33"/>
        <w:gridCol w:w="2817"/>
        <w:gridCol w:w="2835"/>
        <w:gridCol w:w="2835"/>
        <w:gridCol w:w="2835"/>
        <w:gridCol w:w="2739"/>
      </w:tblGrid>
      <w:tr w:rsidR="00010E44" w:rsidRPr="00010E44" w14:paraId="798C30F8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 w:val="restart"/>
            <w:vAlign w:val="center"/>
          </w:tcPr>
          <w:p w14:paraId="400F8F07" w14:textId="77777777" w:rsidR="00010E44" w:rsidRPr="00010E44" w:rsidRDefault="00010E44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538" w:type="pct"/>
            <w:gridSpan w:val="5"/>
            <w:vAlign w:val="center"/>
          </w:tcPr>
          <w:p w14:paraId="2FEEDC75" w14:textId="77777777" w:rsidR="00010E44" w:rsidRPr="00010E44" w:rsidRDefault="00010E44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010E44" w:rsidRPr="00010E44" w14:paraId="71B1E878" w14:textId="77777777" w:rsidTr="00F03B39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Merge/>
          </w:tcPr>
          <w:p w14:paraId="123F8A57" w14:textId="77777777" w:rsidR="00010E44" w:rsidRPr="00010E44" w:rsidRDefault="00010E44" w:rsidP="00010E44">
            <w:pPr>
              <w:rPr>
                <w:sz w:val="16"/>
                <w:szCs w:val="16"/>
              </w:rPr>
            </w:pP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2AAAE2FB" w14:textId="1BA3D7F2" w:rsidR="00010E44" w:rsidRPr="00010E44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A51747">
              <w:rPr>
                <w:b/>
                <w:sz w:val="16"/>
                <w:szCs w:val="16"/>
              </w:rPr>
              <w:t>20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78D27393" w14:textId="53F1235D" w:rsidR="00010E44" w:rsidRPr="00010E44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</w:t>
            </w:r>
            <w:r w:rsidR="00FC7736">
              <w:rPr>
                <w:b/>
                <w:sz w:val="16"/>
                <w:szCs w:val="16"/>
              </w:rPr>
              <w:t>2</w:t>
            </w:r>
            <w:r w:rsidR="00A51747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3CA8B7AD" w14:textId="7A5FC61A" w:rsidR="00010E44" w:rsidRPr="00010E44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2F9B49A1" w14:textId="782887B8" w:rsidR="00010E44" w:rsidRPr="00010E44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736480E6" w14:textId="79D072E7" w:rsidR="00010E44" w:rsidRPr="00010E44" w:rsidRDefault="00863DB2" w:rsidP="00A5174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</w:t>
            </w:r>
            <w:r w:rsidR="00A51747">
              <w:rPr>
                <w:b/>
                <w:sz w:val="16"/>
                <w:szCs w:val="16"/>
              </w:rPr>
              <w:t>4</w:t>
            </w:r>
          </w:p>
        </w:tc>
      </w:tr>
      <w:tr w:rsidR="00010E44" w:rsidRPr="00010E44" w14:paraId="7EFB9510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5130399B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909" w:type="pct"/>
            <w:vAlign w:val="center"/>
          </w:tcPr>
          <w:p w14:paraId="421ECC7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29602C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FF5BC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15CA24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9C9D4F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1754CE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49293C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909" w:type="pct"/>
            <w:vAlign w:val="center"/>
          </w:tcPr>
          <w:p w14:paraId="563B20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54FB44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4DC4AB0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CE279E6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676B292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27E2CF2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B1D11D1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909" w:type="pct"/>
            <w:vAlign w:val="center"/>
          </w:tcPr>
          <w:p w14:paraId="6541547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653504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53A5F0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7B5B3BD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614AEAD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15C3FA7B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0D8EEA6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909" w:type="pct"/>
            <w:vAlign w:val="center"/>
          </w:tcPr>
          <w:p w14:paraId="3EC3248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5F5CD78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7C4843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9114B10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7795BC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4A1EB7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1A6CF1D7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909" w:type="pct"/>
            <w:vAlign w:val="center"/>
          </w:tcPr>
          <w:p w14:paraId="60867E9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2B2B37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3C9B521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AA0EB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700400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2F9BC056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32D2EB4E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909" w:type="pct"/>
            <w:vAlign w:val="center"/>
          </w:tcPr>
          <w:p w14:paraId="6099D63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8BBF5B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2DCF33D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105AE2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51F7EF1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6640D97D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909" w:type="pct"/>
            <w:tcBorders>
              <w:bottom w:val="single" w:sz="12" w:space="0" w:color="002060"/>
            </w:tcBorders>
            <w:vAlign w:val="center"/>
          </w:tcPr>
          <w:p w14:paraId="643F17C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37F902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2FC9C26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bottom w:val="single" w:sz="12" w:space="0" w:color="002060"/>
            </w:tcBorders>
            <w:vAlign w:val="center"/>
          </w:tcPr>
          <w:p w14:paraId="6A336632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bottom w:val="single" w:sz="12" w:space="0" w:color="002060"/>
            </w:tcBorders>
            <w:vAlign w:val="center"/>
          </w:tcPr>
          <w:p w14:paraId="50E46D45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42924DB3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90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12639D6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  <w:bottom w:val="single" w:sz="12" w:space="0" w:color="002060"/>
              <w:right w:val="single" w:sz="12" w:space="0" w:color="002060"/>
            </w:tcBorders>
            <w:vAlign w:val="center"/>
          </w:tcPr>
          <w:p w14:paraId="129A3FE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3DDF0498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tcBorders>
              <w:top w:val="single" w:sz="12" w:space="0" w:color="002060"/>
            </w:tcBorders>
            <w:vAlign w:val="center"/>
          </w:tcPr>
          <w:p w14:paraId="01BBB4B0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909" w:type="pct"/>
            <w:tcBorders>
              <w:top w:val="single" w:sz="12" w:space="0" w:color="002060"/>
            </w:tcBorders>
            <w:vAlign w:val="center"/>
          </w:tcPr>
          <w:p w14:paraId="190F75C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125B20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1E2B8E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tcBorders>
              <w:top w:val="single" w:sz="12" w:space="0" w:color="002060"/>
            </w:tcBorders>
            <w:vAlign w:val="center"/>
          </w:tcPr>
          <w:p w14:paraId="0806F483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tcBorders>
              <w:top w:val="single" w:sz="12" w:space="0" w:color="002060"/>
            </w:tcBorders>
            <w:vAlign w:val="center"/>
          </w:tcPr>
          <w:p w14:paraId="0DDEF80F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010E44" w:rsidRPr="00010E44" w14:paraId="0587D099" w14:textId="77777777" w:rsidTr="00F03B39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" w:type="pct"/>
            <w:vAlign w:val="center"/>
          </w:tcPr>
          <w:p w14:paraId="2FC012B3" w14:textId="77777777" w:rsidR="00010E44" w:rsidRPr="00010E44" w:rsidRDefault="00010E44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909" w:type="pct"/>
            <w:vAlign w:val="center"/>
          </w:tcPr>
          <w:p w14:paraId="769A2628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12B6B12A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05B749A4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915" w:type="pct"/>
            <w:vAlign w:val="center"/>
          </w:tcPr>
          <w:p w14:paraId="6390C097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885" w:type="pct"/>
            <w:vAlign w:val="center"/>
          </w:tcPr>
          <w:p w14:paraId="43393A8B" w14:textId="77777777" w:rsidR="00010E44" w:rsidRPr="00010E44" w:rsidRDefault="00010E44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43B712C6" w14:textId="29B3DE1B" w:rsidR="00010E44" w:rsidRPr="0007159C" w:rsidRDefault="00010E44" w:rsidP="00010E44">
      <w:pPr>
        <w:rPr>
          <w:sz w:val="14"/>
        </w:rPr>
        <w:sectPr w:rsidR="00010E44" w:rsidRPr="0007159C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07159C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07159C">
        <w:rPr>
          <w:b/>
          <w:color w:val="FF0000"/>
          <w:sz w:val="14"/>
        </w:rPr>
        <w:t>)</w:t>
      </w: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0" w:type="auto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681"/>
      </w:tblGrid>
      <w:tr w:rsidR="00782986" w:rsidRPr="00782986" w14:paraId="3FB05F0C" w14:textId="77777777" w:rsidTr="002661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26610F">
        <w:trPr>
          <w:trHeight w:val="5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782986">
        <w:trPr>
          <w:trHeight w:val="9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Default="00782986" w:rsidP="00782986">
      <w:pPr>
        <w:tabs>
          <w:tab w:val="left" w:pos="4035"/>
        </w:tabs>
      </w:pPr>
    </w:p>
    <w:p w14:paraId="5BDCC096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</w:pPr>
      <w:r>
        <w:lastRenderedPageBreak/>
        <w:t>Převažující kategorie výzkumu, vývoje a inovací za projekt celkem</w:t>
      </w:r>
    </w:p>
    <w:tbl>
      <w:tblPr>
        <w:tblStyle w:val="Svtltabulkasmkou1zvraznn51"/>
        <w:tblpPr w:leftFromText="141" w:rightFromText="141" w:vertAnchor="text" w:horzAnchor="margin" w:tblpY="49"/>
        <w:tblW w:w="9057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765"/>
        <w:gridCol w:w="8292"/>
      </w:tblGrid>
      <w:tr w:rsidR="00FC1F2D" w:rsidRPr="00782986" w14:paraId="7C65C80A" w14:textId="77777777" w:rsidTr="00FC1F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D5268A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ZV</w:t>
            </w:r>
          </w:p>
        </w:tc>
        <w:tc>
          <w:tcPr>
            <w:tcW w:w="0" w:type="auto"/>
            <w:vAlign w:val="center"/>
            <w:hideMark/>
          </w:tcPr>
          <w:p w14:paraId="12345321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Základní výzkum</w:t>
            </w:r>
          </w:p>
        </w:tc>
      </w:tr>
      <w:tr w:rsidR="00FC1F2D" w:rsidRPr="00782986" w14:paraId="236895D5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67B82A88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AP</w:t>
            </w:r>
          </w:p>
        </w:tc>
        <w:tc>
          <w:tcPr>
            <w:tcW w:w="0" w:type="auto"/>
            <w:vAlign w:val="center"/>
            <w:hideMark/>
          </w:tcPr>
          <w:p w14:paraId="1F4489D6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Aplikovaný výzkum </w:t>
            </w:r>
          </w:p>
        </w:tc>
      </w:tr>
      <w:tr w:rsidR="00FC1F2D" w:rsidRPr="00782986" w14:paraId="3E903E20" w14:textId="77777777" w:rsidTr="00FC1F2D">
        <w:trPr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7E48E3F7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VV</w:t>
            </w:r>
          </w:p>
        </w:tc>
        <w:tc>
          <w:tcPr>
            <w:tcW w:w="0" w:type="auto"/>
            <w:vAlign w:val="center"/>
            <w:hideMark/>
          </w:tcPr>
          <w:p w14:paraId="4D5E87E5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Experimentální vývoj</w:t>
            </w:r>
          </w:p>
        </w:tc>
      </w:tr>
      <w:tr w:rsidR="00FC1F2D" w:rsidRPr="00782986" w14:paraId="05FE5FA9" w14:textId="77777777" w:rsidTr="00FC1F2D">
        <w:trPr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3EAC149C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IF</w:t>
            </w:r>
          </w:p>
        </w:tc>
        <w:tc>
          <w:tcPr>
            <w:tcW w:w="0" w:type="auto"/>
            <w:vAlign w:val="center"/>
            <w:hideMark/>
          </w:tcPr>
          <w:p w14:paraId="6A9F8D58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infrastruktura výzkumu, experimentálního vývoje a inovací</w:t>
            </w:r>
          </w:p>
        </w:tc>
      </w:tr>
      <w:tr w:rsidR="00FC1F2D" w:rsidRPr="00782986" w14:paraId="52B7DFB5" w14:textId="77777777" w:rsidTr="00FC1F2D">
        <w:trPr>
          <w:trHeight w:val="3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" w:type="dxa"/>
            <w:vAlign w:val="center"/>
            <w:hideMark/>
          </w:tcPr>
          <w:p w14:paraId="0AA87F16" w14:textId="77777777" w:rsidR="00FC1F2D" w:rsidRPr="000417E2" w:rsidRDefault="00FC1F2D" w:rsidP="00FC1F2D">
            <w:pPr>
              <w:spacing w:before="100" w:beforeAutospacing="1" w:after="100" w:afterAutospacing="1" w:line="240" w:lineRule="atLeast"/>
              <w:jc w:val="center"/>
              <w:rPr>
                <w:bCs w:val="0"/>
              </w:rPr>
            </w:pPr>
            <w:r w:rsidRPr="000417E2">
              <w:t>IN</w:t>
            </w:r>
          </w:p>
        </w:tc>
        <w:tc>
          <w:tcPr>
            <w:tcW w:w="0" w:type="auto"/>
            <w:vAlign w:val="center"/>
            <w:hideMark/>
          </w:tcPr>
          <w:p w14:paraId="7D20144E" w14:textId="77777777" w:rsidR="00FC1F2D" w:rsidRPr="00C103A7" w:rsidRDefault="00FC1F2D" w:rsidP="00FC1F2D">
            <w:pPr>
              <w:spacing w:before="100" w:beforeAutospacing="1" w:after="100" w:afterAutospacing="1" w:line="24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Inovace</w:t>
            </w:r>
          </w:p>
        </w:tc>
      </w:tr>
    </w:tbl>
    <w:p w14:paraId="730E07D4" w14:textId="77777777" w:rsidR="00FC1F2D" w:rsidRDefault="00FC1F2D" w:rsidP="00FC1F2D"/>
    <w:p w14:paraId="2CC5D435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7BD2738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4C2E37A9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47715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FF43C38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402FF4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840E5B4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6A3F1E5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8CDACE0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018E9A36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6F8E4633" w14:textId="77777777" w:rsidR="00010E44" w:rsidRPr="00010E44" w:rsidRDefault="00010E44" w:rsidP="00010E44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C4F517D" w14:textId="56BEC4BC" w:rsidR="00FC1F2D" w:rsidRDefault="00A30950" w:rsidP="00010E44">
      <w:pPr>
        <w:pStyle w:val="Nadpis21"/>
        <w:numPr>
          <w:ilvl w:val="1"/>
          <w:numId w:val="14"/>
        </w:numPr>
      </w:pPr>
      <w:r>
        <w:t>NACE kód</w:t>
      </w:r>
    </w:p>
    <w:p w14:paraId="05D1FA2E" w14:textId="4C995DC3" w:rsidR="00675B0F" w:rsidRPr="00675B0F" w:rsidRDefault="00C10153" w:rsidP="00675B0F">
      <w:pPr>
        <w:jc w:val="both"/>
      </w:pPr>
      <w:hyperlink r:id="rId16" w:history="1">
        <w:r w:rsidR="00A24827" w:rsidRPr="00966C10">
          <w:rPr>
            <w:rStyle w:val="Hypertextovodkaz"/>
          </w:rPr>
          <w:t>http://ec.europa.eu/competition/mergers/cases/index/nace_all.html</w:t>
        </w:r>
      </w:hyperlink>
      <w:r w:rsidR="00A24827">
        <w:t xml:space="preserve"> </w:t>
      </w:r>
    </w:p>
    <w:p w14:paraId="09F623D2" w14:textId="77777777" w:rsidR="00FC1F2D" w:rsidRDefault="00FC1F2D" w:rsidP="00010E44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6568860C" w:rsidR="00FC1F2D" w:rsidRPr="00010E44" w:rsidRDefault="0004747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Dokumenty</w:t>
      </w:r>
      <w:r w:rsidR="00A30950" w:rsidRPr="00010E44">
        <w:rPr>
          <w:b/>
          <w:color w:val="auto"/>
        </w:rPr>
        <w:t xml:space="preserve"> pro </w:t>
      </w:r>
      <w:r w:rsidR="00D465C4">
        <w:rPr>
          <w:b/>
          <w:color w:val="auto"/>
        </w:rPr>
        <w:t>INTER-T</w:t>
      </w:r>
    </w:p>
    <w:p w14:paraId="174FB492" w14:textId="4AB16A66" w:rsidR="00FC1F2D" w:rsidRDefault="00047476" w:rsidP="00FC1F2D">
      <w:pPr>
        <w:pStyle w:val="Odstavecseseznamem"/>
      </w:pPr>
      <w:r>
        <w:t xml:space="preserve">Smlouva nebo jiný dokument prokazatelně potvrzující spolupráci s organizací </w:t>
      </w:r>
      <w:proofErr w:type="spellStart"/>
      <w:r>
        <w:t>VaV</w:t>
      </w:r>
      <w:proofErr w:type="spellEnd"/>
      <w:r>
        <w:t xml:space="preserve"> mezinárodního charakteru</w:t>
      </w:r>
    </w:p>
    <w:p w14:paraId="4831B553" w14:textId="77777777" w:rsidR="00010E44" w:rsidRDefault="00010E44" w:rsidP="00FC1F2D">
      <w:pPr>
        <w:pStyle w:val="Odstavecseseznamem"/>
      </w:pPr>
    </w:p>
    <w:p w14:paraId="67CEFFA2" w14:textId="3E718A2C" w:rsidR="00FC1F2D" w:rsidRPr="00010E44" w:rsidRDefault="00B35DFB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0E8CECE4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B35DFB">
        <w:t>chotni projekt oponovat. Anotace</w:t>
      </w:r>
      <w:r w:rsidR="00A617B0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274622E2" w:rsidR="00A30950" w:rsidRDefault="00FC1F2D" w:rsidP="00A24827">
      <w:pPr>
        <w:pStyle w:val="Odstavecseseznamem"/>
        <w:jc w:val="both"/>
      </w:pPr>
      <w:r>
        <w:t>Doporučený rozsah ½ - 1 strana A4</w:t>
      </w:r>
    </w:p>
    <w:p w14:paraId="48B4F05F" w14:textId="77777777" w:rsidR="00A24827" w:rsidRDefault="00A24827" w:rsidP="00A24827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lastRenderedPageBreak/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6AEBE623" w14:textId="60765629" w:rsidR="00A30950" w:rsidRDefault="00A30950" w:rsidP="00A24827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36D44115" w14:textId="77777777" w:rsidR="00A24827" w:rsidRPr="00A24827" w:rsidRDefault="00A24827" w:rsidP="00A24827">
      <w:pPr>
        <w:pStyle w:val="Odstavecseseznamem"/>
        <w:ind w:left="709"/>
        <w:jc w:val="both"/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C10153" w:rsidP="00AE24A0">
      <w:hyperlink r:id="rId17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C10153" w:rsidP="00AE24A0">
      <w:hyperlink r:id="rId18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C10153" w:rsidP="00AE24A0">
      <w:hyperlink r:id="rId19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C10153" w:rsidP="00AE24A0">
      <w:hyperlink r:id="rId20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C10153" w:rsidP="00AE24A0">
      <w:hyperlink r:id="rId21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34212BBD" w:rsidR="000417E2" w:rsidRDefault="009A3913" w:rsidP="009A3913">
      <w:pPr>
        <w:pStyle w:val="Nadpis21"/>
        <w:numPr>
          <w:ilvl w:val="1"/>
          <w:numId w:val="14"/>
        </w:numPr>
      </w:pPr>
      <w:r>
        <w:t>NACE kód</w:t>
      </w:r>
    </w:p>
    <w:p w14:paraId="7797CF64" w14:textId="356794B9" w:rsidR="009A3913" w:rsidRPr="009A3913" w:rsidRDefault="00C10153" w:rsidP="009A3913">
      <w:hyperlink r:id="rId22" w:history="1">
        <w:r w:rsidR="009A3913" w:rsidRPr="00A20039">
          <w:rPr>
            <w:rStyle w:val="Hypertextovodkaz"/>
          </w:rPr>
          <w:t>http://ec.europa.eu/competition/mergers/cases/index/nace_all.html</w:t>
        </w:r>
      </w:hyperlink>
      <w:r w:rsidR="009A3913">
        <w:t xml:space="preserve"> </w:t>
      </w:r>
    </w:p>
    <w:sectPr w:rsidR="009A3913" w:rsidRPr="009A3913" w:rsidSect="00774F05">
      <w:headerReference w:type="default" r:id="rId23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77F67" w14:textId="77777777" w:rsidR="00C10153" w:rsidRDefault="00C10153">
      <w:pPr>
        <w:spacing w:after="0" w:line="240" w:lineRule="auto"/>
      </w:pPr>
      <w:r>
        <w:separator/>
      </w:r>
    </w:p>
    <w:p w14:paraId="245F49B8" w14:textId="77777777" w:rsidR="00C10153" w:rsidRDefault="00C10153"/>
    <w:p w14:paraId="769BCD44" w14:textId="77777777" w:rsidR="00C10153" w:rsidRDefault="00C10153"/>
  </w:endnote>
  <w:endnote w:type="continuationSeparator" w:id="0">
    <w:p w14:paraId="7A977B69" w14:textId="77777777" w:rsidR="00C10153" w:rsidRDefault="00C10153">
      <w:pPr>
        <w:spacing w:after="0" w:line="240" w:lineRule="auto"/>
      </w:pPr>
      <w:r>
        <w:continuationSeparator/>
      </w:r>
    </w:p>
    <w:p w14:paraId="2066697A" w14:textId="77777777" w:rsidR="00C10153" w:rsidRDefault="00C10153"/>
    <w:p w14:paraId="13E92A64" w14:textId="77777777" w:rsidR="00C10153" w:rsidRDefault="00C10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9733E" w14:textId="668CC801" w:rsidR="000478CA" w:rsidRDefault="000478CA">
    <w:pPr>
      <w:pStyle w:val="Zpat"/>
      <w:jc w:val="right"/>
    </w:pPr>
  </w:p>
  <w:p w14:paraId="2876E8E4" w14:textId="77777777" w:rsidR="000478CA" w:rsidRDefault="000478C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6133355"/>
      <w:docPartObj>
        <w:docPartGallery w:val="Page Numbers (Bottom of Page)"/>
        <w:docPartUnique/>
      </w:docPartObj>
    </w:sdtPr>
    <w:sdtEndPr/>
    <w:sdtContent>
      <w:p w14:paraId="7482AFE8" w14:textId="77777777" w:rsidR="007D6034" w:rsidRDefault="007D60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6E5">
          <w:rPr>
            <w:noProof/>
          </w:rPr>
          <w:t>1</w:t>
        </w:r>
        <w:r>
          <w:fldChar w:fldCharType="end"/>
        </w:r>
      </w:p>
    </w:sdtContent>
  </w:sdt>
  <w:p w14:paraId="54A342A7" w14:textId="77777777" w:rsidR="007D6034" w:rsidRDefault="007D603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9E0918" w14:textId="77777777" w:rsidR="00C10153" w:rsidRDefault="00C10153">
      <w:pPr>
        <w:spacing w:after="0" w:line="240" w:lineRule="auto"/>
      </w:pPr>
      <w:r>
        <w:separator/>
      </w:r>
    </w:p>
    <w:p w14:paraId="27CFE0FF" w14:textId="77777777" w:rsidR="00C10153" w:rsidRDefault="00C10153"/>
    <w:p w14:paraId="6CF75EA4" w14:textId="77777777" w:rsidR="00C10153" w:rsidRDefault="00C10153"/>
  </w:footnote>
  <w:footnote w:type="continuationSeparator" w:id="0">
    <w:p w14:paraId="59B57CAF" w14:textId="77777777" w:rsidR="00C10153" w:rsidRDefault="00C10153">
      <w:pPr>
        <w:spacing w:after="0" w:line="240" w:lineRule="auto"/>
      </w:pPr>
      <w:r>
        <w:continuationSeparator/>
      </w:r>
    </w:p>
    <w:p w14:paraId="227D2DBA" w14:textId="77777777" w:rsidR="00C10153" w:rsidRDefault="00C10153"/>
    <w:p w14:paraId="374FFE7B" w14:textId="77777777" w:rsidR="00C10153" w:rsidRDefault="00C101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7FE1F37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1FD1716">
          <wp:simplePos x="0" y="0"/>
          <wp:positionH relativeFrom="margin">
            <wp:align>right</wp:align>
          </wp:positionH>
          <wp:positionV relativeFrom="paragraph">
            <wp:posOffset>233045</wp:posOffset>
          </wp:positionV>
          <wp:extent cx="2178173" cy="646982"/>
          <wp:effectExtent l="0" t="0" r="0" b="1270"/>
          <wp:wrapNone/>
          <wp:docPr id="21" name="Obrázek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178173" cy="64698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78CA"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4B006084" w:rsidR="000478CA" w:rsidRDefault="00634FD8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43AA4832">
          <wp:simplePos x="0" y="0"/>
          <wp:positionH relativeFrom="margin">
            <wp:posOffset>177872</wp:posOffset>
          </wp:positionH>
          <wp:positionV relativeFrom="paragraph">
            <wp:posOffset>63081</wp:posOffset>
          </wp:positionV>
          <wp:extent cx="1174614" cy="586596"/>
          <wp:effectExtent l="0" t="0" r="6985" b="4445"/>
          <wp:wrapNone/>
          <wp:docPr id="20" name="Obrázek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6488" cy="59252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BDCEC7B" w14:textId="77777777" w:rsidR="000478CA" w:rsidRPr="000568A2" w:rsidRDefault="000478CA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686E6587" w:rsidR="000478CA" w:rsidRDefault="000478C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92A7C" w14:textId="17341DD3" w:rsidR="00634FD8" w:rsidRDefault="00634FD8">
    <w:pPr>
      <w:pStyle w:val="Zhlav"/>
    </w:pPr>
    <w:r>
      <w:rPr>
        <w:noProof/>
      </w:rPr>
      <w:drawing>
        <wp:anchor distT="0" distB="0" distL="114300" distR="114300" simplePos="0" relativeHeight="251686912" behindDoc="0" locked="0" layoutInCell="1" allowOverlap="1" wp14:anchorId="5E0EFA6C" wp14:editId="07F5A7A7">
          <wp:simplePos x="0" y="0"/>
          <wp:positionH relativeFrom="margin">
            <wp:posOffset>3775003</wp:posOffset>
          </wp:positionH>
          <wp:positionV relativeFrom="paragraph">
            <wp:posOffset>215912</wp:posOffset>
          </wp:positionV>
          <wp:extent cx="2294337" cy="681487"/>
          <wp:effectExtent l="0" t="0" r="0" b="4445"/>
          <wp:wrapNone/>
          <wp:docPr id="23" name="Obrázek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2294337" cy="6814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4864" behindDoc="0" locked="0" layoutInCell="1" allowOverlap="1" wp14:anchorId="6C18A23D" wp14:editId="4568EF35">
          <wp:simplePos x="0" y="0"/>
          <wp:positionH relativeFrom="margin">
            <wp:posOffset>195125</wp:posOffset>
          </wp:positionH>
          <wp:positionV relativeFrom="paragraph">
            <wp:posOffset>250981</wp:posOffset>
          </wp:positionV>
          <wp:extent cx="1295530" cy="646981"/>
          <wp:effectExtent l="0" t="0" r="0" b="1270"/>
          <wp:wrapNone/>
          <wp:docPr id="22" name="Obrázek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3368" cy="650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7E4B618E" w:rsidR="000478CA" w:rsidRDefault="004E22B7" w:rsidP="00E750EF">
          <w:pPr>
            <w:pStyle w:val="Informannadpis"/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58E1372C" wp14:editId="2F01D450">
                <wp:simplePos x="0" y="0"/>
                <wp:positionH relativeFrom="column">
                  <wp:posOffset>4445</wp:posOffset>
                </wp:positionH>
                <wp:positionV relativeFrom="paragraph">
                  <wp:posOffset>-394335</wp:posOffset>
                </wp:positionV>
                <wp:extent cx="2497455" cy="60007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9745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0478CA">
            <w:fldChar w:fldCharType="begin"/>
          </w:r>
          <w:r w:rsidR="000478CA">
            <w:instrText xml:space="preserve"> If </w:instrText>
          </w:r>
          <w:r w:rsidR="00C10153">
            <w:rPr>
              <w:noProof/>
            </w:rPr>
            <w:fldChar w:fldCharType="begin"/>
          </w:r>
          <w:r w:rsidR="00C10153">
            <w:rPr>
              <w:noProof/>
            </w:rPr>
            <w:instrText xml:space="preserve"> STYLEREF  "Nadpis 11" </w:instrText>
          </w:r>
          <w:r w:rsidR="00C10153">
            <w:rPr>
              <w:noProof/>
            </w:rPr>
            <w:fldChar w:fldCharType="separate"/>
          </w:r>
          <w:r w:rsidR="00CB66E5">
            <w:rPr>
              <w:noProof/>
            </w:rPr>
            <w:instrText>Identifikační údaje</w:instrText>
          </w:r>
          <w:r w:rsidR="00C10153">
            <w:rPr>
              <w:noProof/>
            </w:rPr>
            <w:fldChar w:fldCharType="end"/>
          </w:r>
          <w:r w:rsidR="000478CA">
            <w:instrText>&lt;&gt; “Error*” “</w:instrText>
          </w:r>
          <w:r w:rsidR="00C10153">
            <w:rPr>
              <w:noProof/>
            </w:rPr>
            <w:fldChar w:fldCharType="begin"/>
          </w:r>
          <w:r w:rsidR="00C10153">
            <w:rPr>
              <w:noProof/>
            </w:rPr>
            <w:instrText xml:space="preserve"> STYLEREF  "Nadpis 11" </w:instrText>
          </w:r>
          <w:r w:rsidR="00C10153">
            <w:rPr>
              <w:noProof/>
            </w:rPr>
            <w:fldChar w:fldCharType="separate"/>
          </w:r>
          <w:r w:rsidR="00CB66E5">
            <w:rPr>
              <w:noProof/>
            </w:rPr>
            <w:instrText>Identifikační údaje</w:instrText>
          </w:r>
          <w:r w:rsidR="00C10153">
            <w:rPr>
              <w:noProof/>
            </w:rPr>
            <w:fldChar w:fldCharType="end"/>
          </w:r>
          <w:r w:rsidR="000478CA">
            <w:instrText xml:space="preserve"> </w:instrText>
          </w:r>
          <w:r w:rsidR="000478CA">
            <w:fldChar w:fldCharType="separate"/>
          </w:r>
          <w:r w:rsidR="00CB66E5">
            <w:rPr>
              <w:noProof/>
            </w:rPr>
            <w:t xml:space="preserve">Identifikační údaje </w:t>
          </w:r>
          <w:r w:rsidR="000478CA">
            <w:fldChar w:fldCharType="end"/>
          </w:r>
        </w:p>
      </w:tc>
    </w:tr>
    <w:tr w:rsidR="000478CA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0478CA" w:rsidRDefault="000478CA">
          <w:pPr>
            <w:rPr>
              <w:sz w:val="10"/>
            </w:rPr>
          </w:pPr>
        </w:p>
      </w:tc>
    </w:tr>
  </w:tbl>
  <w:p w14:paraId="44558F0C" w14:textId="74D3D97C" w:rsidR="000478CA" w:rsidRDefault="000478C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62C9490" w:rsidR="000478CA" w:rsidRDefault="004E22B7">
    <w:r>
      <w:rPr>
        <w:noProof/>
      </w:rPr>
      <w:drawing>
        <wp:anchor distT="0" distB="0" distL="114300" distR="114300" simplePos="0" relativeHeight="251682816" behindDoc="0" locked="0" layoutInCell="1" allowOverlap="1" wp14:anchorId="374C39B8" wp14:editId="3322FB9A">
          <wp:simplePos x="0" y="0"/>
          <wp:positionH relativeFrom="margin">
            <wp:posOffset>7934325</wp:posOffset>
          </wp:positionH>
          <wp:positionV relativeFrom="paragraph">
            <wp:posOffset>10160</wp:posOffset>
          </wp:positionV>
          <wp:extent cx="1800225" cy="432548"/>
          <wp:effectExtent l="0" t="0" r="0" b="571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4325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0478CA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3991431E" w:rsidR="000478CA" w:rsidRDefault="000478CA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C10153">
            <w:rPr>
              <w:noProof/>
            </w:rPr>
            <w:fldChar w:fldCharType="begin"/>
          </w:r>
          <w:r w:rsidR="00C10153">
            <w:rPr>
              <w:noProof/>
            </w:rPr>
            <w:instrText xml:space="preserve"> STYLEREF  "Nadpis 11" </w:instrText>
          </w:r>
          <w:r w:rsidR="00C10153">
            <w:rPr>
              <w:noProof/>
            </w:rPr>
            <w:fldChar w:fldCharType="separate"/>
          </w:r>
          <w:r w:rsidR="00CB66E5">
            <w:rPr>
              <w:noProof/>
            </w:rPr>
            <w:instrText>Nápověda</w:instrText>
          </w:r>
          <w:r w:rsidR="00C10153">
            <w:rPr>
              <w:noProof/>
            </w:rPr>
            <w:fldChar w:fldCharType="end"/>
          </w:r>
          <w:r>
            <w:instrText>&lt;&gt; “Error*” “</w:instrText>
          </w:r>
          <w:r w:rsidR="00C10153">
            <w:rPr>
              <w:noProof/>
            </w:rPr>
            <w:fldChar w:fldCharType="begin"/>
          </w:r>
          <w:r w:rsidR="00C10153">
            <w:rPr>
              <w:noProof/>
            </w:rPr>
            <w:instrText xml:space="preserve"> STYLEREF  "Nadpis 11" </w:instrText>
          </w:r>
          <w:r w:rsidR="00C10153">
            <w:rPr>
              <w:noProof/>
            </w:rPr>
            <w:fldChar w:fldCharType="separate"/>
          </w:r>
          <w:r w:rsidR="00CB66E5">
            <w:rPr>
              <w:noProof/>
            </w:rPr>
            <w:instrText>Nápověda</w:instrText>
          </w:r>
          <w:r w:rsidR="00C10153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CB66E5">
            <w:rPr>
              <w:noProof/>
            </w:rPr>
            <w:t xml:space="preserve">Nápověda </w:t>
          </w:r>
          <w:r>
            <w:fldChar w:fldCharType="end"/>
          </w:r>
        </w:p>
      </w:tc>
    </w:tr>
    <w:tr w:rsidR="000478CA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0478CA" w:rsidRDefault="000478CA">
          <w:pPr>
            <w:rPr>
              <w:sz w:val="10"/>
            </w:rPr>
          </w:pPr>
        </w:p>
      </w:tc>
    </w:tr>
  </w:tbl>
  <w:p w14:paraId="6DC3D967" w14:textId="14C89F08" w:rsidR="000478CA" w:rsidRDefault="004E22B7">
    <w:r>
      <w:rPr>
        <w:noProof/>
      </w:rPr>
      <w:drawing>
        <wp:anchor distT="0" distB="0" distL="114300" distR="114300" simplePos="0" relativeHeight="251680768" behindDoc="0" locked="0" layoutInCell="1" allowOverlap="1" wp14:anchorId="29F9A83D" wp14:editId="0B2A6DC4">
          <wp:simplePos x="0" y="0"/>
          <wp:positionH relativeFrom="margin">
            <wp:align>left</wp:align>
          </wp:positionH>
          <wp:positionV relativeFrom="paragraph">
            <wp:posOffset>-762635</wp:posOffset>
          </wp:positionV>
          <wp:extent cx="2497455" cy="600075"/>
          <wp:effectExtent l="0" t="0" r="0" b="952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745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 w15:restartNumberingAfterBreak="0">
    <w:nsid w:val="45273ED7"/>
    <w:multiLevelType w:val="hybridMultilevel"/>
    <w:tmpl w:val="FA9853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19"/>
  </w:num>
  <w:num w:numId="15">
    <w:abstractNumId w:val="20"/>
  </w:num>
  <w:num w:numId="16">
    <w:abstractNumId w:val="5"/>
  </w:num>
  <w:num w:numId="17">
    <w:abstractNumId w:val="10"/>
  </w:num>
  <w:num w:numId="18">
    <w:abstractNumId w:val="16"/>
  </w:num>
  <w:num w:numId="19">
    <w:abstractNumId w:val="18"/>
  </w:num>
  <w:num w:numId="20">
    <w:abstractNumId w:val="4"/>
  </w:num>
  <w:num w:numId="21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476"/>
    <w:rsid w:val="000478CA"/>
    <w:rsid w:val="000568A2"/>
    <w:rsid w:val="00057391"/>
    <w:rsid w:val="0007086E"/>
    <w:rsid w:val="00071177"/>
    <w:rsid w:val="0007159C"/>
    <w:rsid w:val="00074A7A"/>
    <w:rsid w:val="000755D8"/>
    <w:rsid w:val="00076F6F"/>
    <w:rsid w:val="000A3008"/>
    <w:rsid w:val="000C0F8A"/>
    <w:rsid w:val="000E1A6B"/>
    <w:rsid w:val="000F1C52"/>
    <w:rsid w:val="000F36CF"/>
    <w:rsid w:val="000F7121"/>
    <w:rsid w:val="001706F1"/>
    <w:rsid w:val="0019415B"/>
    <w:rsid w:val="001A11A1"/>
    <w:rsid w:val="001B0881"/>
    <w:rsid w:val="001B481C"/>
    <w:rsid w:val="001B5287"/>
    <w:rsid w:val="001B5E2E"/>
    <w:rsid w:val="001C444F"/>
    <w:rsid w:val="001E0602"/>
    <w:rsid w:val="0020682A"/>
    <w:rsid w:val="002177E8"/>
    <w:rsid w:val="0026610F"/>
    <w:rsid w:val="00277CD5"/>
    <w:rsid w:val="002A4A01"/>
    <w:rsid w:val="002B51CD"/>
    <w:rsid w:val="002B5EF3"/>
    <w:rsid w:val="002B6DA0"/>
    <w:rsid w:val="002C494C"/>
    <w:rsid w:val="002C73D8"/>
    <w:rsid w:val="002E00FC"/>
    <w:rsid w:val="002F0C2F"/>
    <w:rsid w:val="003062E5"/>
    <w:rsid w:val="003224CE"/>
    <w:rsid w:val="00353BD8"/>
    <w:rsid w:val="003713E4"/>
    <w:rsid w:val="00375A4E"/>
    <w:rsid w:val="00385E3D"/>
    <w:rsid w:val="00393F43"/>
    <w:rsid w:val="003964FB"/>
    <w:rsid w:val="003D237F"/>
    <w:rsid w:val="003D6956"/>
    <w:rsid w:val="003E29E7"/>
    <w:rsid w:val="004547B2"/>
    <w:rsid w:val="004773EB"/>
    <w:rsid w:val="004A05B3"/>
    <w:rsid w:val="004A6AAF"/>
    <w:rsid w:val="004B7336"/>
    <w:rsid w:val="004D577D"/>
    <w:rsid w:val="004E22B7"/>
    <w:rsid w:val="004E5776"/>
    <w:rsid w:val="0050736A"/>
    <w:rsid w:val="005350B9"/>
    <w:rsid w:val="0054197D"/>
    <w:rsid w:val="005505EE"/>
    <w:rsid w:val="00554C47"/>
    <w:rsid w:val="00554F3F"/>
    <w:rsid w:val="00562E3A"/>
    <w:rsid w:val="0059403B"/>
    <w:rsid w:val="005A5E8D"/>
    <w:rsid w:val="005B31BC"/>
    <w:rsid w:val="005B771D"/>
    <w:rsid w:val="00616598"/>
    <w:rsid w:val="00634FD8"/>
    <w:rsid w:val="00643844"/>
    <w:rsid w:val="006556BE"/>
    <w:rsid w:val="00673BFB"/>
    <w:rsid w:val="00675B0F"/>
    <w:rsid w:val="006A15BA"/>
    <w:rsid w:val="006A3B2A"/>
    <w:rsid w:val="006C0642"/>
    <w:rsid w:val="006E000A"/>
    <w:rsid w:val="006E4A2B"/>
    <w:rsid w:val="006F0216"/>
    <w:rsid w:val="00701CD3"/>
    <w:rsid w:val="00713469"/>
    <w:rsid w:val="007336C0"/>
    <w:rsid w:val="00740EF6"/>
    <w:rsid w:val="00774F05"/>
    <w:rsid w:val="00782986"/>
    <w:rsid w:val="00785CD1"/>
    <w:rsid w:val="007A25CD"/>
    <w:rsid w:val="007A48AB"/>
    <w:rsid w:val="007B282F"/>
    <w:rsid w:val="007C0202"/>
    <w:rsid w:val="007C063F"/>
    <w:rsid w:val="007C180C"/>
    <w:rsid w:val="007D6034"/>
    <w:rsid w:val="007E4995"/>
    <w:rsid w:val="007F4CFA"/>
    <w:rsid w:val="008210DB"/>
    <w:rsid w:val="00826BBA"/>
    <w:rsid w:val="008309BB"/>
    <w:rsid w:val="00863DB2"/>
    <w:rsid w:val="00876E73"/>
    <w:rsid w:val="008820DC"/>
    <w:rsid w:val="008A4560"/>
    <w:rsid w:val="008A5E0C"/>
    <w:rsid w:val="008B718B"/>
    <w:rsid w:val="008E605B"/>
    <w:rsid w:val="008F32FB"/>
    <w:rsid w:val="00904F99"/>
    <w:rsid w:val="00915BB8"/>
    <w:rsid w:val="00966C23"/>
    <w:rsid w:val="00970C4F"/>
    <w:rsid w:val="0098320A"/>
    <w:rsid w:val="009834DF"/>
    <w:rsid w:val="00983E47"/>
    <w:rsid w:val="00984BB8"/>
    <w:rsid w:val="00985261"/>
    <w:rsid w:val="00995E80"/>
    <w:rsid w:val="00996A54"/>
    <w:rsid w:val="009A3913"/>
    <w:rsid w:val="009A3CB9"/>
    <w:rsid w:val="009A7669"/>
    <w:rsid w:val="009C783C"/>
    <w:rsid w:val="009C7FAD"/>
    <w:rsid w:val="009D7369"/>
    <w:rsid w:val="00A052FE"/>
    <w:rsid w:val="00A24827"/>
    <w:rsid w:val="00A26F45"/>
    <w:rsid w:val="00A30950"/>
    <w:rsid w:val="00A30E77"/>
    <w:rsid w:val="00A329CC"/>
    <w:rsid w:val="00A447CF"/>
    <w:rsid w:val="00A51747"/>
    <w:rsid w:val="00A60574"/>
    <w:rsid w:val="00A612A8"/>
    <w:rsid w:val="00A617B0"/>
    <w:rsid w:val="00A731FD"/>
    <w:rsid w:val="00A73945"/>
    <w:rsid w:val="00A81445"/>
    <w:rsid w:val="00A91392"/>
    <w:rsid w:val="00AA4C74"/>
    <w:rsid w:val="00AA6481"/>
    <w:rsid w:val="00AC1409"/>
    <w:rsid w:val="00AE2238"/>
    <w:rsid w:val="00AE24A0"/>
    <w:rsid w:val="00B11B4B"/>
    <w:rsid w:val="00B11E8C"/>
    <w:rsid w:val="00B35DFB"/>
    <w:rsid w:val="00B66FE7"/>
    <w:rsid w:val="00B759FA"/>
    <w:rsid w:val="00B8199E"/>
    <w:rsid w:val="00B8445C"/>
    <w:rsid w:val="00B9125E"/>
    <w:rsid w:val="00B94036"/>
    <w:rsid w:val="00BA7DFB"/>
    <w:rsid w:val="00BC6B7C"/>
    <w:rsid w:val="00BD1405"/>
    <w:rsid w:val="00BD2117"/>
    <w:rsid w:val="00BD30A0"/>
    <w:rsid w:val="00BE67DD"/>
    <w:rsid w:val="00BF4798"/>
    <w:rsid w:val="00C06F04"/>
    <w:rsid w:val="00C10153"/>
    <w:rsid w:val="00C103A7"/>
    <w:rsid w:val="00C12877"/>
    <w:rsid w:val="00C2264C"/>
    <w:rsid w:val="00C24BC3"/>
    <w:rsid w:val="00C32E5F"/>
    <w:rsid w:val="00C371DD"/>
    <w:rsid w:val="00C47BA4"/>
    <w:rsid w:val="00C518A5"/>
    <w:rsid w:val="00C60984"/>
    <w:rsid w:val="00C87774"/>
    <w:rsid w:val="00CB66E5"/>
    <w:rsid w:val="00CC10F0"/>
    <w:rsid w:val="00CD0470"/>
    <w:rsid w:val="00CD1067"/>
    <w:rsid w:val="00CE3FF0"/>
    <w:rsid w:val="00D01BEB"/>
    <w:rsid w:val="00D0486F"/>
    <w:rsid w:val="00D11EEE"/>
    <w:rsid w:val="00D1660B"/>
    <w:rsid w:val="00D2000D"/>
    <w:rsid w:val="00D2080D"/>
    <w:rsid w:val="00D42714"/>
    <w:rsid w:val="00D465C4"/>
    <w:rsid w:val="00D57E83"/>
    <w:rsid w:val="00D71CBC"/>
    <w:rsid w:val="00DB00CB"/>
    <w:rsid w:val="00DC1BDC"/>
    <w:rsid w:val="00DC218D"/>
    <w:rsid w:val="00DC35E3"/>
    <w:rsid w:val="00DD3B4C"/>
    <w:rsid w:val="00DE3EE8"/>
    <w:rsid w:val="00DE70D0"/>
    <w:rsid w:val="00DF2EE8"/>
    <w:rsid w:val="00DF6053"/>
    <w:rsid w:val="00E06A66"/>
    <w:rsid w:val="00E25AD1"/>
    <w:rsid w:val="00E353A5"/>
    <w:rsid w:val="00E40087"/>
    <w:rsid w:val="00E4102D"/>
    <w:rsid w:val="00E53216"/>
    <w:rsid w:val="00E54D6E"/>
    <w:rsid w:val="00E74AD6"/>
    <w:rsid w:val="00E750EF"/>
    <w:rsid w:val="00EA6E09"/>
    <w:rsid w:val="00EB6A58"/>
    <w:rsid w:val="00EC3163"/>
    <w:rsid w:val="00EC5D0D"/>
    <w:rsid w:val="00F03B39"/>
    <w:rsid w:val="00F126A1"/>
    <w:rsid w:val="00F13132"/>
    <w:rsid w:val="00F42FC4"/>
    <w:rsid w:val="00F91A6B"/>
    <w:rsid w:val="00FB0B19"/>
    <w:rsid w:val="00FB4A2A"/>
    <w:rsid w:val="00FC1F2D"/>
    <w:rsid w:val="00FC4617"/>
    <w:rsid w:val="00FC5BE7"/>
    <w:rsid w:val="00FC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Sledovanodkaz">
    <w:name w:val="FollowedHyperlink"/>
    <w:basedOn w:val="Standardnpsmoodstavce"/>
    <w:uiPriority w:val="99"/>
    <w:semiHidden/>
    <w:unhideWhenUsed/>
    <w:rsid w:val="00B8199E"/>
    <w:rPr>
      <w:color w:val="91919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1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vyzkum.cz/FrontClanek.aspx?idsekce=1374" TargetMode="Externa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6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ec.europa.eu/competition/mergers/cases/index/nace_all.html" TargetMode="External"/><Relationship Id="rId20" Type="http://schemas.openxmlformats.org/officeDocument/2006/relationships/hyperlink" Target="http://www.vyzkum.cz/FrontClanek.aspx?idsekce=1374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23" Type="http://schemas.openxmlformats.org/officeDocument/2006/relationships/header" Target="header5.xml"/><Relationship Id="rId10" Type="http://schemas.openxmlformats.org/officeDocument/2006/relationships/header" Target="header1.xml"/><Relationship Id="rId19" Type="http://schemas.openxmlformats.org/officeDocument/2006/relationships/hyperlink" Target="http://www.vyzkum.cz/FrontClanek.aspx?idsekce=137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hyperlink" Target="http://ec.europa.eu/competition/mergers/cases/index/nace_all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4B8F0D-1EC4-4052-A907-EE98D3A5C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11</TotalTime>
  <Pages>27</Pages>
  <Words>2474</Words>
  <Characters>14603</Characters>
  <Application>Microsoft Office Word</Application>
  <DocSecurity>0</DocSecurity>
  <Lines>121</Lines>
  <Paragraphs>34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Vedral Zbyněk</cp:lastModifiedBy>
  <cp:revision>5</cp:revision>
  <cp:lastPrinted>2016-07-18T10:32:00Z</cp:lastPrinted>
  <dcterms:created xsi:type="dcterms:W3CDTF">2018-08-20T07:00:00Z</dcterms:created>
  <dcterms:modified xsi:type="dcterms:W3CDTF">2019-06-24T13:16:00Z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