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B82" w:rsidRPr="00656426" w:rsidRDefault="009B2B82" w:rsidP="009B2B82">
      <w:pPr>
        <w:jc w:val="center"/>
        <w:rPr>
          <w:rFonts w:asciiTheme="minorHAnsi" w:hAnsiTheme="minorHAnsi" w:cstheme="minorHAnsi"/>
          <w:b/>
          <w:color w:val="FF0000"/>
          <w:sz w:val="22"/>
          <w:szCs w:val="22"/>
        </w:rPr>
      </w:pPr>
      <w:bookmarkStart w:id="0" w:name="_GoBack"/>
      <w:bookmarkEnd w:id="0"/>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33E" w:rsidRDefault="0085333E" w:rsidP="00B8623B">
      <w:r>
        <w:separator/>
      </w:r>
    </w:p>
  </w:endnote>
  <w:endnote w:type="continuationSeparator" w:id="0">
    <w:p w:rsidR="0085333E" w:rsidRDefault="0085333E"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33E" w:rsidRDefault="0085333E" w:rsidP="00B8623B">
      <w:r>
        <w:separator/>
      </w:r>
    </w:p>
  </w:footnote>
  <w:footnote w:type="continuationSeparator" w:id="0">
    <w:p w:rsidR="0085333E" w:rsidRDefault="0085333E"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rsidR="00B8623B" w:rsidRPr="00BC77E4" w:rsidRDefault="00A26388" w:rsidP="004444BF">
    <w:pPr>
      <w:rPr>
        <w:rFonts w:asciiTheme="minorHAnsi" w:hAnsiTheme="minorHAnsi" w:cstheme="minorHAnsi"/>
        <w:i/>
        <w:sz w:val="22"/>
        <w:szCs w:val="22"/>
      </w:rPr>
    </w:pPr>
    <w:r w:rsidRPr="005B4435">
      <w:rPr>
        <w:rFonts w:asciiTheme="minorHAnsi" w:hAnsiTheme="minorHAnsi" w:cstheme="minorHAnsi"/>
        <w:sz w:val="22"/>
        <w:szCs w:val="22"/>
      </w:rPr>
      <w:t>Č. j.:</w:t>
    </w:r>
    <w:r w:rsidR="006960E1">
      <w:rPr>
        <w:rFonts w:asciiTheme="minorHAnsi" w:hAnsiTheme="minorHAnsi" w:cstheme="minorHAnsi"/>
        <w:iCs/>
        <w:color w:val="222222"/>
        <w:sz w:val="22"/>
        <w:szCs w:val="22"/>
      </w:rPr>
      <w:t xml:space="preserve"> MSMT-</w:t>
    </w:r>
    <w:r w:rsidR="005B4435" w:rsidRPr="005B4435">
      <w:rPr>
        <w:rFonts w:asciiTheme="minorHAnsi" w:hAnsiTheme="minorHAnsi" w:cstheme="minorHAnsi"/>
        <w:iCs/>
        <w:color w:val="222222"/>
        <w:sz w:val="22"/>
        <w:szCs w:val="22"/>
      </w:rPr>
      <w:t>/20</w:t>
    </w:r>
    <w:r w:rsidR="00700A35">
      <w:rPr>
        <w:rFonts w:asciiTheme="minorHAnsi" w:hAnsiTheme="minorHAnsi" w:cstheme="minorHAnsi"/>
        <w:iCs/>
        <w:color w:val="222222"/>
        <w:sz w:val="22"/>
        <w:szCs w:val="22"/>
      </w:rPr>
      <w:t>22</w:t>
    </w:r>
    <w:r w:rsidR="005B4435" w:rsidRPr="005B4435">
      <w:rPr>
        <w:rFonts w:asciiTheme="minorHAnsi" w:hAnsiTheme="minorHAnsi" w:cstheme="minorHAnsi"/>
        <w:iCs/>
        <w:color w:val="222222"/>
        <w:sz w:val="22"/>
        <w:szCs w:val="22"/>
      </w:rPr>
      <w:t>-1</w:t>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UA...</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E5045"/>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B4435"/>
    <w:rsid w:val="005D3B56"/>
    <w:rsid w:val="005F515F"/>
    <w:rsid w:val="00602835"/>
    <w:rsid w:val="00605FA3"/>
    <w:rsid w:val="0062329C"/>
    <w:rsid w:val="00626A57"/>
    <w:rsid w:val="00647854"/>
    <w:rsid w:val="006550EC"/>
    <w:rsid w:val="006715B5"/>
    <w:rsid w:val="006960E1"/>
    <w:rsid w:val="006A7B49"/>
    <w:rsid w:val="006B5C62"/>
    <w:rsid w:val="006C27F9"/>
    <w:rsid w:val="006E48E7"/>
    <w:rsid w:val="00700A35"/>
    <w:rsid w:val="0072782D"/>
    <w:rsid w:val="0076568E"/>
    <w:rsid w:val="00784ECC"/>
    <w:rsid w:val="007A6C3A"/>
    <w:rsid w:val="007B2448"/>
    <w:rsid w:val="007C2732"/>
    <w:rsid w:val="007E2D84"/>
    <w:rsid w:val="007F7466"/>
    <w:rsid w:val="008307E0"/>
    <w:rsid w:val="008353BF"/>
    <w:rsid w:val="0085333E"/>
    <w:rsid w:val="0087236C"/>
    <w:rsid w:val="008B45F1"/>
    <w:rsid w:val="00905AA2"/>
    <w:rsid w:val="0098083F"/>
    <w:rsid w:val="00990277"/>
    <w:rsid w:val="009B2B82"/>
    <w:rsid w:val="00A26388"/>
    <w:rsid w:val="00A432DD"/>
    <w:rsid w:val="00A61831"/>
    <w:rsid w:val="00A6392E"/>
    <w:rsid w:val="00A741A0"/>
    <w:rsid w:val="00A750E2"/>
    <w:rsid w:val="00AB139F"/>
    <w:rsid w:val="00AB752A"/>
    <w:rsid w:val="00B266DD"/>
    <w:rsid w:val="00B6018F"/>
    <w:rsid w:val="00B70D7D"/>
    <w:rsid w:val="00B75E87"/>
    <w:rsid w:val="00B8623B"/>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319C3"/>
    <w:rsid w:val="00EF4D7B"/>
    <w:rsid w:val="00EF553B"/>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F16CE-5963-41B4-8EAE-15C367FC0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1409</Words>
  <Characters>8316</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Krausová Mária</cp:lastModifiedBy>
  <cp:revision>2</cp:revision>
  <cp:lastPrinted>2019-01-24T06:14:00Z</cp:lastPrinted>
  <dcterms:created xsi:type="dcterms:W3CDTF">2021-09-02T14:15:00Z</dcterms:created>
  <dcterms:modified xsi:type="dcterms:W3CDTF">2021-09-02T14:15:00Z</dcterms:modified>
</cp:coreProperties>
</file>