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50 - 80 %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0 - 60 %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8F460C">
        <w:trPr>
          <w:trHeight w:val="418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4D880D6" w14:textId="665E4B5C" w:rsidR="00F72AEC" w:rsidRPr="00BE60A9" w:rsidRDefault="00F72AEC" w:rsidP="008F460C">
            <w:pPr>
              <w:spacing w:line="240" w:lineRule="auto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  <w:r w:rsidR="008F460C">
              <w:rPr>
                <w:rFonts w:ascii="Calibri" w:hAnsi="Calibri" w:cs="Calibri"/>
              </w:rPr>
              <w:t xml:space="preserve"> </w:t>
            </w: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– 90 %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0 - 40 %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0 - 30%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0 - 20 %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4B96" w14:textId="77777777"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14:paraId="6E227C7A" w14:textId="2DAC853E" w:rsidR="001C11AD" w:rsidRPr="001F5A31" w:rsidRDefault="001C11AD" w:rsidP="008F60E4">
    <w:pPr>
      <w:rPr>
        <w:rFonts w:cstheme="minorHAnsi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933DEF" w:rsidRPr="00A7449D">
      <w:rPr>
        <w:rFonts w:ascii="Calibri" w:hAnsi="Calibri"/>
        <w:iCs/>
        <w:color w:val="222222"/>
      </w:rPr>
      <w:t>MSMT-</w:t>
    </w:r>
    <w:r w:rsidR="00FF4859">
      <w:rPr>
        <w:rFonts w:ascii="Calibri" w:hAnsi="Calibri"/>
        <w:iCs/>
        <w:color w:val="222222"/>
      </w:rPr>
      <w:tab/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</w:t>
    </w:r>
    <w:r w:rsidR="00F01583">
      <w:rPr>
        <w:rFonts w:cstheme="minorHAnsi"/>
      </w:rPr>
      <w:t>U</w:t>
    </w:r>
    <w:r w:rsidR="008F460C">
      <w:rPr>
        <w:rFonts w:cstheme="minorHAnsi"/>
      </w:rPr>
      <w:t>E</w:t>
    </w:r>
    <w:r w:rsidR="003C7930">
      <w:rPr>
        <w:rFonts w:cstheme="minorHAnsi"/>
      </w:rPr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445C5D"/>
    <w:rsid w:val="00447568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460C"/>
    <w:rsid w:val="008F60E4"/>
    <w:rsid w:val="00906227"/>
    <w:rsid w:val="00923AD3"/>
    <w:rsid w:val="00933DEF"/>
    <w:rsid w:val="00985DC1"/>
    <w:rsid w:val="009C2F1A"/>
    <w:rsid w:val="00A46EB3"/>
    <w:rsid w:val="00A54F39"/>
    <w:rsid w:val="00A7449D"/>
    <w:rsid w:val="00A90E01"/>
    <w:rsid w:val="00AC5143"/>
    <w:rsid w:val="00AD28A4"/>
    <w:rsid w:val="00B2106D"/>
    <w:rsid w:val="00B63AC7"/>
    <w:rsid w:val="00BB36E4"/>
    <w:rsid w:val="00BC5038"/>
    <w:rsid w:val="00D76BC6"/>
    <w:rsid w:val="00E06C17"/>
    <w:rsid w:val="00E56F77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832</Words>
  <Characters>4911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Musilová Klára</cp:lastModifiedBy>
  <cp:revision>2</cp:revision>
  <cp:lastPrinted>2019-01-24T06:14:00Z</cp:lastPrinted>
  <dcterms:created xsi:type="dcterms:W3CDTF">2023-04-27T09:36:00Z</dcterms:created>
  <dcterms:modified xsi:type="dcterms:W3CDTF">2023-04-27T09:36:00Z</dcterms:modified>
</cp:coreProperties>
</file>