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5CDA8" w14:textId="77777777"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14:paraId="63FF84D0" w14:textId="77777777"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14:paraId="5C971726" w14:textId="77777777" w:rsidR="00B8623B" w:rsidRDefault="00B8623B" w:rsidP="00B8623B">
      <w:pPr>
        <w:spacing w:before="240" w:after="120"/>
        <w:jc w:val="center"/>
        <w:rPr>
          <w:rFonts w:asciiTheme="minorHAnsi" w:hAnsiTheme="minorHAnsi" w:cstheme="minorHAnsi"/>
          <w:b/>
          <w:sz w:val="22"/>
          <w:szCs w:val="22"/>
        </w:rPr>
      </w:pPr>
    </w:p>
    <w:p w14:paraId="2B5FE2C0" w14:textId="731FDA9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14:paraId="188AA057" w14:textId="2DCA48F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 xml:space="preserve">dvakrát – jednou </w:t>
      </w:r>
      <w:r w:rsidR="00623B51">
        <w:rPr>
          <w:rFonts w:asciiTheme="minorHAnsi" w:hAnsiTheme="minorHAnsi" w:cstheme="minorHAnsi"/>
          <w:sz w:val="22"/>
          <w:szCs w:val="22"/>
        </w:rPr>
        <w:t>po druhém roce</w:t>
      </w:r>
      <w:r w:rsidR="005F515F">
        <w:rPr>
          <w:rFonts w:asciiTheme="minorHAnsi" w:hAnsiTheme="minorHAnsi" w:cstheme="minorHAnsi"/>
          <w:sz w:val="22"/>
          <w:szCs w:val="22"/>
        </w:rPr>
        <w:t xml:space="preserve">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14:paraId="1935F31D"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14:paraId="45BC5A47" w14:textId="73FC88F3" w:rsidR="009B2B82" w:rsidRPr="00656426" w:rsidRDefault="002E5045"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2E5045">
        <w:rPr>
          <w:rFonts w:asciiTheme="minorHAnsi" w:hAnsiTheme="minorHAnsi" w:cstheme="minorHAnsi"/>
          <w:sz w:val="22"/>
          <w:szCs w:val="22"/>
        </w:rPr>
        <w:t>K</w:t>
      </w:r>
      <w:r w:rsidR="009B2B82" w:rsidRPr="00656426">
        <w:rPr>
          <w:rFonts w:asciiTheme="minorHAnsi" w:hAnsiTheme="minorHAnsi" w:cstheme="minorHAnsi"/>
          <w:sz w:val="22"/>
          <w:szCs w:val="22"/>
        </w:rPr>
        <w:t xml:space="preserve">ontrola I. stupně </w:t>
      </w:r>
      <w:r w:rsidR="00BB65F6">
        <w:rPr>
          <w:rFonts w:asciiTheme="minorHAnsi" w:hAnsiTheme="minorHAnsi" w:cstheme="minorHAnsi"/>
          <w:sz w:val="22"/>
          <w:szCs w:val="22"/>
        </w:rPr>
        <w:t xml:space="preserve">se provádí </w:t>
      </w:r>
      <w:r w:rsidR="009B2B82" w:rsidRPr="00656426">
        <w:rPr>
          <w:rFonts w:asciiTheme="minorHAnsi" w:hAnsiTheme="minorHAnsi" w:cstheme="minorHAnsi"/>
          <w:sz w:val="22"/>
          <w:szCs w:val="22"/>
        </w:rPr>
        <w:t xml:space="preserve">zpravidla </w:t>
      </w:r>
      <w:r w:rsidR="00623B51">
        <w:rPr>
          <w:rFonts w:asciiTheme="minorHAnsi" w:hAnsiTheme="minorHAnsi" w:cstheme="minorHAnsi"/>
          <w:sz w:val="22"/>
          <w:szCs w:val="22"/>
        </w:rPr>
        <w:t>po druhém roce</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w:t>
      </w:r>
      <w:r w:rsidR="00623B51">
        <w:rPr>
          <w:rFonts w:asciiTheme="minorHAnsi" w:hAnsiTheme="minorHAnsi" w:cstheme="minorHAnsi"/>
          <w:sz w:val="22"/>
          <w:szCs w:val="22"/>
        </w:rPr>
        <w:t> </w:t>
      </w:r>
      <w:r w:rsidR="00AB752A">
        <w:rPr>
          <w:rFonts w:asciiTheme="minorHAnsi" w:hAnsiTheme="minorHAnsi" w:cstheme="minorHAnsi"/>
          <w:sz w:val="22"/>
          <w:szCs w:val="22"/>
        </w:rPr>
        <w:t>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009B2B82"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sidR="009B2B82">
        <w:rPr>
          <w:rFonts w:asciiTheme="minorHAnsi" w:hAnsiTheme="minorHAnsi" w:cstheme="minorHAnsi"/>
          <w:sz w:val="22"/>
          <w:szCs w:val="22"/>
        </w:rPr>
        <w:t>po</w:t>
      </w:r>
      <w:r w:rsidR="009B2B82"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w:t>
      </w:r>
      <w:r w:rsidR="009B2B82">
        <w:rPr>
          <w:rFonts w:asciiTheme="minorHAnsi" w:hAnsiTheme="minorHAnsi" w:cstheme="minorHAnsi"/>
          <w:sz w:val="22"/>
          <w:szCs w:val="22"/>
        </w:rPr>
        <w:t>6</w:t>
      </w:r>
      <w:r w:rsidR="009B2B82"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a) </w:t>
      </w:r>
      <w:r w:rsidR="009B2B82">
        <w:rPr>
          <w:rFonts w:asciiTheme="minorHAnsi" w:hAnsiTheme="minorHAnsi" w:cstheme="minorHAnsi"/>
          <w:sz w:val="22"/>
          <w:szCs w:val="22"/>
        </w:rPr>
        <w:t>této přílohy</w:t>
      </w:r>
      <w:r w:rsidR="009B2B82"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14:paraId="65E03F37" w14:textId="77777777"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002E5045" w:rsidRPr="002E5045">
        <w:rPr>
          <w:rFonts w:asciiTheme="minorHAnsi" w:hAnsiTheme="minorHAnsi" w:cstheme="minorHAnsi"/>
          <w:sz w:val="22"/>
          <w:szCs w:val="22"/>
        </w:rPr>
        <w:t>K</w:t>
      </w:r>
      <w:r w:rsidR="0098083F">
        <w:rPr>
          <w:rFonts w:asciiTheme="minorHAnsi" w:hAnsiTheme="minorHAnsi" w:cstheme="minorHAnsi"/>
          <w:sz w:val="22"/>
          <w:szCs w:val="22"/>
        </w:rPr>
        <w:t xml:space="preserve">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14:paraId="66E6109F" w14:textId="6D2EFA06"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14:paraId="57745CB5" w14:textId="77777777" w:rsidTr="00535DB3">
        <w:tc>
          <w:tcPr>
            <w:tcW w:w="284" w:type="dxa"/>
          </w:tcPr>
          <w:p w14:paraId="23189654"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14:paraId="014BE3F2" w14:textId="77777777"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14:paraId="257B5FEA" w14:textId="77777777" w:rsidTr="00535DB3">
        <w:tc>
          <w:tcPr>
            <w:tcW w:w="284" w:type="dxa"/>
          </w:tcPr>
          <w:p w14:paraId="26156286"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14:paraId="1D717AA9" w14:textId="77777777"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14:paraId="58D6A304" w14:textId="77777777" w:rsidTr="00535DB3">
        <w:tc>
          <w:tcPr>
            <w:tcW w:w="284" w:type="dxa"/>
          </w:tcPr>
          <w:p w14:paraId="091B688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14:paraId="7B85D8AF" w14:textId="6D13E11B"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 xml:space="preserve">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xml:space="preserve">, případné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xml:space="preserve"> smlouvy.</w:t>
            </w:r>
          </w:p>
        </w:tc>
      </w:tr>
      <w:tr w:rsidR="009B2B82" w:rsidRPr="00656426" w14:paraId="7B1A4852" w14:textId="77777777" w:rsidTr="00535DB3">
        <w:tc>
          <w:tcPr>
            <w:tcW w:w="284" w:type="dxa"/>
          </w:tcPr>
          <w:p w14:paraId="3D38AA9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14:paraId="41F55067" w14:textId="77777777"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14:paraId="3A5567E0" w14:textId="77777777"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14:paraId="797EE067"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14:paraId="1373BC11" w14:textId="77777777"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14:paraId="5A029A56" w14:textId="77777777" w:rsidR="006715B5" w:rsidRPr="006715B5" w:rsidRDefault="006715B5" w:rsidP="006715B5">
      <w:pPr>
        <w:tabs>
          <w:tab w:val="num" w:pos="851"/>
        </w:tabs>
        <w:ind w:left="567"/>
        <w:jc w:val="both"/>
        <w:rPr>
          <w:rFonts w:asciiTheme="minorHAnsi" w:hAnsiTheme="minorHAnsi" w:cstheme="minorHAnsi"/>
          <w:sz w:val="22"/>
          <w:szCs w:val="22"/>
        </w:rPr>
      </w:pPr>
    </w:p>
    <w:p w14:paraId="30E7BDFE"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14:paraId="45709091"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14:paraId="0A66D59C"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14:paraId="261D675D"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14:paraId="51131C46"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14:paraId="653079D3"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14:paraId="0FBE9009" w14:textId="04E00051"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305668">
        <w:rPr>
          <w:rFonts w:asciiTheme="minorHAnsi" w:hAnsiTheme="minorHAnsi" w:cstheme="minorHAnsi"/>
          <w:sz w:val="22"/>
          <w:szCs w:val="22"/>
        </w:rPr>
        <w:t>,</w:t>
      </w:r>
      <w:r w:rsidR="009B2B82" w:rsidRPr="006715B5">
        <w:rPr>
          <w:rFonts w:asciiTheme="minorHAnsi" w:hAnsiTheme="minorHAnsi" w:cstheme="minorHAnsi"/>
          <w:sz w:val="22"/>
          <w:szCs w:val="22"/>
        </w:rPr>
        <w:t xml:space="preserve"> </w:t>
      </w:r>
    </w:p>
    <w:p w14:paraId="4466B5AE" w14:textId="57584D20"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0" w:name="_Hlk120705014"/>
      <w:r>
        <w:rPr>
          <w:rFonts w:asciiTheme="minorHAnsi" w:hAnsiTheme="minorHAnsi" w:cstheme="minorHAnsi"/>
          <w:sz w:val="22"/>
          <w:szCs w:val="22"/>
        </w:rPr>
        <w:t xml:space="preserve">Plán správy </w:t>
      </w:r>
      <w:r w:rsidR="004C311D">
        <w:rPr>
          <w:rFonts w:asciiTheme="minorHAnsi" w:hAnsiTheme="minorHAnsi" w:cstheme="minorHAnsi"/>
          <w:sz w:val="22"/>
          <w:szCs w:val="22"/>
        </w:rPr>
        <w:t xml:space="preserve">výzkumných </w:t>
      </w:r>
      <w:r>
        <w:rPr>
          <w:rFonts w:asciiTheme="minorHAnsi" w:hAnsiTheme="minorHAnsi" w:cstheme="minorHAnsi"/>
          <w:sz w:val="22"/>
          <w:szCs w:val="22"/>
        </w:rPr>
        <w:t>dat</w:t>
      </w:r>
      <w:bookmarkEnd w:id="0"/>
      <w:r>
        <w:rPr>
          <w:rFonts w:asciiTheme="minorHAnsi" w:hAnsiTheme="minorHAnsi" w:cstheme="minorHAnsi"/>
          <w:sz w:val="22"/>
          <w:szCs w:val="22"/>
        </w:rPr>
        <w:t>,</w:t>
      </w:r>
    </w:p>
    <w:p w14:paraId="0C6AF7C6" w14:textId="58042024"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1" w:name="_Hlk120705056"/>
      <w:bookmarkStart w:id="2" w:name="_Hlk120705045"/>
      <w:r w:rsidRPr="00305668">
        <w:rPr>
          <w:rFonts w:asciiTheme="minorHAnsi" w:hAnsiTheme="minorHAnsi" w:cstheme="minorHAnsi"/>
          <w:sz w:val="22"/>
          <w:szCs w:val="22"/>
        </w:rPr>
        <w:t>informace o dostupnosti a způsobu šíření výsledků výzkumu a výzkumných dat</w:t>
      </w:r>
      <w:bookmarkEnd w:id="1"/>
      <w:r>
        <w:rPr>
          <w:rFonts w:asciiTheme="minorHAnsi" w:hAnsiTheme="minorHAnsi" w:cstheme="minorHAnsi"/>
          <w:sz w:val="22"/>
          <w:szCs w:val="22"/>
        </w:rPr>
        <w:t>.</w:t>
      </w:r>
    </w:p>
    <w:bookmarkEnd w:id="2"/>
    <w:p w14:paraId="1CA870D4" w14:textId="77777777" w:rsidR="008353BF" w:rsidRPr="00B75E87" w:rsidRDefault="008353BF" w:rsidP="00B75E87">
      <w:pPr>
        <w:tabs>
          <w:tab w:val="num" w:pos="851"/>
        </w:tabs>
        <w:ind w:left="617"/>
        <w:jc w:val="both"/>
        <w:rPr>
          <w:rFonts w:asciiTheme="minorHAnsi" w:hAnsiTheme="minorHAnsi" w:cstheme="minorHAnsi"/>
          <w:sz w:val="22"/>
          <w:szCs w:val="22"/>
        </w:rPr>
      </w:pPr>
    </w:p>
    <w:p w14:paraId="04FD3A67" w14:textId="5D139F18"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w:t>
      </w:r>
      <w:r w:rsidR="00623B51">
        <w:rPr>
          <w:rFonts w:asciiTheme="minorHAnsi" w:hAnsiTheme="minorHAnsi" w:cstheme="minorHAnsi"/>
          <w:sz w:val="22"/>
          <w:szCs w:val="22"/>
        </w:rPr>
        <w:t> </w:t>
      </w:r>
      <w:r w:rsidRPr="008353BF">
        <w:rPr>
          <w:rFonts w:asciiTheme="minorHAnsi" w:hAnsiTheme="minorHAnsi" w:cstheme="minorHAnsi"/>
          <w:sz w:val="22"/>
          <w:szCs w:val="22"/>
        </w:rPr>
        <w:t>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14:paraId="01B63C8A" w14:textId="77777777"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14:paraId="473D39AC" w14:textId="77777777"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14:paraId="12DA5687" w14:textId="77777777" w:rsidR="008353BF" w:rsidRPr="008353BF" w:rsidRDefault="008353BF" w:rsidP="008353BF">
      <w:pPr>
        <w:tabs>
          <w:tab w:val="num" w:pos="851"/>
        </w:tabs>
        <w:ind w:left="567"/>
        <w:jc w:val="both"/>
        <w:rPr>
          <w:rFonts w:asciiTheme="minorHAnsi" w:hAnsiTheme="minorHAnsi" w:cstheme="minorHAnsi"/>
          <w:sz w:val="22"/>
          <w:szCs w:val="22"/>
        </w:rPr>
      </w:pPr>
    </w:p>
    <w:p w14:paraId="5D3637C2" w14:textId="77777777"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14:paraId="0405E89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14:paraId="71B8BDE5"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14:paraId="575A009D"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14:paraId="32D65BC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14:paraId="648BCBD7" w14:textId="41038C71"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r w:rsidR="00305668">
        <w:rPr>
          <w:rFonts w:asciiTheme="minorHAnsi" w:hAnsiTheme="minorHAnsi" w:cstheme="minorHAnsi"/>
          <w:sz w:val="22"/>
          <w:szCs w:val="22"/>
        </w:rPr>
        <w:t>,</w:t>
      </w:r>
    </w:p>
    <w:p w14:paraId="36100564" w14:textId="134B77C9" w:rsidR="00305668" w:rsidRDefault="00305668" w:rsidP="009C1C29">
      <w:pPr>
        <w:pStyle w:val="Odstavecseseznamem"/>
        <w:numPr>
          <w:ilvl w:val="0"/>
          <w:numId w:val="4"/>
        </w:numPr>
        <w:ind w:left="851"/>
        <w:jc w:val="both"/>
        <w:rPr>
          <w:rFonts w:asciiTheme="minorHAnsi" w:hAnsiTheme="minorHAnsi" w:cstheme="minorHAnsi"/>
          <w:sz w:val="22"/>
          <w:szCs w:val="22"/>
        </w:rPr>
      </w:pPr>
      <w:r>
        <w:rPr>
          <w:rFonts w:asciiTheme="minorHAnsi" w:hAnsiTheme="minorHAnsi" w:cstheme="minorHAnsi"/>
          <w:sz w:val="22"/>
          <w:szCs w:val="22"/>
        </w:rPr>
        <w:t xml:space="preserve">aktualizovaný </w:t>
      </w:r>
      <w:r w:rsidRPr="00305668">
        <w:rPr>
          <w:rFonts w:asciiTheme="minorHAnsi" w:hAnsiTheme="minorHAnsi" w:cstheme="minorHAnsi"/>
          <w:sz w:val="22"/>
          <w:szCs w:val="22"/>
        </w:rPr>
        <w:t>Plán správy dat</w:t>
      </w:r>
      <w:r>
        <w:rPr>
          <w:rFonts w:asciiTheme="minorHAnsi" w:hAnsiTheme="minorHAnsi" w:cstheme="minorHAnsi"/>
          <w:sz w:val="22"/>
          <w:szCs w:val="22"/>
        </w:rPr>
        <w:t>,</w:t>
      </w:r>
    </w:p>
    <w:p w14:paraId="629C7C35" w14:textId="513F033B" w:rsidR="00305668" w:rsidRDefault="00305668" w:rsidP="009C1C29">
      <w:pPr>
        <w:pStyle w:val="Odstavecseseznamem"/>
        <w:numPr>
          <w:ilvl w:val="0"/>
          <w:numId w:val="4"/>
        </w:numPr>
        <w:ind w:left="851"/>
        <w:jc w:val="both"/>
        <w:rPr>
          <w:rFonts w:asciiTheme="minorHAnsi" w:hAnsiTheme="minorHAnsi" w:cstheme="minorHAnsi"/>
          <w:sz w:val="22"/>
          <w:szCs w:val="22"/>
        </w:rPr>
      </w:pPr>
      <w:r w:rsidRPr="00305668">
        <w:rPr>
          <w:rFonts w:asciiTheme="minorHAnsi" w:hAnsiTheme="minorHAnsi" w:cstheme="minorHAnsi"/>
          <w:sz w:val="22"/>
          <w:szCs w:val="22"/>
        </w:rPr>
        <w:t>informace o dostupnosti a způsobu šíření výsledků výzkumu a výzkumných dat</w:t>
      </w:r>
      <w:r>
        <w:rPr>
          <w:rFonts w:asciiTheme="minorHAnsi" w:hAnsiTheme="minorHAnsi" w:cstheme="minorHAnsi"/>
          <w:sz w:val="22"/>
          <w:szCs w:val="22"/>
        </w:rPr>
        <w:t>.</w:t>
      </w:r>
    </w:p>
    <w:p w14:paraId="6217DC2F" w14:textId="77777777" w:rsidR="00B75E87" w:rsidRPr="00B75E87" w:rsidRDefault="00B75E87" w:rsidP="00B75E87">
      <w:pPr>
        <w:ind w:left="131"/>
        <w:jc w:val="both"/>
        <w:rPr>
          <w:rFonts w:asciiTheme="minorHAnsi" w:hAnsiTheme="minorHAnsi" w:cstheme="minorHAnsi"/>
          <w:sz w:val="22"/>
          <w:szCs w:val="22"/>
        </w:rPr>
      </w:pPr>
    </w:p>
    <w:p w14:paraId="4866D230" w14:textId="3857DA84"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Součástí závěrečné zprávy je redakčně upravená závěrečná zpráva, tj. závěrečná zpráva upravená k</w:t>
      </w:r>
      <w:r w:rsidR="00623B51">
        <w:rPr>
          <w:rFonts w:asciiTheme="minorHAnsi" w:hAnsiTheme="minorHAnsi" w:cstheme="minorHAnsi"/>
          <w:sz w:val="22"/>
          <w:szCs w:val="22"/>
        </w:rPr>
        <w:t> </w:t>
      </w:r>
      <w:r w:rsidRPr="00B75E87">
        <w:rPr>
          <w:rFonts w:asciiTheme="minorHAnsi" w:hAnsiTheme="minorHAnsi" w:cstheme="minorHAnsi"/>
          <w:sz w:val="22"/>
          <w:szCs w:val="22"/>
        </w:rPr>
        <w:t>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14:paraId="2B9A507C" w14:textId="77777777" w:rsidR="009B2B82" w:rsidRPr="00656426" w:rsidRDefault="009B2B82" w:rsidP="009B2B82">
      <w:pPr>
        <w:pStyle w:val="Odstavecseseznamem"/>
        <w:rPr>
          <w:rFonts w:asciiTheme="minorHAnsi" w:hAnsiTheme="minorHAnsi" w:cstheme="minorHAnsi"/>
          <w:sz w:val="22"/>
          <w:szCs w:val="22"/>
        </w:rPr>
      </w:pPr>
    </w:p>
    <w:p w14:paraId="5A0E5EBE" w14:textId="77777777"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14:paraId="7455739D" w14:textId="77777777" w:rsidR="009B2B82" w:rsidRPr="00656426" w:rsidRDefault="009B2B82" w:rsidP="009B2B82">
      <w:pPr>
        <w:pStyle w:val="Odstavecseseznamem"/>
        <w:rPr>
          <w:rFonts w:asciiTheme="minorHAnsi" w:hAnsiTheme="minorHAnsi" w:cstheme="minorHAnsi"/>
          <w:sz w:val="22"/>
          <w:szCs w:val="22"/>
        </w:rPr>
      </w:pPr>
    </w:p>
    <w:p w14:paraId="0D415103" w14:textId="2782C7EB"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v rozsahu a formátech podle pokynů poskytovatele, a předkládá je </w:t>
      </w:r>
      <w:r w:rsidR="00B06BF8">
        <w:rPr>
          <w:rFonts w:asciiTheme="minorHAnsi" w:hAnsiTheme="minorHAnsi" w:cstheme="minorHAnsi"/>
          <w:sz w:val="22"/>
          <w:szCs w:val="22"/>
        </w:rPr>
        <w:t>poskytovateli v digitální podobě jako datovou zprávu do datové schránky poskytovatele s ID vidaawt.</w:t>
      </w:r>
    </w:p>
    <w:p w14:paraId="1DCDA70D"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14:paraId="758E51B8"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14:paraId="6FE2024B"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14:paraId="4C7EDA3A"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 xml:space="preserve">v místě řešení Projektu, pokud poskytovatel po předchozí dohodě s příjemcem nestanoví jinak. Příjemce je povinen osobám, které se účastní oponentního řízení nebo </w:t>
      </w:r>
      <w:r w:rsidRPr="00656426">
        <w:rPr>
          <w:rFonts w:asciiTheme="minorHAnsi" w:hAnsiTheme="minorHAnsi" w:cstheme="minorHAnsi"/>
          <w:sz w:val="22"/>
          <w:szCs w:val="22"/>
        </w:rPr>
        <w:lastRenderedPageBreak/>
        <w:t>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14:paraId="3986BAF6" w14:textId="7193989E"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w:t>
      </w:r>
      <w:r w:rsidR="004C311D">
        <w:rPr>
          <w:rFonts w:asciiTheme="minorHAnsi" w:hAnsiTheme="minorHAnsi" w:cstheme="minorHAnsi"/>
          <w:sz w:val="22"/>
          <w:szCs w:val="22"/>
        </w:rPr>
        <w:t>u</w:t>
      </w:r>
      <w:r w:rsidRPr="00656426">
        <w:rPr>
          <w:rFonts w:asciiTheme="minorHAnsi" w:hAnsiTheme="minorHAnsi" w:cstheme="minorHAnsi"/>
          <w:sz w:val="22"/>
          <w:szCs w:val="22"/>
        </w:rPr>
        <w:t xml:space="preserve">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14:paraId="00BF4BAF" w14:textId="796BC486"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AF386" w14:textId="77777777" w:rsidR="00315408" w:rsidRDefault="00315408" w:rsidP="00B8623B">
      <w:r>
        <w:separator/>
      </w:r>
    </w:p>
  </w:endnote>
  <w:endnote w:type="continuationSeparator" w:id="0">
    <w:p w14:paraId="117EC911" w14:textId="77777777" w:rsidR="00315408" w:rsidRDefault="00315408"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E6F56" w14:textId="77777777" w:rsidR="006E3B68" w:rsidRDefault="006E3B6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5A200" w14:textId="77777777" w:rsidR="006E3B68" w:rsidRDefault="006E3B6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AFB9D" w14:textId="77777777" w:rsidR="006E3B68" w:rsidRDefault="006E3B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D331" w14:textId="77777777" w:rsidR="00315408" w:rsidRDefault="00315408" w:rsidP="00B8623B">
      <w:r>
        <w:separator/>
      </w:r>
    </w:p>
  </w:footnote>
  <w:footnote w:type="continuationSeparator" w:id="0">
    <w:p w14:paraId="506B6D7E" w14:textId="77777777" w:rsidR="00315408" w:rsidRDefault="00315408" w:rsidP="00B8623B">
      <w:r>
        <w:continuationSeparator/>
      </w:r>
    </w:p>
  </w:footnote>
  <w:footnote w:id="1">
    <w:p w14:paraId="3765AED9" w14:textId="77777777"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14:paraId="52F17B1F" w14:textId="77777777"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5204C" w14:textId="77777777" w:rsidR="006E3B68" w:rsidRDefault="006E3B6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28C5" w14:textId="77777777" w:rsidR="00A26388" w:rsidRPr="006E3B68" w:rsidRDefault="00A26388" w:rsidP="00A26388">
    <w:pPr>
      <w:pStyle w:val="Zhlav"/>
      <w:rPr>
        <w:rFonts w:asciiTheme="minorHAnsi" w:hAnsiTheme="minorHAnsi" w:cstheme="minorHAnsi"/>
        <w:i/>
        <w:iCs/>
        <w:sz w:val="22"/>
        <w:szCs w:val="22"/>
      </w:rPr>
    </w:pPr>
    <w:r w:rsidRPr="006E3B68">
      <w:rPr>
        <w:rFonts w:asciiTheme="minorHAnsi" w:hAnsiTheme="minorHAnsi" w:cstheme="minorHAnsi"/>
        <w:i/>
        <w:iCs/>
        <w:sz w:val="22"/>
        <w:szCs w:val="22"/>
      </w:rPr>
      <w:t xml:space="preserve">Ministerstvo školství, mládeže a tělovýchovy        </w:t>
    </w:r>
    <w:r w:rsidRPr="006E3B68">
      <w:rPr>
        <w:rFonts w:asciiTheme="minorHAnsi" w:hAnsiTheme="minorHAnsi" w:cstheme="minorHAnsi"/>
        <w:i/>
        <w:iCs/>
        <w:sz w:val="22"/>
        <w:szCs w:val="22"/>
      </w:rPr>
      <w:tab/>
    </w:r>
    <w:r w:rsidRPr="006E3B68">
      <w:rPr>
        <w:rFonts w:asciiTheme="minorHAnsi" w:hAnsiTheme="minorHAnsi" w:cstheme="minorHAnsi"/>
        <w:i/>
        <w:iCs/>
        <w:sz w:val="22"/>
        <w:szCs w:val="22"/>
      </w:rPr>
      <w:tab/>
      <w:t>Identifikační kód</w:t>
    </w:r>
  </w:p>
  <w:p w14:paraId="0556C338" w14:textId="1F4F2074" w:rsidR="00B8623B" w:rsidRPr="006E3B68" w:rsidRDefault="00A26388" w:rsidP="004444BF">
    <w:pPr>
      <w:rPr>
        <w:rFonts w:asciiTheme="minorHAnsi" w:hAnsiTheme="minorHAnsi" w:cstheme="minorHAnsi"/>
        <w:i/>
        <w:iCs/>
        <w:sz w:val="22"/>
        <w:szCs w:val="22"/>
      </w:rPr>
    </w:pPr>
    <w:r w:rsidRPr="006E3B68">
      <w:rPr>
        <w:rFonts w:asciiTheme="minorHAnsi" w:hAnsiTheme="minorHAnsi" w:cstheme="minorHAnsi"/>
        <w:i/>
        <w:iCs/>
        <w:sz w:val="22"/>
        <w:szCs w:val="22"/>
      </w:rPr>
      <w:t>Č. j.:</w:t>
    </w:r>
    <w:r w:rsidR="006960E1" w:rsidRPr="006E3B68">
      <w:rPr>
        <w:rFonts w:asciiTheme="minorHAnsi" w:hAnsiTheme="minorHAnsi" w:cstheme="minorHAnsi"/>
        <w:i/>
        <w:iCs/>
        <w:color w:val="222222"/>
        <w:sz w:val="22"/>
        <w:szCs w:val="22"/>
      </w:rPr>
      <w:t xml:space="preserve"> MSMT</w:t>
    </w:r>
    <w:r w:rsidR="00491B7B" w:rsidRPr="006E3B68">
      <w:rPr>
        <w:rFonts w:asciiTheme="minorHAnsi" w:hAnsiTheme="minorHAnsi" w:cstheme="minorHAnsi"/>
        <w:i/>
        <w:iCs/>
        <w:color w:val="222222"/>
        <w:sz w:val="22"/>
        <w:szCs w:val="22"/>
      </w:rPr>
      <w:t>-</w:t>
    </w:r>
    <w:r w:rsidR="00491B7B" w:rsidRPr="006E3B68">
      <w:rPr>
        <w:rFonts w:asciiTheme="minorHAnsi" w:hAnsiTheme="minorHAnsi" w:cstheme="minorHAnsi"/>
        <w:i/>
        <w:iCs/>
        <w:color w:val="222222"/>
        <w:sz w:val="22"/>
        <w:szCs w:val="22"/>
      </w:rPr>
      <w:tab/>
    </w:r>
    <w:r w:rsidR="005B4435" w:rsidRPr="006E3B68">
      <w:rPr>
        <w:rFonts w:asciiTheme="minorHAnsi" w:hAnsiTheme="minorHAnsi" w:cstheme="minorHAnsi"/>
        <w:i/>
        <w:iCs/>
        <w:color w:val="FF0000"/>
        <w:sz w:val="22"/>
        <w:szCs w:val="22"/>
      </w:rPr>
      <w:tab/>
    </w:r>
    <w:r w:rsidR="005B4435" w:rsidRPr="006E3B68">
      <w:rPr>
        <w:rFonts w:asciiTheme="minorHAnsi" w:hAnsiTheme="minorHAnsi" w:cstheme="minorHAnsi"/>
        <w:i/>
        <w:iCs/>
        <w:color w:val="FF0000"/>
        <w:sz w:val="22"/>
        <w:szCs w:val="22"/>
      </w:rPr>
      <w:tab/>
    </w:r>
    <w:r w:rsidR="005B4435" w:rsidRPr="006E3B68">
      <w:rPr>
        <w:rFonts w:asciiTheme="minorHAnsi" w:hAnsiTheme="minorHAnsi" w:cstheme="minorHAnsi"/>
        <w:i/>
        <w:iCs/>
        <w:color w:val="FF0000"/>
        <w:sz w:val="22"/>
        <w:szCs w:val="22"/>
      </w:rPr>
      <w:tab/>
    </w:r>
    <w:r w:rsidRPr="006E3B68">
      <w:rPr>
        <w:rFonts w:asciiTheme="minorHAnsi" w:hAnsiTheme="minorHAnsi" w:cstheme="minorHAnsi"/>
        <w:i/>
        <w:iCs/>
        <w:color w:val="FF0000"/>
        <w:sz w:val="22"/>
        <w:szCs w:val="22"/>
      </w:rPr>
      <w:tab/>
    </w:r>
    <w:r w:rsidR="004444BF" w:rsidRPr="006E3B68">
      <w:rPr>
        <w:rFonts w:asciiTheme="minorHAnsi" w:hAnsiTheme="minorHAnsi" w:cstheme="minorHAnsi"/>
        <w:i/>
        <w:iCs/>
        <w:color w:val="FF0000"/>
        <w:sz w:val="22"/>
        <w:szCs w:val="22"/>
      </w:rPr>
      <w:t xml:space="preserve">                                                                   </w:t>
    </w:r>
    <w:r w:rsidR="002E5045" w:rsidRPr="006E3B68">
      <w:rPr>
        <w:rFonts w:asciiTheme="minorHAnsi" w:hAnsiTheme="minorHAnsi" w:cstheme="minorHAnsi"/>
        <w:i/>
        <w:iCs/>
        <w:sz w:val="22"/>
        <w:szCs w:val="22"/>
      </w:rPr>
      <w:t>LU</w:t>
    </w:r>
    <w:r w:rsidR="00623B51" w:rsidRPr="006E3B68">
      <w:rPr>
        <w:rFonts w:asciiTheme="minorHAnsi" w:hAnsiTheme="minorHAnsi" w:cstheme="minorHAnsi"/>
        <w:i/>
        <w:iCs/>
        <w:sz w:val="22"/>
        <w:szCs w:val="22"/>
      </w:rPr>
      <w:t>E</w:t>
    </w:r>
    <w:r w:rsidR="00AE6612" w:rsidRPr="006E3B68">
      <w:rPr>
        <w:rFonts w:asciiTheme="minorHAnsi" w:hAnsiTheme="minorHAnsi" w:cstheme="minorHAnsi"/>
        <w:i/>
        <w:iCs/>
        <w:sz w:val="22"/>
        <w:szCs w:val="22"/>
      </w:rPr>
      <w:t>JP…</w:t>
    </w:r>
    <w:r w:rsidR="00B8623B" w:rsidRPr="006E3B68">
      <w:rPr>
        <w:rFonts w:asciiTheme="minorHAnsi" w:hAnsiTheme="minorHAnsi" w:cstheme="minorHAnsi"/>
        <w:i/>
        <w:iCs/>
        <w:color w:val="FF0000"/>
        <w:sz w:val="22"/>
        <w:szCs w:val="22"/>
      </w:rPr>
      <w:tab/>
    </w:r>
    <w:r w:rsidR="00B8623B" w:rsidRPr="006E3B68">
      <w:rPr>
        <w:rFonts w:asciiTheme="minorHAnsi" w:hAnsiTheme="minorHAnsi" w:cstheme="minorHAnsi"/>
        <w:i/>
        <w:iCs/>
        <w:color w:val="FF0000"/>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FCC53" w14:textId="77777777" w:rsidR="006E3B68" w:rsidRDefault="006E3B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16cid:durableId="1456295571">
    <w:abstractNumId w:val="1"/>
  </w:num>
  <w:num w:numId="2" w16cid:durableId="1076132008">
    <w:abstractNumId w:val="3"/>
  </w:num>
  <w:num w:numId="3" w16cid:durableId="1820607221">
    <w:abstractNumId w:val="0"/>
  </w:num>
  <w:num w:numId="4" w16cid:durableId="460535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6C"/>
    <w:rsid w:val="00053CB6"/>
    <w:rsid w:val="000624BF"/>
    <w:rsid w:val="000A126D"/>
    <w:rsid w:val="000E53A9"/>
    <w:rsid w:val="00125953"/>
    <w:rsid w:val="00163815"/>
    <w:rsid w:val="00163B46"/>
    <w:rsid w:val="00170F19"/>
    <w:rsid w:val="001C7AAE"/>
    <w:rsid w:val="001D5E87"/>
    <w:rsid w:val="001F438F"/>
    <w:rsid w:val="00204298"/>
    <w:rsid w:val="0020497F"/>
    <w:rsid w:val="00234204"/>
    <w:rsid w:val="002C5752"/>
    <w:rsid w:val="002E5045"/>
    <w:rsid w:val="00305668"/>
    <w:rsid w:val="00315408"/>
    <w:rsid w:val="0032376C"/>
    <w:rsid w:val="0033420C"/>
    <w:rsid w:val="00366F79"/>
    <w:rsid w:val="00371F30"/>
    <w:rsid w:val="0038105F"/>
    <w:rsid w:val="00422E26"/>
    <w:rsid w:val="00433679"/>
    <w:rsid w:val="004444BF"/>
    <w:rsid w:val="004508A7"/>
    <w:rsid w:val="00491B7B"/>
    <w:rsid w:val="004A3AA0"/>
    <w:rsid w:val="004C311D"/>
    <w:rsid w:val="004C6CE9"/>
    <w:rsid w:val="004D169F"/>
    <w:rsid w:val="004F3504"/>
    <w:rsid w:val="00512B88"/>
    <w:rsid w:val="00544041"/>
    <w:rsid w:val="005955BD"/>
    <w:rsid w:val="005B250F"/>
    <w:rsid w:val="005B4435"/>
    <w:rsid w:val="005D3B56"/>
    <w:rsid w:val="005F515F"/>
    <w:rsid w:val="00602835"/>
    <w:rsid w:val="00605FA3"/>
    <w:rsid w:val="0062329C"/>
    <w:rsid w:val="00623B51"/>
    <w:rsid w:val="00626A57"/>
    <w:rsid w:val="00647854"/>
    <w:rsid w:val="006550EC"/>
    <w:rsid w:val="006715B5"/>
    <w:rsid w:val="006960E1"/>
    <w:rsid w:val="006A7B49"/>
    <w:rsid w:val="006B5C62"/>
    <w:rsid w:val="006C27F9"/>
    <w:rsid w:val="006E0A66"/>
    <w:rsid w:val="006E3B68"/>
    <w:rsid w:val="006E48E7"/>
    <w:rsid w:val="00700A35"/>
    <w:rsid w:val="0071715D"/>
    <w:rsid w:val="0072782D"/>
    <w:rsid w:val="0076568E"/>
    <w:rsid w:val="00767F04"/>
    <w:rsid w:val="00784ECC"/>
    <w:rsid w:val="007A6C3A"/>
    <w:rsid w:val="007B2448"/>
    <w:rsid w:val="007C2732"/>
    <w:rsid w:val="007E2D84"/>
    <w:rsid w:val="007F7466"/>
    <w:rsid w:val="008307E0"/>
    <w:rsid w:val="008353BF"/>
    <w:rsid w:val="0085333E"/>
    <w:rsid w:val="0087236C"/>
    <w:rsid w:val="008B45F1"/>
    <w:rsid w:val="008F02AD"/>
    <w:rsid w:val="00905AA2"/>
    <w:rsid w:val="0098083F"/>
    <w:rsid w:val="00990277"/>
    <w:rsid w:val="009B2B82"/>
    <w:rsid w:val="00A26388"/>
    <w:rsid w:val="00A432DD"/>
    <w:rsid w:val="00A61831"/>
    <w:rsid w:val="00A6392E"/>
    <w:rsid w:val="00A741A0"/>
    <w:rsid w:val="00A750E2"/>
    <w:rsid w:val="00A94C46"/>
    <w:rsid w:val="00AB139F"/>
    <w:rsid w:val="00AB752A"/>
    <w:rsid w:val="00AE6612"/>
    <w:rsid w:val="00B06BF8"/>
    <w:rsid w:val="00B266DD"/>
    <w:rsid w:val="00B6018F"/>
    <w:rsid w:val="00B70D7D"/>
    <w:rsid w:val="00B75E87"/>
    <w:rsid w:val="00B8623B"/>
    <w:rsid w:val="00BA684A"/>
    <w:rsid w:val="00BB65F6"/>
    <w:rsid w:val="00BC77E4"/>
    <w:rsid w:val="00BE3155"/>
    <w:rsid w:val="00BF1F8A"/>
    <w:rsid w:val="00C51D8A"/>
    <w:rsid w:val="00C6212C"/>
    <w:rsid w:val="00C85AE7"/>
    <w:rsid w:val="00C97C87"/>
    <w:rsid w:val="00D36941"/>
    <w:rsid w:val="00D56F76"/>
    <w:rsid w:val="00D57CC3"/>
    <w:rsid w:val="00D61DFC"/>
    <w:rsid w:val="00E0482E"/>
    <w:rsid w:val="00E130DC"/>
    <w:rsid w:val="00E13C91"/>
    <w:rsid w:val="00E23BA3"/>
    <w:rsid w:val="00E319C3"/>
    <w:rsid w:val="00EF4D7B"/>
    <w:rsid w:val="00EF553B"/>
    <w:rsid w:val="00EF57D4"/>
    <w:rsid w:val="00F2481E"/>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ADD0"/>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8E58B-7BAC-4187-A5B3-5660B8B6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1424</Words>
  <Characters>8403</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Musilová Klára</cp:lastModifiedBy>
  <cp:revision>4</cp:revision>
  <cp:lastPrinted>2019-01-24T06:14:00Z</cp:lastPrinted>
  <dcterms:created xsi:type="dcterms:W3CDTF">2023-09-12T12:45:00Z</dcterms:created>
  <dcterms:modified xsi:type="dcterms:W3CDTF">2023-09-19T11:34:00Z</dcterms:modified>
</cp:coreProperties>
</file>